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0" w:type="dxa"/>
        <w:tblLook w:val="01E0" w:firstRow="1" w:lastRow="1" w:firstColumn="1" w:lastColumn="1" w:noHBand="0" w:noVBand="0"/>
      </w:tblPr>
      <w:tblGrid>
        <w:gridCol w:w="1278"/>
        <w:gridCol w:w="7920"/>
      </w:tblGrid>
      <w:tr w:rsidR="00B32562" w:rsidRPr="00EF3F91" w14:paraId="1DBFDD11" w14:textId="77777777" w:rsidTr="00FA3842">
        <w:tc>
          <w:tcPr>
            <w:tcW w:w="1278" w:type="dxa"/>
          </w:tcPr>
          <w:p w14:paraId="72CCAC78" w14:textId="267A873F" w:rsidR="00B32562" w:rsidRPr="00EF3F91" w:rsidRDefault="00B32562" w:rsidP="001A05CA">
            <w:pPr>
              <w:pStyle w:val="IndexHeading1"/>
              <w:spacing w:after="0" w:line="300" w:lineRule="atLeast"/>
              <w:ind w:left="0" w:firstLine="0"/>
              <w:outlineLvl w:val="0"/>
              <w:rPr>
                <w:rFonts w:cs="Times New Roman"/>
                <w:b w:val="0"/>
                <w:bCs/>
                <w:szCs w:val="22"/>
              </w:rPr>
            </w:pPr>
            <w:bookmarkStart w:id="0" w:name="_GoBack"/>
            <w:bookmarkEnd w:id="0"/>
            <w:r w:rsidRPr="00EF3F91">
              <w:rPr>
                <w:rFonts w:cs="Times New Roman"/>
                <w:szCs w:val="22"/>
              </w:rPr>
              <w:t>Note</w:t>
            </w:r>
          </w:p>
        </w:tc>
        <w:tc>
          <w:tcPr>
            <w:tcW w:w="7920" w:type="dxa"/>
          </w:tcPr>
          <w:p w14:paraId="31016657" w14:textId="77777777" w:rsidR="00B32562" w:rsidRPr="00EF3F91" w:rsidRDefault="00B32562" w:rsidP="001A05CA">
            <w:pPr>
              <w:pStyle w:val="IndexHeading1"/>
              <w:spacing w:after="0" w:line="300" w:lineRule="atLeast"/>
              <w:ind w:left="0" w:firstLine="0"/>
              <w:outlineLvl w:val="0"/>
              <w:rPr>
                <w:rFonts w:cs="Times New Roman"/>
                <w:b w:val="0"/>
                <w:bCs/>
                <w:szCs w:val="22"/>
              </w:rPr>
            </w:pPr>
            <w:r w:rsidRPr="00EF3F91">
              <w:rPr>
                <w:rFonts w:cs="Times New Roman"/>
                <w:szCs w:val="22"/>
                <w:shd w:val="clear" w:color="auto" w:fill="FFFFFF"/>
              </w:rPr>
              <w:t>Contents</w:t>
            </w:r>
          </w:p>
        </w:tc>
      </w:tr>
      <w:tr w:rsidR="00B32562" w:rsidRPr="00EF3F91" w14:paraId="376ECBAD" w14:textId="77777777" w:rsidTr="00FA3842">
        <w:tc>
          <w:tcPr>
            <w:tcW w:w="1278" w:type="dxa"/>
          </w:tcPr>
          <w:p w14:paraId="64909743" w14:textId="77777777" w:rsidR="00B32562" w:rsidRPr="00EF3F91" w:rsidRDefault="00B32562" w:rsidP="001A05CA">
            <w:pPr>
              <w:pStyle w:val="IndexHeading1"/>
              <w:spacing w:after="0" w:line="300" w:lineRule="atLeast"/>
              <w:ind w:left="0" w:firstLine="0"/>
              <w:outlineLvl w:val="0"/>
              <w:rPr>
                <w:rFonts w:cs="Times New Roman"/>
                <w:b w:val="0"/>
                <w:bCs/>
                <w:szCs w:val="22"/>
              </w:rPr>
            </w:pPr>
          </w:p>
        </w:tc>
        <w:tc>
          <w:tcPr>
            <w:tcW w:w="7920" w:type="dxa"/>
          </w:tcPr>
          <w:p w14:paraId="1A07C720" w14:textId="77777777" w:rsidR="00B32562" w:rsidRPr="00EF3F91" w:rsidRDefault="00B32562" w:rsidP="001A05CA">
            <w:pPr>
              <w:pStyle w:val="index"/>
              <w:numPr>
                <w:ilvl w:val="0"/>
                <w:numId w:val="0"/>
              </w:numPr>
              <w:tabs>
                <w:tab w:val="num" w:pos="1170"/>
              </w:tabs>
              <w:spacing w:after="0" w:line="300" w:lineRule="atLeast"/>
              <w:ind w:left="1134" w:hanging="1134"/>
              <w:outlineLvl w:val="0"/>
              <w:rPr>
                <w:rFonts w:cs="Times New Roman"/>
                <w:szCs w:val="22"/>
              </w:rPr>
            </w:pPr>
          </w:p>
        </w:tc>
      </w:tr>
      <w:tr w:rsidR="00B32562" w:rsidRPr="00EF3F91" w14:paraId="09EC125F" w14:textId="77777777" w:rsidTr="00FA3842">
        <w:tc>
          <w:tcPr>
            <w:tcW w:w="1278" w:type="dxa"/>
            <w:vAlign w:val="center"/>
          </w:tcPr>
          <w:p w14:paraId="30887667" w14:textId="77777777" w:rsidR="00B32562" w:rsidRPr="00EF3F91" w:rsidRDefault="00B32562" w:rsidP="001A05CA">
            <w:pPr>
              <w:pStyle w:val="IndexHeading1"/>
              <w:spacing w:after="0" w:line="300" w:lineRule="atLeast"/>
              <w:ind w:left="0" w:firstLine="0"/>
              <w:outlineLvl w:val="0"/>
              <w:rPr>
                <w:rFonts w:cs="Times New Roman"/>
                <w:b w:val="0"/>
                <w:bCs/>
                <w:szCs w:val="22"/>
              </w:rPr>
            </w:pPr>
            <w:r w:rsidRPr="00EF3F91">
              <w:rPr>
                <w:rFonts w:cs="Times New Roman"/>
                <w:b w:val="0"/>
                <w:bCs/>
                <w:szCs w:val="22"/>
              </w:rPr>
              <w:t>1</w:t>
            </w:r>
          </w:p>
        </w:tc>
        <w:tc>
          <w:tcPr>
            <w:tcW w:w="7920" w:type="dxa"/>
            <w:vAlign w:val="center"/>
          </w:tcPr>
          <w:p w14:paraId="7E331CFD" w14:textId="5C314B74" w:rsidR="00B32562" w:rsidRPr="00EF3F91" w:rsidRDefault="00267CAF" w:rsidP="001A05CA">
            <w:pPr>
              <w:pStyle w:val="IndexHeading1"/>
              <w:spacing w:after="0" w:line="300" w:lineRule="atLeast"/>
              <w:ind w:left="0" w:firstLine="0"/>
              <w:outlineLvl w:val="0"/>
              <w:rPr>
                <w:rFonts w:cs="Times New Roman"/>
                <w:b w:val="0"/>
                <w:bCs/>
                <w:szCs w:val="22"/>
              </w:rPr>
            </w:pPr>
            <w:r w:rsidRPr="00267CAF">
              <w:rPr>
                <w:rFonts w:cs="Times New Roman"/>
                <w:b w:val="0"/>
                <w:bCs/>
                <w:szCs w:val="22"/>
              </w:rPr>
              <w:t>Basis of preparation of the interim financial statements</w:t>
            </w:r>
          </w:p>
        </w:tc>
      </w:tr>
      <w:tr w:rsidR="00175A31" w:rsidRPr="00EF3F91" w14:paraId="40D1C787" w14:textId="77777777" w:rsidTr="00FA3842">
        <w:tc>
          <w:tcPr>
            <w:tcW w:w="1278" w:type="dxa"/>
            <w:vAlign w:val="center"/>
          </w:tcPr>
          <w:p w14:paraId="77C6E176" w14:textId="4AE06700" w:rsidR="00175A31"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2</w:t>
            </w:r>
          </w:p>
        </w:tc>
        <w:tc>
          <w:tcPr>
            <w:tcW w:w="7920" w:type="dxa"/>
            <w:vAlign w:val="center"/>
          </w:tcPr>
          <w:p w14:paraId="23C467E0" w14:textId="54BE3F50" w:rsidR="00175A31" w:rsidRPr="00175A31" w:rsidRDefault="00175A31" w:rsidP="001A05CA">
            <w:pPr>
              <w:pStyle w:val="IndexHeading1"/>
              <w:spacing w:after="0" w:line="300" w:lineRule="atLeast"/>
              <w:ind w:left="0" w:firstLine="0"/>
              <w:outlineLvl w:val="0"/>
              <w:rPr>
                <w:rFonts w:cs="Times New Roman"/>
                <w:b w:val="0"/>
                <w:bCs/>
                <w:szCs w:val="22"/>
              </w:rPr>
            </w:pPr>
            <w:r w:rsidRPr="00175A31">
              <w:rPr>
                <w:rFonts w:cstheme="minorBidi"/>
                <w:b w:val="0"/>
                <w:bCs/>
                <w:szCs w:val="28"/>
                <w:lang w:val="en-US" w:bidi="th-TH"/>
              </w:rPr>
              <w:t>Acquisitions of business</w:t>
            </w:r>
          </w:p>
        </w:tc>
      </w:tr>
      <w:tr w:rsidR="0058621C" w:rsidRPr="00EF3F91" w14:paraId="17F3322E" w14:textId="77777777" w:rsidTr="00FA3842">
        <w:tc>
          <w:tcPr>
            <w:tcW w:w="1278" w:type="dxa"/>
            <w:vAlign w:val="center"/>
          </w:tcPr>
          <w:p w14:paraId="0DF7FABB" w14:textId="2688FAEF" w:rsidR="0058621C" w:rsidRPr="001229F0" w:rsidRDefault="00175A31" w:rsidP="001A05CA">
            <w:pPr>
              <w:pStyle w:val="IndexHeading1"/>
              <w:spacing w:after="0" w:line="300" w:lineRule="atLeast"/>
              <w:ind w:left="0" w:firstLine="0"/>
              <w:outlineLvl w:val="0"/>
              <w:rPr>
                <w:rFonts w:cstheme="minorBidi"/>
                <w:b w:val="0"/>
                <w:bCs/>
                <w:szCs w:val="28"/>
                <w:lang w:val="en-US" w:bidi="th-TH"/>
              </w:rPr>
            </w:pPr>
            <w:r>
              <w:rPr>
                <w:rFonts w:cstheme="minorBidi"/>
                <w:b w:val="0"/>
                <w:bCs/>
                <w:szCs w:val="28"/>
                <w:lang w:val="en-US" w:bidi="th-TH"/>
              </w:rPr>
              <w:t>3</w:t>
            </w:r>
          </w:p>
        </w:tc>
        <w:tc>
          <w:tcPr>
            <w:tcW w:w="7920" w:type="dxa"/>
            <w:vAlign w:val="center"/>
          </w:tcPr>
          <w:p w14:paraId="7D5A9AD7" w14:textId="77777777" w:rsidR="0058621C" w:rsidRPr="00EF3F91" w:rsidRDefault="0058621C" w:rsidP="001A05CA">
            <w:pPr>
              <w:pStyle w:val="index"/>
              <w:numPr>
                <w:ilvl w:val="0"/>
                <w:numId w:val="0"/>
              </w:numPr>
              <w:tabs>
                <w:tab w:val="num" w:pos="1170"/>
              </w:tabs>
              <w:spacing w:after="0" w:line="300" w:lineRule="atLeast"/>
              <w:outlineLvl w:val="0"/>
              <w:rPr>
                <w:rFonts w:cs="Times New Roman"/>
                <w:szCs w:val="22"/>
              </w:rPr>
            </w:pPr>
            <w:r w:rsidRPr="00EF3F91">
              <w:rPr>
                <w:rFonts w:cs="Times New Roman"/>
                <w:bCs/>
                <w:szCs w:val="22"/>
              </w:rPr>
              <w:t>Related parties</w:t>
            </w:r>
          </w:p>
        </w:tc>
      </w:tr>
      <w:tr w:rsidR="0058621C" w:rsidRPr="00EF3F91" w14:paraId="3464AC6F" w14:textId="77777777" w:rsidTr="00FA3842">
        <w:tc>
          <w:tcPr>
            <w:tcW w:w="1278" w:type="dxa"/>
            <w:vAlign w:val="center"/>
          </w:tcPr>
          <w:p w14:paraId="67D8BCCA" w14:textId="1B067043" w:rsidR="0058621C"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4</w:t>
            </w:r>
          </w:p>
        </w:tc>
        <w:tc>
          <w:tcPr>
            <w:tcW w:w="7920" w:type="dxa"/>
            <w:vAlign w:val="center"/>
          </w:tcPr>
          <w:p w14:paraId="00CF866D" w14:textId="03CEBFB9" w:rsidR="0058621C" w:rsidRPr="00EF3F91" w:rsidRDefault="0058621C" w:rsidP="001A05CA">
            <w:pPr>
              <w:pStyle w:val="index"/>
              <w:numPr>
                <w:ilvl w:val="0"/>
                <w:numId w:val="0"/>
              </w:numPr>
              <w:tabs>
                <w:tab w:val="num" w:pos="1170"/>
              </w:tabs>
              <w:spacing w:after="0" w:line="300" w:lineRule="atLeast"/>
              <w:outlineLvl w:val="0"/>
              <w:rPr>
                <w:rFonts w:cs="Times New Roman"/>
                <w:b/>
                <w:szCs w:val="22"/>
              </w:rPr>
            </w:pPr>
            <w:r w:rsidRPr="00EF3F91">
              <w:rPr>
                <w:rFonts w:cs="Times New Roman"/>
                <w:szCs w:val="22"/>
              </w:rPr>
              <w:t>Trade</w:t>
            </w:r>
            <w:r w:rsidR="00C609A2">
              <w:rPr>
                <w:rFonts w:cs="Times New Roman"/>
                <w:szCs w:val="22"/>
              </w:rPr>
              <w:t xml:space="preserve"> </w:t>
            </w:r>
            <w:r w:rsidRPr="00EF3F91">
              <w:rPr>
                <w:rFonts w:cs="Times New Roman"/>
                <w:szCs w:val="22"/>
              </w:rPr>
              <w:t>receivable</w:t>
            </w:r>
            <w:r w:rsidR="00C609A2">
              <w:rPr>
                <w:rFonts w:cs="Times New Roman"/>
                <w:szCs w:val="22"/>
              </w:rPr>
              <w:t>s</w:t>
            </w:r>
          </w:p>
        </w:tc>
      </w:tr>
      <w:tr w:rsidR="0058621C" w:rsidRPr="00EF3F91" w14:paraId="01396655" w14:textId="77777777" w:rsidTr="00FA3842">
        <w:tc>
          <w:tcPr>
            <w:tcW w:w="1278" w:type="dxa"/>
            <w:vAlign w:val="center"/>
          </w:tcPr>
          <w:p w14:paraId="1537F7F1" w14:textId="5EC713BB" w:rsidR="0058621C"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5</w:t>
            </w:r>
          </w:p>
        </w:tc>
        <w:tc>
          <w:tcPr>
            <w:tcW w:w="7920" w:type="dxa"/>
            <w:vAlign w:val="center"/>
          </w:tcPr>
          <w:p w14:paraId="1F2FA0D2" w14:textId="77777777" w:rsidR="0058621C" w:rsidRPr="00EF3F91" w:rsidRDefault="0058621C" w:rsidP="001A05CA">
            <w:pPr>
              <w:pStyle w:val="index"/>
              <w:numPr>
                <w:ilvl w:val="0"/>
                <w:numId w:val="0"/>
              </w:numPr>
              <w:tabs>
                <w:tab w:val="num" w:pos="1170"/>
              </w:tabs>
              <w:spacing w:after="0" w:line="300" w:lineRule="atLeast"/>
              <w:ind w:left="1134" w:hanging="1134"/>
              <w:outlineLvl w:val="0"/>
              <w:rPr>
                <w:rFonts w:cs="Times New Roman"/>
                <w:bCs/>
                <w:szCs w:val="22"/>
              </w:rPr>
            </w:pPr>
            <w:r w:rsidRPr="00EF3F91">
              <w:rPr>
                <w:rFonts w:cs="Times New Roman"/>
                <w:szCs w:val="22"/>
              </w:rPr>
              <w:t>Inventories</w:t>
            </w:r>
          </w:p>
        </w:tc>
      </w:tr>
      <w:tr w:rsidR="00ED035A" w:rsidRPr="00EF3F91" w14:paraId="1335F1D0" w14:textId="77777777" w:rsidTr="00FA3842">
        <w:tc>
          <w:tcPr>
            <w:tcW w:w="1278" w:type="dxa"/>
            <w:vAlign w:val="center"/>
          </w:tcPr>
          <w:p w14:paraId="12177208" w14:textId="1AB1A8C2" w:rsidR="00ED035A"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6</w:t>
            </w:r>
          </w:p>
        </w:tc>
        <w:tc>
          <w:tcPr>
            <w:tcW w:w="7920" w:type="dxa"/>
            <w:vAlign w:val="center"/>
          </w:tcPr>
          <w:p w14:paraId="287E6002" w14:textId="27EFF225" w:rsidR="00ED035A" w:rsidRPr="00EF3F91" w:rsidRDefault="00ED035A" w:rsidP="001A05CA">
            <w:pPr>
              <w:pStyle w:val="index"/>
              <w:numPr>
                <w:ilvl w:val="0"/>
                <w:numId w:val="0"/>
              </w:numPr>
              <w:tabs>
                <w:tab w:val="num" w:pos="1170"/>
              </w:tabs>
              <w:spacing w:after="0" w:line="300" w:lineRule="atLeast"/>
              <w:ind w:left="1134" w:hanging="1134"/>
              <w:outlineLvl w:val="0"/>
              <w:rPr>
                <w:rFonts w:cs="Times New Roman"/>
                <w:szCs w:val="22"/>
              </w:rPr>
            </w:pPr>
            <w:r w:rsidRPr="00EF3F91">
              <w:rPr>
                <w:rFonts w:cs="Times New Roman"/>
                <w:szCs w:val="22"/>
              </w:rPr>
              <w:t xml:space="preserve">Investments in </w:t>
            </w:r>
            <w:r>
              <w:rPr>
                <w:rFonts w:cs="Times New Roman"/>
                <w:szCs w:val="22"/>
              </w:rPr>
              <w:t xml:space="preserve">subsidiaries and </w:t>
            </w:r>
            <w:r w:rsidRPr="00EF3F91">
              <w:rPr>
                <w:rFonts w:cs="Times New Roman"/>
                <w:szCs w:val="22"/>
              </w:rPr>
              <w:t>associate</w:t>
            </w:r>
          </w:p>
        </w:tc>
      </w:tr>
      <w:tr w:rsidR="00ED035A" w:rsidRPr="00EF3F91" w14:paraId="3950919F" w14:textId="77777777" w:rsidTr="00FA3842">
        <w:tc>
          <w:tcPr>
            <w:tcW w:w="1278" w:type="dxa"/>
            <w:vAlign w:val="center"/>
          </w:tcPr>
          <w:p w14:paraId="12AAF8DE" w14:textId="26B8B1EE" w:rsidR="00ED035A"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7</w:t>
            </w:r>
          </w:p>
        </w:tc>
        <w:tc>
          <w:tcPr>
            <w:tcW w:w="7920" w:type="dxa"/>
            <w:vAlign w:val="center"/>
          </w:tcPr>
          <w:p w14:paraId="441A2029" w14:textId="39550007" w:rsidR="00ED035A" w:rsidRPr="00EF3F91" w:rsidRDefault="00ED035A" w:rsidP="001A05CA">
            <w:pPr>
              <w:pStyle w:val="index"/>
              <w:numPr>
                <w:ilvl w:val="0"/>
                <w:numId w:val="0"/>
              </w:numPr>
              <w:tabs>
                <w:tab w:val="num" w:pos="1170"/>
              </w:tabs>
              <w:spacing w:after="0" w:line="300" w:lineRule="atLeast"/>
              <w:ind w:left="1134" w:hanging="1134"/>
              <w:outlineLvl w:val="0"/>
              <w:rPr>
                <w:rFonts w:cs="Times New Roman"/>
                <w:szCs w:val="22"/>
              </w:rPr>
            </w:pPr>
            <w:r w:rsidRPr="00EF3F91">
              <w:rPr>
                <w:rFonts w:cs="Times New Roman"/>
                <w:szCs w:val="22"/>
              </w:rPr>
              <w:t>Property, plant and equipment</w:t>
            </w:r>
          </w:p>
        </w:tc>
      </w:tr>
      <w:tr w:rsidR="00ED035A" w:rsidRPr="00EF3F91" w14:paraId="408EAF47" w14:textId="77777777" w:rsidTr="00FA3842">
        <w:tc>
          <w:tcPr>
            <w:tcW w:w="1278" w:type="dxa"/>
            <w:vAlign w:val="center"/>
          </w:tcPr>
          <w:p w14:paraId="18D2014A" w14:textId="7DC7223F" w:rsidR="00ED035A"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8</w:t>
            </w:r>
          </w:p>
        </w:tc>
        <w:tc>
          <w:tcPr>
            <w:tcW w:w="7920" w:type="dxa"/>
            <w:vAlign w:val="center"/>
          </w:tcPr>
          <w:p w14:paraId="4B88220A" w14:textId="459E5D0A" w:rsidR="00ED035A" w:rsidRPr="00EF3F91" w:rsidRDefault="00ED035A" w:rsidP="001A05CA">
            <w:pPr>
              <w:pStyle w:val="index"/>
              <w:numPr>
                <w:ilvl w:val="0"/>
                <w:numId w:val="0"/>
              </w:numPr>
              <w:shd w:val="clear" w:color="auto" w:fill="FFFFFF"/>
              <w:tabs>
                <w:tab w:val="num" w:pos="1170"/>
              </w:tabs>
              <w:spacing w:after="0" w:line="300" w:lineRule="atLeast"/>
              <w:outlineLvl w:val="0"/>
              <w:rPr>
                <w:rFonts w:cs="Times New Roman"/>
              </w:rPr>
            </w:pPr>
            <w:r w:rsidRPr="00EF3F91">
              <w:rPr>
                <w:rFonts w:cs="Times New Roman"/>
              </w:rPr>
              <w:t>Segment information</w:t>
            </w:r>
            <w:r w:rsidRPr="00EF3F91">
              <w:rPr>
                <w:rFonts w:cs="Times New Roman"/>
                <w:szCs w:val="22"/>
                <w:lang w:bidi="th-TH"/>
              </w:rPr>
              <w:t xml:space="preserve"> and </w:t>
            </w:r>
            <w:r w:rsidRPr="00EF3F91">
              <w:rPr>
                <w:rFonts w:cs="Times New Roman"/>
                <w:szCs w:val="22"/>
                <w:lang w:val="en-US" w:bidi="th-TH"/>
              </w:rPr>
              <w:t>disaggregation of revenue</w:t>
            </w:r>
          </w:p>
        </w:tc>
      </w:tr>
      <w:tr w:rsidR="0038642D" w:rsidRPr="00EF3F91" w14:paraId="1FB6FDB1" w14:textId="77777777" w:rsidTr="00FA3842">
        <w:tc>
          <w:tcPr>
            <w:tcW w:w="1278" w:type="dxa"/>
            <w:vAlign w:val="center"/>
          </w:tcPr>
          <w:p w14:paraId="30FAC1A5" w14:textId="6BEC7207" w:rsidR="0038642D"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9</w:t>
            </w:r>
          </w:p>
        </w:tc>
        <w:tc>
          <w:tcPr>
            <w:tcW w:w="7920" w:type="dxa"/>
            <w:vAlign w:val="center"/>
          </w:tcPr>
          <w:p w14:paraId="1EE3AED6" w14:textId="5A668068" w:rsidR="0038642D" w:rsidRPr="00D43C96" w:rsidRDefault="0038642D" w:rsidP="001A05CA">
            <w:pPr>
              <w:pStyle w:val="index"/>
              <w:numPr>
                <w:ilvl w:val="0"/>
                <w:numId w:val="0"/>
              </w:numPr>
              <w:shd w:val="clear" w:color="auto" w:fill="FFFFFF"/>
              <w:tabs>
                <w:tab w:val="num" w:pos="1170"/>
              </w:tabs>
              <w:spacing w:after="0" w:line="300" w:lineRule="atLeast"/>
              <w:outlineLvl w:val="0"/>
              <w:rPr>
                <w:rFonts w:cstheme="minorBidi"/>
                <w:cs/>
                <w:lang w:bidi="th-TH"/>
              </w:rPr>
            </w:pPr>
            <w:r>
              <w:rPr>
                <w:rFonts w:cs="Times New Roman"/>
              </w:rPr>
              <w:t>Dividends</w:t>
            </w:r>
          </w:p>
        </w:tc>
      </w:tr>
      <w:tr w:rsidR="0038642D" w:rsidRPr="00EF3F91" w14:paraId="11D443B1" w14:textId="77777777" w:rsidTr="00FA3842">
        <w:tc>
          <w:tcPr>
            <w:tcW w:w="1278" w:type="dxa"/>
            <w:vAlign w:val="center"/>
          </w:tcPr>
          <w:p w14:paraId="063D46F0" w14:textId="08C095F1" w:rsidR="0038642D"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10</w:t>
            </w:r>
          </w:p>
        </w:tc>
        <w:tc>
          <w:tcPr>
            <w:tcW w:w="7920" w:type="dxa"/>
            <w:vAlign w:val="center"/>
          </w:tcPr>
          <w:p w14:paraId="77D71883" w14:textId="20A60F8B" w:rsidR="0038642D" w:rsidRPr="00EF3F91" w:rsidRDefault="0038642D" w:rsidP="001A05CA">
            <w:pPr>
              <w:pStyle w:val="index"/>
              <w:numPr>
                <w:ilvl w:val="0"/>
                <w:numId w:val="0"/>
              </w:numPr>
              <w:shd w:val="clear" w:color="auto" w:fill="FFFFFF"/>
              <w:tabs>
                <w:tab w:val="num" w:pos="1170"/>
              </w:tabs>
              <w:spacing w:after="0" w:line="300" w:lineRule="atLeast"/>
              <w:outlineLvl w:val="0"/>
              <w:rPr>
                <w:rFonts w:cs="Times New Roman"/>
              </w:rPr>
            </w:pPr>
            <w:r w:rsidRPr="00EF3F91">
              <w:rPr>
                <w:rFonts w:cs="Times New Roman"/>
                <w:szCs w:val="22"/>
              </w:rPr>
              <w:t>Financial instruments</w:t>
            </w:r>
          </w:p>
        </w:tc>
      </w:tr>
      <w:tr w:rsidR="00CF6A7D" w:rsidRPr="00EF3F91" w14:paraId="0C75DE8C" w14:textId="77777777" w:rsidTr="00FA3842">
        <w:tc>
          <w:tcPr>
            <w:tcW w:w="1278" w:type="dxa"/>
            <w:vAlign w:val="center"/>
          </w:tcPr>
          <w:p w14:paraId="0C66BBCE" w14:textId="6F6E3489" w:rsidR="00CF6A7D" w:rsidRDefault="00CF6A7D" w:rsidP="001A05CA">
            <w:pPr>
              <w:pStyle w:val="IndexHeading1"/>
              <w:spacing w:after="0" w:line="300" w:lineRule="atLeast"/>
              <w:ind w:left="0" w:firstLine="0"/>
              <w:outlineLvl w:val="0"/>
              <w:rPr>
                <w:rFonts w:cs="Times New Roman"/>
                <w:b w:val="0"/>
                <w:bCs/>
                <w:szCs w:val="22"/>
              </w:rPr>
            </w:pPr>
            <w:r>
              <w:rPr>
                <w:rFonts w:cs="Times New Roman"/>
                <w:b w:val="0"/>
                <w:bCs/>
                <w:szCs w:val="22"/>
              </w:rPr>
              <w:t>11</w:t>
            </w:r>
          </w:p>
        </w:tc>
        <w:tc>
          <w:tcPr>
            <w:tcW w:w="7920" w:type="dxa"/>
            <w:vAlign w:val="center"/>
          </w:tcPr>
          <w:p w14:paraId="5C3F88F4" w14:textId="10205882" w:rsidR="00CF6A7D" w:rsidRPr="00EF3F91" w:rsidRDefault="00CF6A7D" w:rsidP="001A05CA">
            <w:pPr>
              <w:pStyle w:val="index"/>
              <w:numPr>
                <w:ilvl w:val="0"/>
                <w:numId w:val="0"/>
              </w:numPr>
              <w:shd w:val="clear" w:color="auto" w:fill="FFFFFF"/>
              <w:tabs>
                <w:tab w:val="num" w:pos="1170"/>
              </w:tabs>
              <w:spacing w:after="0" w:line="300" w:lineRule="atLeast"/>
              <w:outlineLvl w:val="0"/>
              <w:rPr>
                <w:rFonts w:cs="Times New Roman"/>
                <w:szCs w:val="22"/>
              </w:rPr>
            </w:pPr>
            <w:r w:rsidRPr="00CF6A7D">
              <w:rPr>
                <w:rFonts w:cs="Times New Roman"/>
                <w:szCs w:val="22"/>
              </w:rPr>
              <w:t>Interest-bearing liabilities</w:t>
            </w:r>
          </w:p>
        </w:tc>
      </w:tr>
      <w:tr w:rsidR="0038642D" w:rsidRPr="00EF3F91" w14:paraId="7344FA2F" w14:textId="77777777" w:rsidTr="00FA3842">
        <w:tc>
          <w:tcPr>
            <w:tcW w:w="1278" w:type="dxa"/>
            <w:vAlign w:val="center"/>
          </w:tcPr>
          <w:p w14:paraId="0F898D08" w14:textId="65C936D8" w:rsidR="0038642D" w:rsidRPr="00EF3F91" w:rsidRDefault="0038642D" w:rsidP="001A05CA">
            <w:pPr>
              <w:pStyle w:val="IndexHeading1"/>
              <w:spacing w:after="0" w:line="300" w:lineRule="atLeast"/>
              <w:ind w:left="0" w:firstLine="0"/>
              <w:outlineLvl w:val="0"/>
              <w:rPr>
                <w:rFonts w:cs="Times New Roman"/>
                <w:b w:val="0"/>
                <w:bCs/>
                <w:szCs w:val="22"/>
              </w:rPr>
            </w:pPr>
            <w:r w:rsidRPr="00B80A0B">
              <w:rPr>
                <w:rFonts w:cs="Times New Roman"/>
                <w:b w:val="0"/>
                <w:bCs/>
                <w:szCs w:val="22"/>
              </w:rPr>
              <w:t>1</w:t>
            </w:r>
            <w:r w:rsidR="00CF6A7D">
              <w:rPr>
                <w:rFonts w:cs="Times New Roman"/>
                <w:b w:val="0"/>
                <w:bCs/>
                <w:szCs w:val="22"/>
              </w:rPr>
              <w:t>2</w:t>
            </w:r>
          </w:p>
        </w:tc>
        <w:tc>
          <w:tcPr>
            <w:tcW w:w="7920" w:type="dxa"/>
            <w:vAlign w:val="center"/>
          </w:tcPr>
          <w:p w14:paraId="2AF4253A" w14:textId="5D438F9A" w:rsidR="0038642D" w:rsidRPr="00EF3F91" w:rsidRDefault="0038642D" w:rsidP="001A05CA">
            <w:pPr>
              <w:pStyle w:val="index"/>
              <w:numPr>
                <w:ilvl w:val="0"/>
                <w:numId w:val="0"/>
              </w:numPr>
              <w:tabs>
                <w:tab w:val="num" w:pos="1170"/>
              </w:tabs>
              <w:spacing w:after="0" w:line="300" w:lineRule="atLeast"/>
              <w:ind w:left="1134" w:hanging="1134"/>
              <w:outlineLvl w:val="0"/>
              <w:rPr>
                <w:rFonts w:cs="Times New Roman"/>
                <w:szCs w:val="22"/>
              </w:rPr>
            </w:pPr>
            <w:r w:rsidRPr="00EF3F91">
              <w:rPr>
                <w:rFonts w:cs="Times New Roman"/>
                <w:szCs w:val="22"/>
              </w:rPr>
              <w:t>Commitments with non-related parties</w:t>
            </w:r>
          </w:p>
        </w:tc>
      </w:tr>
      <w:tr w:rsidR="0038642D" w:rsidRPr="00EF3F91" w14:paraId="3C86DA5C" w14:textId="77777777" w:rsidTr="00FA3842">
        <w:tc>
          <w:tcPr>
            <w:tcW w:w="1278" w:type="dxa"/>
            <w:vAlign w:val="center"/>
          </w:tcPr>
          <w:p w14:paraId="383ECE4B" w14:textId="743C1485" w:rsidR="0038642D" w:rsidRPr="0038642D" w:rsidRDefault="0038642D" w:rsidP="001A05CA">
            <w:pPr>
              <w:pStyle w:val="IndexHeading1"/>
              <w:spacing w:after="0" w:line="300" w:lineRule="atLeast"/>
              <w:ind w:left="0" w:firstLine="0"/>
              <w:outlineLvl w:val="0"/>
              <w:rPr>
                <w:b w:val="0"/>
                <w:bCs/>
                <w:szCs w:val="28"/>
                <w:lang w:val="en-US" w:bidi="th-TH"/>
              </w:rPr>
            </w:pPr>
            <w:r>
              <w:rPr>
                <w:b w:val="0"/>
                <w:bCs/>
                <w:szCs w:val="28"/>
                <w:lang w:val="en-US" w:bidi="th-TH"/>
              </w:rPr>
              <w:t>1</w:t>
            </w:r>
            <w:r w:rsidR="00CF6A7D">
              <w:rPr>
                <w:b w:val="0"/>
                <w:bCs/>
                <w:szCs w:val="28"/>
                <w:lang w:val="en-US" w:bidi="th-TH"/>
              </w:rPr>
              <w:t>3</w:t>
            </w:r>
          </w:p>
        </w:tc>
        <w:tc>
          <w:tcPr>
            <w:tcW w:w="7920" w:type="dxa"/>
            <w:vAlign w:val="center"/>
          </w:tcPr>
          <w:p w14:paraId="5C7CD867" w14:textId="4A74B439" w:rsidR="0038642D" w:rsidRPr="00B80A0B" w:rsidRDefault="0038642D" w:rsidP="001A05CA">
            <w:pPr>
              <w:pStyle w:val="index"/>
              <w:numPr>
                <w:ilvl w:val="0"/>
                <w:numId w:val="0"/>
              </w:numPr>
              <w:tabs>
                <w:tab w:val="num" w:pos="1170"/>
              </w:tabs>
              <w:spacing w:after="0" w:line="300" w:lineRule="atLeast"/>
              <w:ind w:left="1134" w:hanging="1134"/>
              <w:outlineLvl w:val="0"/>
              <w:rPr>
                <w:rFonts w:cs="Times New Roman"/>
                <w:szCs w:val="22"/>
              </w:rPr>
            </w:pPr>
            <w:r w:rsidRPr="00B80A0B">
              <w:rPr>
                <w:rFonts w:cs="Times New Roman"/>
                <w:szCs w:val="22"/>
              </w:rPr>
              <w:t>Events after the reporting period</w:t>
            </w:r>
          </w:p>
        </w:tc>
      </w:tr>
      <w:tr w:rsidR="0038642D" w:rsidRPr="00EF3F91" w14:paraId="2178BB2D" w14:textId="77777777" w:rsidTr="00FA3842">
        <w:trPr>
          <w:trHeight w:val="155"/>
        </w:trPr>
        <w:tc>
          <w:tcPr>
            <w:tcW w:w="1278" w:type="dxa"/>
            <w:vAlign w:val="center"/>
          </w:tcPr>
          <w:p w14:paraId="67D37831" w14:textId="0872D65E" w:rsidR="0038642D" w:rsidRPr="00075CCA" w:rsidRDefault="0038642D" w:rsidP="001A05CA">
            <w:pPr>
              <w:pStyle w:val="IndexHeading1"/>
              <w:spacing w:after="0" w:line="300" w:lineRule="atLeast"/>
              <w:ind w:left="0" w:firstLine="0"/>
              <w:outlineLvl w:val="0"/>
              <w:rPr>
                <w:rFonts w:cs="Times New Roman"/>
                <w:b w:val="0"/>
                <w:bCs/>
                <w:szCs w:val="22"/>
                <w:lang w:val="en-US" w:bidi="th-TH"/>
              </w:rPr>
            </w:pPr>
          </w:p>
        </w:tc>
        <w:tc>
          <w:tcPr>
            <w:tcW w:w="7920" w:type="dxa"/>
            <w:vAlign w:val="center"/>
          </w:tcPr>
          <w:p w14:paraId="36B6E4EA" w14:textId="4B514938" w:rsidR="0038642D" w:rsidRPr="00EF3F91" w:rsidRDefault="0038642D" w:rsidP="001A05CA">
            <w:pPr>
              <w:pStyle w:val="index"/>
              <w:numPr>
                <w:ilvl w:val="0"/>
                <w:numId w:val="0"/>
              </w:numPr>
              <w:shd w:val="clear" w:color="auto" w:fill="FFFFFF"/>
              <w:tabs>
                <w:tab w:val="num" w:pos="1170"/>
              </w:tabs>
              <w:spacing w:after="0" w:line="300" w:lineRule="atLeast"/>
              <w:outlineLvl w:val="0"/>
              <w:rPr>
                <w:rFonts w:cs="Times New Roman"/>
                <w:color w:val="0000FF"/>
              </w:rPr>
            </w:pPr>
          </w:p>
        </w:tc>
      </w:tr>
      <w:tr w:rsidR="0038642D" w:rsidRPr="00EF3F91" w14:paraId="1F7CC315" w14:textId="77777777" w:rsidTr="00FA3842">
        <w:tc>
          <w:tcPr>
            <w:tcW w:w="1278" w:type="dxa"/>
            <w:vAlign w:val="center"/>
          </w:tcPr>
          <w:p w14:paraId="265D85F0" w14:textId="77777777" w:rsidR="0038642D" w:rsidRPr="00EF3F91" w:rsidRDefault="0038642D" w:rsidP="001A05CA">
            <w:pPr>
              <w:pStyle w:val="IndexHeading1"/>
              <w:spacing w:after="0" w:line="300" w:lineRule="atLeast"/>
              <w:ind w:left="0" w:firstLine="0"/>
              <w:outlineLvl w:val="0"/>
              <w:rPr>
                <w:rFonts w:cs="Times New Roman"/>
                <w:b w:val="0"/>
                <w:bCs/>
                <w:szCs w:val="22"/>
              </w:rPr>
            </w:pPr>
          </w:p>
        </w:tc>
        <w:tc>
          <w:tcPr>
            <w:tcW w:w="7920" w:type="dxa"/>
            <w:vAlign w:val="center"/>
          </w:tcPr>
          <w:p w14:paraId="6CE81BBB" w14:textId="77777777" w:rsidR="0038642D" w:rsidRPr="00EF3F91" w:rsidRDefault="0038642D" w:rsidP="001A05CA">
            <w:pPr>
              <w:pStyle w:val="index"/>
              <w:numPr>
                <w:ilvl w:val="0"/>
                <w:numId w:val="0"/>
              </w:numPr>
              <w:tabs>
                <w:tab w:val="num" w:pos="1170"/>
              </w:tabs>
              <w:spacing w:after="0" w:line="300" w:lineRule="atLeast"/>
              <w:ind w:left="1134" w:hanging="1134"/>
              <w:outlineLvl w:val="0"/>
              <w:rPr>
                <w:rFonts w:cs="Times New Roman"/>
                <w:szCs w:val="22"/>
              </w:rPr>
            </w:pPr>
          </w:p>
        </w:tc>
      </w:tr>
    </w:tbl>
    <w:p w14:paraId="29B4CE19" w14:textId="4DB099C5" w:rsidR="009A5097" w:rsidRDefault="00B32562" w:rsidP="000119F3">
      <w:pPr>
        <w:spacing w:line="300" w:lineRule="atLeast"/>
        <w:ind w:left="547"/>
        <w:rPr>
          <w:sz w:val="22"/>
          <w:szCs w:val="22"/>
        </w:rPr>
      </w:pPr>
      <w:r w:rsidRPr="00EF3F91">
        <w:rPr>
          <w:sz w:val="22"/>
          <w:szCs w:val="22"/>
        </w:rPr>
        <w:br w:type="page"/>
      </w:r>
      <w:r w:rsidRPr="00EF3F91">
        <w:rPr>
          <w:sz w:val="22"/>
          <w:szCs w:val="22"/>
        </w:rPr>
        <w:lastRenderedPageBreak/>
        <w:t>These notes form an integral part of the</w:t>
      </w:r>
      <w:r w:rsidR="008325C1" w:rsidRPr="00EF3F91">
        <w:rPr>
          <w:sz w:val="22"/>
          <w:szCs w:val="22"/>
        </w:rPr>
        <w:t xml:space="preserve"> interim</w:t>
      </w:r>
      <w:r w:rsidRPr="00EF3F91">
        <w:rPr>
          <w:sz w:val="22"/>
          <w:szCs w:val="22"/>
        </w:rPr>
        <w:t xml:space="preserve"> financial statements.</w:t>
      </w:r>
    </w:p>
    <w:p w14:paraId="4D3A944E" w14:textId="77777777" w:rsidR="000119F3" w:rsidRPr="000119F3" w:rsidRDefault="000119F3" w:rsidP="000119F3">
      <w:pPr>
        <w:spacing w:line="300" w:lineRule="atLeast"/>
        <w:ind w:left="547"/>
        <w:rPr>
          <w:sz w:val="22"/>
          <w:szCs w:val="22"/>
        </w:rPr>
      </w:pPr>
    </w:p>
    <w:p w14:paraId="789F46A7" w14:textId="1E63038B" w:rsidR="000119F3" w:rsidRDefault="000119F3" w:rsidP="000119F3">
      <w:pPr>
        <w:tabs>
          <w:tab w:val="left" w:pos="1800"/>
        </w:tabs>
        <w:spacing w:line="300" w:lineRule="atLeast"/>
        <w:ind w:left="547"/>
        <w:jc w:val="thaiDistribute"/>
        <w:rPr>
          <w:sz w:val="22"/>
          <w:szCs w:val="22"/>
        </w:rPr>
      </w:pPr>
      <w:r w:rsidRPr="00EF3F91">
        <w:rPr>
          <w:sz w:val="22"/>
          <w:szCs w:val="22"/>
        </w:rPr>
        <w:t xml:space="preserve">The interim financial statements issued for Thai regulatory reporting purposes are prepared in the Thai language. These English language financial statements have been prepared from the Thai language </w:t>
      </w:r>
      <w:r w:rsidRPr="00F633A7">
        <w:rPr>
          <w:sz w:val="22"/>
          <w:szCs w:val="22"/>
        </w:rPr>
        <w:t>statutory financial statements and were approved and authorised for issue by the Board of Directors on</w:t>
      </w:r>
      <w:r w:rsidR="002715A3">
        <w:rPr>
          <w:sz w:val="22"/>
          <w:szCs w:val="22"/>
        </w:rPr>
        <w:t xml:space="preserve"> 11</w:t>
      </w:r>
      <w:r>
        <w:rPr>
          <w:sz w:val="22"/>
          <w:szCs w:val="22"/>
        </w:rPr>
        <w:t xml:space="preserve"> </w:t>
      </w:r>
      <w:r w:rsidR="001742DD">
        <w:rPr>
          <w:sz w:val="22"/>
          <w:szCs w:val="22"/>
        </w:rPr>
        <w:t>November</w:t>
      </w:r>
      <w:r w:rsidR="001742DD" w:rsidDel="001742DD">
        <w:rPr>
          <w:sz w:val="22"/>
          <w:szCs w:val="22"/>
        </w:rPr>
        <w:t xml:space="preserve"> </w:t>
      </w:r>
      <w:r w:rsidRPr="00F1188E">
        <w:rPr>
          <w:sz w:val="22"/>
          <w:szCs w:val="22"/>
        </w:rPr>
        <w:t>202</w:t>
      </w:r>
      <w:r>
        <w:rPr>
          <w:sz w:val="22"/>
          <w:szCs w:val="22"/>
        </w:rPr>
        <w:t>5.</w:t>
      </w:r>
    </w:p>
    <w:p w14:paraId="645A55ED" w14:textId="77777777" w:rsidR="000119F3" w:rsidRPr="009A5097" w:rsidRDefault="000119F3" w:rsidP="000119F3">
      <w:pPr>
        <w:spacing w:line="300" w:lineRule="atLeast"/>
        <w:ind w:left="547"/>
        <w:rPr>
          <w:sz w:val="22"/>
          <w:szCs w:val="22"/>
        </w:rPr>
      </w:pPr>
    </w:p>
    <w:p w14:paraId="7F684A5C" w14:textId="18536389" w:rsidR="00B32562" w:rsidRDefault="0058621C" w:rsidP="001A05CA">
      <w:pPr>
        <w:spacing w:line="300" w:lineRule="atLeast"/>
        <w:ind w:left="547" w:hanging="547"/>
        <w:jc w:val="both"/>
        <w:rPr>
          <w:rFonts w:eastAsia="Arial Unicode MS"/>
          <w:b/>
          <w:bCs/>
          <w:sz w:val="24"/>
          <w:szCs w:val="24"/>
        </w:rPr>
      </w:pPr>
      <w:r>
        <w:rPr>
          <w:rFonts w:eastAsia="Arial Unicode MS"/>
          <w:b/>
          <w:bCs/>
          <w:sz w:val="24"/>
          <w:szCs w:val="24"/>
        </w:rPr>
        <w:t>1</w:t>
      </w:r>
      <w:r w:rsidR="00B32562" w:rsidRPr="00EF3F91">
        <w:rPr>
          <w:rFonts w:eastAsia="Arial Unicode MS"/>
          <w:b/>
          <w:bCs/>
          <w:sz w:val="24"/>
          <w:szCs w:val="24"/>
        </w:rPr>
        <w:tab/>
        <w:t xml:space="preserve">Basis of preparation of the </w:t>
      </w:r>
      <w:r w:rsidR="008325C1" w:rsidRPr="00EF3F91">
        <w:rPr>
          <w:rFonts w:eastAsia="Arial Unicode MS"/>
          <w:b/>
          <w:bCs/>
          <w:sz w:val="24"/>
          <w:szCs w:val="24"/>
        </w:rPr>
        <w:t xml:space="preserve">interim </w:t>
      </w:r>
      <w:r w:rsidR="00B32562" w:rsidRPr="00EF3F91">
        <w:rPr>
          <w:rFonts w:eastAsia="Arial Unicode MS"/>
          <w:b/>
          <w:bCs/>
          <w:sz w:val="24"/>
          <w:szCs w:val="24"/>
        </w:rPr>
        <w:t xml:space="preserve">financial statements </w:t>
      </w:r>
    </w:p>
    <w:p w14:paraId="67E14D5E" w14:textId="77777777" w:rsidR="009A5097" w:rsidRPr="009A5097" w:rsidRDefault="009A5097" w:rsidP="001A05CA">
      <w:pPr>
        <w:tabs>
          <w:tab w:val="left" w:pos="1800"/>
        </w:tabs>
        <w:spacing w:line="300" w:lineRule="atLeast"/>
        <w:ind w:left="547"/>
        <w:jc w:val="thaiDistribute"/>
        <w:rPr>
          <w:rFonts w:eastAsia="Arial Unicode MS"/>
          <w:b/>
          <w:bCs/>
          <w:sz w:val="22"/>
          <w:szCs w:val="22"/>
        </w:rPr>
      </w:pPr>
    </w:p>
    <w:p w14:paraId="57DA3FB8" w14:textId="7B4BC95E" w:rsidR="0058621C" w:rsidRPr="00A82485" w:rsidRDefault="0058621C" w:rsidP="001A05CA">
      <w:pPr>
        <w:pStyle w:val="BodyText"/>
        <w:spacing w:line="300" w:lineRule="atLeast"/>
        <w:ind w:left="540"/>
        <w:rPr>
          <w:rFonts w:cs="Times New Roman"/>
          <w:sz w:val="22"/>
          <w:szCs w:val="22"/>
        </w:rPr>
      </w:pPr>
      <w:r w:rsidRPr="00A82485">
        <w:rPr>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A82485">
        <w:rPr>
          <w:i/>
          <w:iCs/>
          <w:sz w:val="22"/>
          <w:szCs w:val="22"/>
        </w:rPr>
        <w:t xml:space="preserve">Interim Financial Reporting, </w:t>
      </w:r>
      <w:r w:rsidRPr="00A82485">
        <w:rPr>
          <w:sz w:val="22"/>
          <w:szCs w:val="22"/>
        </w:rPr>
        <w:t xml:space="preserve">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CF2CAB" w:rsidRPr="00A82485">
        <w:rPr>
          <w:sz w:val="22"/>
          <w:szCs w:val="22"/>
        </w:rPr>
        <w:br/>
      </w:r>
      <w:r w:rsidRPr="00A82485">
        <w:rPr>
          <w:sz w:val="22"/>
          <w:szCs w:val="22"/>
        </w:rPr>
        <w:t>31 December 202</w:t>
      </w:r>
      <w:r w:rsidR="009762F8">
        <w:rPr>
          <w:sz w:val="22"/>
          <w:szCs w:val="22"/>
        </w:rPr>
        <w:t>4</w:t>
      </w:r>
      <w:r w:rsidRPr="00A82485">
        <w:rPr>
          <w:sz w:val="22"/>
          <w:szCs w:val="22"/>
        </w:rPr>
        <w:t>.</w:t>
      </w:r>
    </w:p>
    <w:p w14:paraId="3CF1B0BF" w14:textId="77777777" w:rsidR="00833DD9" w:rsidRPr="009A5097" w:rsidRDefault="00833DD9" w:rsidP="001A05CA">
      <w:pPr>
        <w:tabs>
          <w:tab w:val="left" w:pos="1800"/>
        </w:tabs>
        <w:spacing w:line="300" w:lineRule="atLeast"/>
        <w:ind w:left="547"/>
        <w:jc w:val="thaiDistribute"/>
        <w:rPr>
          <w:b/>
          <w:bCs/>
          <w:color w:val="0000FF"/>
          <w:sz w:val="22"/>
          <w:szCs w:val="22"/>
        </w:rPr>
      </w:pPr>
    </w:p>
    <w:p w14:paraId="61DBAB9E" w14:textId="30CDAC72" w:rsidR="00F16B76" w:rsidRDefault="0058621C" w:rsidP="001A05CA">
      <w:pPr>
        <w:pStyle w:val="BodyText"/>
        <w:spacing w:line="300" w:lineRule="atLeast"/>
        <w:ind w:left="540" w:right="3"/>
        <w:jc w:val="thaiDistribute"/>
        <w:rPr>
          <w:sz w:val="22"/>
          <w:szCs w:val="22"/>
        </w:rPr>
      </w:pPr>
      <w:r w:rsidRPr="00A82485">
        <w:rPr>
          <w:sz w:val="22"/>
          <w:szCs w:val="22"/>
        </w:rPr>
        <w:t>In preparing these interim financial statements, judgements and estimates are made by management in applying the Group’s accounting policies. Actual results may differ from these estimates.</w:t>
      </w:r>
      <w:r w:rsidRPr="00A82485">
        <w:rPr>
          <w:rFonts w:cstheme="minorBidi"/>
          <w:sz w:val="22"/>
          <w:szCs w:val="22"/>
        </w:rPr>
        <w:t xml:space="preserve"> </w:t>
      </w:r>
      <w:r w:rsidRPr="00A82485">
        <w:rPr>
          <w:sz w:val="22"/>
          <w:szCs w:val="22"/>
        </w:rPr>
        <w:t>The accounting policies, methods of computation and the key sources of estimation uncertainty were the same as those that described in the financial statements for the year ended 31 December 202</w:t>
      </w:r>
      <w:r w:rsidR="009762F8">
        <w:rPr>
          <w:sz w:val="22"/>
          <w:szCs w:val="22"/>
        </w:rPr>
        <w:t>4</w:t>
      </w:r>
      <w:r w:rsidR="000F1148" w:rsidRPr="00A82485">
        <w:rPr>
          <w:sz w:val="22"/>
          <w:szCs w:val="22"/>
        </w:rPr>
        <w:t>.</w:t>
      </w:r>
    </w:p>
    <w:p w14:paraId="1A8BF1E9" w14:textId="77777777" w:rsidR="00175A31" w:rsidRDefault="00175A31" w:rsidP="001A05CA">
      <w:pPr>
        <w:pStyle w:val="BodyText"/>
        <w:spacing w:line="300" w:lineRule="atLeast"/>
        <w:ind w:left="540" w:right="3"/>
        <w:jc w:val="thaiDistribute"/>
        <w:rPr>
          <w:sz w:val="22"/>
          <w:szCs w:val="22"/>
        </w:rPr>
      </w:pPr>
    </w:p>
    <w:p w14:paraId="515275F5" w14:textId="598DCDD6" w:rsidR="00175A31" w:rsidRDefault="00175A31" w:rsidP="001A05CA">
      <w:pPr>
        <w:pStyle w:val="Heading1"/>
        <w:spacing w:line="300" w:lineRule="atLeast"/>
        <w:ind w:left="540" w:hanging="540"/>
        <w:jc w:val="left"/>
        <w:rPr>
          <w:sz w:val="24"/>
          <w:szCs w:val="24"/>
        </w:rPr>
      </w:pPr>
      <w:r>
        <w:rPr>
          <w:rFonts w:cstheme="minorBidi"/>
          <w:sz w:val="24"/>
          <w:szCs w:val="32"/>
        </w:rPr>
        <w:t xml:space="preserve">2       </w:t>
      </w:r>
      <w:r w:rsidRPr="00306A3D">
        <w:rPr>
          <w:rFonts w:cstheme="minorBidi"/>
          <w:sz w:val="24"/>
          <w:szCs w:val="32"/>
        </w:rPr>
        <w:t xml:space="preserve">Acquisitions of </w:t>
      </w:r>
      <w:r w:rsidRPr="005266C5">
        <w:rPr>
          <w:rFonts w:cstheme="minorBidi"/>
        </w:rPr>
        <w:t>business</w:t>
      </w:r>
    </w:p>
    <w:p w14:paraId="4D02001B" w14:textId="77777777" w:rsidR="00175A31" w:rsidRPr="00306A3D" w:rsidRDefault="00175A31" w:rsidP="001A05CA">
      <w:pPr>
        <w:autoSpaceDE w:val="0"/>
        <w:autoSpaceDN w:val="0"/>
        <w:adjustRightInd w:val="0"/>
        <w:spacing w:line="300" w:lineRule="atLeast"/>
        <w:jc w:val="both"/>
        <w:rPr>
          <w:rFonts w:cs="Univers 45 Light"/>
          <w:color w:val="000000"/>
          <w:sz w:val="22"/>
          <w:szCs w:val="22"/>
        </w:rPr>
      </w:pPr>
    </w:p>
    <w:p w14:paraId="60CAF3F5" w14:textId="7DFA93BB" w:rsidR="00175A31" w:rsidRPr="00306A3D" w:rsidRDefault="00175A31" w:rsidP="00BE2C8A">
      <w:pPr>
        <w:pStyle w:val="Heading2"/>
        <w:numPr>
          <w:ilvl w:val="0"/>
          <w:numId w:val="49"/>
        </w:numPr>
        <w:spacing w:line="300" w:lineRule="atLeast"/>
        <w:ind w:left="540" w:hanging="540"/>
        <w:jc w:val="left"/>
        <w:rPr>
          <w:b w:val="0"/>
          <w:i/>
        </w:rPr>
      </w:pPr>
      <w:r w:rsidRPr="00306A3D">
        <w:rPr>
          <w:b w:val="0"/>
          <w:i/>
        </w:rPr>
        <w:t xml:space="preserve">Acquisition of </w:t>
      </w:r>
      <w:r w:rsidR="001A05CA" w:rsidRPr="001A05CA">
        <w:rPr>
          <w:b w:val="0"/>
          <w:bCs w:val="0"/>
          <w:i/>
          <w:iCs/>
        </w:rPr>
        <w:t>KCE Printed Circuit Boards GmbH</w:t>
      </w:r>
    </w:p>
    <w:p w14:paraId="64FDEA46" w14:textId="77777777" w:rsidR="00175A31" w:rsidRPr="00306A3D" w:rsidRDefault="00175A31" w:rsidP="001A05CA">
      <w:pPr>
        <w:pStyle w:val="BodyText"/>
        <w:spacing w:line="300" w:lineRule="atLeast"/>
        <w:rPr>
          <w:sz w:val="22"/>
          <w:szCs w:val="22"/>
        </w:rPr>
      </w:pPr>
    </w:p>
    <w:p w14:paraId="7C116B53" w14:textId="54CEA335" w:rsidR="00175A31" w:rsidRPr="000F6465" w:rsidRDefault="00175A31" w:rsidP="001A05CA">
      <w:pPr>
        <w:spacing w:line="300" w:lineRule="atLeast"/>
        <w:ind w:left="540"/>
        <w:jc w:val="thaiDistribute"/>
        <w:rPr>
          <w:rFonts w:cs="Angsana New"/>
          <w:b/>
          <w:bCs/>
          <w:color w:val="0000FF"/>
          <w:sz w:val="22"/>
          <w:szCs w:val="24"/>
        </w:rPr>
      </w:pPr>
      <w:r w:rsidRPr="00306A3D">
        <w:rPr>
          <w:sz w:val="22"/>
          <w:szCs w:val="22"/>
        </w:rPr>
        <w:t xml:space="preserve">On </w:t>
      </w:r>
      <w:r w:rsidR="009F2AF3" w:rsidRPr="00B80A0B">
        <w:rPr>
          <w:sz w:val="22"/>
          <w:szCs w:val="22"/>
        </w:rPr>
        <w:t>1 April 2025</w:t>
      </w:r>
      <w:r w:rsidR="003665D3">
        <w:rPr>
          <w:sz w:val="22"/>
          <w:szCs w:val="22"/>
        </w:rPr>
        <w:t>,</w:t>
      </w:r>
      <w:r w:rsidR="009F2AF3">
        <w:rPr>
          <w:sz w:val="22"/>
          <w:szCs w:val="22"/>
        </w:rPr>
        <w:t xml:space="preserve"> </w:t>
      </w:r>
      <w:r w:rsidRPr="00306A3D">
        <w:rPr>
          <w:sz w:val="22"/>
          <w:szCs w:val="22"/>
        </w:rPr>
        <w:t xml:space="preserve">the Group obtained </w:t>
      </w:r>
      <w:r w:rsidRPr="000119F3">
        <w:rPr>
          <w:sz w:val="22"/>
          <w:szCs w:val="22"/>
        </w:rPr>
        <w:t xml:space="preserve">control of </w:t>
      </w:r>
      <w:r w:rsidR="001A05CA" w:rsidRPr="000119F3">
        <w:rPr>
          <w:sz w:val="22"/>
          <w:szCs w:val="22"/>
        </w:rPr>
        <w:t>KCE Printed Circuit Boards GmbH</w:t>
      </w:r>
      <w:r w:rsidRPr="000119F3">
        <w:rPr>
          <w:sz w:val="22"/>
          <w:szCs w:val="22"/>
        </w:rPr>
        <w:t xml:space="preserve"> which is engaged in the business of sales agent in foreign countries and incorporate</w:t>
      </w:r>
      <w:r w:rsidR="003665D3">
        <w:rPr>
          <w:sz w:val="22"/>
          <w:szCs w:val="22"/>
        </w:rPr>
        <w:t>d</w:t>
      </w:r>
      <w:r w:rsidRPr="000119F3">
        <w:rPr>
          <w:sz w:val="22"/>
          <w:szCs w:val="22"/>
        </w:rPr>
        <w:t xml:space="preserve"> under the laws of the </w:t>
      </w:r>
      <w:r w:rsidR="000119F3" w:rsidRPr="000119F3">
        <w:rPr>
          <w:sz w:val="22"/>
          <w:szCs w:val="22"/>
        </w:rPr>
        <w:t>Germany</w:t>
      </w:r>
      <w:r w:rsidRPr="000119F3">
        <w:rPr>
          <w:sz w:val="22"/>
          <w:szCs w:val="22"/>
        </w:rPr>
        <w:t xml:space="preserve"> as per the definitive Share Purchase Agreement dated 2</w:t>
      </w:r>
      <w:r w:rsidR="000119F3" w:rsidRPr="000119F3">
        <w:rPr>
          <w:sz w:val="22"/>
          <w:szCs w:val="22"/>
        </w:rPr>
        <w:t>1</w:t>
      </w:r>
      <w:r w:rsidRPr="000119F3">
        <w:rPr>
          <w:sz w:val="22"/>
          <w:szCs w:val="22"/>
        </w:rPr>
        <w:t xml:space="preserve"> </w:t>
      </w:r>
      <w:r w:rsidR="000119F3" w:rsidRPr="000119F3">
        <w:rPr>
          <w:sz w:val="22"/>
          <w:szCs w:val="22"/>
        </w:rPr>
        <w:t>January</w:t>
      </w:r>
      <w:r w:rsidRPr="000119F3">
        <w:rPr>
          <w:sz w:val="22"/>
          <w:szCs w:val="22"/>
        </w:rPr>
        <w:t xml:space="preserve"> 202</w:t>
      </w:r>
      <w:r w:rsidR="000119F3" w:rsidRPr="000119F3">
        <w:rPr>
          <w:sz w:val="22"/>
          <w:szCs w:val="22"/>
        </w:rPr>
        <w:t>5</w:t>
      </w:r>
      <w:r w:rsidRPr="000119F3">
        <w:rPr>
          <w:sz w:val="22"/>
          <w:szCs w:val="22"/>
        </w:rPr>
        <w:t xml:space="preserve"> through its subsidiary, Circuit </w:t>
      </w:r>
      <w:r w:rsidR="00F52E4A">
        <w:rPr>
          <w:sz w:val="22"/>
          <w:szCs w:val="22"/>
        </w:rPr>
        <w:br/>
      </w:r>
      <w:r w:rsidRPr="000119F3">
        <w:rPr>
          <w:sz w:val="22"/>
          <w:szCs w:val="22"/>
        </w:rPr>
        <w:t>Holding Co., Ltd., by acquiring 100% of the shares and voting interests in the company. The consideration consisted of a cash payment of</w:t>
      </w:r>
      <w:r w:rsidR="000119F3" w:rsidRPr="000119F3">
        <w:rPr>
          <w:sz w:val="22"/>
          <w:szCs w:val="22"/>
        </w:rPr>
        <w:t xml:space="preserve"> E</w:t>
      </w:r>
      <w:r w:rsidR="00F52E4A">
        <w:rPr>
          <w:sz w:val="22"/>
          <w:szCs w:val="22"/>
        </w:rPr>
        <w:t>URO</w:t>
      </w:r>
      <w:r w:rsidRPr="000119F3">
        <w:rPr>
          <w:szCs w:val="22"/>
        </w:rPr>
        <w:t xml:space="preserve"> </w:t>
      </w:r>
      <w:r w:rsidR="000119F3" w:rsidRPr="000119F3">
        <w:rPr>
          <w:sz w:val="22"/>
          <w:szCs w:val="24"/>
        </w:rPr>
        <w:t>10.65</w:t>
      </w:r>
      <w:r w:rsidRPr="000119F3">
        <w:rPr>
          <w:sz w:val="22"/>
          <w:szCs w:val="24"/>
        </w:rPr>
        <w:t xml:space="preserve"> million (Baht </w:t>
      </w:r>
      <w:r w:rsidR="000119F3" w:rsidRPr="000119F3">
        <w:rPr>
          <w:sz w:val="22"/>
          <w:szCs w:val="24"/>
        </w:rPr>
        <w:t>392.15</w:t>
      </w:r>
      <w:r w:rsidRPr="000119F3">
        <w:rPr>
          <w:sz w:val="22"/>
          <w:szCs w:val="24"/>
          <w:cs/>
        </w:rPr>
        <w:t xml:space="preserve"> </w:t>
      </w:r>
      <w:r w:rsidRPr="000119F3">
        <w:rPr>
          <w:sz w:val="22"/>
          <w:szCs w:val="24"/>
        </w:rPr>
        <w:t>million</w:t>
      </w:r>
      <w:r w:rsidRPr="000119F3">
        <w:rPr>
          <w:rFonts w:cstheme="minorBidi"/>
          <w:sz w:val="22"/>
          <w:szCs w:val="24"/>
        </w:rPr>
        <w:t>).</w:t>
      </w:r>
      <w:r w:rsidRPr="000119F3">
        <w:rPr>
          <w:rFonts w:cstheme="minorBidi" w:hint="cs"/>
          <w:sz w:val="22"/>
          <w:szCs w:val="24"/>
          <w:cs/>
        </w:rPr>
        <w:t xml:space="preserve"> </w:t>
      </w:r>
      <w:r w:rsidRPr="000119F3">
        <w:rPr>
          <w:sz w:val="22"/>
          <w:szCs w:val="24"/>
        </w:rPr>
        <w:t xml:space="preserve">The Group incurred acquisition-related costs of </w:t>
      </w:r>
      <w:r w:rsidRPr="000F6465">
        <w:rPr>
          <w:sz w:val="22"/>
          <w:szCs w:val="24"/>
        </w:rPr>
        <w:t xml:space="preserve">Baht </w:t>
      </w:r>
      <w:r w:rsidR="000119F3" w:rsidRPr="000F6465">
        <w:rPr>
          <w:sz w:val="22"/>
          <w:szCs w:val="24"/>
        </w:rPr>
        <w:t>10</w:t>
      </w:r>
      <w:r w:rsidR="00D43C96" w:rsidRPr="000F6465">
        <w:rPr>
          <w:sz w:val="22"/>
          <w:szCs w:val="24"/>
        </w:rPr>
        <w:t>.4</w:t>
      </w:r>
      <w:r w:rsidR="00BB2A3D">
        <w:rPr>
          <w:sz w:val="22"/>
          <w:szCs w:val="24"/>
        </w:rPr>
        <w:t>1</w:t>
      </w:r>
      <w:r w:rsidRPr="000F6465">
        <w:rPr>
          <w:sz w:val="22"/>
          <w:szCs w:val="24"/>
        </w:rPr>
        <w:t xml:space="preserve"> million which have been included in administrative expenses.</w:t>
      </w:r>
      <w:r w:rsidRPr="000F6465">
        <w:rPr>
          <w:b/>
          <w:bCs/>
          <w:color w:val="0000FF"/>
          <w:sz w:val="22"/>
          <w:szCs w:val="24"/>
        </w:rPr>
        <w:t xml:space="preserve"> </w:t>
      </w:r>
    </w:p>
    <w:p w14:paraId="434F3E92" w14:textId="77777777" w:rsidR="00175A31" w:rsidRPr="000F6465" w:rsidRDefault="00175A31" w:rsidP="001A05CA">
      <w:pPr>
        <w:spacing w:line="300" w:lineRule="atLeast"/>
        <w:ind w:left="540"/>
        <w:rPr>
          <w:color w:val="000000"/>
          <w:sz w:val="22"/>
          <w:szCs w:val="24"/>
          <w:cs/>
        </w:rPr>
      </w:pPr>
    </w:p>
    <w:p w14:paraId="522044C6" w14:textId="0AD856FA" w:rsidR="00175A31" w:rsidRPr="000F6465" w:rsidRDefault="00175A31" w:rsidP="001A05CA">
      <w:pPr>
        <w:spacing w:line="300" w:lineRule="atLeast"/>
        <w:ind w:left="540"/>
        <w:jc w:val="thaiDistribute"/>
        <w:rPr>
          <w:sz w:val="22"/>
          <w:szCs w:val="24"/>
        </w:rPr>
      </w:pPr>
      <w:r w:rsidRPr="000F6465">
        <w:rPr>
          <w:sz w:val="22"/>
          <w:szCs w:val="24"/>
        </w:rPr>
        <w:t xml:space="preserve">Taking control of </w:t>
      </w:r>
      <w:r w:rsidR="001A05CA" w:rsidRPr="000F6465">
        <w:rPr>
          <w:sz w:val="22"/>
          <w:szCs w:val="22"/>
        </w:rPr>
        <w:t>KCE Printed Circuit Boards GmbH</w:t>
      </w:r>
      <w:r w:rsidR="001A05CA" w:rsidRPr="000F6465">
        <w:rPr>
          <w:sz w:val="22"/>
          <w:szCs w:val="24"/>
        </w:rPr>
        <w:t xml:space="preserve"> </w:t>
      </w:r>
      <w:r w:rsidRPr="000F6465">
        <w:rPr>
          <w:sz w:val="22"/>
          <w:szCs w:val="24"/>
        </w:rPr>
        <w:t>will enable the Group to align the Group’s marketing strategy with its strategic goals more effectively. The acquisition is expected to provide the Group to improve management of sales office expenses in the European region, contributing to increase profit share and assets</w:t>
      </w:r>
      <w:r w:rsidRPr="000F6465">
        <w:rPr>
          <w:sz w:val="22"/>
          <w:szCs w:val="22"/>
        </w:rPr>
        <w:t xml:space="preserve"> </w:t>
      </w:r>
      <w:r w:rsidRPr="000F6465">
        <w:rPr>
          <w:sz w:val="22"/>
          <w:szCs w:val="24"/>
        </w:rPr>
        <w:t>in the Group's consolidated financial statements.</w:t>
      </w:r>
    </w:p>
    <w:p w14:paraId="3AFB42B0" w14:textId="77777777" w:rsidR="00175A31" w:rsidRPr="000F6465" w:rsidRDefault="00175A31" w:rsidP="001A05CA">
      <w:pPr>
        <w:spacing w:line="300" w:lineRule="atLeast"/>
        <w:ind w:left="540"/>
        <w:rPr>
          <w:color w:val="000000"/>
          <w:sz w:val="22"/>
          <w:szCs w:val="24"/>
        </w:rPr>
      </w:pPr>
    </w:p>
    <w:p w14:paraId="71E90851" w14:textId="77777777" w:rsidR="000119F3" w:rsidRPr="000F6465" w:rsidRDefault="000119F3" w:rsidP="001A05CA">
      <w:pPr>
        <w:spacing w:line="300" w:lineRule="atLeast"/>
        <w:ind w:left="540"/>
        <w:rPr>
          <w:color w:val="000000"/>
          <w:sz w:val="22"/>
          <w:szCs w:val="24"/>
        </w:rPr>
      </w:pPr>
    </w:p>
    <w:p w14:paraId="2129F34E" w14:textId="77777777" w:rsidR="000119F3" w:rsidRPr="000F6465" w:rsidRDefault="000119F3" w:rsidP="001A05CA">
      <w:pPr>
        <w:spacing w:line="300" w:lineRule="atLeast"/>
        <w:ind w:left="540"/>
        <w:rPr>
          <w:color w:val="000000"/>
          <w:sz w:val="22"/>
          <w:szCs w:val="24"/>
        </w:rPr>
      </w:pPr>
    </w:p>
    <w:p w14:paraId="20B89DEC" w14:textId="77777777" w:rsidR="000119F3" w:rsidRPr="000F6465" w:rsidRDefault="000119F3" w:rsidP="001A05CA">
      <w:pPr>
        <w:spacing w:line="300" w:lineRule="atLeast"/>
        <w:ind w:left="540"/>
        <w:rPr>
          <w:color w:val="000000"/>
          <w:sz w:val="22"/>
          <w:szCs w:val="24"/>
        </w:rPr>
      </w:pPr>
    </w:p>
    <w:p w14:paraId="7D274E9F" w14:textId="77777777" w:rsidR="006546E0" w:rsidRPr="000F6465" w:rsidRDefault="006546E0" w:rsidP="00FC4AF8">
      <w:pPr>
        <w:spacing w:line="300" w:lineRule="atLeast"/>
        <w:jc w:val="thaiDistribute"/>
        <w:rPr>
          <w:rFonts w:cstheme="minorBidi"/>
          <w:sz w:val="22"/>
          <w:szCs w:val="24"/>
        </w:rPr>
      </w:pPr>
    </w:p>
    <w:p w14:paraId="6AD22967" w14:textId="747A550B" w:rsidR="006546E0" w:rsidRPr="006546E0" w:rsidRDefault="006546E0" w:rsidP="001A05CA">
      <w:pPr>
        <w:spacing w:line="300" w:lineRule="atLeast"/>
        <w:ind w:left="540"/>
        <w:jc w:val="thaiDistribute"/>
        <w:rPr>
          <w:sz w:val="22"/>
          <w:szCs w:val="22"/>
        </w:rPr>
      </w:pPr>
      <w:r w:rsidRPr="000F6465">
        <w:rPr>
          <w:sz w:val="22"/>
          <w:szCs w:val="22"/>
        </w:rPr>
        <w:lastRenderedPageBreak/>
        <w:t xml:space="preserve">During the period from the acquisition date to </w:t>
      </w:r>
      <w:r w:rsidR="001742DD" w:rsidRPr="000F6465">
        <w:rPr>
          <w:sz w:val="22"/>
          <w:szCs w:val="22"/>
        </w:rPr>
        <w:t>30 September</w:t>
      </w:r>
      <w:r w:rsidRPr="000F6465">
        <w:rPr>
          <w:sz w:val="22"/>
          <w:szCs w:val="22"/>
        </w:rPr>
        <w:t xml:space="preserve"> 2025, KCE Printed Circuit Boards GmbH contributed revenue of </w:t>
      </w:r>
      <w:r w:rsidR="004C40D0" w:rsidRPr="000F6465">
        <w:rPr>
          <w:sz w:val="22"/>
          <w:szCs w:val="22"/>
        </w:rPr>
        <w:t>E</w:t>
      </w:r>
      <w:r w:rsidR="00F52E4A" w:rsidRPr="000F6465">
        <w:rPr>
          <w:sz w:val="22"/>
          <w:szCs w:val="22"/>
        </w:rPr>
        <w:t>URO</w:t>
      </w:r>
      <w:r w:rsidR="004C40D0" w:rsidRPr="000F6465">
        <w:rPr>
          <w:sz w:val="22"/>
          <w:szCs w:val="22"/>
        </w:rPr>
        <w:t xml:space="preserve"> </w:t>
      </w:r>
      <w:r w:rsidR="008F7072" w:rsidRPr="000F6465">
        <w:rPr>
          <w:sz w:val="22"/>
          <w:szCs w:val="22"/>
        </w:rPr>
        <w:t>15</w:t>
      </w:r>
      <w:r w:rsidR="004D4E38">
        <w:rPr>
          <w:sz w:val="22"/>
          <w:szCs w:val="22"/>
        </w:rPr>
        <w:t>.04</w:t>
      </w:r>
      <w:r w:rsidR="008F7072" w:rsidRPr="000F6465">
        <w:rPr>
          <w:sz w:val="22"/>
          <w:szCs w:val="22"/>
        </w:rPr>
        <w:t xml:space="preserve"> </w:t>
      </w:r>
      <w:r w:rsidR="004C40D0" w:rsidRPr="000F6465">
        <w:rPr>
          <w:sz w:val="22"/>
          <w:szCs w:val="22"/>
        </w:rPr>
        <w:t>million (</w:t>
      </w:r>
      <w:r w:rsidRPr="000F6465">
        <w:rPr>
          <w:sz w:val="22"/>
          <w:szCs w:val="22"/>
        </w:rPr>
        <w:t>Baht</w:t>
      </w:r>
      <w:r w:rsidR="008F7072" w:rsidRPr="000F6465">
        <w:rPr>
          <w:sz w:val="22"/>
          <w:szCs w:val="22"/>
        </w:rPr>
        <w:t xml:space="preserve"> 565.98</w:t>
      </w:r>
      <w:r w:rsidRPr="000F6465">
        <w:rPr>
          <w:sz w:val="22"/>
          <w:szCs w:val="22"/>
        </w:rPr>
        <w:t xml:space="preserve"> million</w:t>
      </w:r>
      <w:r w:rsidR="004C40D0" w:rsidRPr="000F6465">
        <w:rPr>
          <w:sz w:val="22"/>
          <w:szCs w:val="22"/>
        </w:rPr>
        <w:t>)</w:t>
      </w:r>
      <w:r w:rsidRPr="000F6465">
        <w:rPr>
          <w:sz w:val="22"/>
          <w:szCs w:val="22"/>
        </w:rPr>
        <w:t xml:space="preserve"> and </w:t>
      </w:r>
      <w:r w:rsidR="004C40D0" w:rsidRPr="000F6465">
        <w:rPr>
          <w:sz w:val="22"/>
          <w:szCs w:val="22"/>
        </w:rPr>
        <w:t>loss</w:t>
      </w:r>
      <w:r w:rsidRPr="000F6465">
        <w:rPr>
          <w:sz w:val="22"/>
          <w:szCs w:val="22"/>
        </w:rPr>
        <w:t xml:space="preserve"> of </w:t>
      </w:r>
      <w:r w:rsidR="004C40D0" w:rsidRPr="000F6465">
        <w:rPr>
          <w:sz w:val="22"/>
          <w:szCs w:val="22"/>
        </w:rPr>
        <w:t>E</w:t>
      </w:r>
      <w:r w:rsidR="00F52E4A" w:rsidRPr="000F6465">
        <w:rPr>
          <w:sz w:val="22"/>
          <w:szCs w:val="22"/>
        </w:rPr>
        <w:t>URO</w:t>
      </w:r>
      <w:r w:rsidR="004C40D0" w:rsidRPr="000F6465">
        <w:rPr>
          <w:sz w:val="22"/>
          <w:szCs w:val="22"/>
        </w:rPr>
        <w:t xml:space="preserve"> </w:t>
      </w:r>
      <w:r w:rsidR="008F7072" w:rsidRPr="000F6465">
        <w:rPr>
          <w:sz w:val="22"/>
          <w:szCs w:val="22"/>
        </w:rPr>
        <w:t>0.26</w:t>
      </w:r>
      <w:r w:rsidR="004C40D0" w:rsidRPr="000F6465">
        <w:rPr>
          <w:sz w:val="22"/>
          <w:szCs w:val="22"/>
        </w:rPr>
        <w:t xml:space="preserve"> million </w:t>
      </w:r>
      <w:r w:rsidR="00BF34DE" w:rsidRPr="000F6465">
        <w:rPr>
          <w:sz w:val="22"/>
          <w:szCs w:val="22"/>
        </w:rPr>
        <w:br/>
      </w:r>
      <w:r w:rsidR="004C40D0" w:rsidRPr="000F6465">
        <w:rPr>
          <w:sz w:val="22"/>
          <w:szCs w:val="22"/>
        </w:rPr>
        <w:t>(</w:t>
      </w:r>
      <w:r w:rsidRPr="000F6465">
        <w:rPr>
          <w:sz w:val="22"/>
          <w:szCs w:val="22"/>
        </w:rPr>
        <w:t xml:space="preserve">Baht </w:t>
      </w:r>
      <w:r w:rsidR="008F7072" w:rsidRPr="000F6465">
        <w:rPr>
          <w:sz w:val="22"/>
          <w:szCs w:val="22"/>
        </w:rPr>
        <w:t>9.65</w:t>
      </w:r>
      <w:r w:rsidRPr="000F6465">
        <w:rPr>
          <w:sz w:val="22"/>
          <w:szCs w:val="22"/>
        </w:rPr>
        <w:t xml:space="preserve"> million</w:t>
      </w:r>
      <w:r w:rsidR="004C40D0" w:rsidRPr="000F6465">
        <w:rPr>
          <w:sz w:val="22"/>
          <w:szCs w:val="22"/>
        </w:rPr>
        <w:t>)</w:t>
      </w:r>
      <w:r w:rsidRPr="000F6465">
        <w:rPr>
          <w:sz w:val="22"/>
          <w:szCs w:val="22"/>
        </w:rPr>
        <w:t xml:space="preserve"> to the Group’s results. If the acquisition had occurred on 1</w:t>
      </w:r>
      <w:r w:rsidRPr="000F6465">
        <w:rPr>
          <w:rFonts w:cs="Angsana New"/>
          <w:sz w:val="22"/>
          <w:szCs w:val="22"/>
          <w:cs/>
        </w:rPr>
        <w:t xml:space="preserve"> </w:t>
      </w:r>
      <w:r w:rsidRPr="000F6465">
        <w:rPr>
          <w:sz w:val="22"/>
          <w:szCs w:val="22"/>
        </w:rPr>
        <w:t>January 2025, management estimates that consolidated revenue would have been Baht</w:t>
      </w:r>
      <w:r w:rsidR="00BF34DE" w:rsidRPr="000F6465">
        <w:rPr>
          <w:sz w:val="22"/>
          <w:szCs w:val="22"/>
        </w:rPr>
        <w:t xml:space="preserve"> </w:t>
      </w:r>
      <w:r w:rsidR="008F7072" w:rsidRPr="000F6465">
        <w:rPr>
          <w:sz w:val="22"/>
          <w:szCs w:val="22"/>
        </w:rPr>
        <w:t>10,390.99</w:t>
      </w:r>
      <w:r w:rsidR="00BF34DE" w:rsidRPr="000F6465">
        <w:rPr>
          <w:sz w:val="22"/>
          <w:szCs w:val="22"/>
        </w:rPr>
        <w:t xml:space="preserve"> </w:t>
      </w:r>
      <w:r w:rsidRPr="000F6465">
        <w:rPr>
          <w:sz w:val="22"/>
          <w:szCs w:val="22"/>
        </w:rPr>
        <w:t xml:space="preserve">million and consolidated profit would have been Baht </w:t>
      </w:r>
      <w:r w:rsidR="008F7072" w:rsidRPr="000F6465">
        <w:rPr>
          <w:sz w:val="22"/>
          <w:szCs w:val="22"/>
        </w:rPr>
        <w:t xml:space="preserve">751.12 </w:t>
      </w:r>
      <w:r w:rsidRPr="000F6465">
        <w:rPr>
          <w:sz w:val="22"/>
          <w:szCs w:val="22"/>
        </w:rPr>
        <w:t>million</w:t>
      </w:r>
      <w:r w:rsidR="00F52E4A" w:rsidRPr="000F6465">
        <w:rPr>
          <w:sz w:val="22"/>
          <w:szCs w:val="22"/>
        </w:rPr>
        <w:t xml:space="preserve"> </w:t>
      </w:r>
      <w:r w:rsidR="001742DD" w:rsidRPr="000F6465">
        <w:rPr>
          <w:sz w:val="22"/>
          <w:szCs w:val="22"/>
        </w:rPr>
        <w:t>for the nine-month period</w:t>
      </w:r>
      <w:r w:rsidR="00F52E4A" w:rsidRPr="000F6465">
        <w:rPr>
          <w:sz w:val="22"/>
          <w:szCs w:val="22"/>
        </w:rPr>
        <w:t xml:space="preserve"> ended </w:t>
      </w:r>
      <w:r w:rsidR="001742DD" w:rsidRPr="000F6465">
        <w:rPr>
          <w:sz w:val="22"/>
          <w:szCs w:val="22"/>
        </w:rPr>
        <w:t>30 September</w:t>
      </w:r>
      <w:r w:rsidR="00F52E4A" w:rsidRPr="000F6465">
        <w:rPr>
          <w:sz w:val="22"/>
          <w:szCs w:val="22"/>
        </w:rPr>
        <w:t xml:space="preserve"> 2025</w:t>
      </w:r>
      <w:r w:rsidRPr="000F6465">
        <w:rPr>
          <w:sz w:val="22"/>
          <w:szCs w:val="22"/>
        </w:rPr>
        <w:t>. In determining these amounts, management has assumed that</w:t>
      </w:r>
      <w:r w:rsidRPr="002715A3">
        <w:rPr>
          <w:sz w:val="22"/>
          <w:szCs w:val="22"/>
        </w:rPr>
        <w:t xml:space="preserve"> the fair value adjustments, determined provisionally, that arose on the date of acquisition would have been the same if the acquisition had occurred on</w:t>
      </w:r>
      <w:r w:rsidR="0084127D" w:rsidRPr="002715A3">
        <w:rPr>
          <w:sz w:val="22"/>
          <w:szCs w:val="22"/>
        </w:rPr>
        <w:t xml:space="preserve"> 1 </w:t>
      </w:r>
      <w:r w:rsidRPr="002715A3">
        <w:rPr>
          <w:sz w:val="22"/>
          <w:szCs w:val="22"/>
        </w:rPr>
        <w:t xml:space="preserve">January </w:t>
      </w:r>
      <w:r w:rsidR="0084127D" w:rsidRPr="002715A3">
        <w:rPr>
          <w:sz w:val="22"/>
          <w:szCs w:val="22"/>
        </w:rPr>
        <w:t>2025</w:t>
      </w:r>
      <w:r w:rsidRPr="002715A3">
        <w:rPr>
          <w:sz w:val="22"/>
          <w:szCs w:val="22"/>
          <w:cs/>
        </w:rPr>
        <w:t>.</w:t>
      </w:r>
    </w:p>
    <w:p w14:paraId="434A0EDD" w14:textId="77777777" w:rsidR="00175A31" w:rsidRDefault="00175A31" w:rsidP="001A05CA">
      <w:pPr>
        <w:spacing w:line="300" w:lineRule="atLeast"/>
        <w:rPr>
          <w:color w:val="000000"/>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5940"/>
        <w:gridCol w:w="900"/>
        <w:gridCol w:w="180"/>
        <w:gridCol w:w="2070"/>
      </w:tblGrid>
      <w:tr w:rsidR="00175A31" w:rsidRPr="006B0390" w14:paraId="4B700894" w14:textId="77777777" w:rsidTr="00C40C53">
        <w:trPr>
          <w:cantSplit/>
          <w:tblHeader/>
        </w:trPr>
        <w:tc>
          <w:tcPr>
            <w:tcW w:w="5940" w:type="dxa"/>
          </w:tcPr>
          <w:p w14:paraId="0B29176B" w14:textId="77777777" w:rsidR="00175A31" w:rsidRPr="006B0390" w:rsidRDefault="00175A31" w:rsidP="001A05CA">
            <w:pPr>
              <w:spacing w:line="300" w:lineRule="atLeast"/>
              <w:rPr>
                <w:b/>
                <w:bCs/>
                <w:sz w:val="22"/>
                <w:szCs w:val="22"/>
              </w:rPr>
            </w:pPr>
            <w:r w:rsidRPr="006B0390">
              <w:rPr>
                <w:b/>
                <w:bCs/>
                <w:i/>
                <w:iCs/>
                <w:sz w:val="22"/>
                <w:szCs w:val="22"/>
              </w:rPr>
              <w:t>Identifiable assets acquired and liabilities assumed</w:t>
            </w:r>
          </w:p>
        </w:tc>
        <w:tc>
          <w:tcPr>
            <w:tcW w:w="900" w:type="dxa"/>
          </w:tcPr>
          <w:p w14:paraId="42742343" w14:textId="77777777" w:rsidR="00175A31" w:rsidRPr="006B0390" w:rsidRDefault="00175A31" w:rsidP="001A05CA">
            <w:pPr>
              <w:spacing w:line="300" w:lineRule="atLeast"/>
              <w:jc w:val="center"/>
              <w:rPr>
                <w:sz w:val="22"/>
                <w:szCs w:val="22"/>
              </w:rPr>
            </w:pPr>
          </w:p>
        </w:tc>
        <w:tc>
          <w:tcPr>
            <w:tcW w:w="180" w:type="dxa"/>
          </w:tcPr>
          <w:p w14:paraId="7C798E70" w14:textId="77777777" w:rsidR="00175A31" w:rsidRPr="006B0390" w:rsidRDefault="00175A31" w:rsidP="001A05CA">
            <w:pPr>
              <w:spacing w:line="300" w:lineRule="atLeast"/>
              <w:jc w:val="center"/>
              <w:rPr>
                <w:sz w:val="22"/>
                <w:szCs w:val="22"/>
              </w:rPr>
            </w:pPr>
          </w:p>
        </w:tc>
        <w:tc>
          <w:tcPr>
            <w:tcW w:w="2070" w:type="dxa"/>
          </w:tcPr>
          <w:p w14:paraId="5E5A5B5E" w14:textId="77777777" w:rsidR="00175A31" w:rsidRPr="006B0390" w:rsidRDefault="00175A31" w:rsidP="001A05CA">
            <w:pPr>
              <w:spacing w:line="300" w:lineRule="atLeast"/>
              <w:jc w:val="center"/>
              <w:rPr>
                <w:sz w:val="22"/>
                <w:szCs w:val="22"/>
              </w:rPr>
            </w:pPr>
            <w:r w:rsidRPr="006B0390">
              <w:rPr>
                <w:b/>
                <w:bCs/>
                <w:sz w:val="22"/>
                <w:szCs w:val="22"/>
              </w:rPr>
              <w:t>Fair value</w:t>
            </w:r>
          </w:p>
        </w:tc>
      </w:tr>
      <w:tr w:rsidR="00175A31" w:rsidRPr="006B0390" w14:paraId="33644554" w14:textId="77777777" w:rsidTr="00C40C53">
        <w:trPr>
          <w:cantSplit/>
          <w:tblHeader/>
        </w:trPr>
        <w:tc>
          <w:tcPr>
            <w:tcW w:w="5940" w:type="dxa"/>
          </w:tcPr>
          <w:p w14:paraId="2405F108" w14:textId="77777777" w:rsidR="00175A31" w:rsidRPr="006B0390" w:rsidRDefault="00175A31" w:rsidP="001A05CA">
            <w:pPr>
              <w:spacing w:line="300" w:lineRule="atLeast"/>
              <w:rPr>
                <w:sz w:val="22"/>
                <w:szCs w:val="22"/>
              </w:rPr>
            </w:pPr>
          </w:p>
        </w:tc>
        <w:tc>
          <w:tcPr>
            <w:tcW w:w="900" w:type="dxa"/>
          </w:tcPr>
          <w:p w14:paraId="12FC7C87" w14:textId="77777777" w:rsidR="00175A31" w:rsidRPr="006B0390" w:rsidRDefault="00175A31" w:rsidP="001A05CA">
            <w:pPr>
              <w:spacing w:line="300" w:lineRule="atLeast"/>
              <w:jc w:val="center"/>
              <w:rPr>
                <w:i/>
                <w:iCs/>
                <w:sz w:val="22"/>
                <w:szCs w:val="22"/>
              </w:rPr>
            </w:pPr>
            <w:r w:rsidRPr="006B0390">
              <w:rPr>
                <w:i/>
                <w:iCs/>
                <w:sz w:val="22"/>
                <w:szCs w:val="22"/>
              </w:rPr>
              <w:t>Note</w:t>
            </w:r>
          </w:p>
        </w:tc>
        <w:tc>
          <w:tcPr>
            <w:tcW w:w="180" w:type="dxa"/>
          </w:tcPr>
          <w:p w14:paraId="7B41F87E" w14:textId="77777777" w:rsidR="00175A31" w:rsidRPr="006B0390" w:rsidRDefault="00175A31" w:rsidP="001A05CA">
            <w:pPr>
              <w:spacing w:line="300" w:lineRule="atLeast"/>
              <w:jc w:val="center"/>
              <w:rPr>
                <w:sz w:val="22"/>
                <w:szCs w:val="22"/>
              </w:rPr>
            </w:pPr>
          </w:p>
        </w:tc>
        <w:tc>
          <w:tcPr>
            <w:tcW w:w="2070" w:type="dxa"/>
          </w:tcPr>
          <w:p w14:paraId="2CE6F57B" w14:textId="77777777" w:rsidR="00175A31" w:rsidRPr="006B0390" w:rsidRDefault="00175A31" w:rsidP="001A05CA">
            <w:pPr>
              <w:spacing w:line="300" w:lineRule="atLeast"/>
              <w:ind w:left="-79" w:right="-79"/>
              <w:jc w:val="center"/>
              <w:rPr>
                <w:i/>
                <w:iCs/>
                <w:sz w:val="22"/>
                <w:szCs w:val="22"/>
              </w:rPr>
            </w:pPr>
            <w:r w:rsidRPr="006B0390">
              <w:rPr>
                <w:i/>
                <w:iCs/>
                <w:sz w:val="22"/>
                <w:szCs w:val="22"/>
              </w:rPr>
              <w:t>(in thousand Baht)</w:t>
            </w:r>
          </w:p>
        </w:tc>
      </w:tr>
      <w:tr w:rsidR="002715A3" w:rsidRPr="006B0390" w14:paraId="3FE7CB4D" w14:textId="77777777" w:rsidTr="00C40C53">
        <w:trPr>
          <w:cantSplit/>
        </w:trPr>
        <w:tc>
          <w:tcPr>
            <w:tcW w:w="5940" w:type="dxa"/>
          </w:tcPr>
          <w:p w14:paraId="28C47298" w14:textId="77777777" w:rsidR="002715A3" w:rsidRPr="006B0390" w:rsidRDefault="002715A3" w:rsidP="002715A3">
            <w:pPr>
              <w:spacing w:line="300" w:lineRule="atLeast"/>
              <w:ind w:right="3"/>
              <w:rPr>
                <w:sz w:val="22"/>
                <w:szCs w:val="22"/>
              </w:rPr>
            </w:pPr>
            <w:r w:rsidRPr="006B0390">
              <w:rPr>
                <w:sz w:val="22"/>
                <w:szCs w:val="22"/>
              </w:rPr>
              <w:t xml:space="preserve">Cash and cash equivalents </w:t>
            </w:r>
          </w:p>
        </w:tc>
        <w:tc>
          <w:tcPr>
            <w:tcW w:w="900" w:type="dxa"/>
          </w:tcPr>
          <w:p w14:paraId="136D0B36" w14:textId="77777777" w:rsidR="002715A3" w:rsidRPr="006B0390" w:rsidRDefault="002715A3" w:rsidP="002715A3">
            <w:pPr>
              <w:spacing w:line="300" w:lineRule="atLeast"/>
              <w:jc w:val="center"/>
              <w:rPr>
                <w:i/>
                <w:iCs/>
                <w:sz w:val="22"/>
                <w:szCs w:val="22"/>
              </w:rPr>
            </w:pPr>
          </w:p>
        </w:tc>
        <w:tc>
          <w:tcPr>
            <w:tcW w:w="180" w:type="dxa"/>
          </w:tcPr>
          <w:p w14:paraId="5953CFDC" w14:textId="77777777" w:rsidR="002715A3" w:rsidRPr="006B0390" w:rsidRDefault="002715A3" w:rsidP="002715A3">
            <w:pPr>
              <w:spacing w:line="300" w:lineRule="atLeast"/>
              <w:rPr>
                <w:sz w:val="22"/>
                <w:szCs w:val="22"/>
              </w:rPr>
            </w:pPr>
          </w:p>
        </w:tc>
        <w:tc>
          <w:tcPr>
            <w:tcW w:w="2070" w:type="dxa"/>
          </w:tcPr>
          <w:p w14:paraId="7F5A226E" w14:textId="7B6FA688" w:rsidR="002715A3" w:rsidRPr="006B0390" w:rsidRDefault="002715A3" w:rsidP="002715A3">
            <w:pPr>
              <w:tabs>
                <w:tab w:val="decimal" w:pos="1720"/>
              </w:tabs>
              <w:spacing w:line="300" w:lineRule="atLeast"/>
              <w:ind w:right="-73"/>
              <w:rPr>
                <w:sz w:val="22"/>
                <w:szCs w:val="22"/>
              </w:rPr>
            </w:pPr>
            <w:r w:rsidRPr="006B0390">
              <w:rPr>
                <w:sz w:val="22"/>
                <w:szCs w:val="22"/>
              </w:rPr>
              <w:t>38,935</w:t>
            </w:r>
          </w:p>
        </w:tc>
      </w:tr>
      <w:tr w:rsidR="002715A3" w:rsidRPr="006B0390" w14:paraId="0E25DB32" w14:textId="77777777" w:rsidTr="00C40C53">
        <w:trPr>
          <w:cantSplit/>
        </w:trPr>
        <w:tc>
          <w:tcPr>
            <w:tcW w:w="5940" w:type="dxa"/>
          </w:tcPr>
          <w:p w14:paraId="3A6F0DD5" w14:textId="77777777" w:rsidR="002715A3" w:rsidRPr="006B0390" w:rsidRDefault="002715A3" w:rsidP="002715A3">
            <w:pPr>
              <w:spacing w:line="300" w:lineRule="atLeast"/>
              <w:rPr>
                <w:sz w:val="22"/>
                <w:szCs w:val="22"/>
              </w:rPr>
            </w:pPr>
            <w:r w:rsidRPr="006B0390">
              <w:rPr>
                <w:sz w:val="22"/>
                <w:szCs w:val="22"/>
              </w:rPr>
              <w:t xml:space="preserve">Trade receivables </w:t>
            </w:r>
          </w:p>
        </w:tc>
        <w:tc>
          <w:tcPr>
            <w:tcW w:w="900" w:type="dxa"/>
          </w:tcPr>
          <w:p w14:paraId="51727B72" w14:textId="77777777" w:rsidR="002715A3" w:rsidRPr="006B0390" w:rsidRDefault="002715A3" w:rsidP="002715A3">
            <w:pPr>
              <w:spacing w:line="300" w:lineRule="atLeast"/>
              <w:jc w:val="center"/>
              <w:rPr>
                <w:i/>
                <w:iCs/>
                <w:sz w:val="22"/>
                <w:szCs w:val="22"/>
              </w:rPr>
            </w:pPr>
          </w:p>
        </w:tc>
        <w:tc>
          <w:tcPr>
            <w:tcW w:w="180" w:type="dxa"/>
          </w:tcPr>
          <w:p w14:paraId="2FF6A0CD" w14:textId="77777777" w:rsidR="002715A3" w:rsidRPr="006B0390" w:rsidRDefault="002715A3" w:rsidP="002715A3">
            <w:pPr>
              <w:spacing w:line="300" w:lineRule="atLeast"/>
              <w:rPr>
                <w:sz w:val="22"/>
                <w:szCs w:val="22"/>
              </w:rPr>
            </w:pPr>
          </w:p>
        </w:tc>
        <w:tc>
          <w:tcPr>
            <w:tcW w:w="2070" w:type="dxa"/>
          </w:tcPr>
          <w:p w14:paraId="2383B0E4" w14:textId="0554B47C" w:rsidR="002715A3" w:rsidRPr="006B0390" w:rsidRDefault="002715A3" w:rsidP="002715A3">
            <w:pPr>
              <w:tabs>
                <w:tab w:val="decimal" w:pos="1720"/>
              </w:tabs>
              <w:spacing w:line="300" w:lineRule="atLeast"/>
              <w:ind w:right="-73"/>
              <w:rPr>
                <w:sz w:val="22"/>
                <w:szCs w:val="22"/>
              </w:rPr>
            </w:pPr>
            <w:r w:rsidRPr="006B0390">
              <w:rPr>
                <w:sz w:val="22"/>
                <w:szCs w:val="22"/>
              </w:rPr>
              <w:t>251,557</w:t>
            </w:r>
          </w:p>
        </w:tc>
      </w:tr>
      <w:tr w:rsidR="002715A3" w:rsidRPr="006B0390" w14:paraId="65962F1F" w14:textId="77777777" w:rsidTr="00C40C53">
        <w:trPr>
          <w:cantSplit/>
          <w:trHeight w:val="100"/>
        </w:trPr>
        <w:tc>
          <w:tcPr>
            <w:tcW w:w="5940" w:type="dxa"/>
          </w:tcPr>
          <w:p w14:paraId="5D56C1C3" w14:textId="77777777" w:rsidR="002715A3" w:rsidRPr="006B0390" w:rsidRDefault="002715A3" w:rsidP="002715A3">
            <w:pPr>
              <w:spacing w:line="300" w:lineRule="atLeast"/>
              <w:rPr>
                <w:sz w:val="22"/>
                <w:szCs w:val="22"/>
              </w:rPr>
            </w:pPr>
            <w:r w:rsidRPr="006B0390">
              <w:rPr>
                <w:sz w:val="22"/>
                <w:szCs w:val="22"/>
              </w:rPr>
              <w:t xml:space="preserve">Inventories </w:t>
            </w:r>
          </w:p>
        </w:tc>
        <w:tc>
          <w:tcPr>
            <w:tcW w:w="900" w:type="dxa"/>
          </w:tcPr>
          <w:p w14:paraId="6454434F" w14:textId="77777777" w:rsidR="002715A3" w:rsidRPr="006B0390" w:rsidRDefault="002715A3" w:rsidP="002715A3">
            <w:pPr>
              <w:spacing w:line="300" w:lineRule="atLeast"/>
              <w:jc w:val="center"/>
              <w:rPr>
                <w:i/>
                <w:iCs/>
                <w:sz w:val="22"/>
                <w:szCs w:val="22"/>
              </w:rPr>
            </w:pPr>
          </w:p>
        </w:tc>
        <w:tc>
          <w:tcPr>
            <w:tcW w:w="180" w:type="dxa"/>
          </w:tcPr>
          <w:p w14:paraId="0FA71601" w14:textId="77777777" w:rsidR="002715A3" w:rsidRPr="006B0390" w:rsidRDefault="002715A3" w:rsidP="002715A3">
            <w:pPr>
              <w:spacing w:line="300" w:lineRule="atLeast"/>
              <w:rPr>
                <w:sz w:val="22"/>
                <w:szCs w:val="22"/>
              </w:rPr>
            </w:pPr>
          </w:p>
        </w:tc>
        <w:tc>
          <w:tcPr>
            <w:tcW w:w="2070" w:type="dxa"/>
          </w:tcPr>
          <w:p w14:paraId="1803D1D9" w14:textId="1D9C9CF1" w:rsidR="002715A3" w:rsidRPr="006B0390" w:rsidRDefault="002715A3" w:rsidP="002715A3">
            <w:pPr>
              <w:tabs>
                <w:tab w:val="decimal" w:pos="1720"/>
              </w:tabs>
              <w:spacing w:line="300" w:lineRule="atLeast"/>
              <w:ind w:right="-73"/>
              <w:rPr>
                <w:sz w:val="22"/>
                <w:szCs w:val="22"/>
              </w:rPr>
            </w:pPr>
            <w:r w:rsidRPr="006B0390">
              <w:rPr>
                <w:sz w:val="22"/>
                <w:szCs w:val="22"/>
              </w:rPr>
              <w:t>216,158</w:t>
            </w:r>
          </w:p>
        </w:tc>
      </w:tr>
      <w:tr w:rsidR="002715A3" w:rsidRPr="006B0390" w14:paraId="23C8BFE3" w14:textId="77777777" w:rsidTr="00C40C53">
        <w:trPr>
          <w:cantSplit/>
          <w:trHeight w:val="100"/>
        </w:trPr>
        <w:tc>
          <w:tcPr>
            <w:tcW w:w="5940" w:type="dxa"/>
          </w:tcPr>
          <w:p w14:paraId="4D9AA86E" w14:textId="77777777" w:rsidR="002715A3" w:rsidRPr="00CD5772" w:rsidRDefault="002715A3" w:rsidP="002715A3">
            <w:pPr>
              <w:spacing w:line="300" w:lineRule="atLeast"/>
              <w:rPr>
                <w:sz w:val="22"/>
                <w:szCs w:val="22"/>
              </w:rPr>
            </w:pPr>
            <w:r w:rsidRPr="00CD5772">
              <w:rPr>
                <w:sz w:val="22"/>
                <w:szCs w:val="22"/>
              </w:rPr>
              <w:t>Other current assets</w:t>
            </w:r>
          </w:p>
        </w:tc>
        <w:tc>
          <w:tcPr>
            <w:tcW w:w="900" w:type="dxa"/>
          </w:tcPr>
          <w:p w14:paraId="413C5A94" w14:textId="77777777" w:rsidR="002715A3" w:rsidRPr="006B0390" w:rsidRDefault="002715A3" w:rsidP="002715A3">
            <w:pPr>
              <w:spacing w:line="300" w:lineRule="atLeast"/>
              <w:jc w:val="center"/>
              <w:rPr>
                <w:i/>
                <w:iCs/>
                <w:sz w:val="22"/>
                <w:szCs w:val="22"/>
              </w:rPr>
            </w:pPr>
          </w:p>
        </w:tc>
        <w:tc>
          <w:tcPr>
            <w:tcW w:w="180" w:type="dxa"/>
          </w:tcPr>
          <w:p w14:paraId="436BB8B5" w14:textId="77777777" w:rsidR="002715A3" w:rsidRPr="006B0390" w:rsidRDefault="002715A3" w:rsidP="002715A3">
            <w:pPr>
              <w:spacing w:line="300" w:lineRule="atLeast"/>
              <w:rPr>
                <w:sz w:val="22"/>
                <w:szCs w:val="22"/>
              </w:rPr>
            </w:pPr>
          </w:p>
        </w:tc>
        <w:tc>
          <w:tcPr>
            <w:tcW w:w="2070" w:type="dxa"/>
          </w:tcPr>
          <w:p w14:paraId="1699C289" w14:textId="1C3D7D41" w:rsidR="002715A3" w:rsidRPr="006B0390" w:rsidRDefault="002715A3" w:rsidP="002715A3">
            <w:pPr>
              <w:tabs>
                <w:tab w:val="decimal" w:pos="1720"/>
              </w:tabs>
              <w:spacing w:line="300" w:lineRule="atLeast"/>
              <w:ind w:right="-73"/>
              <w:rPr>
                <w:sz w:val="22"/>
                <w:szCs w:val="22"/>
              </w:rPr>
            </w:pPr>
            <w:r w:rsidRPr="006B0390">
              <w:rPr>
                <w:sz w:val="22"/>
                <w:szCs w:val="22"/>
              </w:rPr>
              <w:t>21,226</w:t>
            </w:r>
          </w:p>
        </w:tc>
      </w:tr>
      <w:tr w:rsidR="002715A3" w:rsidRPr="006B0390" w14:paraId="3BD1210C" w14:textId="77777777" w:rsidTr="00C40C53">
        <w:trPr>
          <w:cantSplit/>
        </w:trPr>
        <w:tc>
          <w:tcPr>
            <w:tcW w:w="5940" w:type="dxa"/>
          </w:tcPr>
          <w:p w14:paraId="67763131" w14:textId="77777777" w:rsidR="002715A3" w:rsidRPr="00CD5772" w:rsidRDefault="002715A3" w:rsidP="002715A3">
            <w:pPr>
              <w:spacing w:line="300" w:lineRule="atLeast"/>
              <w:rPr>
                <w:sz w:val="22"/>
                <w:szCs w:val="22"/>
              </w:rPr>
            </w:pPr>
            <w:r w:rsidRPr="00CD5772">
              <w:rPr>
                <w:sz w:val="22"/>
                <w:szCs w:val="22"/>
              </w:rPr>
              <w:t xml:space="preserve">Property, plant and equipment </w:t>
            </w:r>
          </w:p>
        </w:tc>
        <w:tc>
          <w:tcPr>
            <w:tcW w:w="900" w:type="dxa"/>
          </w:tcPr>
          <w:p w14:paraId="3C4A1AD0" w14:textId="49C0A8B3" w:rsidR="002715A3" w:rsidRPr="006B0390" w:rsidRDefault="002715A3" w:rsidP="002715A3">
            <w:pPr>
              <w:spacing w:line="300" w:lineRule="atLeast"/>
              <w:jc w:val="center"/>
              <w:rPr>
                <w:i/>
                <w:iCs/>
                <w:sz w:val="22"/>
                <w:szCs w:val="22"/>
              </w:rPr>
            </w:pPr>
            <w:r w:rsidRPr="006B0390">
              <w:rPr>
                <w:i/>
                <w:iCs/>
                <w:sz w:val="22"/>
                <w:szCs w:val="22"/>
              </w:rPr>
              <w:t>7</w:t>
            </w:r>
          </w:p>
        </w:tc>
        <w:tc>
          <w:tcPr>
            <w:tcW w:w="180" w:type="dxa"/>
          </w:tcPr>
          <w:p w14:paraId="01F37AA1" w14:textId="77777777" w:rsidR="002715A3" w:rsidRPr="006B0390" w:rsidRDefault="002715A3" w:rsidP="002715A3">
            <w:pPr>
              <w:spacing w:line="300" w:lineRule="atLeast"/>
              <w:rPr>
                <w:sz w:val="22"/>
                <w:szCs w:val="22"/>
              </w:rPr>
            </w:pPr>
          </w:p>
        </w:tc>
        <w:tc>
          <w:tcPr>
            <w:tcW w:w="2070" w:type="dxa"/>
          </w:tcPr>
          <w:p w14:paraId="74B41687" w14:textId="7DFAE6D3" w:rsidR="002715A3" w:rsidRPr="006B0390" w:rsidRDefault="002715A3" w:rsidP="002715A3">
            <w:pPr>
              <w:tabs>
                <w:tab w:val="decimal" w:pos="1720"/>
              </w:tabs>
              <w:spacing w:line="300" w:lineRule="atLeast"/>
              <w:ind w:right="-73"/>
              <w:rPr>
                <w:sz w:val="22"/>
                <w:szCs w:val="22"/>
              </w:rPr>
            </w:pPr>
            <w:r w:rsidRPr="006B0390">
              <w:rPr>
                <w:sz w:val="22"/>
                <w:szCs w:val="22"/>
              </w:rPr>
              <w:t>4,555</w:t>
            </w:r>
          </w:p>
        </w:tc>
      </w:tr>
      <w:tr w:rsidR="002715A3" w:rsidRPr="006B0390" w14:paraId="5E6E3B2A" w14:textId="77777777" w:rsidTr="00C40C53">
        <w:trPr>
          <w:cantSplit/>
        </w:trPr>
        <w:tc>
          <w:tcPr>
            <w:tcW w:w="5940" w:type="dxa"/>
          </w:tcPr>
          <w:p w14:paraId="2433214D" w14:textId="1AF7AE0F" w:rsidR="002715A3" w:rsidRPr="00CD5772" w:rsidRDefault="002715A3" w:rsidP="002715A3">
            <w:pPr>
              <w:spacing w:line="300" w:lineRule="atLeast"/>
              <w:rPr>
                <w:sz w:val="22"/>
                <w:szCs w:val="22"/>
              </w:rPr>
            </w:pPr>
            <w:r w:rsidRPr="00CD5772">
              <w:rPr>
                <w:sz w:val="22"/>
                <w:szCs w:val="22"/>
              </w:rPr>
              <w:t>Intangible assets – software license</w:t>
            </w:r>
          </w:p>
        </w:tc>
        <w:tc>
          <w:tcPr>
            <w:tcW w:w="900" w:type="dxa"/>
          </w:tcPr>
          <w:p w14:paraId="58915353" w14:textId="77777777" w:rsidR="002715A3" w:rsidRPr="006B0390" w:rsidRDefault="002715A3" w:rsidP="002715A3">
            <w:pPr>
              <w:spacing w:line="300" w:lineRule="atLeast"/>
              <w:jc w:val="center"/>
              <w:rPr>
                <w:i/>
                <w:iCs/>
                <w:sz w:val="22"/>
                <w:szCs w:val="22"/>
              </w:rPr>
            </w:pPr>
          </w:p>
        </w:tc>
        <w:tc>
          <w:tcPr>
            <w:tcW w:w="180" w:type="dxa"/>
          </w:tcPr>
          <w:p w14:paraId="5A367483" w14:textId="77777777" w:rsidR="002715A3" w:rsidRPr="006B0390" w:rsidRDefault="002715A3" w:rsidP="002715A3">
            <w:pPr>
              <w:spacing w:line="300" w:lineRule="atLeast"/>
              <w:rPr>
                <w:sz w:val="22"/>
                <w:szCs w:val="22"/>
              </w:rPr>
            </w:pPr>
          </w:p>
        </w:tc>
        <w:tc>
          <w:tcPr>
            <w:tcW w:w="2070" w:type="dxa"/>
          </w:tcPr>
          <w:p w14:paraId="7620ABDD" w14:textId="1D76200B" w:rsidR="002715A3" w:rsidRPr="006B0390" w:rsidRDefault="002715A3" w:rsidP="002715A3">
            <w:pPr>
              <w:tabs>
                <w:tab w:val="decimal" w:pos="1720"/>
              </w:tabs>
              <w:spacing w:line="300" w:lineRule="atLeast"/>
              <w:ind w:right="-73"/>
              <w:rPr>
                <w:sz w:val="22"/>
                <w:szCs w:val="22"/>
              </w:rPr>
            </w:pPr>
            <w:r w:rsidRPr="006B0390">
              <w:rPr>
                <w:sz w:val="22"/>
                <w:szCs w:val="22"/>
              </w:rPr>
              <w:t>19</w:t>
            </w:r>
          </w:p>
        </w:tc>
      </w:tr>
      <w:tr w:rsidR="002715A3" w:rsidRPr="006B0390" w14:paraId="3DC86FB1" w14:textId="77777777" w:rsidTr="00C40C53">
        <w:trPr>
          <w:cantSplit/>
        </w:trPr>
        <w:tc>
          <w:tcPr>
            <w:tcW w:w="5940" w:type="dxa"/>
          </w:tcPr>
          <w:p w14:paraId="4359DCC4" w14:textId="77777777" w:rsidR="002715A3" w:rsidRPr="00CD5772" w:rsidRDefault="002715A3" w:rsidP="002715A3">
            <w:pPr>
              <w:autoSpaceDE w:val="0"/>
              <w:autoSpaceDN w:val="0"/>
              <w:adjustRightInd w:val="0"/>
              <w:spacing w:line="300" w:lineRule="atLeast"/>
              <w:jc w:val="both"/>
              <w:rPr>
                <w:sz w:val="22"/>
                <w:szCs w:val="22"/>
              </w:rPr>
            </w:pPr>
            <w:r w:rsidRPr="00CD5772">
              <w:rPr>
                <w:sz w:val="22"/>
                <w:szCs w:val="22"/>
              </w:rPr>
              <w:t>Intangible assets – customer relationship</w:t>
            </w:r>
          </w:p>
        </w:tc>
        <w:tc>
          <w:tcPr>
            <w:tcW w:w="900" w:type="dxa"/>
          </w:tcPr>
          <w:p w14:paraId="697731ED" w14:textId="7F14BBAE" w:rsidR="002715A3" w:rsidRPr="006B0390" w:rsidRDefault="002715A3" w:rsidP="002715A3">
            <w:pPr>
              <w:spacing w:line="300" w:lineRule="atLeast"/>
              <w:jc w:val="center"/>
              <w:rPr>
                <w:i/>
                <w:iCs/>
                <w:sz w:val="22"/>
                <w:szCs w:val="22"/>
              </w:rPr>
            </w:pPr>
          </w:p>
        </w:tc>
        <w:tc>
          <w:tcPr>
            <w:tcW w:w="180" w:type="dxa"/>
          </w:tcPr>
          <w:p w14:paraId="1CC3526D" w14:textId="77777777" w:rsidR="002715A3" w:rsidRPr="006B0390" w:rsidRDefault="002715A3" w:rsidP="002715A3">
            <w:pPr>
              <w:spacing w:line="300" w:lineRule="atLeast"/>
              <w:rPr>
                <w:sz w:val="22"/>
                <w:szCs w:val="22"/>
              </w:rPr>
            </w:pPr>
          </w:p>
        </w:tc>
        <w:tc>
          <w:tcPr>
            <w:tcW w:w="2070" w:type="dxa"/>
          </w:tcPr>
          <w:p w14:paraId="0C3DE6B5" w14:textId="57B81558" w:rsidR="002715A3" w:rsidRPr="006B0390" w:rsidRDefault="002715A3" w:rsidP="002715A3">
            <w:pPr>
              <w:tabs>
                <w:tab w:val="decimal" w:pos="1720"/>
              </w:tabs>
              <w:spacing w:line="300" w:lineRule="atLeast"/>
              <w:ind w:right="-73"/>
              <w:rPr>
                <w:sz w:val="22"/>
                <w:szCs w:val="22"/>
              </w:rPr>
            </w:pPr>
            <w:r w:rsidRPr="006B0390">
              <w:rPr>
                <w:sz w:val="22"/>
                <w:szCs w:val="22"/>
              </w:rPr>
              <w:t>324,026</w:t>
            </w:r>
          </w:p>
        </w:tc>
      </w:tr>
      <w:tr w:rsidR="002715A3" w:rsidRPr="006B0390" w14:paraId="04B4987A" w14:textId="77777777" w:rsidTr="00C40C53">
        <w:trPr>
          <w:cantSplit/>
        </w:trPr>
        <w:tc>
          <w:tcPr>
            <w:tcW w:w="5940" w:type="dxa"/>
          </w:tcPr>
          <w:p w14:paraId="022693A2" w14:textId="1323099A" w:rsidR="002715A3" w:rsidRPr="00CD5772" w:rsidRDefault="002715A3" w:rsidP="002715A3">
            <w:pPr>
              <w:autoSpaceDE w:val="0"/>
              <w:autoSpaceDN w:val="0"/>
              <w:adjustRightInd w:val="0"/>
              <w:spacing w:line="300" w:lineRule="atLeast"/>
              <w:jc w:val="both"/>
              <w:rPr>
                <w:sz w:val="22"/>
                <w:szCs w:val="22"/>
              </w:rPr>
            </w:pPr>
            <w:r w:rsidRPr="00CD5772">
              <w:rPr>
                <w:sz w:val="22"/>
                <w:szCs w:val="22"/>
              </w:rPr>
              <w:t>Other non-current assets</w:t>
            </w:r>
          </w:p>
        </w:tc>
        <w:tc>
          <w:tcPr>
            <w:tcW w:w="900" w:type="dxa"/>
          </w:tcPr>
          <w:p w14:paraId="1CFA54BE" w14:textId="77777777" w:rsidR="002715A3" w:rsidRPr="006B0390" w:rsidRDefault="002715A3" w:rsidP="002715A3">
            <w:pPr>
              <w:spacing w:line="300" w:lineRule="atLeast"/>
              <w:jc w:val="center"/>
              <w:rPr>
                <w:i/>
                <w:iCs/>
                <w:sz w:val="22"/>
                <w:szCs w:val="22"/>
              </w:rPr>
            </w:pPr>
          </w:p>
        </w:tc>
        <w:tc>
          <w:tcPr>
            <w:tcW w:w="180" w:type="dxa"/>
          </w:tcPr>
          <w:p w14:paraId="4A91BAEB" w14:textId="77777777" w:rsidR="002715A3" w:rsidRPr="006B0390" w:rsidRDefault="002715A3" w:rsidP="002715A3">
            <w:pPr>
              <w:spacing w:line="300" w:lineRule="atLeast"/>
              <w:rPr>
                <w:sz w:val="22"/>
                <w:szCs w:val="22"/>
              </w:rPr>
            </w:pPr>
          </w:p>
        </w:tc>
        <w:tc>
          <w:tcPr>
            <w:tcW w:w="2070" w:type="dxa"/>
          </w:tcPr>
          <w:p w14:paraId="53BC9533" w14:textId="4C17B885" w:rsidR="002715A3" w:rsidRPr="006B0390" w:rsidRDefault="002715A3" w:rsidP="002715A3">
            <w:pPr>
              <w:tabs>
                <w:tab w:val="decimal" w:pos="1720"/>
              </w:tabs>
              <w:spacing w:line="300" w:lineRule="atLeast"/>
              <w:ind w:right="-73"/>
              <w:rPr>
                <w:sz w:val="22"/>
                <w:szCs w:val="22"/>
              </w:rPr>
            </w:pPr>
            <w:r w:rsidRPr="006B0390">
              <w:rPr>
                <w:sz w:val="22"/>
                <w:szCs w:val="22"/>
              </w:rPr>
              <w:t>4,449</w:t>
            </w:r>
          </w:p>
        </w:tc>
      </w:tr>
      <w:tr w:rsidR="002715A3" w:rsidRPr="006B0390" w14:paraId="5D77BD91" w14:textId="77777777" w:rsidTr="00C40C53">
        <w:trPr>
          <w:cantSplit/>
        </w:trPr>
        <w:tc>
          <w:tcPr>
            <w:tcW w:w="5940" w:type="dxa"/>
          </w:tcPr>
          <w:p w14:paraId="4D71AD25" w14:textId="77777777" w:rsidR="002715A3" w:rsidRPr="00CD5772" w:rsidRDefault="002715A3" w:rsidP="002715A3">
            <w:pPr>
              <w:spacing w:line="300" w:lineRule="atLeast"/>
              <w:rPr>
                <w:sz w:val="22"/>
                <w:szCs w:val="22"/>
              </w:rPr>
            </w:pPr>
            <w:r w:rsidRPr="00CD5772">
              <w:rPr>
                <w:sz w:val="22"/>
                <w:szCs w:val="22"/>
              </w:rPr>
              <w:t>Trade and other current payables</w:t>
            </w:r>
          </w:p>
        </w:tc>
        <w:tc>
          <w:tcPr>
            <w:tcW w:w="900" w:type="dxa"/>
          </w:tcPr>
          <w:p w14:paraId="1D0C4819" w14:textId="77777777" w:rsidR="002715A3" w:rsidRPr="006B0390" w:rsidRDefault="002715A3" w:rsidP="002715A3">
            <w:pPr>
              <w:spacing w:line="300" w:lineRule="atLeast"/>
              <w:jc w:val="center"/>
              <w:rPr>
                <w:i/>
                <w:iCs/>
                <w:sz w:val="22"/>
                <w:szCs w:val="22"/>
              </w:rPr>
            </w:pPr>
          </w:p>
        </w:tc>
        <w:tc>
          <w:tcPr>
            <w:tcW w:w="180" w:type="dxa"/>
          </w:tcPr>
          <w:p w14:paraId="7B36B0E2" w14:textId="77777777" w:rsidR="002715A3" w:rsidRPr="006B0390" w:rsidRDefault="002715A3" w:rsidP="002715A3">
            <w:pPr>
              <w:spacing w:line="300" w:lineRule="atLeast"/>
              <w:rPr>
                <w:sz w:val="22"/>
                <w:szCs w:val="22"/>
              </w:rPr>
            </w:pPr>
          </w:p>
        </w:tc>
        <w:tc>
          <w:tcPr>
            <w:tcW w:w="2070" w:type="dxa"/>
          </w:tcPr>
          <w:p w14:paraId="7C2CCB14" w14:textId="450EA134" w:rsidR="002715A3" w:rsidRPr="006B0390" w:rsidRDefault="002715A3" w:rsidP="002715A3">
            <w:pPr>
              <w:tabs>
                <w:tab w:val="decimal" w:pos="1720"/>
              </w:tabs>
              <w:spacing w:line="300" w:lineRule="atLeast"/>
              <w:ind w:right="-73"/>
              <w:rPr>
                <w:sz w:val="22"/>
                <w:szCs w:val="22"/>
              </w:rPr>
            </w:pPr>
            <w:r w:rsidRPr="006B0390">
              <w:rPr>
                <w:sz w:val="22"/>
                <w:szCs w:val="22"/>
              </w:rPr>
              <w:t>(392,586)</w:t>
            </w:r>
          </w:p>
        </w:tc>
      </w:tr>
      <w:tr w:rsidR="002715A3" w:rsidRPr="006B0390" w14:paraId="093FF276" w14:textId="77777777" w:rsidTr="00C40C53">
        <w:trPr>
          <w:cantSplit/>
        </w:trPr>
        <w:tc>
          <w:tcPr>
            <w:tcW w:w="5940" w:type="dxa"/>
          </w:tcPr>
          <w:p w14:paraId="2F0B6305" w14:textId="77777777" w:rsidR="002715A3" w:rsidRPr="00CD5772" w:rsidRDefault="002715A3" w:rsidP="002715A3">
            <w:pPr>
              <w:spacing w:line="300" w:lineRule="atLeast"/>
              <w:rPr>
                <w:sz w:val="22"/>
                <w:szCs w:val="22"/>
              </w:rPr>
            </w:pPr>
            <w:r w:rsidRPr="00CD5772">
              <w:rPr>
                <w:sz w:val="22"/>
                <w:szCs w:val="22"/>
              </w:rPr>
              <w:t>Deferred tax liabilities</w:t>
            </w:r>
          </w:p>
        </w:tc>
        <w:tc>
          <w:tcPr>
            <w:tcW w:w="900" w:type="dxa"/>
          </w:tcPr>
          <w:p w14:paraId="62E27A53" w14:textId="59710E8D" w:rsidR="002715A3" w:rsidRPr="006B0390" w:rsidRDefault="002715A3" w:rsidP="002715A3">
            <w:pPr>
              <w:spacing w:line="300" w:lineRule="atLeast"/>
              <w:jc w:val="center"/>
              <w:rPr>
                <w:rFonts w:cstheme="minorBidi"/>
                <w:i/>
                <w:iCs/>
                <w:sz w:val="22"/>
                <w:szCs w:val="22"/>
              </w:rPr>
            </w:pPr>
          </w:p>
        </w:tc>
        <w:tc>
          <w:tcPr>
            <w:tcW w:w="180" w:type="dxa"/>
          </w:tcPr>
          <w:p w14:paraId="257BB53F" w14:textId="77777777" w:rsidR="002715A3" w:rsidRPr="006B0390" w:rsidRDefault="002715A3" w:rsidP="002715A3">
            <w:pPr>
              <w:spacing w:line="300" w:lineRule="atLeast"/>
              <w:rPr>
                <w:sz w:val="22"/>
                <w:szCs w:val="22"/>
              </w:rPr>
            </w:pPr>
          </w:p>
        </w:tc>
        <w:tc>
          <w:tcPr>
            <w:tcW w:w="2070" w:type="dxa"/>
          </w:tcPr>
          <w:p w14:paraId="15E4E55E" w14:textId="5D4B2E64" w:rsidR="002715A3" w:rsidRPr="006B0390" w:rsidRDefault="002715A3" w:rsidP="002715A3">
            <w:pPr>
              <w:tabs>
                <w:tab w:val="decimal" w:pos="1720"/>
              </w:tabs>
              <w:spacing w:line="300" w:lineRule="atLeast"/>
              <w:ind w:right="-73"/>
              <w:rPr>
                <w:sz w:val="22"/>
                <w:szCs w:val="22"/>
              </w:rPr>
            </w:pPr>
            <w:r w:rsidRPr="006B0390">
              <w:rPr>
                <w:sz w:val="22"/>
                <w:szCs w:val="22"/>
              </w:rPr>
              <w:t>(94,373)</w:t>
            </w:r>
          </w:p>
        </w:tc>
      </w:tr>
      <w:tr w:rsidR="002715A3" w:rsidRPr="006B0390" w14:paraId="35E39021" w14:textId="77777777" w:rsidTr="00C40C53">
        <w:trPr>
          <w:cantSplit/>
        </w:trPr>
        <w:tc>
          <w:tcPr>
            <w:tcW w:w="5940" w:type="dxa"/>
          </w:tcPr>
          <w:p w14:paraId="68FC7F2B" w14:textId="28E66B1B" w:rsidR="002715A3" w:rsidRPr="00CD5772" w:rsidRDefault="002715A3" w:rsidP="002715A3">
            <w:pPr>
              <w:spacing w:line="300" w:lineRule="atLeast"/>
              <w:rPr>
                <w:sz w:val="22"/>
                <w:szCs w:val="22"/>
              </w:rPr>
            </w:pPr>
            <w:r w:rsidRPr="00CD5772">
              <w:rPr>
                <w:sz w:val="22"/>
                <w:szCs w:val="22"/>
              </w:rPr>
              <w:t xml:space="preserve">Non-current provision for employee benefits   </w:t>
            </w:r>
          </w:p>
        </w:tc>
        <w:tc>
          <w:tcPr>
            <w:tcW w:w="900" w:type="dxa"/>
          </w:tcPr>
          <w:p w14:paraId="39A79666" w14:textId="77777777" w:rsidR="002715A3" w:rsidRPr="006B0390" w:rsidRDefault="002715A3" w:rsidP="002715A3">
            <w:pPr>
              <w:spacing w:line="300" w:lineRule="atLeast"/>
              <w:jc w:val="center"/>
              <w:rPr>
                <w:rFonts w:cstheme="minorBidi"/>
                <w:i/>
                <w:iCs/>
                <w:sz w:val="22"/>
                <w:szCs w:val="22"/>
              </w:rPr>
            </w:pPr>
          </w:p>
        </w:tc>
        <w:tc>
          <w:tcPr>
            <w:tcW w:w="180" w:type="dxa"/>
          </w:tcPr>
          <w:p w14:paraId="6D41919B" w14:textId="77777777" w:rsidR="002715A3" w:rsidRPr="006B0390" w:rsidRDefault="002715A3" w:rsidP="002715A3">
            <w:pPr>
              <w:spacing w:line="300" w:lineRule="atLeast"/>
              <w:rPr>
                <w:sz w:val="22"/>
                <w:szCs w:val="22"/>
              </w:rPr>
            </w:pPr>
          </w:p>
        </w:tc>
        <w:tc>
          <w:tcPr>
            <w:tcW w:w="2070" w:type="dxa"/>
          </w:tcPr>
          <w:p w14:paraId="077BDD40" w14:textId="283F9EC0" w:rsidR="002715A3" w:rsidRPr="006B0390" w:rsidRDefault="002715A3" w:rsidP="002715A3">
            <w:pPr>
              <w:tabs>
                <w:tab w:val="decimal" w:pos="1720"/>
              </w:tabs>
              <w:spacing w:line="300" w:lineRule="atLeast"/>
              <w:ind w:right="-73"/>
              <w:rPr>
                <w:sz w:val="22"/>
                <w:szCs w:val="22"/>
              </w:rPr>
            </w:pPr>
            <w:r w:rsidRPr="006B0390">
              <w:rPr>
                <w:sz w:val="22"/>
                <w:szCs w:val="22"/>
              </w:rPr>
              <w:t>(19,761)</w:t>
            </w:r>
          </w:p>
        </w:tc>
      </w:tr>
      <w:tr w:rsidR="002715A3" w:rsidRPr="006B0390" w14:paraId="0EDCDE34" w14:textId="77777777" w:rsidTr="00C40C53">
        <w:trPr>
          <w:cantSplit/>
        </w:trPr>
        <w:tc>
          <w:tcPr>
            <w:tcW w:w="5940" w:type="dxa"/>
          </w:tcPr>
          <w:p w14:paraId="75454BE4" w14:textId="77777777" w:rsidR="002715A3" w:rsidRPr="006B0390" w:rsidRDefault="002715A3" w:rsidP="002715A3">
            <w:pPr>
              <w:spacing w:line="300" w:lineRule="atLeast"/>
              <w:rPr>
                <w:b/>
                <w:bCs/>
                <w:sz w:val="22"/>
                <w:szCs w:val="22"/>
              </w:rPr>
            </w:pPr>
            <w:r w:rsidRPr="006B0390">
              <w:rPr>
                <w:b/>
                <w:bCs/>
                <w:sz w:val="22"/>
                <w:szCs w:val="22"/>
              </w:rPr>
              <w:t xml:space="preserve">Total identifiable net assets </w:t>
            </w:r>
          </w:p>
        </w:tc>
        <w:tc>
          <w:tcPr>
            <w:tcW w:w="900" w:type="dxa"/>
          </w:tcPr>
          <w:p w14:paraId="7E7D5E6A" w14:textId="77777777" w:rsidR="002715A3" w:rsidRPr="006B0390" w:rsidRDefault="002715A3" w:rsidP="002715A3">
            <w:pPr>
              <w:spacing w:line="300" w:lineRule="atLeast"/>
              <w:rPr>
                <w:b/>
                <w:bCs/>
                <w:sz w:val="22"/>
                <w:szCs w:val="22"/>
              </w:rPr>
            </w:pPr>
          </w:p>
        </w:tc>
        <w:tc>
          <w:tcPr>
            <w:tcW w:w="180" w:type="dxa"/>
          </w:tcPr>
          <w:p w14:paraId="2A9BFAA0" w14:textId="77777777" w:rsidR="002715A3" w:rsidRPr="006B0390" w:rsidRDefault="002715A3" w:rsidP="002715A3">
            <w:pPr>
              <w:spacing w:line="300" w:lineRule="atLeast"/>
              <w:rPr>
                <w:b/>
                <w:bCs/>
                <w:sz w:val="22"/>
                <w:szCs w:val="22"/>
              </w:rPr>
            </w:pPr>
          </w:p>
        </w:tc>
        <w:tc>
          <w:tcPr>
            <w:tcW w:w="2070" w:type="dxa"/>
            <w:tcBorders>
              <w:top w:val="single" w:sz="4" w:space="0" w:color="auto"/>
            </w:tcBorders>
          </w:tcPr>
          <w:p w14:paraId="3CEA982D" w14:textId="2BB9FF39" w:rsidR="002715A3" w:rsidRPr="006B0390" w:rsidRDefault="002715A3" w:rsidP="002715A3">
            <w:pPr>
              <w:tabs>
                <w:tab w:val="decimal" w:pos="1720"/>
              </w:tabs>
              <w:spacing w:line="300" w:lineRule="atLeast"/>
              <w:ind w:right="-73"/>
              <w:rPr>
                <w:b/>
                <w:bCs/>
                <w:sz w:val="22"/>
                <w:szCs w:val="22"/>
              </w:rPr>
            </w:pPr>
            <w:r w:rsidRPr="006B0390">
              <w:rPr>
                <w:b/>
                <w:bCs/>
                <w:sz w:val="22"/>
                <w:szCs w:val="22"/>
              </w:rPr>
              <w:t>354,205</w:t>
            </w:r>
          </w:p>
        </w:tc>
      </w:tr>
      <w:tr w:rsidR="002715A3" w:rsidRPr="006B0390" w14:paraId="5BFED0F2" w14:textId="77777777" w:rsidTr="00C40C53">
        <w:trPr>
          <w:cantSplit/>
        </w:trPr>
        <w:tc>
          <w:tcPr>
            <w:tcW w:w="5940" w:type="dxa"/>
          </w:tcPr>
          <w:p w14:paraId="4A451AED" w14:textId="77777777" w:rsidR="002715A3" w:rsidRPr="006B0390" w:rsidRDefault="002715A3" w:rsidP="002715A3">
            <w:pPr>
              <w:spacing w:line="300" w:lineRule="atLeast"/>
              <w:rPr>
                <w:b/>
                <w:bCs/>
                <w:sz w:val="22"/>
                <w:szCs w:val="22"/>
              </w:rPr>
            </w:pPr>
            <w:r w:rsidRPr="006B0390">
              <w:rPr>
                <w:sz w:val="22"/>
                <w:szCs w:val="22"/>
              </w:rPr>
              <w:t>Controlling interest (%)</w:t>
            </w:r>
          </w:p>
        </w:tc>
        <w:tc>
          <w:tcPr>
            <w:tcW w:w="900" w:type="dxa"/>
          </w:tcPr>
          <w:p w14:paraId="5826CC1D" w14:textId="77777777" w:rsidR="002715A3" w:rsidRPr="006B0390" w:rsidRDefault="002715A3" w:rsidP="002715A3">
            <w:pPr>
              <w:spacing w:line="300" w:lineRule="atLeast"/>
              <w:rPr>
                <w:b/>
                <w:bCs/>
                <w:sz w:val="22"/>
                <w:szCs w:val="22"/>
              </w:rPr>
            </w:pPr>
          </w:p>
        </w:tc>
        <w:tc>
          <w:tcPr>
            <w:tcW w:w="180" w:type="dxa"/>
          </w:tcPr>
          <w:p w14:paraId="63716274" w14:textId="77777777" w:rsidR="002715A3" w:rsidRPr="006B0390" w:rsidRDefault="002715A3" w:rsidP="002715A3">
            <w:pPr>
              <w:spacing w:line="300" w:lineRule="atLeast"/>
              <w:rPr>
                <w:b/>
                <w:bCs/>
                <w:sz w:val="22"/>
                <w:szCs w:val="22"/>
              </w:rPr>
            </w:pPr>
          </w:p>
        </w:tc>
        <w:tc>
          <w:tcPr>
            <w:tcW w:w="2070" w:type="dxa"/>
          </w:tcPr>
          <w:p w14:paraId="0FDAE7E4" w14:textId="1980EE86" w:rsidR="002715A3" w:rsidRPr="006B0390" w:rsidRDefault="002715A3" w:rsidP="002715A3">
            <w:pPr>
              <w:tabs>
                <w:tab w:val="decimal" w:pos="1720"/>
              </w:tabs>
              <w:spacing w:line="300" w:lineRule="atLeast"/>
              <w:ind w:right="-73"/>
              <w:rPr>
                <w:sz w:val="22"/>
                <w:szCs w:val="22"/>
              </w:rPr>
            </w:pPr>
            <w:r w:rsidRPr="006B0390">
              <w:rPr>
                <w:sz w:val="22"/>
                <w:szCs w:val="22"/>
              </w:rPr>
              <w:t>100</w:t>
            </w:r>
          </w:p>
        </w:tc>
      </w:tr>
      <w:tr w:rsidR="002715A3" w:rsidRPr="006B0390" w14:paraId="1DD442AD" w14:textId="77777777" w:rsidTr="00C40C53">
        <w:trPr>
          <w:cantSplit/>
        </w:trPr>
        <w:tc>
          <w:tcPr>
            <w:tcW w:w="5940" w:type="dxa"/>
          </w:tcPr>
          <w:p w14:paraId="59A2B9D1" w14:textId="77777777" w:rsidR="002715A3" w:rsidRPr="006B0390" w:rsidRDefault="002715A3" w:rsidP="002715A3">
            <w:pPr>
              <w:spacing w:line="300" w:lineRule="atLeast"/>
              <w:rPr>
                <w:b/>
                <w:bCs/>
                <w:sz w:val="22"/>
                <w:szCs w:val="22"/>
              </w:rPr>
            </w:pPr>
            <w:r w:rsidRPr="006B0390">
              <w:rPr>
                <w:b/>
                <w:bCs/>
                <w:sz w:val="22"/>
                <w:szCs w:val="22"/>
              </w:rPr>
              <w:t>Total identifiable net assets received</w:t>
            </w:r>
          </w:p>
        </w:tc>
        <w:tc>
          <w:tcPr>
            <w:tcW w:w="900" w:type="dxa"/>
          </w:tcPr>
          <w:p w14:paraId="52BF61F6" w14:textId="77777777" w:rsidR="002715A3" w:rsidRPr="006B0390" w:rsidRDefault="002715A3" w:rsidP="002715A3">
            <w:pPr>
              <w:spacing w:line="300" w:lineRule="atLeast"/>
              <w:rPr>
                <w:b/>
                <w:bCs/>
                <w:sz w:val="22"/>
                <w:szCs w:val="22"/>
              </w:rPr>
            </w:pPr>
          </w:p>
        </w:tc>
        <w:tc>
          <w:tcPr>
            <w:tcW w:w="180" w:type="dxa"/>
          </w:tcPr>
          <w:p w14:paraId="131E0ECF" w14:textId="77777777" w:rsidR="002715A3" w:rsidRPr="006B0390" w:rsidRDefault="002715A3" w:rsidP="002715A3">
            <w:pPr>
              <w:spacing w:line="300" w:lineRule="atLeast"/>
              <w:rPr>
                <w:b/>
                <w:bCs/>
                <w:sz w:val="22"/>
                <w:szCs w:val="22"/>
              </w:rPr>
            </w:pPr>
          </w:p>
        </w:tc>
        <w:tc>
          <w:tcPr>
            <w:tcW w:w="2070" w:type="dxa"/>
            <w:tcBorders>
              <w:top w:val="single" w:sz="4" w:space="0" w:color="auto"/>
            </w:tcBorders>
          </w:tcPr>
          <w:p w14:paraId="032AD905" w14:textId="024B42BB" w:rsidR="002715A3" w:rsidRPr="00916724" w:rsidRDefault="002715A3" w:rsidP="002715A3">
            <w:pPr>
              <w:tabs>
                <w:tab w:val="decimal" w:pos="1720"/>
              </w:tabs>
              <w:spacing w:line="300" w:lineRule="atLeast"/>
              <w:ind w:right="-73"/>
              <w:rPr>
                <w:b/>
                <w:bCs/>
                <w:sz w:val="22"/>
                <w:szCs w:val="22"/>
              </w:rPr>
            </w:pPr>
            <w:r w:rsidRPr="00916724">
              <w:rPr>
                <w:b/>
                <w:bCs/>
                <w:sz w:val="22"/>
                <w:szCs w:val="22"/>
              </w:rPr>
              <w:t>354,205</w:t>
            </w:r>
          </w:p>
        </w:tc>
      </w:tr>
      <w:tr w:rsidR="002715A3" w:rsidRPr="006B0390" w14:paraId="3AC8F499" w14:textId="77777777" w:rsidTr="00C40C53">
        <w:trPr>
          <w:cantSplit/>
        </w:trPr>
        <w:tc>
          <w:tcPr>
            <w:tcW w:w="5940" w:type="dxa"/>
          </w:tcPr>
          <w:p w14:paraId="730EA09E" w14:textId="77777777" w:rsidR="002715A3" w:rsidRPr="006B0390" w:rsidRDefault="002715A3" w:rsidP="002715A3">
            <w:pPr>
              <w:spacing w:line="300" w:lineRule="atLeast"/>
              <w:rPr>
                <w:b/>
                <w:bCs/>
                <w:sz w:val="22"/>
                <w:szCs w:val="22"/>
              </w:rPr>
            </w:pPr>
            <w:r w:rsidRPr="006B0390">
              <w:rPr>
                <w:sz w:val="22"/>
                <w:szCs w:val="22"/>
              </w:rPr>
              <w:t xml:space="preserve">Goodwill arising from the acquisition </w:t>
            </w:r>
          </w:p>
        </w:tc>
        <w:tc>
          <w:tcPr>
            <w:tcW w:w="900" w:type="dxa"/>
          </w:tcPr>
          <w:p w14:paraId="1334BFF8" w14:textId="6148194D" w:rsidR="002715A3" w:rsidRPr="006B0390" w:rsidRDefault="002715A3" w:rsidP="002715A3">
            <w:pPr>
              <w:spacing w:line="300" w:lineRule="atLeast"/>
              <w:jc w:val="center"/>
              <w:rPr>
                <w:i/>
                <w:iCs/>
                <w:sz w:val="22"/>
                <w:szCs w:val="22"/>
              </w:rPr>
            </w:pPr>
          </w:p>
        </w:tc>
        <w:tc>
          <w:tcPr>
            <w:tcW w:w="180" w:type="dxa"/>
          </w:tcPr>
          <w:p w14:paraId="69B5363A" w14:textId="77777777" w:rsidR="002715A3" w:rsidRPr="006B0390" w:rsidRDefault="002715A3" w:rsidP="002715A3">
            <w:pPr>
              <w:spacing w:line="300" w:lineRule="atLeast"/>
              <w:rPr>
                <w:b/>
                <w:bCs/>
                <w:sz w:val="22"/>
                <w:szCs w:val="22"/>
              </w:rPr>
            </w:pPr>
          </w:p>
        </w:tc>
        <w:tc>
          <w:tcPr>
            <w:tcW w:w="2070" w:type="dxa"/>
          </w:tcPr>
          <w:p w14:paraId="67EE448E" w14:textId="1C4BAE51" w:rsidR="002715A3" w:rsidRPr="006B0390" w:rsidRDefault="002715A3" w:rsidP="002715A3">
            <w:pPr>
              <w:tabs>
                <w:tab w:val="decimal" w:pos="1720"/>
              </w:tabs>
              <w:spacing w:line="300" w:lineRule="atLeast"/>
              <w:ind w:right="-73"/>
              <w:rPr>
                <w:sz w:val="22"/>
                <w:szCs w:val="22"/>
              </w:rPr>
            </w:pPr>
            <w:r w:rsidRPr="006B0390">
              <w:rPr>
                <w:sz w:val="22"/>
                <w:szCs w:val="22"/>
              </w:rPr>
              <w:t>37,940</w:t>
            </w:r>
          </w:p>
        </w:tc>
      </w:tr>
      <w:tr w:rsidR="002715A3" w:rsidRPr="006B0390" w14:paraId="29484FFF" w14:textId="77777777" w:rsidTr="00C40C53">
        <w:trPr>
          <w:cantSplit/>
        </w:trPr>
        <w:tc>
          <w:tcPr>
            <w:tcW w:w="5940" w:type="dxa"/>
          </w:tcPr>
          <w:p w14:paraId="4A5C5278" w14:textId="149799BF" w:rsidR="002715A3" w:rsidRPr="006B0390" w:rsidRDefault="002715A3" w:rsidP="002715A3">
            <w:pPr>
              <w:spacing w:line="300" w:lineRule="atLeast"/>
              <w:rPr>
                <w:b/>
                <w:bCs/>
                <w:sz w:val="22"/>
                <w:szCs w:val="22"/>
              </w:rPr>
            </w:pPr>
            <w:r>
              <w:rPr>
                <w:b/>
                <w:bCs/>
                <w:sz w:val="22"/>
                <w:szCs w:val="22"/>
              </w:rPr>
              <w:t xml:space="preserve">Total </w:t>
            </w:r>
            <w:r w:rsidRPr="006B0390">
              <w:rPr>
                <w:b/>
                <w:bCs/>
                <w:sz w:val="22"/>
                <w:szCs w:val="22"/>
              </w:rPr>
              <w:t>consideration transferred</w:t>
            </w:r>
          </w:p>
        </w:tc>
        <w:tc>
          <w:tcPr>
            <w:tcW w:w="900" w:type="dxa"/>
          </w:tcPr>
          <w:p w14:paraId="52D4AAF9" w14:textId="77777777" w:rsidR="002715A3" w:rsidRPr="006B0390" w:rsidRDefault="002715A3" w:rsidP="002715A3">
            <w:pPr>
              <w:spacing w:line="300" w:lineRule="atLeast"/>
              <w:rPr>
                <w:b/>
                <w:bCs/>
                <w:sz w:val="22"/>
                <w:szCs w:val="22"/>
              </w:rPr>
            </w:pPr>
          </w:p>
        </w:tc>
        <w:tc>
          <w:tcPr>
            <w:tcW w:w="180" w:type="dxa"/>
          </w:tcPr>
          <w:p w14:paraId="43AFE314" w14:textId="77777777" w:rsidR="002715A3" w:rsidRPr="006B0390" w:rsidRDefault="002715A3" w:rsidP="002715A3">
            <w:pPr>
              <w:spacing w:line="300" w:lineRule="atLeast"/>
              <w:rPr>
                <w:b/>
                <w:bCs/>
                <w:sz w:val="22"/>
                <w:szCs w:val="22"/>
              </w:rPr>
            </w:pPr>
          </w:p>
        </w:tc>
        <w:tc>
          <w:tcPr>
            <w:tcW w:w="2070" w:type="dxa"/>
            <w:tcBorders>
              <w:top w:val="single" w:sz="4" w:space="0" w:color="auto"/>
              <w:bottom w:val="double" w:sz="4" w:space="0" w:color="auto"/>
            </w:tcBorders>
          </w:tcPr>
          <w:p w14:paraId="4DA76130" w14:textId="1E6B1D9E" w:rsidR="002715A3" w:rsidRPr="006B0390" w:rsidRDefault="002715A3" w:rsidP="002715A3">
            <w:pPr>
              <w:tabs>
                <w:tab w:val="decimal" w:pos="1720"/>
              </w:tabs>
              <w:spacing w:line="300" w:lineRule="atLeast"/>
              <w:ind w:right="-73"/>
              <w:rPr>
                <w:b/>
                <w:bCs/>
                <w:sz w:val="22"/>
                <w:szCs w:val="22"/>
              </w:rPr>
            </w:pPr>
            <w:r w:rsidRPr="006B0390">
              <w:rPr>
                <w:b/>
                <w:bCs/>
                <w:sz w:val="22"/>
                <w:szCs w:val="22"/>
              </w:rPr>
              <w:t>392,145</w:t>
            </w:r>
          </w:p>
        </w:tc>
      </w:tr>
      <w:tr w:rsidR="002715A3" w:rsidRPr="006B0390" w14:paraId="72C1EE19" w14:textId="77777777" w:rsidTr="00C40C53">
        <w:trPr>
          <w:cantSplit/>
        </w:trPr>
        <w:tc>
          <w:tcPr>
            <w:tcW w:w="5940" w:type="dxa"/>
          </w:tcPr>
          <w:p w14:paraId="5631B025" w14:textId="77777777" w:rsidR="002715A3" w:rsidRPr="006B0390" w:rsidRDefault="002715A3" w:rsidP="002715A3">
            <w:pPr>
              <w:spacing w:line="300" w:lineRule="atLeast"/>
              <w:rPr>
                <w:sz w:val="22"/>
                <w:szCs w:val="22"/>
              </w:rPr>
            </w:pPr>
          </w:p>
        </w:tc>
        <w:tc>
          <w:tcPr>
            <w:tcW w:w="900" w:type="dxa"/>
          </w:tcPr>
          <w:p w14:paraId="4B3F525C" w14:textId="77777777" w:rsidR="002715A3" w:rsidRPr="006B0390" w:rsidRDefault="002715A3" w:rsidP="002715A3">
            <w:pPr>
              <w:spacing w:line="300" w:lineRule="atLeast"/>
              <w:rPr>
                <w:b/>
                <w:bCs/>
                <w:sz w:val="22"/>
                <w:szCs w:val="22"/>
              </w:rPr>
            </w:pPr>
          </w:p>
        </w:tc>
        <w:tc>
          <w:tcPr>
            <w:tcW w:w="180" w:type="dxa"/>
          </w:tcPr>
          <w:p w14:paraId="574761DF" w14:textId="77777777" w:rsidR="002715A3" w:rsidRPr="006B0390" w:rsidRDefault="002715A3" w:rsidP="002715A3">
            <w:pPr>
              <w:spacing w:line="300" w:lineRule="atLeast"/>
              <w:rPr>
                <w:b/>
                <w:bCs/>
                <w:sz w:val="22"/>
                <w:szCs w:val="22"/>
              </w:rPr>
            </w:pPr>
          </w:p>
        </w:tc>
        <w:tc>
          <w:tcPr>
            <w:tcW w:w="2070" w:type="dxa"/>
            <w:tcBorders>
              <w:top w:val="double" w:sz="4" w:space="0" w:color="auto"/>
            </w:tcBorders>
          </w:tcPr>
          <w:p w14:paraId="688288AB" w14:textId="77777777" w:rsidR="002715A3" w:rsidRPr="006B0390" w:rsidRDefault="002715A3" w:rsidP="002715A3">
            <w:pPr>
              <w:tabs>
                <w:tab w:val="decimal" w:pos="1720"/>
              </w:tabs>
              <w:spacing w:line="300" w:lineRule="atLeast"/>
              <w:ind w:right="-73"/>
              <w:rPr>
                <w:b/>
                <w:bCs/>
                <w:sz w:val="22"/>
                <w:szCs w:val="22"/>
              </w:rPr>
            </w:pPr>
          </w:p>
        </w:tc>
      </w:tr>
      <w:tr w:rsidR="002715A3" w:rsidRPr="006B0390" w14:paraId="58B52497" w14:textId="77777777" w:rsidTr="00C40C53">
        <w:trPr>
          <w:cantSplit/>
        </w:trPr>
        <w:tc>
          <w:tcPr>
            <w:tcW w:w="5940" w:type="dxa"/>
          </w:tcPr>
          <w:p w14:paraId="14D81717" w14:textId="1B3C7316" w:rsidR="002715A3" w:rsidRPr="006B0390" w:rsidRDefault="002715A3" w:rsidP="002715A3">
            <w:pPr>
              <w:spacing w:line="300" w:lineRule="atLeast"/>
              <w:rPr>
                <w:b/>
                <w:bCs/>
                <w:sz w:val="22"/>
                <w:szCs w:val="22"/>
              </w:rPr>
            </w:pPr>
            <w:r w:rsidRPr="006B0390">
              <w:rPr>
                <w:sz w:val="22"/>
                <w:szCs w:val="22"/>
              </w:rPr>
              <w:t>Cash acquired</w:t>
            </w:r>
            <w:r>
              <w:rPr>
                <w:sz w:val="22"/>
                <w:szCs w:val="22"/>
              </w:rPr>
              <w:t xml:space="preserve"> with the business</w:t>
            </w:r>
          </w:p>
        </w:tc>
        <w:tc>
          <w:tcPr>
            <w:tcW w:w="900" w:type="dxa"/>
          </w:tcPr>
          <w:p w14:paraId="40FA974F" w14:textId="77777777" w:rsidR="002715A3" w:rsidRPr="006B0390" w:rsidRDefault="002715A3" w:rsidP="002715A3">
            <w:pPr>
              <w:spacing w:line="300" w:lineRule="atLeast"/>
              <w:rPr>
                <w:b/>
                <w:bCs/>
                <w:sz w:val="22"/>
                <w:szCs w:val="22"/>
              </w:rPr>
            </w:pPr>
          </w:p>
        </w:tc>
        <w:tc>
          <w:tcPr>
            <w:tcW w:w="180" w:type="dxa"/>
          </w:tcPr>
          <w:p w14:paraId="688B9640" w14:textId="77777777" w:rsidR="002715A3" w:rsidRPr="006B0390" w:rsidRDefault="002715A3" w:rsidP="002715A3">
            <w:pPr>
              <w:spacing w:line="300" w:lineRule="atLeast"/>
              <w:rPr>
                <w:b/>
                <w:bCs/>
                <w:sz w:val="22"/>
                <w:szCs w:val="22"/>
              </w:rPr>
            </w:pPr>
          </w:p>
        </w:tc>
        <w:tc>
          <w:tcPr>
            <w:tcW w:w="2070" w:type="dxa"/>
          </w:tcPr>
          <w:p w14:paraId="4E100C4F" w14:textId="0E5BE5C2" w:rsidR="002715A3" w:rsidRPr="006B0390" w:rsidRDefault="002715A3" w:rsidP="002715A3">
            <w:pPr>
              <w:tabs>
                <w:tab w:val="decimal" w:pos="1720"/>
              </w:tabs>
              <w:spacing w:line="300" w:lineRule="atLeast"/>
              <w:ind w:right="-73"/>
              <w:rPr>
                <w:sz w:val="22"/>
                <w:szCs w:val="22"/>
              </w:rPr>
            </w:pPr>
            <w:r w:rsidRPr="006B0390">
              <w:rPr>
                <w:sz w:val="22"/>
                <w:szCs w:val="22"/>
              </w:rPr>
              <w:t>38,935</w:t>
            </w:r>
          </w:p>
        </w:tc>
      </w:tr>
      <w:tr w:rsidR="002715A3" w:rsidRPr="006B0390" w14:paraId="4A36ADAD" w14:textId="77777777" w:rsidTr="00C40C53">
        <w:trPr>
          <w:cantSplit/>
        </w:trPr>
        <w:tc>
          <w:tcPr>
            <w:tcW w:w="5940" w:type="dxa"/>
          </w:tcPr>
          <w:p w14:paraId="3849924B" w14:textId="77777777" w:rsidR="002715A3" w:rsidRPr="006B0390" w:rsidRDefault="002715A3" w:rsidP="002715A3">
            <w:pPr>
              <w:spacing w:line="300" w:lineRule="atLeast"/>
              <w:rPr>
                <w:b/>
                <w:bCs/>
                <w:sz w:val="22"/>
                <w:szCs w:val="22"/>
              </w:rPr>
            </w:pPr>
            <w:r w:rsidRPr="006B0390">
              <w:rPr>
                <w:sz w:val="22"/>
                <w:szCs w:val="22"/>
              </w:rPr>
              <w:t>Cash paid</w:t>
            </w:r>
          </w:p>
        </w:tc>
        <w:tc>
          <w:tcPr>
            <w:tcW w:w="900" w:type="dxa"/>
          </w:tcPr>
          <w:p w14:paraId="797E0E20" w14:textId="77777777" w:rsidR="002715A3" w:rsidRPr="006B0390" w:rsidRDefault="002715A3" w:rsidP="002715A3">
            <w:pPr>
              <w:spacing w:line="300" w:lineRule="atLeast"/>
              <w:rPr>
                <w:b/>
                <w:bCs/>
                <w:sz w:val="22"/>
                <w:szCs w:val="22"/>
              </w:rPr>
            </w:pPr>
          </w:p>
        </w:tc>
        <w:tc>
          <w:tcPr>
            <w:tcW w:w="180" w:type="dxa"/>
          </w:tcPr>
          <w:p w14:paraId="73F0DB61" w14:textId="77777777" w:rsidR="002715A3" w:rsidRPr="006B0390" w:rsidRDefault="002715A3" w:rsidP="002715A3">
            <w:pPr>
              <w:spacing w:line="300" w:lineRule="atLeast"/>
              <w:rPr>
                <w:b/>
                <w:bCs/>
                <w:sz w:val="22"/>
                <w:szCs w:val="22"/>
              </w:rPr>
            </w:pPr>
          </w:p>
        </w:tc>
        <w:tc>
          <w:tcPr>
            <w:tcW w:w="2070" w:type="dxa"/>
          </w:tcPr>
          <w:p w14:paraId="7A1D1EE2" w14:textId="7689EF28" w:rsidR="002715A3" w:rsidRPr="006B0390" w:rsidRDefault="002715A3" w:rsidP="002715A3">
            <w:pPr>
              <w:tabs>
                <w:tab w:val="decimal" w:pos="1720"/>
              </w:tabs>
              <w:spacing w:line="300" w:lineRule="atLeast"/>
              <w:ind w:right="-73"/>
              <w:rPr>
                <w:sz w:val="22"/>
                <w:szCs w:val="22"/>
              </w:rPr>
            </w:pPr>
            <w:r w:rsidRPr="006B0390">
              <w:rPr>
                <w:sz w:val="22"/>
                <w:szCs w:val="22"/>
              </w:rPr>
              <w:t>392,145</w:t>
            </w:r>
          </w:p>
        </w:tc>
      </w:tr>
      <w:tr w:rsidR="002715A3" w:rsidRPr="006B0390" w14:paraId="0761F44B" w14:textId="77777777" w:rsidTr="00C40C53">
        <w:trPr>
          <w:cantSplit/>
        </w:trPr>
        <w:tc>
          <w:tcPr>
            <w:tcW w:w="5940" w:type="dxa"/>
          </w:tcPr>
          <w:p w14:paraId="1363922B" w14:textId="77777777" w:rsidR="002715A3" w:rsidRPr="006B0390" w:rsidRDefault="002715A3" w:rsidP="002715A3">
            <w:pPr>
              <w:spacing w:line="300" w:lineRule="atLeast"/>
              <w:rPr>
                <w:b/>
                <w:bCs/>
                <w:sz w:val="22"/>
                <w:szCs w:val="22"/>
              </w:rPr>
            </w:pPr>
            <w:r w:rsidRPr="006B0390">
              <w:rPr>
                <w:b/>
                <w:bCs/>
                <w:sz w:val="22"/>
                <w:szCs w:val="22"/>
              </w:rPr>
              <w:t>Net cash outflows</w:t>
            </w:r>
          </w:p>
        </w:tc>
        <w:tc>
          <w:tcPr>
            <w:tcW w:w="900" w:type="dxa"/>
          </w:tcPr>
          <w:p w14:paraId="6DEB2B20" w14:textId="77777777" w:rsidR="002715A3" w:rsidRPr="006B0390" w:rsidRDefault="002715A3" w:rsidP="002715A3">
            <w:pPr>
              <w:spacing w:line="300" w:lineRule="atLeast"/>
              <w:rPr>
                <w:b/>
                <w:bCs/>
                <w:sz w:val="22"/>
                <w:szCs w:val="22"/>
              </w:rPr>
            </w:pPr>
          </w:p>
        </w:tc>
        <w:tc>
          <w:tcPr>
            <w:tcW w:w="180" w:type="dxa"/>
          </w:tcPr>
          <w:p w14:paraId="71E24A9B" w14:textId="77777777" w:rsidR="002715A3" w:rsidRPr="006B0390" w:rsidRDefault="002715A3" w:rsidP="002715A3">
            <w:pPr>
              <w:spacing w:line="300" w:lineRule="atLeast"/>
              <w:rPr>
                <w:b/>
                <w:bCs/>
                <w:sz w:val="22"/>
                <w:szCs w:val="22"/>
              </w:rPr>
            </w:pPr>
          </w:p>
        </w:tc>
        <w:tc>
          <w:tcPr>
            <w:tcW w:w="2070" w:type="dxa"/>
            <w:tcBorders>
              <w:top w:val="single" w:sz="4" w:space="0" w:color="auto"/>
              <w:bottom w:val="double" w:sz="4" w:space="0" w:color="auto"/>
            </w:tcBorders>
          </w:tcPr>
          <w:p w14:paraId="11551060" w14:textId="24A8CDC4" w:rsidR="002715A3" w:rsidRPr="006B0390" w:rsidRDefault="002715A3" w:rsidP="002715A3">
            <w:pPr>
              <w:tabs>
                <w:tab w:val="decimal" w:pos="1720"/>
              </w:tabs>
              <w:spacing w:line="300" w:lineRule="atLeast"/>
              <w:ind w:right="-73"/>
              <w:rPr>
                <w:b/>
                <w:bCs/>
                <w:sz w:val="22"/>
                <w:szCs w:val="22"/>
              </w:rPr>
            </w:pPr>
            <w:r w:rsidRPr="006B0390">
              <w:rPr>
                <w:b/>
                <w:bCs/>
                <w:sz w:val="22"/>
                <w:szCs w:val="22"/>
              </w:rPr>
              <w:t>353,210</w:t>
            </w:r>
          </w:p>
        </w:tc>
      </w:tr>
    </w:tbl>
    <w:p w14:paraId="53E58450" w14:textId="77777777" w:rsidR="00175A31" w:rsidRPr="00306A3D" w:rsidRDefault="00175A31" w:rsidP="001A05CA">
      <w:pPr>
        <w:pStyle w:val="ListParagraph"/>
        <w:spacing w:line="300" w:lineRule="atLeast"/>
        <w:ind w:left="540"/>
        <w:jc w:val="both"/>
        <w:rPr>
          <w:sz w:val="22"/>
          <w:szCs w:val="22"/>
        </w:rPr>
      </w:pPr>
    </w:p>
    <w:p w14:paraId="416423A2" w14:textId="77777777" w:rsidR="00175A31" w:rsidRPr="00306A3D" w:rsidRDefault="00175A31" w:rsidP="001A05CA">
      <w:pPr>
        <w:spacing w:line="300" w:lineRule="atLeast"/>
        <w:ind w:left="540"/>
        <w:rPr>
          <w:i/>
          <w:iCs/>
          <w:sz w:val="22"/>
          <w:szCs w:val="24"/>
        </w:rPr>
      </w:pPr>
      <w:r w:rsidRPr="00306A3D">
        <w:rPr>
          <w:i/>
          <w:iCs/>
          <w:sz w:val="22"/>
          <w:szCs w:val="24"/>
        </w:rPr>
        <w:t xml:space="preserve">Goodwill  </w:t>
      </w:r>
    </w:p>
    <w:p w14:paraId="64172281" w14:textId="18E6CE00" w:rsidR="00F16B76" w:rsidRDefault="00175A31" w:rsidP="001A05CA">
      <w:pPr>
        <w:spacing w:line="300" w:lineRule="atLeast"/>
        <w:ind w:left="540"/>
        <w:jc w:val="both"/>
        <w:rPr>
          <w:sz w:val="22"/>
          <w:szCs w:val="24"/>
        </w:rPr>
      </w:pPr>
      <w:r w:rsidRPr="00306A3D">
        <w:rPr>
          <w:sz w:val="22"/>
          <w:szCs w:val="24"/>
        </w:rPr>
        <w:t xml:space="preserve">The goodwill is attributable mainly to the </w:t>
      </w:r>
      <w:r w:rsidRPr="005A1235">
        <w:rPr>
          <w:sz w:val="22"/>
          <w:szCs w:val="24"/>
        </w:rPr>
        <w:t>marketing</w:t>
      </w:r>
      <w:r>
        <w:rPr>
          <w:rFonts w:cstheme="minorBidi" w:hint="cs"/>
          <w:sz w:val="22"/>
          <w:szCs w:val="24"/>
          <w:cs/>
        </w:rPr>
        <w:t xml:space="preserve"> </w:t>
      </w:r>
      <w:r w:rsidRPr="00306A3D">
        <w:rPr>
          <w:sz w:val="22"/>
          <w:szCs w:val="24"/>
        </w:rPr>
        <w:t xml:space="preserve">skills and technical talent of </w:t>
      </w:r>
      <w:r w:rsidR="001A05CA" w:rsidRPr="00291BBA">
        <w:rPr>
          <w:sz w:val="22"/>
          <w:szCs w:val="22"/>
        </w:rPr>
        <w:t xml:space="preserve">KCE Printed Circuit Boards </w:t>
      </w:r>
      <w:r w:rsidR="006546E0" w:rsidRPr="00291BBA">
        <w:rPr>
          <w:sz w:val="22"/>
          <w:szCs w:val="22"/>
        </w:rPr>
        <w:t xml:space="preserve">GmbH’s </w:t>
      </w:r>
      <w:r w:rsidR="006546E0" w:rsidRPr="00291BBA">
        <w:rPr>
          <w:sz w:val="22"/>
          <w:szCs w:val="24"/>
        </w:rPr>
        <w:t>work</w:t>
      </w:r>
      <w:r w:rsidRPr="00306A3D">
        <w:rPr>
          <w:sz w:val="22"/>
          <w:szCs w:val="24"/>
        </w:rPr>
        <w:t xml:space="preserve"> force, and the synergies expected to be achieved from integrating the company. </w:t>
      </w:r>
    </w:p>
    <w:p w14:paraId="4B09147F" w14:textId="77777777" w:rsidR="001A05CA" w:rsidRDefault="001A05CA" w:rsidP="001A05CA">
      <w:pPr>
        <w:spacing w:line="300" w:lineRule="atLeast"/>
        <w:ind w:left="540"/>
        <w:jc w:val="both"/>
        <w:rPr>
          <w:sz w:val="22"/>
          <w:szCs w:val="24"/>
        </w:rPr>
      </w:pPr>
    </w:p>
    <w:p w14:paraId="5D8D7768" w14:textId="77777777" w:rsidR="001A05CA" w:rsidRDefault="001A05CA" w:rsidP="001A05CA">
      <w:pPr>
        <w:spacing w:line="300" w:lineRule="atLeast"/>
        <w:ind w:left="540"/>
        <w:jc w:val="both"/>
        <w:rPr>
          <w:sz w:val="22"/>
          <w:szCs w:val="24"/>
        </w:rPr>
      </w:pPr>
    </w:p>
    <w:p w14:paraId="5FBFEF4E" w14:textId="77777777" w:rsidR="001A05CA" w:rsidRDefault="001A05CA" w:rsidP="001A05CA">
      <w:pPr>
        <w:spacing w:line="300" w:lineRule="atLeast"/>
        <w:ind w:left="540"/>
        <w:jc w:val="both"/>
        <w:rPr>
          <w:sz w:val="22"/>
          <w:szCs w:val="24"/>
        </w:rPr>
      </w:pPr>
    </w:p>
    <w:p w14:paraId="4BBBC0B5" w14:textId="77777777" w:rsidR="001A05CA" w:rsidRDefault="001A05CA" w:rsidP="001A05CA">
      <w:pPr>
        <w:spacing w:line="300" w:lineRule="atLeast"/>
        <w:ind w:left="540"/>
        <w:jc w:val="both"/>
        <w:rPr>
          <w:sz w:val="22"/>
          <w:szCs w:val="24"/>
        </w:rPr>
      </w:pPr>
    </w:p>
    <w:p w14:paraId="70C649EB" w14:textId="77777777" w:rsidR="001A05CA" w:rsidRDefault="001A05CA" w:rsidP="001A05CA">
      <w:pPr>
        <w:spacing w:line="300" w:lineRule="atLeast"/>
        <w:ind w:left="540"/>
        <w:jc w:val="both"/>
        <w:rPr>
          <w:sz w:val="22"/>
          <w:szCs w:val="24"/>
        </w:rPr>
      </w:pPr>
    </w:p>
    <w:p w14:paraId="163814F4" w14:textId="77777777" w:rsidR="000119F3" w:rsidRDefault="000119F3" w:rsidP="001A05CA">
      <w:pPr>
        <w:spacing w:line="300" w:lineRule="atLeast"/>
        <w:ind w:left="540"/>
        <w:jc w:val="both"/>
        <w:rPr>
          <w:sz w:val="22"/>
          <w:szCs w:val="24"/>
        </w:rPr>
      </w:pPr>
    </w:p>
    <w:p w14:paraId="13D1966E" w14:textId="77777777" w:rsidR="000119F3" w:rsidRDefault="000119F3" w:rsidP="001A05CA">
      <w:pPr>
        <w:spacing w:line="300" w:lineRule="atLeast"/>
        <w:ind w:left="540"/>
        <w:jc w:val="both"/>
        <w:rPr>
          <w:sz w:val="22"/>
          <w:szCs w:val="24"/>
        </w:rPr>
      </w:pPr>
    </w:p>
    <w:p w14:paraId="029C1539" w14:textId="77777777" w:rsidR="000119F3" w:rsidRDefault="000119F3" w:rsidP="001A05CA">
      <w:pPr>
        <w:spacing w:line="300" w:lineRule="atLeast"/>
        <w:ind w:left="540"/>
        <w:jc w:val="both"/>
        <w:rPr>
          <w:sz w:val="22"/>
          <w:szCs w:val="24"/>
        </w:rPr>
      </w:pPr>
    </w:p>
    <w:p w14:paraId="0CE35BBE" w14:textId="77777777" w:rsidR="00FC4AF8" w:rsidRDefault="00FC4AF8" w:rsidP="001A05CA">
      <w:pPr>
        <w:spacing w:line="300" w:lineRule="atLeast"/>
        <w:ind w:left="540"/>
        <w:jc w:val="both"/>
        <w:rPr>
          <w:sz w:val="22"/>
          <w:szCs w:val="24"/>
        </w:rPr>
      </w:pPr>
    </w:p>
    <w:p w14:paraId="3751BD57" w14:textId="77777777" w:rsidR="000119F3" w:rsidRDefault="000119F3" w:rsidP="00461386">
      <w:pPr>
        <w:spacing w:line="300" w:lineRule="atLeast"/>
        <w:jc w:val="both"/>
        <w:rPr>
          <w:sz w:val="22"/>
          <w:szCs w:val="24"/>
        </w:rPr>
      </w:pPr>
    </w:p>
    <w:p w14:paraId="4CC84EC8" w14:textId="185061F3" w:rsidR="00B32562" w:rsidRPr="00F16B76" w:rsidRDefault="00175A31" w:rsidP="001A05CA">
      <w:pPr>
        <w:pStyle w:val="Heading1"/>
        <w:spacing w:line="300" w:lineRule="atLeast"/>
        <w:ind w:left="540" w:hanging="540"/>
        <w:jc w:val="left"/>
        <w:rPr>
          <w:sz w:val="24"/>
          <w:szCs w:val="24"/>
        </w:rPr>
      </w:pPr>
      <w:r>
        <w:rPr>
          <w:sz w:val="24"/>
          <w:szCs w:val="24"/>
        </w:rPr>
        <w:lastRenderedPageBreak/>
        <w:t>3</w:t>
      </w:r>
      <w:r w:rsidR="00F16B76">
        <w:rPr>
          <w:sz w:val="24"/>
          <w:szCs w:val="24"/>
        </w:rPr>
        <w:tab/>
      </w:r>
      <w:r w:rsidR="00B32562" w:rsidRPr="00EF3F91">
        <w:rPr>
          <w:sz w:val="24"/>
          <w:szCs w:val="24"/>
        </w:rPr>
        <w:t>Related parties</w:t>
      </w:r>
    </w:p>
    <w:p w14:paraId="3B833529" w14:textId="38B4DF70" w:rsidR="007038F6" w:rsidRPr="00B80A0B" w:rsidRDefault="00B32562" w:rsidP="001A05CA">
      <w:pPr>
        <w:tabs>
          <w:tab w:val="left" w:pos="1800"/>
        </w:tabs>
        <w:spacing w:line="300" w:lineRule="atLeast"/>
        <w:ind w:left="547"/>
        <w:jc w:val="thaiDistribute"/>
        <w:rPr>
          <w:rFonts w:eastAsia="Arial Unicode MS"/>
          <w:sz w:val="18"/>
          <w:szCs w:val="18"/>
        </w:rPr>
      </w:pPr>
      <w:r w:rsidRPr="00EF3F91">
        <w:rPr>
          <w:rFonts w:eastAsia="Arial Unicode MS"/>
          <w:sz w:val="22"/>
          <w:szCs w:val="22"/>
        </w:rPr>
        <w:tab/>
      </w:r>
    </w:p>
    <w:tbl>
      <w:tblPr>
        <w:tblW w:w="9270" w:type="dxa"/>
        <w:tblInd w:w="450" w:type="dxa"/>
        <w:tblLayout w:type="fixed"/>
        <w:tblCellMar>
          <w:left w:w="79" w:type="dxa"/>
          <w:right w:w="79" w:type="dxa"/>
        </w:tblCellMar>
        <w:tblLook w:val="0000" w:firstRow="0" w:lastRow="0" w:firstColumn="0" w:lastColumn="0" w:noHBand="0" w:noVBand="0"/>
      </w:tblPr>
      <w:tblGrid>
        <w:gridCol w:w="4490"/>
        <w:gridCol w:w="1084"/>
        <w:gridCol w:w="183"/>
        <w:gridCol w:w="979"/>
        <w:gridCol w:w="191"/>
        <w:gridCol w:w="1080"/>
        <w:gridCol w:w="183"/>
        <w:gridCol w:w="1080"/>
      </w:tblGrid>
      <w:tr w:rsidR="009762F8" w:rsidRPr="002715A3" w14:paraId="0A0686E1" w14:textId="77777777" w:rsidTr="009A5097">
        <w:trPr>
          <w:tblHeader/>
        </w:trPr>
        <w:tc>
          <w:tcPr>
            <w:tcW w:w="4490" w:type="dxa"/>
          </w:tcPr>
          <w:p w14:paraId="63893E7C" w14:textId="77777777" w:rsidR="009762F8" w:rsidRPr="002715A3" w:rsidRDefault="009762F8" w:rsidP="001A05CA">
            <w:pPr>
              <w:spacing w:line="300" w:lineRule="atLeast"/>
              <w:ind w:right="3"/>
              <w:rPr>
                <w:i/>
                <w:iCs/>
                <w:sz w:val="22"/>
                <w:szCs w:val="22"/>
              </w:rPr>
            </w:pPr>
          </w:p>
          <w:p w14:paraId="369C8E51" w14:textId="232F0E83" w:rsidR="009762F8" w:rsidRPr="002715A3" w:rsidRDefault="009762F8" w:rsidP="001A05CA">
            <w:pPr>
              <w:spacing w:line="300" w:lineRule="atLeast"/>
              <w:ind w:right="3"/>
              <w:rPr>
                <w:b/>
                <w:bCs/>
                <w:i/>
                <w:iCs/>
                <w:sz w:val="22"/>
                <w:szCs w:val="22"/>
              </w:rPr>
            </w:pPr>
            <w:r w:rsidRPr="002715A3">
              <w:rPr>
                <w:b/>
                <w:bCs/>
                <w:i/>
                <w:iCs/>
                <w:sz w:val="22"/>
                <w:szCs w:val="22"/>
              </w:rPr>
              <w:t>Significant transactions with related parties</w:t>
            </w:r>
          </w:p>
        </w:tc>
        <w:tc>
          <w:tcPr>
            <w:tcW w:w="2246" w:type="dxa"/>
            <w:gridSpan w:val="3"/>
          </w:tcPr>
          <w:p w14:paraId="2F0C8B53" w14:textId="77777777" w:rsidR="009762F8" w:rsidRPr="002715A3" w:rsidRDefault="009762F8" w:rsidP="001A05CA">
            <w:pPr>
              <w:pStyle w:val="acctmergecolhdg"/>
              <w:spacing w:line="300" w:lineRule="atLeast"/>
              <w:ind w:right="3"/>
              <w:rPr>
                <w:szCs w:val="22"/>
              </w:rPr>
            </w:pPr>
            <w:r w:rsidRPr="002715A3">
              <w:rPr>
                <w:szCs w:val="22"/>
              </w:rPr>
              <w:t xml:space="preserve">Consolidated </w:t>
            </w:r>
          </w:p>
          <w:p w14:paraId="0F49B716" w14:textId="77777777" w:rsidR="009762F8" w:rsidRPr="002715A3" w:rsidRDefault="009762F8" w:rsidP="001A05CA">
            <w:pPr>
              <w:pStyle w:val="acctmergecolhdg"/>
              <w:spacing w:line="300" w:lineRule="atLeast"/>
              <w:ind w:right="3"/>
              <w:rPr>
                <w:szCs w:val="22"/>
              </w:rPr>
            </w:pPr>
            <w:r w:rsidRPr="002715A3">
              <w:rPr>
                <w:szCs w:val="22"/>
              </w:rPr>
              <w:t xml:space="preserve">financial statements </w:t>
            </w:r>
          </w:p>
        </w:tc>
        <w:tc>
          <w:tcPr>
            <w:tcW w:w="191" w:type="dxa"/>
          </w:tcPr>
          <w:p w14:paraId="1A0188DB" w14:textId="77777777" w:rsidR="009762F8" w:rsidRPr="002715A3" w:rsidRDefault="009762F8" w:rsidP="001A05CA">
            <w:pPr>
              <w:pStyle w:val="acctmergecolhdg"/>
              <w:spacing w:line="300" w:lineRule="atLeast"/>
              <w:ind w:right="3"/>
              <w:rPr>
                <w:szCs w:val="22"/>
              </w:rPr>
            </w:pPr>
          </w:p>
        </w:tc>
        <w:tc>
          <w:tcPr>
            <w:tcW w:w="2343" w:type="dxa"/>
            <w:gridSpan w:val="3"/>
          </w:tcPr>
          <w:p w14:paraId="47EC066F" w14:textId="77777777" w:rsidR="009762F8" w:rsidRPr="002715A3" w:rsidRDefault="009762F8" w:rsidP="001A05CA">
            <w:pPr>
              <w:pStyle w:val="acctmergecolhdg"/>
              <w:spacing w:line="300" w:lineRule="atLeast"/>
              <w:ind w:right="3"/>
              <w:rPr>
                <w:szCs w:val="22"/>
              </w:rPr>
            </w:pPr>
            <w:r w:rsidRPr="002715A3">
              <w:rPr>
                <w:szCs w:val="22"/>
              </w:rPr>
              <w:t xml:space="preserve">Separate </w:t>
            </w:r>
          </w:p>
          <w:p w14:paraId="44BFB81A" w14:textId="77777777" w:rsidR="009762F8" w:rsidRPr="002715A3" w:rsidRDefault="009762F8" w:rsidP="001A05CA">
            <w:pPr>
              <w:pStyle w:val="acctmergecolhdg"/>
              <w:spacing w:line="300" w:lineRule="atLeast"/>
              <w:ind w:right="3"/>
              <w:rPr>
                <w:szCs w:val="22"/>
              </w:rPr>
            </w:pPr>
            <w:r w:rsidRPr="002715A3">
              <w:rPr>
                <w:szCs w:val="22"/>
              </w:rPr>
              <w:t xml:space="preserve">financial statements </w:t>
            </w:r>
          </w:p>
        </w:tc>
      </w:tr>
      <w:tr w:rsidR="001742DD" w:rsidRPr="002715A3" w14:paraId="08077F14" w14:textId="77777777" w:rsidTr="009A5097">
        <w:trPr>
          <w:tblHeader/>
        </w:trPr>
        <w:tc>
          <w:tcPr>
            <w:tcW w:w="4490" w:type="dxa"/>
          </w:tcPr>
          <w:p w14:paraId="37711984" w14:textId="65E1A770" w:rsidR="001742DD" w:rsidRPr="002715A3" w:rsidRDefault="001742DD" w:rsidP="001742DD">
            <w:pPr>
              <w:pStyle w:val="acctfourfigures"/>
              <w:spacing w:line="300" w:lineRule="atLeast"/>
              <w:ind w:right="3"/>
              <w:rPr>
                <w:b/>
                <w:bCs/>
                <w:i/>
                <w:iCs/>
                <w:szCs w:val="22"/>
              </w:rPr>
            </w:pPr>
            <w:r w:rsidRPr="002715A3">
              <w:rPr>
                <w:b/>
                <w:bCs/>
                <w:i/>
                <w:iCs/>
                <w:szCs w:val="22"/>
              </w:rPr>
              <w:t>Nine-month period ended</w:t>
            </w:r>
            <w:r w:rsidRPr="002715A3">
              <w:rPr>
                <w:rFonts w:cstheme="minorBidi" w:hint="cs"/>
                <w:b/>
                <w:bCs/>
                <w:i/>
                <w:iCs/>
                <w:szCs w:val="22"/>
                <w:cs/>
                <w:lang w:bidi="th-TH"/>
              </w:rPr>
              <w:t xml:space="preserve"> </w:t>
            </w:r>
            <w:r w:rsidRPr="002715A3">
              <w:rPr>
                <w:rFonts w:cstheme="minorBidi"/>
                <w:b/>
                <w:bCs/>
                <w:i/>
                <w:iCs/>
                <w:szCs w:val="22"/>
                <w:lang w:val="en-US" w:bidi="th-TH"/>
              </w:rPr>
              <w:t>30 September</w:t>
            </w:r>
          </w:p>
        </w:tc>
        <w:tc>
          <w:tcPr>
            <w:tcW w:w="1084" w:type="dxa"/>
          </w:tcPr>
          <w:p w14:paraId="08ECA424" w14:textId="00BE1D38" w:rsidR="001742DD" w:rsidRPr="002715A3" w:rsidRDefault="001742DD" w:rsidP="001742DD">
            <w:pPr>
              <w:pStyle w:val="acctmergecolhdg"/>
              <w:spacing w:line="300" w:lineRule="atLeast"/>
              <w:ind w:left="-70" w:right="-80"/>
              <w:rPr>
                <w:b w:val="0"/>
                <w:bCs/>
                <w:szCs w:val="22"/>
              </w:rPr>
            </w:pPr>
            <w:r w:rsidRPr="002715A3">
              <w:rPr>
                <w:b w:val="0"/>
                <w:bCs/>
                <w:szCs w:val="22"/>
              </w:rPr>
              <w:t>2025</w:t>
            </w:r>
          </w:p>
        </w:tc>
        <w:tc>
          <w:tcPr>
            <w:tcW w:w="183" w:type="dxa"/>
          </w:tcPr>
          <w:p w14:paraId="79619B9E" w14:textId="77777777" w:rsidR="001742DD" w:rsidRPr="002715A3" w:rsidRDefault="001742DD" w:rsidP="001742DD">
            <w:pPr>
              <w:pStyle w:val="acctmergecolhdg"/>
              <w:spacing w:line="300" w:lineRule="atLeast"/>
              <w:ind w:right="3"/>
              <w:rPr>
                <w:b w:val="0"/>
                <w:bCs/>
                <w:szCs w:val="22"/>
              </w:rPr>
            </w:pPr>
          </w:p>
        </w:tc>
        <w:tc>
          <w:tcPr>
            <w:tcW w:w="979" w:type="dxa"/>
          </w:tcPr>
          <w:p w14:paraId="309BF27D" w14:textId="24020B97" w:rsidR="001742DD" w:rsidRPr="002715A3" w:rsidRDefault="001742DD" w:rsidP="001742DD">
            <w:pPr>
              <w:pStyle w:val="acctmergecolhdg"/>
              <w:spacing w:line="300" w:lineRule="atLeast"/>
              <w:ind w:left="-80" w:right="-90"/>
              <w:rPr>
                <w:b w:val="0"/>
                <w:bCs/>
                <w:szCs w:val="22"/>
              </w:rPr>
            </w:pPr>
            <w:r w:rsidRPr="002715A3">
              <w:rPr>
                <w:b w:val="0"/>
                <w:bCs/>
                <w:szCs w:val="22"/>
              </w:rPr>
              <w:t>2024</w:t>
            </w:r>
          </w:p>
        </w:tc>
        <w:tc>
          <w:tcPr>
            <w:tcW w:w="191" w:type="dxa"/>
          </w:tcPr>
          <w:p w14:paraId="69B26313" w14:textId="77777777" w:rsidR="001742DD" w:rsidRPr="002715A3" w:rsidRDefault="001742DD" w:rsidP="001742DD">
            <w:pPr>
              <w:pStyle w:val="acctmergecolhdg"/>
              <w:spacing w:line="300" w:lineRule="atLeast"/>
              <w:ind w:right="3"/>
              <w:rPr>
                <w:b w:val="0"/>
                <w:bCs/>
                <w:szCs w:val="22"/>
              </w:rPr>
            </w:pPr>
          </w:p>
        </w:tc>
        <w:tc>
          <w:tcPr>
            <w:tcW w:w="1080" w:type="dxa"/>
          </w:tcPr>
          <w:p w14:paraId="7B8FBC8C" w14:textId="33613722" w:rsidR="001742DD" w:rsidRPr="002715A3" w:rsidRDefault="001742DD" w:rsidP="001742DD">
            <w:pPr>
              <w:pStyle w:val="acctmergecolhdg"/>
              <w:spacing w:line="300" w:lineRule="atLeast"/>
              <w:ind w:left="-80" w:right="-80"/>
              <w:rPr>
                <w:b w:val="0"/>
                <w:bCs/>
                <w:szCs w:val="22"/>
              </w:rPr>
            </w:pPr>
            <w:r w:rsidRPr="002715A3">
              <w:rPr>
                <w:b w:val="0"/>
                <w:bCs/>
                <w:szCs w:val="22"/>
              </w:rPr>
              <w:t>2025</w:t>
            </w:r>
          </w:p>
        </w:tc>
        <w:tc>
          <w:tcPr>
            <w:tcW w:w="183" w:type="dxa"/>
          </w:tcPr>
          <w:p w14:paraId="54412F3C" w14:textId="77777777" w:rsidR="001742DD" w:rsidRPr="002715A3" w:rsidRDefault="001742DD" w:rsidP="001742DD">
            <w:pPr>
              <w:pStyle w:val="acctmergecolhdg"/>
              <w:spacing w:line="300" w:lineRule="atLeast"/>
              <w:ind w:right="3"/>
              <w:rPr>
                <w:b w:val="0"/>
                <w:bCs/>
                <w:szCs w:val="22"/>
              </w:rPr>
            </w:pPr>
          </w:p>
        </w:tc>
        <w:tc>
          <w:tcPr>
            <w:tcW w:w="1080" w:type="dxa"/>
          </w:tcPr>
          <w:p w14:paraId="63BDEBAF" w14:textId="3DA5A2CE" w:rsidR="001742DD" w:rsidRPr="002715A3" w:rsidRDefault="001742DD" w:rsidP="001742DD">
            <w:pPr>
              <w:pStyle w:val="acctmergecolhdg"/>
              <w:spacing w:line="300" w:lineRule="atLeast"/>
              <w:ind w:left="-80" w:right="-80"/>
              <w:rPr>
                <w:b w:val="0"/>
                <w:bCs/>
                <w:szCs w:val="22"/>
              </w:rPr>
            </w:pPr>
            <w:r w:rsidRPr="002715A3">
              <w:rPr>
                <w:b w:val="0"/>
                <w:bCs/>
                <w:szCs w:val="22"/>
              </w:rPr>
              <w:t>2024</w:t>
            </w:r>
          </w:p>
        </w:tc>
      </w:tr>
      <w:tr w:rsidR="00A82485" w:rsidRPr="002715A3" w14:paraId="427439F0" w14:textId="77777777" w:rsidTr="009A5097">
        <w:trPr>
          <w:tblHeader/>
        </w:trPr>
        <w:tc>
          <w:tcPr>
            <w:tcW w:w="4490" w:type="dxa"/>
          </w:tcPr>
          <w:p w14:paraId="22A2E853" w14:textId="77777777" w:rsidR="00A82485" w:rsidRPr="002715A3" w:rsidRDefault="00A82485" w:rsidP="001A05CA">
            <w:pPr>
              <w:spacing w:line="300" w:lineRule="atLeast"/>
              <w:ind w:right="3"/>
              <w:rPr>
                <w:b/>
                <w:bCs/>
                <w:i/>
                <w:iCs/>
                <w:sz w:val="22"/>
                <w:szCs w:val="22"/>
              </w:rPr>
            </w:pPr>
          </w:p>
        </w:tc>
        <w:tc>
          <w:tcPr>
            <w:tcW w:w="4780" w:type="dxa"/>
            <w:gridSpan w:val="7"/>
          </w:tcPr>
          <w:p w14:paraId="5EB78B9F" w14:textId="77777777" w:rsidR="00A82485" w:rsidRPr="002715A3" w:rsidRDefault="00A82485" w:rsidP="001A05CA">
            <w:pPr>
              <w:pStyle w:val="acctfourfigures"/>
              <w:spacing w:line="300" w:lineRule="atLeast"/>
              <w:ind w:right="3"/>
              <w:jc w:val="center"/>
              <w:rPr>
                <w:i/>
                <w:iCs/>
                <w:szCs w:val="22"/>
              </w:rPr>
            </w:pPr>
            <w:r w:rsidRPr="002715A3">
              <w:rPr>
                <w:i/>
                <w:iCs/>
                <w:szCs w:val="22"/>
              </w:rPr>
              <w:t>(in thousand Baht)</w:t>
            </w:r>
          </w:p>
        </w:tc>
      </w:tr>
      <w:tr w:rsidR="00A82485" w:rsidRPr="002715A3" w14:paraId="2D5A78A6" w14:textId="77777777" w:rsidTr="00A476DE">
        <w:trPr>
          <w:cantSplit/>
          <w:trHeight w:val="20"/>
        </w:trPr>
        <w:tc>
          <w:tcPr>
            <w:tcW w:w="4490" w:type="dxa"/>
          </w:tcPr>
          <w:p w14:paraId="7FDF8A98" w14:textId="77777777" w:rsidR="00A82485" w:rsidRPr="002715A3" w:rsidRDefault="00A82485" w:rsidP="001A05CA">
            <w:pPr>
              <w:spacing w:line="300" w:lineRule="atLeast"/>
              <w:ind w:right="3"/>
              <w:rPr>
                <w:b/>
                <w:bCs/>
                <w:sz w:val="22"/>
                <w:szCs w:val="22"/>
              </w:rPr>
            </w:pPr>
            <w:r w:rsidRPr="002715A3">
              <w:rPr>
                <w:b/>
                <w:bCs/>
                <w:sz w:val="22"/>
                <w:szCs w:val="22"/>
              </w:rPr>
              <w:t>Subsidiaries</w:t>
            </w:r>
          </w:p>
        </w:tc>
        <w:tc>
          <w:tcPr>
            <w:tcW w:w="1084" w:type="dxa"/>
          </w:tcPr>
          <w:p w14:paraId="3DD4E454" w14:textId="77777777" w:rsidR="00A82485" w:rsidRPr="002715A3" w:rsidRDefault="00A82485" w:rsidP="001A05CA">
            <w:pPr>
              <w:pStyle w:val="acctfourfigures"/>
              <w:tabs>
                <w:tab w:val="clear" w:pos="765"/>
                <w:tab w:val="decimal" w:pos="821"/>
              </w:tabs>
              <w:spacing w:line="300" w:lineRule="atLeast"/>
              <w:ind w:right="3"/>
              <w:rPr>
                <w:szCs w:val="22"/>
              </w:rPr>
            </w:pPr>
          </w:p>
        </w:tc>
        <w:tc>
          <w:tcPr>
            <w:tcW w:w="183" w:type="dxa"/>
          </w:tcPr>
          <w:p w14:paraId="2B482EC7" w14:textId="77777777" w:rsidR="00A82485" w:rsidRPr="002715A3" w:rsidRDefault="00A82485" w:rsidP="001A05CA">
            <w:pPr>
              <w:pStyle w:val="acctfourfigures"/>
              <w:tabs>
                <w:tab w:val="clear" w:pos="765"/>
                <w:tab w:val="decimal" w:pos="821"/>
              </w:tabs>
              <w:spacing w:line="300" w:lineRule="atLeast"/>
              <w:ind w:right="3"/>
              <w:rPr>
                <w:szCs w:val="22"/>
              </w:rPr>
            </w:pPr>
          </w:p>
        </w:tc>
        <w:tc>
          <w:tcPr>
            <w:tcW w:w="979" w:type="dxa"/>
          </w:tcPr>
          <w:p w14:paraId="0B374DFB" w14:textId="77777777" w:rsidR="00A82485" w:rsidRPr="002715A3" w:rsidRDefault="00A82485" w:rsidP="001A05CA">
            <w:pPr>
              <w:pStyle w:val="acctfourfigures"/>
              <w:tabs>
                <w:tab w:val="clear" w:pos="765"/>
                <w:tab w:val="decimal" w:pos="821"/>
              </w:tabs>
              <w:spacing w:line="300" w:lineRule="atLeast"/>
              <w:ind w:right="3"/>
              <w:rPr>
                <w:szCs w:val="22"/>
              </w:rPr>
            </w:pPr>
          </w:p>
        </w:tc>
        <w:tc>
          <w:tcPr>
            <w:tcW w:w="191" w:type="dxa"/>
          </w:tcPr>
          <w:p w14:paraId="63B746CF" w14:textId="77777777" w:rsidR="00A82485" w:rsidRPr="002715A3" w:rsidRDefault="00A82485" w:rsidP="001A05CA">
            <w:pPr>
              <w:pStyle w:val="acctfourfigures"/>
              <w:tabs>
                <w:tab w:val="clear" w:pos="765"/>
                <w:tab w:val="decimal" w:pos="821"/>
              </w:tabs>
              <w:spacing w:line="300" w:lineRule="atLeast"/>
              <w:ind w:right="3"/>
              <w:rPr>
                <w:szCs w:val="22"/>
              </w:rPr>
            </w:pPr>
          </w:p>
        </w:tc>
        <w:tc>
          <w:tcPr>
            <w:tcW w:w="1080" w:type="dxa"/>
          </w:tcPr>
          <w:p w14:paraId="09246EFC" w14:textId="77777777" w:rsidR="00A82485" w:rsidRPr="002715A3" w:rsidRDefault="00A82485" w:rsidP="001A05CA">
            <w:pPr>
              <w:pStyle w:val="acctfourfigures"/>
              <w:tabs>
                <w:tab w:val="clear" w:pos="765"/>
                <w:tab w:val="decimal" w:pos="821"/>
              </w:tabs>
              <w:spacing w:line="300" w:lineRule="atLeast"/>
              <w:ind w:right="3"/>
              <w:rPr>
                <w:szCs w:val="22"/>
              </w:rPr>
            </w:pPr>
          </w:p>
        </w:tc>
        <w:tc>
          <w:tcPr>
            <w:tcW w:w="183" w:type="dxa"/>
          </w:tcPr>
          <w:p w14:paraId="55C26FB8" w14:textId="77777777" w:rsidR="00A82485" w:rsidRPr="002715A3" w:rsidRDefault="00A82485" w:rsidP="001A05CA">
            <w:pPr>
              <w:pStyle w:val="acctfourfigures"/>
              <w:tabs>
                <w:tab w:val="clear" w:pos="765"/>
                <w:tab w:val="decimal" w:pos="821"/>
              </w:tabs>
              <w:spacing w:line="300" w:lineRule="atLeast"/>
              <w:ind w:right="3"/>
              <w:rPr>
                <w:szCs w:val="22"/>
              </w:rPr>
            </w:pPr>
          </w:p>
        </w:tc>
        <w:tc>
          <w:tcPr>
            <w:tcW w:w="1080" w:type="dxa"/>
          </w:tcPr>
          <w:p w14:paraId="1F44CC33" w14:textId="77777777" w:rsidR="00A82485" w:rsidRPr="002715A3" w:rsidRDefault="00A82485" w:rsidP="001A05CA">
            <w:pPr>
              <w:pStyle w:val="acctfourfigures"/>
              <w:tabs>
                <w:tab w:val="clear" w:pos="765"/>
                <w:tab w:val="decimal" w:pos="821"/>
              </w:tabs>
              <w:spacing w:line="300" w:lineRule="atLeast"/>
              <w:ind w:right="3"/>
              <w:rPr>
                <w:szCs w:val="22"/>
              </w:rPr>
            </w:pPr>
          </w:p>
        </w:tc>
      </w:tr>
      <w:tr w:rsidR="00A85AF6" w:rsidRPr="002715A3" w14:paraId="4E1370CF" w14:textId="77777777" w:rsidTr="00A476DE">
        <w:trPr>
          <w:cantSplit/>
          <w:trHeight w:val="20"/>
        </w:trPr>
        <w:tc>
          <w:tcPr>
            <w:tcW w:w="4490" w:type="dxa"/>
          </w:tcPr>
          <w:p w14:paraId="02D35405" w14:textId="77777777" w:rsidR="00A85AF6" w:rsidRPr="002715A3" w:rsidRDefault="00A85AF6" w:rsidP="00A85AF6">
            <w:pPr>
              <w:spacing w:line="300" w:lineRule="atLeast"/>
              <w:ind w:right="3"/>
              <w:rPr>
                <w:sz w:val="22"/>
                <w:szCs w:val="22"/>
              </w:rPr>
            </w:pPr>
            <w:r w:rsidRPr="002715A3">
              <w:rPr>
                <w:sz w:val="22"/>
                <w:szCs w:val="22"/>
              </w:rPr>
              <w:t>Sales of goods</w:t>
            </w:r>
          </w:p>
        </w:tc>
        <w:tc>
          <w:tcPr>
            <w:tcW w:w="1084" w:type="dxa"/>
          </w:tcPr>
          <w:p w14:paraId="004B03E2" w14:textId="622046E5" w:rsidR="00A85AF6" w:rsidRPr="008F7072" w:rsidRDefault="00A85AF6" w:rsidP="00A85AF6">
            <w:pPr>
              <w:pStyle w:val="acctfourfigures"/>
              <w:tabs>
                <w:tab w:val="clear" w:pos="765"/>
                <w:tab w:val="decimal" w:pos="650"/>
              </w:tabs>
              <w:spacing w:line="300" w:lineRule="atLeast"/>
              <w:ind w:right="-80"/>
              <w:rPr>
                <w:szCs w:val="22"/>
              </w:rPr>
            </w:pPr>
            <w:r w:rsidRPr="008F7072">
              <w:rPr>
                <w:szCs w:val="22"/>
              </w:rPr>
              <w:t>-</w:t>
            </w:r>
          </w:p>
        </w:tc>
        <w:tc>
          <w:tcPr>
            <w:tcW w:w="183" w:type="dxa"/>
          </w:tcPr>
          <w:p w14:paraId="58E0B431" w14:textId="77777777" w:rsidR="00A85AF6" w:rsidRPr="002715A3" w:rsidRDefault="00A85AF6" w:rsidP="00A85AF6">
            <w:pPr>
              <w:pStyle w:val="acctfourfigures"/>
              <w:tabs>
                <w:tab w:val="clear" w:pos="765"/>
                <w:tab w:val="decimal" w:pos="821"/>
              </w:tabs>
              <w:spacing w:line="300" w:lineRule="atLeast"/>
              <w:ind w:right="3"/>
              <w:jc w:val="center"/>
              <w:rPr>
                <w:szCs w:val="22"/>
              </w:rPr>
            </w:pPr>
          </w:p>
        </w:tc>
        <w:tc>
          <w:tcPr>
            <w:tcW w:w="979" w:type="dxa"/>
          </w:tcPr>
          <w:p w14:paraId="3F6DAA64" w14:textId="05D94F29" w:rsidR="00A85AF6" w:rsidRPr="002715A3" w:rsidRDefault="00A85AF6" w:rsidP="00A85AF6">
            <w:pPr>
              <w:pStyle w:val="acctfourfigures"/>
              <w:tabs>
                <w:tab w:val="clear" w:pos="765"/>
                <w:tab w:val="decimal" w:pos="550"/>
              </w:tabs>
              <w:spacing w:line="300" w:lineRule="atLeast"/>
              <w:ind w:right="-90"/>
              <w:rPr>
                <w:szCs w:val="22"/>
              </w:rPr>
            </w:pPr>
            <w:r w:rsidRPr="002715A3">
              <w:rPr>
                <w:szCs w:val="22"/>
              </w:rPr>
              <w:t>-</w:t>
            </w:r>
          </w:p>
        </w:tc>
        <w:tc>
          <w:tcPr>
            <w:tcW w:w="191" w:type="dxa"/>
          </w:tcPr>
          <w:p w14:paraId="6D2E8BCD" w14:textId="77777777" w:rsidR="00A85AF6" w:rsidRPr="002715A3" w:rsidRDefault="00A85AF6" w:rsidP="00A85AF6">
            <w:pPr>
              <w:pStyle w:val="acctfourfigures"/>
              <w:tabs>
                <w:tab w:val="clear" w:pos="765"/>
                <w:tab w:val="decimal" w:pos="821"/>
              </w:tabs>
              <w:spacing w:line="300" w:lineRule="atLeast"/>
              <w:ind w:right="3"/>
              <w:rPr>
                <w:szCs w:val="22"/>
              </w:rPr>
            </w:pPr>
          </w:p>
        </w:tc>
        <w:tc>
          <w:tcPr>
            <w:tcW w:w="1080" w:type="dxa"/>
          </w:tcPr>
          <w:p w14:paraId="2DB630A2" w14:textId="6AC97686" w:rsidR="00A85AF6" w:rsidRPr="00A85AF6" w:rsidRDefault="00A85AF6" w:rsidP="00A85AF6">
            <w:pPr>
              <w:tabs>
                <w:tab w:val="decimal" w:pos="914"/>
              </w:tabs>
              <w:spacing w:line="300" w:lineRule="atLeast"/>
              <w:rPr>
                <w:sz w:val="22"/>
                <w:szCs w:val="22"/>
              </w:rPr>
            </w:pPr>
            <w:r w:rsidRPr="00A85AF6">
              <w:rPr>
                <w:sz w:val="22"/>
                <w:szCs w:val="22"/>
              </w:rPr>
              <w:t>1,538,813</w:t>
            </w:r>
          </w:p>
        </w:tc>
        <w:tc>
          <w:tcPr>
            <w:tcW w:w="183" w:type="dxa"/>
          </w:tcPr>
          <w:p w14:paraId="417485C0" w14:textId="77777777" w:rsidR="00A85AF6" w:rsidRPr="002715A3" w:rsidRDefault="00A85AF6" w:rsidP="00A85AF6">
            <w:pPr>
              <w:pStyle w:val="acctfourfigures"/>
              <w:tabs>
                <w:tab w:val="clear" w:pos="765"/>
                <w:tab w:val="decimal" w:pos="821"/>
              </w:tabs>
              <w:spacing w:line="300" w:lineRule="atLeast"/>
              <w:ind w:right="3"/>
              <w:rPr>
                <w:rStyle w:val="Emphasis"/>
                <w:color w:val="auto"/>
                <w:szCs w:val="22"/>
                <w:lang w:val="en-US" w:bidi="th-TH"/>
              </w:rPr>
            </w:pPr>
          </w:p>
        </w:tc>
        <w:tc>
          <w:tcPr>
            <w:tcW w:w="1080" w:type="dxa"/>
          </w:tcPr>
          <w:p w14:paraId="2E3BFADB" w14:textId="030D21A3" w:rsidR="00A85AF6" w:rsidRPr="002715A3" w:rsidRDefault="00A85AF6" w:rsidP="00A85AF6">
            <w:pPr>
              <w:tabs>
                <w:tab w:val="decimal" w:pos="914"/>
              </w:tabs>
              <w:spacing w:line="300" w:lineRule="atLeast"/>
              <w:rPr>
                <w:rStyle w:val="Emphasis"/>
                <w:color w:val="auto"/>
                <w:sz w:val="22"/>
                <w:szCs w:val="22"/>
              </w:rPr>
            </w:pPr>
            <w:r w:rsidRPr="002715A3">
              <w:rPr>
                <w:sz w:val="22"/>
                <w:szCs w:val="22"/>
              </w:rPr>
              <w:t>684,374</w:t>
            </w:r>
          </w:p>
        </w:tc>
      </w:tr>
      <w:tr w:rsidR="00A85AF6" w:rsidRPr="002715A3" w14:paraId="7DBAEF9C" w14:textId="77777777" w:rsidTr="00A476DE">
        <w:trPr>
          <w:cantSplit/>
          <w:trHeight w:val="20"/>
        </w:trPr>
        <w:tc>
          <w:tcPr>
            <w:tcW w:w="4490" w:type="dxa"/>
          </w:tcPr>
          <w:p w14:paraId="5ADB9974" w14:textId="77777777" w:rsidR="00A85AF6" w:rsidRPr="002715A3" w:rsidRDefault="00A85AF6" w:rsidP="00A85AF6">
            <w:pPr>
              <w:spacing w:line="300" w:lineRule="atLeast"/>
              <w:ind w:right="3"/>
              <w:rPr>
                <w:sz w:val="22"/>
                <w:szCs w:val="22"/>
              </w:rPr>
            </w:pPr>
            <w:r w:rsidRPr="002715A3">
              <w:rPr>
                <w:sz w:val="22"/>
                <w:szCs w:val="22"/>
              </w:rPr>
              <w:t>Rendering of service</w:t>
            </w:r>
          </w:p>
        </w:tc>
        <w:tc>
          <w:tcPr>
            <w:tcW w:w="1084" w:type="dxa"/>
          </w:tcPr>
          <w:p w14:paraId="359AD254" w14:textId="0B4C9BBB" w:rsidR="00A85AF6" w:rsidRPr="008F7072" w:rsidRDefault="00A85AF6" w:rsidP="00A85AF6">
            <w:pPr>
              <w:pStyle w:val="acctfourfigures"/>
              <w:tabs>
                <w:tab w:val="clear" w:pos="765"/>
                <w:tab w:val="decimal" w:pos="650"/>
              </w:tabs>
              <w:spacing w:line="300" w:lineRule="atLeast"/>
              <w:ind w:right="-80"/>
              <w:rPr>
                <w:szCs w:val="22"/>
              </w:rPr>
            </w:pPr>
            <w:r w:rsidRPr="008F7072">
              <w:rPr>
                <w:szCs w:val="22"/>
              </w:rPr>
              <w:t>-</w:t>
            </w:r>
          </w:p>
        </w:tc>
        <w:tc>
          <w:tcPr>
            <w:tcW w:w="183" w:type="dxa"/>
          </w:tcPr>
          <w:p w14:paraId="0F83BC88" w14:textId="77777777" w:rsidR="00A85AF6" w:rsidRPr="002715A3" w:rsidRDefault="00A85AF6" w:rsidP="00A85AF6">
            <w:pPr>
              <w:pStyle w:val="acctfourfigures"/>
              <w:tabs>
                <w:tab w:val="clear" w:pos="765"/>
                <w:tab w:val="decimal" w:pos="821"/>
              </w:tabs>
              <w:spacing w:line="300" w:lineRule="atLeast"/>
              <w:ind w:right="3"/>
              <w:jc w:val="center"/>
              <w:rPr>
                <w:szCs w:val="22"/>
              </w:rPr>
            </w:pPr>
          </w:p>
        </w:tc>
        <w:tc>
          <w:tcPr>
            <w:tcW w:w="979" w:type="dxa"/>
          </w:tcPr>
          <w:p w14:paraId="4BE462FB" w14:textId="7CBE842C" w:rsidR="00A85AF6" w:rsidRPr="002715A3" w:rsidRDefault="00A85AF6" w:rsidP="00A85AF6">
            <w:pPr>
              <w:pStyle w:val="acctfourfigures"/>
              <w:tabs>
                <w:tab w:val="clear" w:pos="765"/>
                <w:tab w:val="decimal" w:pos="550"/>
              </w:tabs>
              <w:spacing w:line="300" w:lineRule="atLeast"/>
              <w:ind w:right="-90"/>
              <w:rPr>
                <w:szCs w:val="22"/>
              </w:rPr>
            </w:pPr>
            <w:r w:rsidRPr="002715A3">
              <w:rPr>
                <w:szCs w:val="22"/>
              </w:rPr>
              <w:t>-</w:t>
            </w:r>
          </w:p>
        </w:tc>
        <w:tc>
          <w:tcPr>
            <w:tcW w:w="191" w:type="dxa"/>
          </w:tcPr>
          <w:p w14:paraId="13B60C28" w14:textId="77777777" w:rsidR="00A85AF6" w:rsidRPr="002715A3" w:rsidRDefault="00A85AF6" w:rsidP="00A85AF6">
            <w:pPr>
              <w:pStyle w:val="acctfourfigures"/>
              <w:tabs>
                <w:tab w:val="clear" w:pos="765"/>
                <w:tab w:val="decimal" w:pos="821"/>
              </w:tabs>
              <w:spacing w:line="300" w:lineRule="atLeast"/>
              <w:ind w:right="3"/>
              <w:rPr>
                <w:szCs w:val="22"/>
              </w:rPr>
            </w:pPr>
          </w:p>
        </w:tc>
        <w:tc>
          <w:tcPr>
            <w:tcW w:w="1080" w:type="dxa"/>
          </w:tcPr>
          <w:p w14:paraId="49FD0D42" w14:textId="7D90789B" w:rsidR="00A85AF6" w:rsidRPr="00A85AF6" w:rsidRDefault="00A85AF6" w:rsidP="00A85AF6">
            <w:pPr>
              <w:tabs>
                <w:tab w:val="decimal" w:pos="914"/>
              </w:tabs>
              <w:spacing w:line="300" w:lineRule="atLeast"/>
              <w:rPr>
                <w:sz w:val="22"/>
                <w:szCs w:val="22"/>
              </w:rPr>
            </w:pPr>
            <w:r w:rsidRPr="00A85AF6">
              <w:rPr>
                <w:sz w:val="22"/>
                <w:szCs w:val="22"/>
              </w:rPr>
              <w:t>37,348</w:t>
            </w:r>
          </w:p>
        </w:tc>
        <w:tc>
          <w:tcPr>
            <w:tcW w:w="183" w:type="dxa"/>
          </w:tcPr>
          <w:p w14:paraId="0BF275B2" w14:textId="77777777" w:rsidR="00A85AF6" w:rsidRPr="002715A3" w:rsidRDefault="00A85AF6" w:rsidP="00A85AF6">
            <w:pPr>
              <w:pStyle w:val="acctfourfigures"/>
              <w:tabs>
                <w:tab w:val="clear" w:pos="765"/>
                <w:tab w:val="decimal" w:pos="821"/>
              </w:tabs>
              <w:spacing w:line="300" w:lineRule="atLeast"/>
              <w:ind w:right="3"/>
              <w:rPr>
                <w:szCs w:val="22"/>
              </w:rPr>
            </w:pPr>
          </w:p>
        </w:tc>
        <w:tc>
          <w:tcPr>
            <w:tcW w:w="1080" w:type="dxa"/>
          </w:tcPr>
          <w:p w14:paraId="6F99E389" w14:textId="5F621606" w:rsidR="00A85AF6" w:rsidRPr="002715A3" w:rsidRDefault="00A85AF6" w:rsidP="00A85AF6">
            <w:pPr>
              <w:tabs>
                <w:tab w:val="decimal" w:pos="914"/>
              </w:tabs>
              <w:spacing w:line="300" w:lineRule="atLeast"/>
              <w:rPr>
                <w:rStyle w:val="Emphasis"/>
                <w:color w:val="auto"/>
                <w:sz w:val="22"/>
                <w:szCs w:val="22"/>
              </w:rPr>
            </w:pPr>
            <w:r w:rsidRPr="002715A3">
              <w:rPr>
                <w:sz w:val="22"/>
                <w:szCs w:val="22"/>
              </w:rPr>
              <w:t>66,565</w:t>
            </w:r>
          </w:p>
        </w:tc>
      </w:tr>
      <w:tr w:rsidR="008F7072" w:rsidRPr="002715A3" w14:paraId="05AB3EB1" w14:textId="77777777" w:rsidTr="00A476DE">
        <w:trPr>
          <w:cantSplit/>
          <w:trHeight w:val="20"/>
        </w:trPr>
        <w:tc>
          <w:tcPr>
            <w:tcW w:w="4490" w:type="dxa"/>
          </w:tcPr>
          <w:p w14:paraId="078722CB" w14:textId="77777777" w:rsidR="008F7072" w:rsidRPr="002715A3" w:rsidRDefault="008F7072" w:rsidP="008F7072">
            <w:pPr>
              <w:spacing w:line="300" w:lineRule="atLeast"/>
              <w:ind w:right="3"/>
              <w:rPr>
                <w:sz w:val="22"/>
                <w:szCs w:val="22"/>
              </w:rPr>
            </w:pPr>
            <w:r w:rsidRPr="002715A3">
              <w:rPr>
                <w:sz w:val="22"/>
                <w:szCs w:val="22"/>
              </w:rPr>
              <w:t>Rental income</w:t>
            </w:r>
          </w:p>
        </w:tc>
        <w:tc>
          <w:tcPr>
            <w:tcW w:w="1084" w:type="dxa"/>
          </w:tcPr>
          <w:p w14:paraId="664E879B" w14:textId="14FF14ED"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6DB5388C"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5C473AA2" w14:textId="33E1999A"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33A148B8"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4D6F9BF3" w14:textId="146AFEFF" w:rsidR="008F7072" w:rsidRPr="008F7072" w:rsidRDefault="008F7072" w:rsidP="008F7072">
            <w:pPr>
              <w:tabs>
                <w:tab w:val="decimal" w:pos="914"/>
              </w:tabs>
              <w:spacing w:line="300" w:lineRule="atLeast"/>
              <w:rPr>
                <w:sz w:val="22"/>
                <w:szCs w:val="22"/>
              </w:rPr>
            </w:pPr>
            <w:r w:rsidRPr="008F7072">
              <w:rPr>
                <w:sz w:val="22"/>
                <w:szCs w:val="22"/>
              </w:rPr>
              <w:t>1,956</w:t>
            </w:r>
          </w:p>
        </w:tc>
        <w:tc>
          <w:tcPr>
            <w:tcW w:w="183" w:type="dxa"/>
          </w:tcPr>
          <w:p w14:paraId="4DBEA2B3"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25749CAC" w14:textId="07434227" w:rsidR="008F7072" w:rsidRPr="002715A3" w:rsidRDefault="008F7072" w:rsidP="008F7072">
            <w:pPr>
              <w:tabs>
                <w:tab w:val="decimal" w:pos="914"/>
              </w:tabs>
              <w:spacing w:line="300" w:lineRule="atLeast"/>
              <w:rPr>
                <w:rStyle w:val="Emphasis"/>
                <w:color w:val="auto"/>
                <w:sz w:val="22"/>
                <w:szCs w:val="22"/>
              </w:rPr>
            </w:pPr>
            <w:r w:rsidRPr="002715A3">
              <w:rPr>
                <w:sz w:val="22"/>
                <w:szCs w:val="22"/>
              </w:rPr>
              <w:t>2,103</w:t>
            </w:r>
          </w:p>
        </w:tc>
      </w:tr>
      <w:tr w:rsidR="008F7072" w:rsidRPr="002715A3" w14:paraId="6C983082" w14:textId="77777777" w:rsidTr="00A476DE">
        <w:trPr>
          <w:cantSplit/>
          <w:trHeight w:val="20"/>
        </w:trPr>
        <w:tc>
          <w:tcPr>
            <w:tcW w:w="4490" w:type="dxa"/>
          </w:tcPr>
          <w:p w14:paraId="740082E2" w14:textId="4FCD633C" w:rsidR="008F7072" w:rsidRPr="002715A3" w:rsidRDefault="008F7072" w:rsidP="008F7072">
            <w:pPr>
              <w:spacing w:line="300" w:lineRule="atLeast"/>
              <w:ind w:right="3"/>
              <w:rPr>
                <w:sz w:val="22"/>
                <w:szCs w:val="22"/>
              </w:rPr>
            </w:pPr>
            <w:r w:rsidRPr="002715A3">
              <w:rPr>
                <w:sz w:val="22"/>
                <w:szCs w:val="22"/>
              </w:rPr>
              <w:t>Interest income</w:t>
            </w:r>
          </w:p>
        </w:tc>
        <w:tc>
          <w:tcPr>
            <w:tcW w:w="1084" w:type="dxa"/>
          </w:tcPr>
          <w:p w14:paraId="52AA1B73" w14:textId="18D28039"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62EBF4A6"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11157766" w14:textId="36F44F38"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7F923787"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27692E14" w14:textId="67C5405F" w:rsidR="008F7072" w:rsidRPr="008F7072" w:rsidRDefault="008F7072" w:rsidP="008F7072">
            <w:pPr>
              <w:tabs>
                <w:tab w:val="decimal" w:pos="914"/>
              </w:tabs>
              <w:spacing w:line="300" w:lineRule="atLeast"/>
              <w:rPr>
                <w:sz w:val="22"/>
                <w:szCs w:val="22"/>
              </w:rPr>
            </w:pPr>
            <w:r w:rsidRPr="008F7072">
              <w:rPr>
                <w:sz w:val="22"/>
                <w:szCs w:val="22"/>
              </w:rPr>
              <w:t>15,014</w:t>
            </w:r>
          </w:p>
        </w:tc>
        <w:tc>
          <w:tcPr>
            <w:tcW w:w="183" w:type="dxa"/>
          </w:tcPr>
          <w:p w14:paraId="09198ECF"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34885100" w14:textId="67073707" w:rsidR="008F7072" w:rsidRPr="002715A3" w:rsidRDefault="008F7072" w:rsidP="008F7072">
            <w:pPr>
              <w:tabs>
                <w:tab w:val="decimal" w:pos="645"/>
              </w:tabs>
              <w:spacing w:line="300" w:lineRule="atLeast"/>
              <w:rPr>
                <w:sz w:val="22"/>
                <w:szCs w:val="22"/>
              </w:rPr>
            </w:pPr>
            <w:r w:rsidRPr="002715A3">
              <w:rPr>
                <w:sz w:val="22"/>
                <w:szCs w:val="22"/>
              </w:rPr>
              <w:t>-</w:t>
            </w:r>
          </w:p>
        </w:tc>
      </w:tr>
      <w:tr w:rsidR="008F7072" w:rsidRPr="002715A3" w14:paraId="506B72F0" w14:textId="77777777" w:rsidTr="00A476DE">
        <w:trPr>
          <w:cantSplit/>
          <w:trHeight w:val="20"/>
        </w:trPr>
        <w:tc>
          <w:tcPr>
            <w:tcW w:w="4490" w:type="dxa"/>
          </w:tcPr>
          <w:p w14:paraId="3EF905CE" w14:textId="18EEBF98" w:rsidR="008F7072" w:rsidRPr="002715A3" w:rsidRDefault="008F7072" w:rsidP="008F7072">
            <w:pPr>
              <w:spacing w:line="300" w:lineRule="atLeast"/>
              <w:ind w:right="3"/>
              <w:rPr>
                <w:sz w:val="22"/>
                <w:szCs w:val="22"/>
              </w:rPr>
            </w:pPr>
            <w:r w:rsidRPr="002715A3">
              <w:rPr>
                <w:sz w:val="22"/>
                <w:szCs w:val="22"/>
              </w:rPr>
              <w:t>Other income</w:t>
            </w:r>
          </w:p>
        </w:tc>
        <w:tc>
          <w:tcPr>
            <w:tcW w:w="1084" w:type="dxa"/>
          </w:tcPr>
          <w:p w14:paraId="72607451" w14:textId="5E8DC00E"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795B4860"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3DF47BF1" w14:textId="397CD8BB"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6743AA22"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29E2D589" w14:textId="25164157" w:rsidR="008F7072" w:rsidRPr="008F7072" w:rsidRDefault="00A85AF6" w:rsidP="008F7072">
            <w:pPr>
              <w:tabs>
                <w:tab w:val="decimal" w:pos="914"/>
              </w:tabs>
              <w:spacing w:line="300" w:lineRule="atLeast"/>
              <w:rPr>
                <w:sz w:val="22"/>
                <w:szCs w:val="22"/>
              </w:rPr>
            </w:pPr>
            <w:r w:rsidRPr="00A85AF6">
              <w:rPr>
                <w:sz w:val="22"/>
                <w:szCs w:val="22"/>
              </w:rPr>
              <w:t>21,493</w:t>
            </w:r>
          </w:p>
        </w:tc>
        <w:tc>
          <w:tcPr>
            <w:tcW w:w="183" w:type="dxa"/>
          </w:tcPr>
          <w:p w14:paraId="7E26B3EB"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2DD145B1" w14:textId="19ACDE99" w:rsidR="008F7072" w:rsidRPr="002715A3" w:rsidRDefault="008F7072" w:rsidP="008F7072">
            <w:pPr>
              <w:tabs>
                <w:tab w:val="decimal" w:pos="914"/>
              </w:tabs>
              <w:spacing w:line="300" w:lineRule="atLeast"/>
              <w:rPr>
                <w:sz w:val="22"/>
                <w:szCs w:val="22"/>
              </w:rPr>
            </w:pPr>
            <w:r w:rsidRPr="002715A3">
              <w:rPr>
                <w:sz w:val="22"/>
                <w:szCs w:val="22"/>
              </w:rPr>
              <w:t>13,741</w:t>
            </w:r>
          </w:p>
        </w:tc>
      </w:tr>
      <w:tr w:rsidR="008F7072" w:rsidRPr="002715A3" w14:paraId="181C7F00" w14:textId="77777777" w:rsidTr="00A476DE">
        <w:trPr>
          <w:cantSplit/>
          <w:trHeight w:val="20"/>
        </w:trPr>
        <w:tc>
          <w:tcPr>
            <w:tcW w:w="4490" w:type="dxa"/>
          </w:tcPr>
          <w:p w14:paraId="148A49D0" w14:textId="77777777" w:rsidR="008F7072" w:rsidRPr="002715A3" w:rsidRDefault="008F7072" w:rsidP="008F7072">
            <w:pPr>
              <w:spacing w:line="300" w:lineRule="atLeast"/>
              <w:ind w:right="3"/>
              <w:rPr>
                <w:sz w:val="22"/>
                <w:szCs w:val="22"/>
              </w:rPr>
            </w:pPr>
            <w:r w:rsidRPr="002715A3">
              <w:rPr>
                <w:sz w:val="22"/>
                <w:szCs w:val="22"/>
              </w:rPr>
              <w:t>Purchases of goods</w:t>
            </w:r>
          </w:p>
        </w:tc>
        <w:tc>
          <w:tcPr>
            <w:tcW w:w="1084" w:type="dxa"/>
          </w:tcPr>
          <w:p w14:paraId="183E6444" w14:textId="7F0DBF82"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2C9944EB"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0EF5B867" w14:textId="059360C5"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03AFF068"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0FA686F9" w14:textId="5638BB1A" w:rsidR="008F7072" w:rsidRPr="008F7072" w:rsidRDefault="008F7072" w:rsidP="008F7072">
            <w:pPr>
              <w:tabs>
                <w:tab w:val="decimal" w:pos="914"/>
              </w:tabs>
              <w:spacing w:line="300" w:lineRule="atLeast"/>
              <w:rPr>
                <w:sz w:val="22"/>
                <w:szCs w:val="22"/>
              </w:rPr>
            </w:pPr>
            <w:r w:rsidRPr="008F7072">
              <w:rPr>
                <w:sz w:val="22"/>
                <w:szCs w:val="22"/>
              </w:rPr>
              <w:t>1,936,817</w:t>
            </w:r>
          </w:p>
        </w:tc>
        <w:tc>
          <w:tcPr>
            <w:tcW w:w="183" w:type="dxa"/>
          </w:tcPr>
          <w:p w14:paraId="0294B2FC"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1DA32DB0" w14:textId="6502A738" w:rsidR="008F7072" w:rsidRPr="002715A3" w:rsidRDefault="008F7072" w:rsidP="008F7072">
            <w:pPr>
              <w:tabs>
                <w:tab w:val="decimal" w:pos="914"/>
              </w:tabs>
              <w:spacing w:line="300" w:lineRule="atLeast"/>
              <w:rPr>
                <w:sz w:val="22"/>
                <w:szCs w:val="22"/>
              </w:rPr>
            </w:pPr>
            <w:r w:rsidRPr="002715A3">
              <w:rPr>
                <w:sz w:val="22"/>
                <w:szCs w:val="22"/>
              </w:rPr>
              <w:t>1,948,197</w:t>
            </w:r>
          </w:p>
        </w:tc>
      </w:tr>
      <w:tr w:rsidR="008F7072" w:rsidRPr="002715A3" w14:paraId="5AC4BE23" w14:textId="77777777" w:rsidTr="00A476DE">
        <w:trPr>
          <w:cantSplit/>
          <w:trHeight w:val="20"/>
        </w:trPr>
        <w:tc>
          <w:tcPr>
            <w:tcW w:w="4490" w:type="dxa"/>
          </w:tcPr>
          <w:p w14:paraId="1840E71D" w14:textId="77777777" w:rsidR="008F7072" w:rsidRPr="002715A3" w:rsidRDefault="008F7072" w:rsidP="008F7072">
            <w:pPr>
              <w:spacing w:line="300" w:lineRule="atLeast"/>
              <w:ind w:right="3"/>
              <w:rPr>
                <w:sz w:val="22"/>
                <w:szCs w:val="22"/>
              </w:rPr>
            </w:pPr>
            <w:r w:rsidRPr="002715A3">
              <w:rPr>
                <w:sz w:val="22"/>
                <w:szCs w:val="22"/>
              </w:rPr>
              <w:t>Purchases of property, plant and equipment</w:t>
            </w:r>
          </w:p>
        </w:tc>
        <w:tc>
          <w:tcPr>
            <w:tcW w:w="1084" w:type="dxa"/>
          </w:tcPr>
          <w:p w14:paraId="0CEEFB49" w14:textId="4D78EA0B"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472AD864"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51BC48FF" w14:textId="01F40916"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3F494237"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1080" w:type="dxa"/>
          </w:tcPr>
          <w:p w14:paraId="787E212D" w14:textId="596EBE51" w:rsidR="008F7072" w:rsidRPr="008F7072" w:rsidRDefault="008F7072" w:rsidP="008F7072">
            <w:pPr>
              <w:tabs>
                <w:tab w:val="decimal" w:pos="914"/>
              </w:tabs>
              <w:spacing w:line="300" w:lineRule="atLeast"/>
              <w:rPr>
                <w:sz w:val="22"/>
                <w:szCs w:val="22"/>
              </w:rPr>
            </w:pPr>
            <w:r w:rsidRPr="008F7072">
              <w:rPr>
                <w:sz w:val="22"/>
                <w:szCs w:val="22"/>
              </w:rPr>
              <w:t>9,238</w:t>
            </w:r>
          </w:p>
        </w:tc>
        <w:tc>
          <w:tcPr>
            <w:tcW w:w="183" w:type="dxa"/>
          </w:tcPr>
          <w:p w14:paraId="19CBBC74"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3809606B" w14:textId="670E62CF" w:rsidR="008F7072" w:rsidRPr="002715A3" w:rsidRDefault="008F7072" w:rsidP="008F7072">
            <w:pPr>
              <w:tabs>
                <w:tab w:val="decimal" w:pos="914"/>
              </w:tabs>
              <w:spacing w:line="300" w:lineRule="atLeast"/>
              <w:rPr>
                <w:sz w:val="22"/>
                <w:szCs w:val="22"/>
              </w:rPr>
            </w:pPr>
            <w:r w:rsidRPr="002715A3">
              <w:rPr>
                <w:sz w:val="22"/>
                <w:szCs w:val="22"/>
              </w:rPr>
              <w:t>336</w:t>
            </w:r>
          </w:p>
        </w:tc>
      </w:tr>
      <w:tr w:rsidR="008F7072" w:rsidRPr="002715A3" w14:paraId="1046DFBD" w14:textId="77777777" w:rsidTr="00A476DE">
        <w:trPr>
          <w:cantSplit/>
          <w:trHeight w:val="20"/>
        </w:trPr>
        <w:tc>
          <w:tcPr>
            <w:tcW w:w="4490" w:type="dxa"/>
          </w:tcPr>
          <w:p w14:paraId="285829D9" w14:textId="2B0BFC47" w:rsidR="008F7072" w:rsidRPr="002715A3" w:rsidRDefault="008F7072" w:rsidP="008F7072">
            <w:pPr>
              <w:spacing w:line="300" w:lineRule="atLeast"/>
              <w:ind w:right="3"/>
              <w:rPr>
                <w:sz w:val="22"/>
                <w:szCs w:val="22"/>
              </w:rPr>
            </w:pPr>
            <w:r w:rsidRPr="002715A3">
              <w:rPr>
                <w:sz w:val="22"/>
                <w:szCs w:val="22"/>
              </w:rPr>
              <w:t>Sales of property, plant and equipment</w:t>
            </w:r>
          </w:p>
        </w:tc>
        <w:tc>
          <w:tcPr>
            <w:tcW w:w="1084" w:type="dxa"/>
          </w:tcPr>
          <w:p w14:paraId="594A1F68" w14:textId="32B77FBD"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0BA3ADC1"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214D77D8" w14:textId="0A0D4838"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33FB4BD2"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1080" w:type="dxa"/>
          </w:tcPr>
          <w:p w14:paraId="4A989387" w14:textId="08881C85" w:rsidR="008F7072" w:rsidRPr="008F7072" w:rsidRDefault="008F7072" w:rsidP="008F7072">
            <w:pPr>
              <w:tabs>
                <w:tab w:val="decimal" w:pos="914"/>
              </w:tabs>
              <w:spacing w:line="300" w:lineRule="atLeast"/>
              <w:rPr>
                <w:sz w:val="22"/>
                <w:szCs w:val="22"/>
                <w:cs/>
              </w:rPr>
            </w:pPr>
            <w:r w:rsidRPr="008F7072">
              <w:rPr>
                <w:sz w:val="22"/>
                <w:szCs w:val="22"/>
              </w:rPr>
              <w:t>9,331</w:t>
            </w:r>
          </w:p>
        </w:tc>
        <w:tc>
          <w:tcPr>
            <w:tcW w:w="183" w:type="dxa"/>
          </w:tcPr>
          <w:p w14:paraId="5A606C85"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40301949" w14:textId="5F3CB8AD" w:rsidR="008F7072" w:rsidRPr="002715A3" w:rsidRDefault="008F7072" w:rsidP="008F7072">
            <w:pPr>
              <w:tabs>
                <w:tab w:val="decimal" w:pos="914"/>
              </w:tabs>
              <w:spacing w:line="300" w:lineRule="atLeast"/>
              <w:rPr>
                <w:sz w:val="22"/>
                <w:szCs w:val="22"/>
              </w:rPr>
            </w:pPr>
            <w:r w:rsidRPr="002715A3">
              <w:rPr>
                <w:sz w:val="22"/>
                <w:szCs w:val="22"/>
              </w:rPr>
              <w:t>2,363</w:t>
            </w:r>
          </w:p>
        </w:tc>
      </w:tr>
      <w:tr w:rsidR="008F7072" w:rsidRPr="002715A3" w14:paraId="4DC6E5CC" w14:textId="77777777" w:rsidTr="00A476DE">
        <w:trPr>
          <w:cantSplit/>
          <w:trHeight w:val="20"/>
        </w:trPr>
        <w:tc>
          <w:tcPr>
            <w:tcW w:w="4490" w:type="dxa"/>
          </w:tcPr>
          <w:p w14:paraId="074CA50F" w14:textId="0183339D" w:rsidR="008F7072" w:rsidRPr="002715A3" w:rsidRDefault="008F7072" w:rsidP="008F7072">
            <w:pPr>
              <w:spacing w:line="300" w:lineRule="atLeast"/>
              <w:ind w:right="3"/>
              <w:rPr>
                <w:sz w:val="22"/>
                <w:szCs w:val="22"/>
              </w:rPr>
            </w:pPr>
            <w:r>
              <w:rPr>
                <w:sz w:val="22"/>
                <w:szCs w:val="22"/>
              </w:rPr>
              <w:t>Sales of intangible asset</w:t>
            </w:r>
          </w:p>
        </w:tc>
        <w:tc>
          <w:tcPr>
            <w:tcW w:w="1084" w:type="dxa"/>
          </w:tcPr>
          <w:p w14:paraId="2264E9B2" w14:textId="1FBAE6F6"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146622D0"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2D52548A" w14:textId="2947A2F9"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4A81F6D7"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1080" w:type="dxa"/>
          </w:tcPr>
          <w:p w14:paraId="76E78599" w14:textId="68BACDCA" w:rsidR="008F7072" w:rsidRPr="008F7072" w:rsidRDefault="008F7072" w:rsidP="008F7072">
            <w:pPr>
              <w:tabs>
                <w:tab w:val="decimal" w:pos="914"/>
              </w:tabs>
              <w:spacing w:line="300" w:lineRule="atLeast"/>
              <w:rPr>
                <w:sz w:val="22"/>
                <w:szCs w:val="22"/>
                <w:cs/>
              </w:rPr>
            </w:pPr>
            <w:r w:rsidRPr="008F7072">
              <w:rPr>
                <w:sz w:val="22"/>
                <w:szCs w:val="22"/>
              </w:rPr>
              <w:t>4,365</w:t>
            </w:r>
          </w:p>
        </w:tc>
        <w:tc>
          <w:tcPr>
            <w:tcW w:w="183" w:type="dxa"/>
          </w:tcPr>
          <w:p w14:paraId="2AFD2336"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4C3CA65C" w14:textId="7C7F65CA" w:rsidR="008F7072" w:rsidRPr="002715A3" w:rsidRDefault="008F7072" w:rsidP="008F7072">
            <w:pPr>
              <w:tabs>
                <w:tab w:val="decimal" w:pos="645"/>
              </w:tabs>
              <w:spacing w:line="300" w:lineRule="atLeast"/>
              <w:rPr>
                <w:sz w:val="22"/>
                <w:szCs w:val="22"/>
              </w:rPr>
            </w:pPr>
            <w:r w:rsidRPr="002715A3">
              <w:rPr>
                <w:sz w:val="22"/>
                <w:szCs w:val="22"/>
              </w:rPr>
              <w:t>-</w:t>
            </w:r>
          </w:p>
        </w:tc>
      </w:tr>
      <w:tr w:rsidR="008F7072" w:rsidRPr="002715A3" w14:paraId="55244F80" w14:textId="77777777" w:rsidTr="00A476DE">
        <w:trPr>
          <w:cantSplit/>
          <w:trHeight w:val="20"/>
        </w:trPr>
        <w:tc>
          <w:tcPr>
            <w:tcW w:w="4490" w:type="dxa"/>
          </w:tcPr>
          <w:p w14:paraId="63CAB540" w14:textId="5E10FD9C" w:rsidR="008F7072" w:rsidRPr="002715A3" w:rsidRDefault="008F7072" w:rsidP="008F7072">
            <w:pPr>
              <w:spacing w:line="300" w:lineRule="atLeast"/>
              <w:ind w:right="3"/>
              <w:rPr>
                <w:sz w:val="22"/>
                <w:szCs w:val="22"/>
              </w:rPr>
            </w:pPr>
            <w:r w:rsidRPr="002715A3">
              <w:rPr>
                <w:sz w:val="22"/>
                <w:szCs w:val="22"/>
              </w:rPr>
              <w:t>Dividend income</w:t>
            </w:r>
          </w:p>
        </w:tc>
        <w:tc>
          <w:tcPr>
            <w:tcW w:w="1084" w:type="dxa"/>
          </w:tcPr>
          <w:p w14:paraId="729851DB" w14:textId="603B2F1A"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58893731"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23173DBA" w14:textId="3A983ACD"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4DA7C3C3"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1080" w:type="dxa"/>
          </w:tcPr>
          <w:p w14:paraId="380DFCB6" w14:textId="6175B66B" w:rsidR="008F7072" w:rsidRPr="008F7072" w:rsidRDefault="008F7072" w:rsidP="008F7072">
            <w:pPr>
              <w:tabs>
                <w:tab w:val="decimal" w:pos="914"/>
              </w:tabs>
              <w:spacing w:line="300" w:lineRule="atLeast"/>
              <w:rPr>
                <w:sz w:val="22"/>
                <w:szCs w:val="22"/>
              </w:rPr>
            </w:pPr>
            <w:r w:rsidRPr="008F7072">
              <w:rPr>
                <w:sz w:val="22"/>
                <w:szCs w:val="22"/>
              </w:rPr>
              <w:t>1,143,980</w:t>
            </w:r>
          </w:p>
        </w:tc>
        <w:tc>
          <w:tcPr>
            <w:tcW w:w="183" w:type="dxa"/>
          </w:tcPr>
          <w:p w14:paraId="0BA4A90A"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46F58CB8" w14:textId="575D61D8" w:rsidR="008F7072" w:rsidRPr="002715A3" w:rsidRDefault="008F7072" w:rsidP="008F7072">
            <w:pPr>
              <w:tabs>
                <w:tab w:val="decimal" w:pos="914"/>
              </w:tabs>
              <w:spacing w:line="300" w:lineRule="atLeast"/>
              <w:rPr>
                <w:sz w:val="22"/>
                <w:szCs w:val="22"/>
                <w:cs/>
              </w:rPr>
            </w:pPr>
            <w:r w:rsidRPr="002715A3">
              <w:rPr>
                <w:sz w:val="22"/>
                <w:szCs w:val="22"/>
              </w:rPr>
              <w:t>1,372,586</w:t>
            </w:r>
          </w:p>
        </w:tc>
      </w:tr>
      <w:tr w:rsidR="008F7072" w:rsidRPr="002715A3" w14:paraId="72E3A59F" w14:textId="77777777" w:rsidTr="00A476DE">
        <w:trPr>
          <w:cantSplit/>
          <w:trHeight w:val="66"/>
        </w:trPr>
        <w:tc>
          <w:tcPr>
            <w:tcW w:w="4490" w:type="dxa"/>
          </w:tcPr>
          <w:p w14:paraId="12DB5C15" w14:textId="77777777" w:rsidR="008F7072" w:rsidRPr="002715A3" w:rsidRDefault="008F7072" w:rsidP="008F7072">
            <w:pPr>
              <w:spacing w:line="300" w:lineRule="atLeast"/>
              <w:ind w:right="3"/>
              <w:rPr>
                <w:sz w:val="22"/>
                <w:szCs w:val="22"/>
              </w:rPr>
            </w:pPr>
            <w:r w:rsidRPr="002715A3">
              <w:rPr>
                <w:sz w:val="22"/>
                <w:szCs w:val="22"/>
              </w:rPr>
              <w:t>Commission expense</w:t>
            </w:r>
          </w:p>
        </w:tc>
        <w:tc>
          <w:tcPr>
            <w:tcW w:w="1084" w:type="dxa"/>
          </w:tcPr>
          <w:p w14:paraId="04684BED" w14:textId="598ADA13"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303582B7"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0FE46220" w14:textId="7D14AC9E"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47952F94"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414F2552" w14:textId="7BE40042" w:rsidR="008F7072" w:rsidRPr="008F7072" w:rsidRDefault="008F7072" w:rsidP="008F7072">
            <w:pPr>
              <w:tabs>
                <w:tab w:val="decimal" w:pos="914"/>
              </w:tabs>
              <w:spacing w:line="300" w:lineRule="atLeast"/>
              <w:rPr>
                <w:sz w:val="22"/>
                <w:szCs w:val="22"/>
              </w:rPr>
            </w:pPr>
            <w:r w:rsidRPr="008F7072">
              <w:rPr>
                <w:sz w:val="22"/>
                <w:szCs w:val="22"/>
              </w:rPr>
              <w:t>192,618</w:t>
            </w:r>
          </w:p>
        </w:tc>
        <w:tc>
          <w:tcPr>
            <w:tcW w:w="183" w:type="dxa"/>
          </w:tcPr>
          <w:p w14:paraId="14578B7D"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7D8F05EF" w14:textId="05E916C6" w:rsidR="008F7072" w:rsidRPr="002715A3" w:rsidRDefault="008F7072" w:rsidP="008F7072">
            <w:pPr>
              <w:tabs>
                <w:tab w:val="decimal" w:pos="914"/>
              </w:tabs>
              <w:spacing w:line="300" w:lineRule="atLeast"/>
              <w:rPr>
                <w:rStyle w:val="Emphasis"/>
                <w:color w:val="auto"/>
                <w:sz w:val="22"/>
                <w:szCs w:val="22"/>
              </w:rPr>
            </w:pPr>
            <w:r w:rsidRPr="002715A3">
              <w:rPr>
                <w:sz w:val="22"/>
                <w:szCs w:val="22"/>
              </w:rPr>
              <w:t>130,159</w:t>
            </w:r>
          </w:p>
        </w:tc>
      </w:tr>
      <w:tr w:rsidR="008F7072" w:rsidRPr="002715A3" w14:paraId="16E94BC1" w14:textId="77777777" w:rsidTr="00A476DE">
        <w:trPr>
          <w:cantSplit/>
          <w:trHeight w:val="66"/>
        </w:trPr>
        <w:tc>
          <w:tcPr>
            <w:tcW w:w="4490" w:type="dxa"/>
          </w:tcPr>
          <w:p w14:paraId="63E0ACCC" w14:textId="25BBFE66" w:rsidR="008F7072" w:rsidRPr="002715A3" w:rsidRDefault="008F7072" w:rsidP="008F7072">
            <w:pPr>
              <w:spacing w:line="300" w:lineRule="atLeast"/>
              <w:ind w:right="3"/>
              <w:rPr>
                <w:sz w:val="22"/>
                <w:szCs w:val="22"/>
              </w:rPr>
            </w:pPr>
            <w:r w:rsidRPr="002715A3">
              <w:rPr>
                <w:sz w:val="22"/>
                <w:szCs w:val="22"/>
              </w:rPr>
              <w:t>Interest expense</w:t>
            </w:r>
          </w:p>
        </w:tc>
        <w:tc>
          <w:tcPr>
            <w:tcW w:w="1084" w:type="dxa"/>
          </w:tcPr>
          <w:p w14:paraId="3D51F80F" w14:textId="3EDCFEBE" w:rsidR="008F7072" w:rsidRPr="008F7072" w:rsidRDefault="008F7072" w:rsidP="008F7072">
            <w:pPr>
              <w:pStyle w:val="acctfourfigures"/>
              <w:tabs>
                <w:tab w:val="clear" w:pos="765"/>
                <w:tab w:val="decimal" w:pos="650"/>
              </w:tabs>
              <w:spacing w:line="300" w:lineRule="atLeast"/>
              <w:ind w:right="-80"/>
              <w:rPr>
                <w:szCs w:val="22"/>
              </w:rPr>
            </w:pPr>
            <w:r w:rsidRPr="008F7072">
              <w:rPr>
                <w:szCs w:val="22"/>
              </w:rPr>
              <w:t>-</w:t>
            </w:r>
          </w:p>
        </w:tc>
        <w:tc>
          <w:tcPr>
            <w:tcW w:w="183" w:type="dxa"/>
          </w:tcPr>
          <w:p w14:paraId="0CA62B26"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5DD20028" w14:textId="558FD742" w:rsidR="008F7072" w:rsidRPr="002715A3" w:rsidRDefault="008F7072" w:rsidP="008F7072">
            <w:pPr>
              <w:pStyle w:val="acctfourfigures"/>
              <w:tabs>
                <w:tab w:val="clear" w:pos="765"/>
                <w:tab w:val="decimal" w:pos="550"/>
              </w:tabs>
              <w:spacing w:line="300" w:lineRule="atLeast"/>
              <w:ind w:right="-90"/>
              <w:rPr>
                <w:szCs w:val="22"/>
              </w:rPr>
            </w:pPr>
            <w:r w:rsidRPr="002715A3">
              <w:rPr>
                <w:szCs w:val="22"/>
              </w:rPr>
              <w:t>-</w:t>
            </w:r>
          </w:p>
        </w:tc>
        <w:tc>
          <w:tcPr>
            <w:tcW w:w="191" w:type="dxa"/>
          </w:tcPr>
          <w:p w14:paraId="5C5CF6F1"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757A516A" w14:textId="74EAD890" w:rsidR="008F7072" w:rsidRPr="008F7072" w:rsidRDefault="008F7072" w:rsidP="008F7072">
            <w:pPr>
              <w:tabs>
                <w:tab w:val="decimal" w:pos="914"/>
              </w:tabs>
              <w:spacing w:line="300" w:lineRule="atLeast"/>
              <w:rPr>
                <w:sz w:val="22"/>
                <w:szCs w:val="22"/>
              </w:rPr>
            </w:pPr>
            <w:r w:rsidRPr="008F7072">
              <w:rPr>
                <w:sz w:val="22"/>
                <w:szCs w:val="22"/>
              </w:rPr>
              <w:t>171</w:t>
            </w:r>
          </w:p>
        </w:tc>
        <w:tc>
          <w:tcPr>
            <w:tcW w:w="183" w:type="dxa"/>
          </w:tcPr>
          <w:p w14:paraId="709255DA"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38F48043" w14:textId="3DB51584" w:rsidR="008F7072" w:rsidRPr="002715A3" w:rsidRDefault="008F7072" w:rsidP="008F7072">
            <w:pPr>
              <w:tabs>
                <w:tab w:val="decimal" w:pos="645"/>
              </w:tabs>
              <w:spacing w:line="300" w:lineRule="atLeast"/>
              <w:rPr>
                <w:sz w:val="22"/>
                <w:szCs w:val="22"/>
              </w:rPr>
            </w:pPr>
            <w:r w:rsidRPr="002715A3">
              <w:rPr>
                <w:sz w:val="22"/>
                <w:szCs w:val="22"/>
              </w:rPr>
              <w:t>-</w:t>
            </w:r>
          </w:p>
        </w:tc>
      </w:tr>
      <w:tr w:rsidR="008F7072" w:rsidRPr="002715A3" w14:paraId="16AE4374" w14:textId="77777777" w:rsidTr="00A476DE">
        <w:trPr>
          <w:cantSplit/>
          <w:trHeight w:val="66"/>
        </w:trPr>
        <w:tc>
          <w:tcPr>
            <w:tcW w:w="4490" w:type="dxa"/>
          </w:tcPr>
          <w:p w14:paraId="2255B216" w14:textId="77777777" w:rsidR="008F7072" w:rsidRPr="002715A3" w:rsidRDefault="008F7072" w:rsidP="008F7072">
            <w:pPr>
              <w:spacing w:line="300" w:lineRule="atLeast"/>
              <w:ind w:right="3"/>
              <w:rPr>
                <w:sz w:val="22"/>
                <w:szCs w:val="22"/>
              </w:rPr>
            </w:pPr>
            <w:r w:rsidRPr="002715A3">
              <w:rPr>
                <w:sz w:val="22"/>
                <w:szCs w:val="22"/>
              </w:rPr>
              <w:t>Other expenses</w:t>
            </w:r>
          </w:p>
        </w:tc>
        <w:tc>
          <w:tcPr>
            <w:tcW w:w="1084" w:type="dxa"/>
          </w:tcPr>
          <w:p w14:paraId="4C9DAA11" w14:textId="3F2591D2" w:rsidR="008F7072" w:rsidRPr="008F7072" w:rsidRDefault="008F7072" w:rsidP="008F7072">
            <w:pPr>
              <w:pStyle w:val="acctfourfigures"/>
              <w:tabs>
                <w:tab w:val="clear" w:pos="765"/>
                <w:tab w:val="decimal" w:pos="650"/>
              </w:tabs>
              <w:spacing w:line="300" w:lineRule="atLeast"/>
              <w:ind w:right="-80"/>
              <w:rPr>
                <w:szCs w:val="22"/>
              </w:rPr>
            </w:pPr>
            <w:r w:rsidRPr="008F7072">
              <w:rPr>
                <w:rFonts w:cs="Angsana New"/>
                <w:szCs w:val="22"/>
                <w:lang w:val="en-US" w:bidi="th-TH"/>
              </w:rPr>
              <w:t>-</w:t>
            </w:r>
          </w:p>
        </w:tc>
        <w:tc>
          <w:tcPr>
            <w:tcW w:w="183" w:type="dxa"/>
          </w:tcPr>
          <w:p w14:paraId="5792313B" w14:textId="77777777" w:rsidR="008F7072" w:rsidRPr="002715A3" w:rsidRDefault="008F7072" w:rsidP="008F7072">
            <w:pPr>
              <w:pStyle w:val="acctfourfigures"/>
              <w:tabs>
                <w:tab w:val="clear" w:pos="765"/>
                <w:tab w:val="decimal" w:pos="821"/>
              </w:tabs>
              <w:spacing w:line="300" w:lineRule="atLeast"/>
              <w:ind w:right="3"/>
              <w:jc w:val="center"/>
              <w:rPr>
                <w:szCs w:val="22"/>
              </w:rPr>
            </w:pPr>
          </w:p>
        </w:tc>
        <w:tc>
          <w:tcPr>
            <w:tcW w:w="979" w:type="dxa"/>
          </w:tcPr>
          <w:p w14:paraId="1E778338" w14:textId="6B9833A5" w:rsidR="008F7072" w:rsidRPr="002715A3" w:rsidRDefault="008F7072" w:rsidP="008F7072">
            <w:pPr>
              <w:pStyle w:val="acctfourfigures"/>
              <w:tabs>
                <w:tab w:val="clear" w:pos="765"/>
                <w:tab w:val="decimal" w:pos="550"/>
              </w:tabs>
              <w:spacing w:line="300" w:lineRule="atLeast"/>
              <w:ind w:right="-90"/>
              <w:rPr>
                <w:rFonts w:cs="Angsana New"/>
                <w:szCs w:val="22"/>
                <w:lang w:val="en-US" w:bidi="th-TH"/>
              </w:rPr>
            </w:pPr>
            <w:r w:rsidRPr="002715A3">
              <w:rPr>
                <w:rFonts w:cs="Angsana New"/>
                <w:szCs w:val="22"/>
                <w:lang w:val="en-US" w:bidi="th-TH"/>
              </w:rPr>
              <w:t>-</w:t>
            </w:r>
          </w:p>
        </w:tc>
        <w:tc>
          <w:tcPr>
            <w:tcW w:w="191" w:type="dxa"/>
          </w:tcPr>
          <w:p w14:paraId="69F1CC90"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7C41AC9D" w14:textId="7082FE6D" w:rsidR="008F7072" w:rsidRPr="008F7072" w:rsidRDefault="008F7072" w:rsidP="008F7072">
            <w:pPr>
              <w:tabs>
                <w:tab w:val="decimal" w:pos="914"/>
              </w:tabs>
              <w:spacing w:line="300" w:lineRule="atLeast"/>
              <w:rPr>
                <w:sz w:val="22"/>
                <w:szCs w:val="22"/>
              </w:rPr>
            </w:pPr>
            <w:r w:rsidRPr="008F7072">
              <w:rPr>
                <w:sz w:val="22"/>
                <w:szCs w:val="22"/>
              </w:rPr>
              <w:t>10,437</w:t>
            </w:r>
          </w:p>
        </w:tc>
        <w:tc>
          <w:tcPr>
            <w:tcW w:w="183" w:type="dxa"/>
          </w:tcPr>
          <w:p w14:paraId="7E881059"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44E8165A" w14:textId="1BCF636F" w:rsidR="008F7072" w:rsidRPr="002715A3" w:rsidRDefault="008F7072" w:rsidP="008F7072">
            <w:pPr>
              <w:tabs>
                <w:tab w:val="decimal" w:pos="914"/>
              </w:tabs>
              <w:spacing w:line="300" w:lineRule="atLeast"/>
              <w:rPr>
                <w:rStyle w:val="Emphasis"/>
                <w:color w:val="auto"/>
                <w:sz w:val="22"/>
                <w:szCs w:val="22"/>
              </w:rPr>
            </w:pPr>
            <w:r w:rsidRPr="002715A3">
              <w:rPr>
                <w:sz w:val="22"/>
                <w:szCs w:val="22"/>
              </w:rPr>
              <w:t>2,792</w:t>
            </w:r>
          </w:p>
        </w:tc>
      </w:tr>
      <w:tr w:rsidR="008F7072" w:rsidRPr="002715A3" w14:paraId="0DAC6B6C" w14:textId="77777777" w:rsidTr="00A476DE">
        <w:trPr>
          <w:cantSplit/>
          <w:trHeight w:val="20"/>
        </w:trPr>
        <w:tc>
          <w:tcPr>
            <w:tcW w:w="4490" w:type="dxa"/>
          </w:tcPr>
          <w:p w14:paraId="5D26A3CC" w14:textId="77777777" w:rsidR="008F7072" w:rsidRPr="002715A3" w:rsidRDefault="008F7072" w:rsidP="008F7072">
            <w:pPr>
              <w:spacing w:line="300" w:lineRule="atLeast"/>
              <w:ind w:right="3"/>
              <w:rPr>
                <w:b/>
                <w:bCs/>
                <w:sz w:val="22"/>
                <w:szCs w:val="22"/>
              </w:rPr>
            </w:pPr>
          </w:p>
        </w:tc>
        <w:tc>
          <w:tcPr>
            <w:tcW w:w="1084" w:type="dxa"/>
          </w:tcPr>
          <w:p w14:paraId="2E66A4D3" w14:textId="30523C43" w:rsidR="008F7072" w:rsidRPr="002715A3" w:rsidRDefault="008F7072" w:rsidP="008F7072">
            <w:pPr>
              <w:pStyle w:val="acctfourfigures"/>
              <w:tabs>
                <w:tab w:val="clear" w:pos="765"/>
              </w:tabs>
              <w:spacing w:line="300" w:lineRule="atLeast"/>
              <w:ind w:right="3"/>
              <w:rPr>
                <w:szCs w:val="22"/>
              </w:rPr>
            </w:pPr>
          </w:p>
        </w:tc>
        <w:tc>
          <w:tcPr>
            <w:tcW w:w="183" w:type="dxa"/>
          </w:tcPr>
          <w:p w14:paraId="32CDF2B8"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979" w:type="dxa"/>
          </w:tcPr>
          <w:p w14:paraId="21E53BEF" w14:textId="77777777" w:rsidR="008F7072" w:rsidRPr="002715A3" w:rsidRDefault="008F7072" w:rsidP="008F7072">
            <w:pPr>
              <w:pStyle w:val="acctfourfigures"/>
              <w:tabs>
                <w:tab w:val="clear" w:pos="765"/>
                <w:tab w:val="decimal" w:pos="821"/>
              </w:tabs>
              <w:spacing w:line="300" w:lineRule="atLeast"/>
              <w:ind w:right="3"/>
              <w:jc w:val="right"/>
              <w:rPr>
                <w:szCs w:val="22"/>
              </w:rPr>
            </w:pPr>
          </w:p>
        </w:tc>
        <w:tc>
          <w:tcPr>
            <w:tcW w:w="191" w:type="dxa"/>
          </w:tcPr>
          <w:p w14:paraId="7239176A"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13442450" w14:textId="77777777" w:rsidR="008F7072" w:rsidRPr="002715A3" w:rsidRDefault="008F7072" w:rsidP="008F7072">
            <w:pPr>
              <w:tabs>
                <w:tab w:val="decimal" w:pos="913"/>
              </w:tabs>
              <w:spacing w:line="300" w:lineRule="atLeast"/>
              <w:rPr>
                <w:rStyle w:val="Emphasis"/>
                <w:color w:val="auto"/>
                <w:sz w:val="22"/>
                <w:szCs w:val="22"/>
              </w:rPr>
            </w:pPr>
          </w:p>
        </w:tc>
        <w:tc>
          <w:tcPr>
            <w:tcW w:w="183" w:type="dxa"/>
          </w:tcPr>
          <w:p w14:paraId="3831CCA2"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698425D6" w14:textId="77777777" w:rsidR="008F7072" w:rsidRPr="002715A3" w:rsidRDefault="008F7072" w:rsidP="008F7072">
            <w:pPr>
              <w:pStyle w:val="acctfourfigures"/>
              <w:tabs>
                <w:tab w:val="clear" w:pos="765"/>
                <w:tab w:val="decimal" w:pos="821"/>
              </w:tabs>
              <w:spacing w:line="300" w:lineRule="atLeast"/>
              <w:ind w:right="3"/>
              <w:jc w:val="right"/>
              <w:rPr>
                <w:szCs w:val="22"/>
              </w:rPr>
            </w:pPr>
          </w:p>
        </w:tc>
      </w:tr>
      <w:tr w:rsidR="008F7072" w:rsidRPr="002715A3" w14:paraId="05672791" w14:textId="77777777" w:rsidTr="00A476DE">
        <w:trPr>
          <w:cantSplit/>
          <w:trHeight w:val="20"/>
        </w:trPr>
        <w:tc>
          <w:tcPr>
            <w:tcW w:w="4490" w:type="dxa"/>
          </w:tcPr>
          <w:p w14:paraId="2AA1B832" w14:textId="77777777" w:rsidR="008F7072" w:rsidRPr="002715A3" w:rsidRDefault="008F7072" w:rsidP="008F7072">
            <w:pPr>
              <w:spacing w:line="300" w:lineRule="atLeast"/>
              <w:ind w:right="3"/>
              <w:rPr>
                <w:b/>
                <w:bCs/>
                <w:sz w:val="22"/>
                <w:szCs w:val="22"/>
              </w:rPr>
            </w:pPr>
            <w:r w:rsidRPr="002715A3">
              <w:rPr>
                <w:b/>
                <w:bCs/>
                <w:sz w:val="22"/>
                <w:szCs w:val="22"/>
              </w:rPr>
              <w:t>Associate</w:t>
            </w:r>
          </w:p>
        </w:tc>
        <w:tc>
          <w:tcPr>
            <w:tcW w:w="1084" w:type="dxa"/>
          </w:tcPr>
          <w:p w14:paraId="19242537" w14:textId="77777777" w:rsidR="008F7072" w:rsidRPr="002715A3" w:rsidRDefault="008F7072" w:rsidP="008F7072">
            <w:pPr>
              <w:pStyle w:val="acctfourfigures"/>
              <w:tabs>
                <w:tab w:val="clear" w:pos="765"/>
                <w:tab w:val="decimal" w:pos="821"/>
              </w:tabs>
              <w:spacing w:line="300" w:lineRule="atLeast"/>
              <w:ind w:right="3"/>
              <w:jc w:val="right"/>
              <w:rPr>
                <w:szCs w:val="22"/>
              </w:rPr>
            </w:pPr>
          </w:p>
        </w:tc>
        <w:tc>
          <w:tcPr>
            <w:tcW w:w="183" w:type="dxa"/>
          </w:tcPr>
          <w:p w14:paraId="1AB47AA9"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979" w:type="dxa"/>
          </w:tcPr>
          <w:p w14:paraId="18D26A68" w14:textId="2466A090" w:rsidR="008F7072" w:rsidRPr="002715A3" w:rsidRDefault="008F7072" w:rsidP="008F7072">
            <w:pPr>
              <w:pStyle w:val="acctfourfigures"/>
              <w:tabs>
                <w:tab w:val="clear" w:pos="765"/>
                <w:tab w:val="decimal" w:pos="821"/>
              </w:tabs>
              <w:spacing w:line="300" w:lineRule="atLeast"/>
              <w:ind w:right="3"/>
              <w:jc w:val="right"/>
              <w:rPr>
                <w:szCs w:val="22"/>
              </w:rPr>
            </w:pPr>
          </w:p>
        </w:tc>
        <w:tc>
          <w:tcPr>
            <w:tcW w:w="191" w:type="dxa"/>
          </w:tcPr>
          <w:p w14:paraId="5B48D66C"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1456C162" w14:textId="77777777" w:rsidR="008F7072" w:rsidRPr="002715A3" w:rsidRDefault="008F7072" w:rsidP="008F7072">
            <w:pPr>
              <w:tabs>
                <w:tab w:val="decimal" w:pos="913"/>
              </w:tabs>
              <w:spacing w:line="300" w:lineRule="atLeast"/>
              <w:rPr>
                <w:rStyle w:val="Emphasis"/>
                <w:color w:val="auto"/>
                <w:sz w:val="22"/>
                <w:szCs w:val="22"/>
              </w:rPr>
            </w:pPr>
          </w:p>
        </w:tc>
        <w:tc>
          <w:tcPr>
            <w:tcW w:w="183" w:type="dxa"/>
          </w:tcPr>
          <w:p w14:paraId="5F457F67" w14:textId="77777777" w:rsidR="008F7072" w:rsidRPr="002715A3" w:rsidRDefault="008F7072" w:rsidP="008F7072">
            <w:pPr>
              <w:pStyle w:val="acctfourfigures"/>
              <w:tabs>
                <w:tab w:val="clear" w:pos="765"/>
                <w:tab w:val="decimal" w:pos="821"/>
              </w:tabs>
              <w:spacing w:line="300" w:lineRule="atLeast"/>
              <w:ind w:right="3"/>
              <w:rPr>
                <w:szCs w:val="22"/>
              </w:rPr>
            </w:pPr>
          </w:p>
        </w:tc>
        <w:tc>
          <w:tcPr>
            <w:tcW w:w="1080" w:type="dxa"/>
          </w:tcPr>
          <w:p w14:paraId="0835721B" w14:textId="77777777" w:rsidR="008F7072" w:rsidRPr="002715A3" w:rsidRDefault="008F7072" w:rsidP="008F7072">
            <w:pPr>
              <w:pStyle w:val="acctfourfigures"/>
              <w:tabs>
                <w:tab w:val="clear" w:pos="765"/>
                <w:tab w:val="decimal" w:pos="821"/>
              </w:tabs>
              <w:spacing w:line="300" w:lineRule="atLeast"/>
              <w:ind w:right="3"/>
              <w:jc w:val="right"/>
              <w:rPr>
                <w:szCs w:val="22"/>
              </w:rPr>
            </w:pPr>
          </w:p>
        </w:tc>
      </w:tr>
      <w:tr w:rsidR="008F7072" w:rsidRPr="002715A3" w14:paraId="3AFE54E8" w14:textId="77777777" w:rsidTr="00A476DE">
        <w:trPr>
          <w:cantSplit/>
          <w:trHeight w:val="20"/>
        </w:trPr>
        <w:tc>
          <w:tcPr>
            <w:tcW w:w="4490" w:type="dxa"/>
          </w:tcPr>
          <w:p w14:paraId="2CDE85A3" w14:textId="77777777" w:rsidR="008F7072" w:rsidRPr="002715A3" w:rsidRDefault="008F7072" w:rsidP="008F7072">
            <w:pPr>
              <w:spacing w:line="300" w:lineRule="atLeast"/>
              <w:ind w:right="3"/>
              <w:rPr>
                <w:sz w:val="22"/>
                <w:szCs w:val="22"/>
              </w:rPr>
            </w:pPr>
            <w:r w:rsidRPr="002715A3">
              <w:rPr>
                <w:sz w:val="22"/>
                <w:szCs w:val="22"/>
              </w:rPr>
              <w:t>Purchases of raw materials</w:t>
            </w:r>
          </w:p>
        </w:tc>
        <w:tc>
          <w:tcPr>
            <w:tcW w:w="1084" w:type="dxa"/>
          </w:tcPr>
          <w:p w14:paraId="6FB9979A" w14:textId="4A3574D6" w:rsidR="008F7072" w:rsidRPr="008F7072" w:rsidRDefault="008F7072" w:rsidP="008F7072">
            <w:pPr>
              <w:tabs>
                <w:tab w:val="decimal" w:pos="920"/>
              </w:tabs>
              <w:spacing w:line="300" w:lineRule="atLeast"/>
              <w:ind w:right="-80"/>
              <w:rPr>
                <w:sz w:val="22"/>
                <w:szCs w:val="22"/>
              </w:rPr>
            </w:pPr>
            <w:r w:rsidRPr="008F7072">
              <w:rPr>
                <w:sz w:val="22"/>
                <w:szCs w:val="22"/>
              </w:rPr>
              <w:t>87,922</w:t>
            </w:r>
          </w:p>
        </w:tc>
        <w:tc>
          <w:tcPr>
            <w:tcW w:w="183" w:type="dxa"/>
          </w:tcPr>
          <w:p w14:paraId="3DF9E389" w14:textId="77777777" w:rsidR="008F7072" w:rsidRPr="002715A3" w:rsidRDefault="008F7072" w:rsidP="008F7072">
            <w:pPr>
              <w:tabs>
                <w:tab w:val="decimal" w:pos="914"/>
              </w:tabs>
              <w:spacing w:line="300" w:lineRule="atLeast"/>
              <w:rPr>
                <w:rStyle w:val="Emphasis"/>
                <w:color w:val="auto"/>
                <w:sz w:val="22"/>
                <w:szCs w:val="22"/>
              </w:rPr>
            </w:pPr>
          </w:p>
        </w:tc>
        <w:tc>
          <w:tcPr>
            <w:tcW w:w="979" w:type="dxa"/>
          </w:tcPr>
          <w:p w14:paraId="369ACA86" w14:textId="1DE74B73" w:rsidR="008F7072" w:rsidRPr="002715A3" w:rsidRDefault="008F7072" w:rsidP="008F7072">
            <w:pPr>
              <w:tabs>
                <w:tab w:val="decimal" w:pos="820"/>
              </w:tabs>
              <w:spacing w:line="300" w:lineRule="atLeast"/>
              <w:ind w:right="-90"/>
              <w:rPr>
                <w:rStyle w:val="Emphasis"/>
                <w:color w:val="auto"/>
                <w:sz w:val="22"/>
                <w:szCs w:val="22"/>
              </w:rPr>
            </w:pPr>
            <w:r w:rsidRPr="002715A3">
              <w:rPr>
                <w:sz w:val="22"/>
                <w:szCs w:val="22"/>
              </w:rPr>
              <w:t>74,575</w:t>
            </w:r>
          </w:p>
        </w:tc>
        <w:tc>
          <w:tcPr>
            <w:tcW w:w="191" w:type="dxa"/>
          </w:tcPr>
          <w:p w14:paraId="6B5842A8"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340207EA" w14:textId="1720C06A" w:rsidR="008F7072" w:rsidRPr="008F7072" w:rsidRDefault="008F7072" w:rsidP="008F7072">
            <w:pPr>
              <w:tabs>
                <w:tab w:val="decimal" w:pos="914"/>
              </w:tabs>
              <w:spacing w:line="300" w:lineRule="atLeast"/>
              <w:rPr>
                <w:sz w:val="22"/>
                <w:szCs w:val="22"/>
              </w:rPr>
            </w:pPr>
            <w:r w:rsidRPr="008F7072">
              <w:rPr>
                <w:sz w:val="22"/>
                <w:szCs w:val="22"/>
              </w:rPr>
              <w:t>56,535</w:t>
            </w:r>
          </w:p>
        </w:tc>
        <w:tc>
          <w:tcPr>
            <w:tcW w:w="183" w:type="dxa"/>
          </w:tcPr>
          <w:p w14:paraId="4CF6709A"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254AA08F" w14:textId="1AADEB2A" w:rsidR="008F7072" w:rsidRPr="002715A3" w:rsidRDefault="008F7072" w:rsidP="008F7072">
            <w:pPr>
              <w:tabs>
                <w:tab w:val="decimal" w:pos="914"/>
              </w:tabs>
              <w:spacing w:line="300" w:lineRule="atLeast"/>
              <w:rPr>
                <w:rStyle w:val="Emphasis"/>
                <w:color w:val="auto"/>
                <w:sz w:val="22"/>
                <w:szCs w:val="22"/>
              </w:rPr>
            </w:pPr>
            <w:r w:rsidRPr="002715A3">
              <w:rPr>
                <w:sz w:val="22"/>
                <w:szCs w:val="22"/>
              </w:rPr>
              <w:t>44,521</w:t>
            </w:r>
          </w:p>
        </w:tc>
      </w:tr>
      <w:tr w:rsidR="008F7072" w:rsidRPr="002715A3" w14:paraId="7C9828F4" w14:textId="77777777" w:rsidTr="00A476DE">
        <w:trPr>
          <w:cantSplit/>
          <w:trHeight w:val="66"/>
        </w:trPr>
        <w:tc>
          <w:tcPr>
            <w:tcW w:w="4490" w:type="dxa"/>
          </w:tcPr>
          <w:p w14:paraId="4A0C22A5" w14:textId="77777777" w:rsidR="008F7072" w:rsidRPr="002715A3" w:rsidRDefault="008F7072" w:rsidP="008F7072">
            <w:pPr>
              <w:spacing w:line="300" w:lineRule="atLeast"/>
              <w:ind w:right="3"/>
              <w:rPr>
                <w:sz w:val="22"/>
                <w:szCs w:val="22"/>
              </w:rPr>
            </w:pPr>
            <w:r w:rsidRPr="002715A3">
              <w:rPr>
                <w:sz w:val="22"/>
                <w:szCs w:val="22"/>
              </w:rPr>
              <w:t>Purchases of property, plant and equipment</w:t>
            </w:r>
          </w:p>
        </w:tc>
        <w:tc>
          <w:tcPr>
            <w:tcW w:w="1084" w:type="dxa"/>
          </w:tcPr>
          <w:p w14:paraId="4E99F007" w14:textId="7FD02036" w:rsidR="008F7072" w:rsidRPr="008F7072" w:rsidRDefault="008F7072" w:rsidP="008F7072">
            <w:pPr>
              <w:tabs>
                <w:tab w:val="decimal" w:pos="920"/>
              </w:tabs>
              <w:spacing w:line="300" w:lineRule="atLeast"/>
              <w:ind w:right="-80"/>
              <w:rPr>
                <w:sz w:val="22"/>
                <w:szCs w:val="22"/>
              </w:rPr>
            </w:pPr>
            <w:r w:rsidRPr="008F7072">
              <w:rPr>
                <w:sz w:val="22"/>
                <w:szCs w:val="22"/>
              </w:rPr>
              <w:t>4,740</w:t>
            </w:r>
          </w:p>
        </w:tc>
        <w:tc>
          <w:tcPr>
            <w:tcW w:w="183" w:type="dxa"/>
          </w:tcPr>
          <w:p w14:paraId="029A1F74"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Pr>
          <w:p w14:paraId="6DB54F9F" w14:textId="727933D3" w:rsidR="008F7072" w:rsidRPr="002715A3" w:rsidRDefault="008F7072" w:rsidP="008F7072">
            <w:pPr>
              <w:tabs>
                <w:tab w:val="decimal" w:pos="820"/>
              </w:tabs>
              <w:spacing w:line="300" w:lineRule="atLeast"/>
              <w:ind w:right="-90"/>
              <w:rPr>
                <w:sz w:val="22"/>
                <w:szCs w:val="22"/>
              </w:rPr>
            </w:pPr>
            <w:r w:rsidRPr="002715A3">
              <w:rPr>
                <w:sz w:val="22"/>
                <w:szCs w:val="22"/>
              </w:rPr>
              <w:t>9,785</w:t>
            </w:r>
          </w:p>
        </w:tc>
        <w:tc>
          <w:tcPr>
            <w:tcW w:w="191" w:type="dxa"/>
          </w:tcPr>
          <w:p w14:paraId="5FBC8697"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5E843B20" w14:textId="5E8251C0" w:rsidR="008F7072" w:rsidRPr="008F7072" w:rsidRDefault="008F7072" w:rsidP="008F7072">
            <w:pPr>
              <w:tabs>
                <w:tab w:val="decimal" w:pos="914"/>
              </w:tabs>
              <w:spacing w:line="300" w:lineRule="atLeast"/>
              <w:rPr>
                <w:sz w:val="22"/>
                <w:szCs w:val="22"/>
              </w:rPr>
            </w:pPr>
            <w:r w:rsidRPr="008F7072">
              <w:rPr>
                <w:sz w:val="22"/>
                <w:szCs w:val="22"/>
              </w:rPr>
              <w:t>4,740</w:t>
            </w:r>
          </w:p>
        </w:tc>
        <w:tc>
          <w:tcPr>
            <w:tcW w:w="183" w:type="dxa"/>
          </w:tcPr>
          <w:p w14:paraId="11DD2686"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6C1BABBB" w14:textId="032B4E5C" w:rsidR="008F7072" w:rsidRPr="002715A3" w:rsidRDefault="008F7072" w:rsidP="008F7072">
            <w:pPr>
              <w:tabs>
                <w:tab w:val="decimal" w:pos="914"/>
              </w:tabs>
              <w:spacing w:line="300" w:lineRule="atLeast"/>
              <w:rPr>
                <w:rStyle w:val="Emphasis"/>
                <w:color w:val="auto"/>
                <w:sz w:val="22"/>
                <w:szCs w:val="22"/>
              </w:rPr>
            </w:pPr>
            <w:r w:rsidRPr="002715A3">
              <w:rPr>
                <w:sz w:val="22"/>
                <w:szCs w:val="22"/>
              </w:rPr>
              <w:t>9,594</w:t>
            </w:r>
          </w:p>
        </w:tc>
      </w:tr>
      <w:tr w:rsidR="008F7072" w:rsidRPr="002715A3" w14:paraId="5943ADFF" w14:textId="77777777" w:rsidTr="00A476DE">
        <w:trPr>
          <w:cantSplit/>
          <w:trHeight w:val="66"/>
        </w:trPr>
        <w:tc>
          <w:tcPr>
            <w:tcW w:w="4490" w:type="dxa"/>
          </w:tcPr>
          <w:p w14:paraId="29B97D14" w14:textId="5382BDA5" w:rsidR="008F7072" w:rsidRPr="002715A3" w:rsidRDefault="008F7072" w:rsidP="008F7072">
            <w:pPr>
              <w:spacing w:line="300" w:lineRule="atLeast"/>
              <w:ind w:right="3"/>
              <w:rPr>
                <w:sz w:val="22"/>
                <w:szCs w:val="22"/>
              </w:rPr>
            </w:pPr>
            <w:r w:rsidRPr="002715A3">
              <w:rPr>
                <w:sz w:val="22"/>
                <w:szCs w:val="22"/>
              </w:rPr>
              <w:t>Dividend income</w:t>
            </w:r>
          </w:p>
        </w:tc>
        <w:tc>
          <w:tcPr>
            <w:tcW w:w="1084" w:type="dxa"/>
          </w:tcPr>
          <w:p w14:paraId="4C002675" w14:textId="6E70BC17" w:rsidR="008F7072" w:rsidRPr="008F7072" w:rsidRDefault="008F7072" w:rsidP="008F7072">
            <w:pPr>
              <w:tabs>
                <w:tab w:val="decimal" w:pos="920"/>
              </w:tabs>
              <w:spacing w:line="300" w:lineRule="atLeast"/>
              <w:ind w:right="-80"/>
              <w:rPr>
                <w:sz w:val="22"/>
                <w:szCs w:val="22"/>
              </w:rPr>
            </w:pPr>
            <w:r w:rsidRPr="008F7072">
              <w:rPr>
                <w:sz w:val="22"/>
                <w:szCs w:val="22"/>
              </w:rPr>
              <w:t>15,404</w:t>
            </w:r>
          </w:p>
        </w:tc>
        <w:tc>
          <w:tcPr>
            <w:tcW w:w="183" w:type="dxa"/>
          </w:tcPr>
          <w:p w14:paraId="3CD02734"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Pr>
          <w:p w14:paraId="187CC16C" w14:textId="0B1CE41A" w:rsidR="008F7072" w:rsidRPr="002715A3" w:rsidRDefault="008F7072" w:rsidP="008F7072">
            <w:pPr>
              <w:tabs>
                <w:tab w:val="decimal" w:pos="820"/>
              </w:tabs>
              <w:spacing w:line="300" w:lineRule="atLeast"/>
              <w:ind w:right="-90"/>
              <w:rPr>
                <w:rStyle w:val="Emphasis"/>
                <w:color w:val="auto"/>
                <w:sz w:val="22"/>
                <w:szCs w:val="22"/>
              </w:rPr>
            </w:pPr>
            <w:r w:rsidRPr="002715A3">
              <w:rPr>
                <w:sz w:val="22"/>
                <w:szCs w:val="22"/>
              </w:rPr>
              <w:t>13,668</w:t>
            </w:r>
          </w:p>
        </w:tc>
        <w:tc>
          <w:tcPr>
            <w:tcW w:w="191" w:type="dxa"/>
          </w:tcPr>
          <w:p w14:paraId="05150350"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122CB496" w14:textId="48870D87" w:rsidR="008F7072" w:rsidRPr="008F7072" w:rsidRDefault="008F7072" w:rsidP="008F7072">
            <w:pPr>
              <w:tabs>
                <w:tab w:val="decimal" w:pos="914"/>
              </w:tabs>
              <w:spacing w:line="300" w:lineRule="atLeast"/>
              <w:rPr>
                <w:sz w:val="22"/>
                <w:szCs w:val="22"/>
              </w:rPr>
            </w:pPr>
            <w:r w:rsidRPr="008F7072">
              <w:rPr>
                <w:sz w:val="22"/>
                <w:szCs w:val="22"/>
              </w:rPr>
              <w:t>15,404</w:t>
            </w:r>
          </w:p>
        </w:tc>
        <w:tc>
          <w:tcPr>
            <w:tcW w:w="183" w:type="dxa"/>
          </w:tcPr>
          <w:p w14:paraId="58188B86"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40AD73E3" w14:textId="10E72A1E" w:rsidR="008F7072" w:rsidRPr="002715A3" w:rsidRDefault="008F7072" w:rsidP="008F7072">
            <w:pPr>
              <w:tabs>
                <w:tab w:val="decimal" w:pos="914"/>
              </w:tabs>
              <w:spacing w:line="300" w:lineRule="atLeast"/>
              <w:rPr>
                <w:rStyle w:val="Emphasis"/>
                <w:color w:val="auto"/>
                <w:sz w:val="22"/>
                <w:szCs w:val="22"/>
              </w:rPr>
            </w:pPr>
            <w:r w:rsidRPr="002715A3">
              <w:rPr>
                <w:sz w:val="22"/>
                <w:szCs w:val="22"/>
              </w:rPr>
              <w:t>13,668</w:t>
            </w:r>
          </w:p>
        </w:tc>
      </w:tr>
      <w:tr w:rsidR="008F7072" w:rsidRPr="002715A3" w14:paraId="423E53A8" w14:textId="77777777" w:rsidTr="00A476DE">
        <w:trPr>
          <w:cantSplit/>
          <w:trHeight w:val="66"/>
        </w:trPr>
        <w:tc>
          <w:tcPr>
            <w:tcW w:w="4490" w:type="dxa"/>
          </w:tcPr>
          <w:p w14:paraId="6E7765EA" w14:textId="77777777" w:rsidR="008F7072" w:rsidRPr="002715A3" w:rsidRDefault="008F7072" w:rsidP="008F7072">
            <w:pPr>
              <w:spacing w:line="300" w:lineRule="atLeast"/>
              <w:ind w:right="3"/>
              <w:rPr>
                <w:sz w:val="22"/>
                <w:szCs w:val="22"/>
              </w:rPr>
            </w:pPr>
            <w:r w:rsidRPr="002715A3">
              <w:rPr>
                <w:sz w:val="22"/>
                <w:szCs w:val="22"/>
              </w:rPr>
              <w:t>Other expenses</w:t>
            </w:r>
          </w:p>
        </w:tc>
        <w:tc>
          <w:tcPr>
            <w:tcW w:w="1084" w:type="dxa"/>
          </w:tcPr>
          <w:p w14:paraId="758DC5A7" w14:textId="6B5E180A" w:rsidR="008F7072" w:rsidRPr="008F7072" w:rsidRDefault="00A85AF6" w:rsidP="008F7072">
            <w:pPr>
              <w:tabs>
                <w:tab w:val="decimal" w:pos="920"/>
              </w:tabs>
              <w:spacing w:line="300" w:lineRule="atLeast"/>
              <w:ind w:right="-80"/>
              <w:rPr>
                <w:sz w:val="22"/>
                <w:szCs w:val="22"/>
              </w:rPr>
            </w:pPr>
            <w:r w:rsidRPr="008F7072">
              <w:rPr>
                <w:sz w:val="22"/>
                <w:szCs w:val="22"/>
              </w:rPr>
              <w:t>2,330</w:t>
            </w:r>
          </w:p>
        </w:tc>
        <w:tc>
          <w:tcPr>
            <w:tcW w:w="183" w:type="dxa"/>
          </w:tcPr>
          <w:p w14:paraId="5AE49D6A"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Pr>
          <w:p w14:paraId="0F77CE31" w14:textId="42C9DE3D" w:rsidR="008F7072" w:rsidRPr="002715A3" w:rsidRDefault="008F7072" w:rsidP="008F7072">
            <w:pPr>
              <w:tabs>
                <w:tab w:val="decimal" w:pos="820"/>
              </w:tabs>
              <w:spacing w:line="300" w:lineRule="atLeast"/>
              <w:ind w:right="-90"/>
              <w:rPr>
                <w:sz w:val="22"/>
                <w:szCs w:val="22"/>
              </w:rPr>
            </w:pPr>
            <w:r w:rsidRPr="002715A3">
              <w:rPr>
                <w:sz w:val="22"/>
                <w:szCs w:val="22"/>
              </w:rPr>
              <w:t>4,851</w:t>
            </w:r>
          </w:p>
        </w:tc>
        <w:tc>
          <w:tcPr>
            <w:tcW w:w="191" w:type="dxa"/>
          </w:tcPr>
          <w:p w14:paraId="022DE9BF"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366D03DA" w14:textId="391EB0A8" w:rsidR="008F7072" w:rsidRPr="008F7072" w:rsidRDefault="00A85AF6" w:rsidP="008F7072">
            <w:pPr>
              <w:tabs>
                <w:tab w:val="decimal" w:pos="914"/>
              </w:tabs>
              <w:spacing w:line="300" w:lineRule="atLeast"/>
              <w:rPr>
                <w:sz w:val="22"/>
                <w:szCs w:val="22"/>
              </w:rPr>
            </w:pPr>
            <w:r w:rsidRPr="008F7072">
              <w:rPr>
                <w:sz w:val="22"/>
                <w:szCs w:val="22"/>
              </w:rPr>
              <w:t>1,508</w:t>
            </w:r>
          </w:p>
        </w:tc>
        <w:tc>
          <w:tcPr>
            <w:tcW w:w="183" w:type="dxa"/>
          </w:tcPr>
          <w:p w14:paraId="0F399645"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2F4697E7" w14:textId="4F7FB88E" w:rsidR="008F7072" w:rsidRPr="002715A3" w:rsidRDefault="008F7072" w:rsidP="008F7072">
            <w:pPr>
              <w:tabs>
                <w:tab w:val="decimal" w:pos="914"/>
              </w:tabs>
              <w:spacing w:line="300" w:lineRule="atLeast"/>
              <w:rPr>
                <w:rStyle w:val="Emphasis"/>
                <w:color w:val="auto"/>
                <w:sz w:val="22"/>
                <w:szCs w:val="22"/>
              </w:rPr>
            </w:pPr>
            <w:r w:rsidRPr="002715A3">
              <w:rPr>
                <w:sz w:val="22"/>
                <w:szCs w:val="22"/>
              </w:rPr>
              <w:t>4,406</w:t>
            </w:r>
          </w:p>
        </w:tc>
      </w:tr>
      <w:tr w:rsidR="008F7072" w:rsidRPr="002715A3" w14:paraId="6AFD8C89" w14:textId="77777777" w:rsidTr="00A476DE">
        <w:trPr>
          <w:cantSplit/>
          <w:trHeight w:val="66"/>
        </w:trPr>
        <w:tc>
          <w:tcPr>
            <w:tcW w:w="4490" w:type="dxa"/>
          </w:tcPr>
          <w:p w14:paraId="6C1C2C98" w14:textId="77777777" w:rsidR="008F7072" w:rsidRPr="002715A3" w:rsidRDefault="008F7072" w:rsidP="008F7072">
            <w:pPr>
              <w:spacing w:line="300" w:lineRule="atLeast"/>
              <w:ind w:right="3"/>
              <w:rPr>
                <w:sz w:val="22"/>
                <w:szCs w:val="22"/>
              </w:rPr>
            </w:pPr>
            <w:r w:rsidRPr="002715A3">
              <w:rPr>
                <w:sz w:val="22"/>
                <w:szCs w:val="22"/>
              </w:rPr>
              <w:t>Other income</w:t>
            </w:r>
          </w:p>
        </w:tc>
        <w:tc>
          <w:tcPr>
            <w:tcW w:w="1084" w:type="dxa"/>
          </w:tcPr>
          <w:p w14:paraId="0FE7B7E3" w14:textId="11667E9A" w:rsidR="008F7072" w:rsidRPr="008F7072" w:rsidRDefault="008F7072" w:rsidP="008F7072">
            <w:pPr>
              <w:tabs>
                <w:tab w:val="decimal" w:pos="920"/>
              </w:tabs>
              <w:spacing w:line="300" w:lineRule="atLeast"/>
              <w:ind w:right="-80"/>
              <w:rPr>
                <w:sz w:val="22"/>
                <w:szCs w:val="22"/>
              </w:rPr>
            </w:pPr>
            <w:r w:rsidRPr="008F7072">
              <w:rPr>
                <w:sz w:val="22"/>
                <w:szCs w:val="22"/>
              </w:rPr>
              <w:t>710</w:t>
            </w:r>
          </w:p>
        </w:tc>
        <w:tc>
          <w:tcPr>
            <w:tcW w:w="183" w:type="dxa"/>
          </w:tcPr>
          <w:p w14:paraId="47862BE6"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Pr>
          <w:p w14:paraId="014EE562" w14:textId="03A5B200" w:rsidR="008F7072" w:rsidRPr="002715A3" w:rsidRDefault="008F7072" w:rsidP="008F7072">
            <w:pPr>
              <w:tabs>
                <w:tab w:val="decimal" w:pos="820"/>
              </w:tabs>
              <w:spacing w:line="300" w:lineRule="atLeast"/>
              <w:ind w:right="-90"/>
              <w:rPr>
                <w:sz w:val="22"/>
                <w:szCs w:val="22"/>
              </w:rPr>
            </w:pPr>
            <w:r w:rsidRPr="002715A3">
              <w:rPr>
                <w:sz w:val="22"/>
                <w:szCs w:val="22"/>
              </w:rPr>
              <w:t>752</w:t>
            </w:r>
          </w:p>
        </w:tc>
        <w:tc>
          <w:tcPr>
            <w:tcW w:w="191" w:type="dxa"/>
          </w:tcPr>
          <w:p w14:paraId="4AC29760"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26360F40" w14:textId="3640A622" w:rsidR="008F7072" w:rsidRPr="008F7072" w:rsidRDefault="008F7072" w:rsidP="008F7072">
            <w:pPr>
              <w:tabs>
                <w:tab w:val="decimal" w:pos="914"/>
              </w:tabs>
              <w:spacing w:line="300" w:lineRule="atLeast"/>
              <w:rPr>
                <w:sz w:val="22"/>
                <w:szCs w:val="22"/>
              </w:rPr>
            </w:pPr>
            <w:r w:rsidRPr="008F7072">
              <w:rPr>
                <w:sz w:val="22"/>
                <w:szCs w:val="22"/>
              </w:rPr>
              <w:t>710</w:t>
            </w:r>
          </w:p>
        </w:tc>
        <w:tc>
          <w:tcPr>
            <w:tcW w:w="183" w:type="dxa"/>
          </w:tcPr>
          <w:p w14:paraId="02F3D33C"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5EFB5520" w14:textId="510A6068" w:rsidR="008F7072" w:rsidRPr="002715A3" w:rsidRDefault="008F7072" w:rsidP="008F7072">
            <w:pPr>
              <w:tabs>
                <w:tab w:val="decimal" w:pos="914"/>
              </w:tabs>
              <w:spacing w:line="300" w:lineRule="atLeast"/>
              <w:rPr>
                <w:rStyle w:val="Emphasis"/>
                <w:color w:val="auto"/>
                <w:sz w:val="22"/>
                <w:szCs w:val="22"/>
              </w:rPr>
            </w:pPr>
            <w:r w:rsidRPr="002715A3">
              <w:rPr>
                <w:sz w:val="22"/>
                <w:szCs w:val="22"/>
              </w:rPr>
              <w:t>752</w:t>
            </w:r>
          </w:p>
        </w:tc>
      </w:tr>
      <w:tr w:rsidR="008F7072" w:rsidRPr="002715A3" w14:paraId="392F4512" w14:textId="77777777" w:rsidTr="00A476DE">
        <w:trPr>
          <w:cantSplit/>
          <w:trHeight w:val="20"/>
        </w:trPr>
        <w:tc>
          <w:tcPr>
            <w:tcW w:w="4490" w:type="dxa"/>
          </w:tcPr>
          <w:p w14:paraId="1C05416F" w14:textId="77777777" w:rsidR="008F7072" w:rsidRPr="002715A3" w:rsidRDefault="008F7072" w:rsidP="008F7072">
            <w:pPr>
              <w:spacing w:line="300" w:lineRule="atLeast"/>
              <w:ind w:right="3"/>
              <w:rPr>
                <w:sz w:val="22"/>
                <w:szCs w:val="22"/>
              </w:rPr>
            </w:pPr>
          </w:p>
        </w:tc>
        <w:tc>
          <w:tcPr>
            <w:tcW w:w="1084" w:type="dxa"/>
          </w:tcPr>
          <w:p w14:paraId="10ABF4E7" w14:textId="77777777" w:rsidR="008F7072" w:rsidRPr="002715A3" w:rsidRDefault="008F7072" w:rsidP="008F7072">
            <w:pPr>
              <w:pStyle w:val="BodyText"/>
              <w:tabs>
                <w:tab w:val="decimal" w:pos="920"/>
              </w:tabs>
              <w:spacing w:line="300" w:lineRule="atLeast"/>
              <w:ind w:left="-108" w:right="-80"/>
              <w:jc w:val="left"/>
              <w:rPr>
                <w:rFonts w:cs="Times New Roman"/>
                <w:color w:val="auto"/>
                <w:sz w:val="22"/>
                <w:szCs w:val="22"/>
              </w:rPr>
            </w:pPr>
          </w:p>
        </w:tc>
        <w:tc>
          <w:tcPr>
            <w:tcW w:w="183" w:type="dxa"/>
          </w:tcPr>
          <w:p w14:paraId="2FDEF086"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Pr>
          <w:p w14:paraId="16BE1DC6" w14:textId="77777777" w:rsidR="008F7072" w:rsidRPr="002715A3" w:rsidRDefault="008F7072" w:rsidP="008F7072">
            <w:pPr>
              <w:pStyle w:val="BodyText"/>
              <w:tabs>
                <w:tab w:val="decimal" w:pos="820"/>
                <w:tab w:val="decimal" w:pos="914"/>
              </w:tabs>
              <w:spacing w:line="300" w:lineRule="atLeast"/>
              <w:ind w:left="-108" w:right="-200"/>
              <w:jc w:val="left"/>
              <w:rPr>
                <w:rFonts w:cs="Times New Roman"/>
                <w:color w:val="auto"/>
                <w:sz w:val="22"/>
                <w:szCs w:val="22"/>
              </w:rPr>
            </w:pPr>
          </w:p>
        </w:tc>
        <w:tc>
          <w:tcPr>
            <w:tcW w:w="191" w:type="dxa"/>
          </w:tcPr>
          <w:p w14:paraId="1688E749"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1D1D9165" w14:textId="77777777" w:rsidR="008F7072" w:rsidRPr="002715A3" w:rsidRDefault="008F7072" w:rsidP="008F7072">
            <w:pPr>
              <w:tabs>
                <w:tab w:val="decimal" w:pos="914"/>
              </w:tabs>
              <w:spacing w:line="300" w:lineRule="atLeast"/>
              <w:rPr>
                <w:rStyle w:val="Emphasis"/>
                <w:color w:val="auto"/>
                <w:sz w:val="22"/>
                <w:szCs w:val="22"/>
              </w:rPr>
            </w:pPr>
          </w:p>
        </w:tc>
        <w:tc>
          <w:tcPr>
            <w:tcW w:w="183" w:type="dxa"/>
          </w:tcPr>
          <w:p w14:paraId="125F9A2C"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78AA5296" w14:textId="77777777" w:rsidR="008F7072" w:rsidRPr="002715A3" w:rsidRDefault="008F7072" w:rsidP="008F7072">
            <w:pPr>
              <w:pStyle w:val="acctfourfigures"/>
              <w:tabs>
                <w:tab w:val="clear" w:pos="765"/>
                <w:tab w:val="decimal" w:pos="914"/>
              </w:tabs>
              <w:spacing w:line="300" w:lineRule="atLeast"/>
              <w:ind w:right="3"/>
              <w:rPr>
                <w:szCs w:val="22"/>
              </w:rPr>
            </w:pPr>
          </w:p>
        </w:tc>
      </w:tr>
      <w:tr w:rsidR="008F7072" w:rsidRPr="002715A3" w14:paraId="796D8DF7" w14:textId="77777777" w:rsidTr="00A476DE">
        <w:trPr>
          <w:cantSplit/>
          <w:trHeight w:val="20"/>
        </w:trPr>
        <w:tc>
          <w:tcPr>
            <w:tcW w:w="4490" w:type="dxa"/>
          </w:tcPr>
          <w:p w14:paraId="657991B0" w14:textId="77777777" w:rsidR="008F7072" w:rsidRPr="002715A3" w:rsidRDefault="008F7072" w:rsidP="008F7072">
            <w:pPr>
              <w:spacing w:line="300" w:lineRule="atLeast"/>
              <w:ind w:right="3"/>
              <w:rPr>
                <w:b/>
                <w:bCs/>
                <w:sz w:val="22"/>
                <w:szCs w:val="22"/>
              </w:rPr>
            </w:pPr>
            <w:r w:rsidRPr="002715A3">
              <w:rPr>
                <w:b/>
                <w:bCs/>
                <w:sz w:val="22"/>
                <w:szCs w:val="22"/>
              </w:rPr>
              <w:t>Key management personnel</w:t>
            </w:r>
          </w:p>
        </w:tc>
        <w:tc>
          <w:tcPr>
            <w:tcW w:w="1084" w:type="dxa"/>
          </w:tcPr>
          <w:p w14:paraId="03D6F817" w14:textId="77777777" w:rsidR="008F7072" w:rsidRPr="002715A3" w:rsidRDefault="008F7072" w:rsidP="008F7072">
            <w:pPr>
              <w:pStyle w:val="acctfourfigures"/>
              <w:tabs>
                <w:tab w:val="clear" w:pos="765"/>
                <w:tab w:val="decimal" w:pos="920"/>
              </w:tabs>
              <w:spacing w:line="300" w:lineRule="atLeast"/>
              <w:ind w:right="-80"/>
              <w:rPr>
                <w:szCs w:val="22"/>
              </w:rPr>
            </w:pPr>
          </w:p>
        </w:tc>
        <w:tc>
          <w:tcPr>
            <w:tcW w:w="183" w:type="dxa"/>
          </w:tcPr>
          <w:p w14:paraId="68F83417"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Pr>
          <w:p w14:paraId="14F336DE" w14:textId="77777777" w:rsidR="008F7072" w:rsidRPr="002715A3" w:rsidRDefault="008F7072" w:rsidP="008F7072">
            <w:pPr>
              <w:pStyle w:val="acctfourfigures"/>
              <w:tabs>
                <w:tab w:val="clear" w:pos="765"/>
                <w:tab w:val="decimal" w:pos="820"/>
                <w:tab w:val="decimal" w:pos="914"/>
              </w:tabs>
              <w:spacing w:line="300" w:lineRule="atLeast"/>
              <w:ind w:right="3"/>
              <w:rPr>
                <w:szCs w:val="22"/>
              </w:rPr>
            </w:pPr>
          </w:p>
        </w:tc>
        <w:tc>
          <w:tcPr>
            <w:tcW w:w="191" w:type="dxa"/>
          </w:tcPr>
          <w:p w14:paraId="518C9453"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19231E67" w14:textId="77777777" w:rsidR="008F7072" w:rsidRPr="002715A3" w:rsidRDefault="008F7072" w:rsidP="008F7072">
            <w:pPr>
              <w:tabs>
                <w:tab w:val="decimal" w:pos="914"/>
              </w:tabs>
              <w:spacing w:line="300" w:lineRule="atLeast"/>
              <w:rPr>
                <w:rStyle w:val="Emphasis"/>
                <w:color w:val="auto"/>
                <w:sz w:val="22"/>
                <w:szCs w:val="22"/>
              </w:rPr>
            </w:pPr>
          </w:p>
        </w:tc>
        <w:tc>
          <w:tcPr>
            <w:tcW w:w="183" w:type="dxa"/>
          </w:tcPr>
          <w:p w14:paraId="73521E9F"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306DA55C" w14:textId="77777777" w:rsidR="008F7072" w:rsidRPr="002715A3" w:rsidRDefault="008F7072" w:rsidP="008F7072">
            <w:pPr>
              <w:pStyle w:val="acctfourfigures"/>
              <w:tabs>
                <w:tab w:val="clear" w:pos="765"/>
                <w:tab w:val="decimal" w:pos="914"/>
              </w:tabs>
              <w:spacing w:line="300" w:lineRule="atLeast"/>
              <w:ind w:right="3"/>
              <w:rPr>
                <w:szCs w:val="22"/>
              </w:rPr>
            </w:pPr>
          </w:p>
        </w:tc>
      </w:tr>
      <w:tr w:rsidR="008F7072" w:rsidRPr="002715A3" w14:paraId="5529D3BC" w14:textId="77777777" w:rsidTr="00A476DE">
        <w:trPr>
          <w:cantSplit/>
          <w:trHeight w:val="20"/>
        </w:trPr>
        <w:tc>
          <w:tcPr>
            <w:tcW w:w="4490" w:type="dxa"/>
          </w:tcPr>
          <w:p w14:paraId="7AEC2ADF" w14:textId="77777777" w:rsidR="008F7072" w:rsidRPr="002715A3" w:rsidRDefault="008F7072" w:rsidP="008F7072">
            <w:pPr>
              <w:spacing w:line="300" w:lineRule="atLeast"/>
              <w:ind w:right="3"/>
              <w:rPr>
                <w:sz w:val="22"/>
                <w:szCs w:val="22"/>
              </w:rPr>
            </w:pPr>
            <w:r w:rsidRPr="002715A3">
              <w:rPr>
                <w:sz w:val="22"/>
                <w:szCs w:val="22"/>
              </w:rPr>
              <w:t>Key management personnel compensation</w:t>
            </w:r>
          </w:p>
        </w:tc>
        <w:tc>
          <w:tcPr>
            <w:tcW w:w="1084" w:type="dxa"/>
          </w:tcPr>
          <w:p w14:paraId="5135ADD0" w14:textId="77777777" w:rsidR="008F7072" w:rsidRPr="002715A3" w:rsidRDefault="008F7072" w:rsidP="008F7072">
            <w:pPr>
              <w:pStyle w:val="acctfourfigures"/>
              <w:tabs>
                <w:tab w:val="clear" w:pos="765"/>
                <w:tab w:val="decimal" w:pos="920"/>
              </w:tabs>
              <w:spacing w:line="300" w:lineRule="atLeast"/>
              <w:ind w:right="-80"/>
              <w:rPr>
                <w:szCs w:val="22"/>
              </w:rPr>
            </w:pPr>
          </w:p>
        </w:tc>
        <w:tc>
          <w:tcPr>
            <w:tcW w:w="183" w:type="dxa"/>
          </w:tcPr>
          <w:p w14:paraId="1359E7B2"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Pr>
          <w:p w14:paraId="7B1A570D" w14:textId="77777777" w:rsidR="008F7072" w:rsidRPr="002715A3" w:rsidRDefault="008F7072" w:rsidP="008F7072">
            <w:pPr>
              <w:pStyle w:val="acctfourfigures"/>
              <w:tabs>
                <w:tab w:val="clear" w:pos="765"/>
                <w:tab w:val="decimal" w:pos="820"/>
                <w:tab w:val="decimal" w:pos="914"/>
              </w:tabs>
              <w:spacing w:line="300" w:lineRule="atLeast"/>
              <w:ind w:right="3"/>
              <w:rPr>
                <w:szCs w:val="22"/>
              </w:rPr>
            </w:pPr>
          </w:p>
        </w:tc>
        <w:tc>
          <w:tcPr>
            <w:tcW w:w="191" w:type="dxa"/>
          </w:tcPr>
          <w:p w14:paraId="3C8A8130"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288AE4D5" w14:textId="77777777" w:rsidR="008F7072" w:rsidRPr="002715A3" w:rsidRDefault="008F7072" w:rsidP="008F7072">
            <w:pPr>
              <w:tabs>
                <w:tab w:val="decimal" w:pos="914"/>
              </w:tabs>
              <w:spacing w:line="300" w:lineRule="atLeast"/>
              <w:rPr>
                <w:rStyle w:val="Emphasis"/>
                <w:color w:val="auto"/>
                <w:sz w:val="22"/>
                <w:szCs w:val="22"/>
              </w:rPr>
            </w:pPr>
          </w:p>
        </w:tc>
        <w:tc>
          <w:tcPr>
            <w:tcW w:w="183" w:type="dxa"/>
          </w:tcPr>
          <w:p w14:paraId="73798369"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17B350A7" w14:textId="77777777" w:rsidR="008F7072" w:rsidRPr="002715A3" w:rsidRDefault="008F7072" w:rsidP="008F7072">
            <w:pPr>
              <w:pStyle w:val="acctfourfigures"/>
              <w:tabs>
                <w:tab w:val="clear" w:pos="765"/>
                <w:tab w:val="decimal" w:pos="914"/>
              </w:tabs>
              <w:spacing w:line="300" w:lineRule="atLeast"/>
              <w:ind w:right="3"/>
              <w:rPr>
                <w:szCs w:val="22"/>
              </w:rPr>
            </w:pPr>
          </w:p>
        </w:tc>
      </w:tr>
      <w:tr w:rsidR="008F7072" w:rsidRPr="002715A3" w14:paraId="09C93D99" w14:textId="77777777" w:rsidTr="00A476DE">
        <w:trPr>
          <w:cantSplit/>
          <w:trHeight w:val="20"/>
        </w:trPr>
        <w:tc>
          <w:tcPr>
            <w:tcW w:w="4490" w:type="dxa"/>
          </w:tcPr>
          <w:p w14:paraId="40ACAE8F" w14:textId="7482D960" w:rsidR="008F7072" w:rsidRPr="002715A3" w:rsidRDefault="008F7072" w:rsidP="008F7072">
            <w:pPr>
              <w:spacing w:line="300" w:lineRule="atLeast"/>
              <w:ind w:right="3"/>
              <w:rPr>
                <w:sz w:val="22"/>
                <w:szCs w:val="22"/>
              </w:rPr>
            </w:pPr>
            <w:r w:rsidRPr="002715A3">
              <w:rPr>
                <w:sz w:val="22"/>
                <w:szCs w:val="22"/>
              </w:rPr>
              <w:t xml:space="preserve">   Short-term employee benefits</w:t>
            </w:r>
          </w:p>
        </w:tc>
        <w:tc>
          <w:tcPr>
            <w:tcW w:w="1084" w:type="dxa"/>
          </w:tcPr>
          <w:p w14:paraId="3BB186EE" w14:textId="3E3A1B55" w:rsidR="008F7072" w:rsidRPr="008F7072" w:rsidRDefault="008F7072" w:rsidP="008F7072">
            <w:pPr>
              <w:tabs>
                <w:tab w:val="decimal" w:pos="920"/>
              </w:tabs>
              <w:spacing w:line="300" w:lineRule="atLeast"/>
              <w:ind w:right="-80"/>
              <w:rPr>
                <w:rStyle w:val="Emphasis"/>
                <w:color w:val="auto"/>
                <w:sz w:val="22"/>
                <w:szCs w:val="22"/>
              </w:rPr>
            </w:pPr>
            <w:r w:rsidRPr="008F7072">
              <w:rPr>
                <w:sz w:val="22"/>
                <w:szCs w:val="22"/>
              </w:rPr>
              <w:t>125,733</w:t>
            </w:r>
          </w:p>
        </w:tc>
        <w:tc>
          <w:tcPr>
            <w:tcW w:w="183" w:type="dxa"/>
          </w:tcPr>
          <w:p w14:paraId="24923047"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Pr>
          <w:p w14:paraId="1752E924" w14:textId="160CA30B" w:rsidR="008F7072" w:rsidRPr="002715A3" w:rsidRDefault="008F7072" w:rsidP="008F7072">
            <w:pPr>
              <w:tabs>
                <w:tab w:val="decimal" w:pos="820"/>
              </w:tabs>
              <w:spacing w:line="300" w:lineRule="atLeast"/>
              <w:ind w:right="-90"/>
              <w:rPr>
                <w:sz w:val="22"/>
                <w:szCs w:val="22"/>
              </w:rPr>
            </w:pPr>
            <w:r w:rsidRPr="002715A3">
              <w:rPr>
                <w:rStyle w:val="Emphasis"/>
                <w:color w:val="auto"/>
                <w:sz w:val="22"/>
                <w:szCs w:val="22"/>
              </w:rPr>
              <w:t>108,865</w:t>
            </w:r>
          </w:p>
        </w:tc>
        <w:tc>
          <w:tcPr>
            <w:tcW w:w="191" w:type="dxa"/>
          </w:tcPr>
          <w:p w14:paraId="62C6B948"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7CBEE9A0" w14:textId="2CC6AE86" w:rsidR="008F7072" w:rsidRPr="008F7072" w:rsidRDefault="008F7072" w:rsidP="008F7072">
            <w:pPr>
              <w:tabs>
                <w:tab w:val="decimal" w:pos="914"/>
              </w:tabs>
              <w:spacing w:line="300" w:lineRule="atLeast"/>
              <w:rPr>
                <w:rStyle w:val="Emphasis"/>
                <w:color w:val="auto"/>
                <w:sz w:val="22"/>
                <w:szCs w:val="22"/>
                <w:cs/>
              </w:rPr>
            </w:pPr>
            <w:r w:rsidRPr="008F7072">
              <w:rPr>
                <w:sz w:val="22"/>
                <w:szCs w:val="22"/>
              </w:rPr>
              <w:t>44,389</w:t>
            </w:r>
          </w:p>
        </w:tc>
        <w:tc>
          <w:tcPr>
            <w:tcW w:w="183" w:type="dxa"/>
          </w:tcPr>
          <w:p w14:paraId="4315A399"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Pr>
          <w:p w14:paraId="303203D1" w14:textId="50A35114" w:rsidR="008F7072" w:rsidRPr="002715A3" w:rsidRDefault="008F7072" w:rsidP="008F7072">
            <w:pPr>
              <w:tabs>
                <w:tab w:val="decimal" w:pos="914"/>
              </w:tabs>
              <w:spacing w:line="300" w:lineRule="atLeast"/>
              <w:rPr>
                <w:rStyle w:val="Emphasis"/>
                <w:color w:val="auto"/>
                <w:sz w:val="22"/>
                <w:szCs w:val="22"/>
                <w:cs/>
              </w:rPr>
            </w:pPr>
            <w:r w:rsidRPr="002715A3">
              <w:rPr>
                <w:rStyle w:val="Emphasis"/>
                <w:color w:val="auto"/>
                <w:sz w:val="22"/>
                <w:szCs w:val="22"/>
              </w:rPr>
              <w:t>43,028</w:t>
            </w:r>
          </w:p>
        </w:tc>
      </w:tr>
      <w:tr w:rsidR="008F7072" w:rsidRPr="002715A3" w14:paraId="60363193" w14:textId="77777777" w:rsidTr="00A476DE">
        <w:trPr>
          <w:cantSplit/>
          <w:trHeight w:val="20"/>
        </w:trPr>
        <w:tc>
          <w:tcPr>
            <w:tcW w:w="4490" w:type="dxa"/>
          </w:tcPr>
          <w:p w14:paraId="084CD3CD" w14:textId="7D562F16" w:rsidR="008F7072" w:rsidRPr="002715A3" w:rsidRDefault="008F7072" w:rsidP="008F7072">
            <w:pPr>
              <w:spacing w:line="300" w:lineRule="atLeast"/>
              <w:ind w:right="3"/>
              <w:rPr>
                <w:sz w:val="22"/>
                <w:szCs w:val="22"/>
              </w:rPr>
            </w:pPr>
            <w:r w:rsidRPr="002715A3">
              <w:rPr>
                <w:sz w:val="22"/>
                <w:szCs w:val="22"/>
              </w:rPr>
              <w:t xml:space="preserve">   Retirement benefits</w:t>
            </w:r>
          </w:p>
        </w:tc>
        <w:tc>
          <w:tcPr>
            <w:tcW w:w="1084" w:type="dxa"/>
            <w:tcBorders>
              <w:bottom w:val="single" w:sz="4" w:space="0" w:color="auto"/>
            </w:tcBorders>
          </w:tcPr>
          <w:p w14:paraId="06662250" w14:textId="3DD274DC" w:rsidR="008F7072" w:rsidRPr="008F7072" w:rsidRDefault="008F7072" w:rsidP="008F7072">
            <w:pPr>
              <w:tabs>
                <w:tab w:val="decimal" w:pos="920"/>
              </w:tabs>
              <w:spacing w:line="300" w:lineRule="atLeast"/>
              <w:ind w:right="-80"/>
              <w:rPr>
                <w:rStyle w:val="Emphasis"/>
                <w:color w:val="auto"/>
                <w:sz w:val="22"/>
                <w:szCs w:val="22"/>
              </w:rPr>
            </w:pPr>
            <w:r w:rsidRPr="008F7072">
              <w:rPr>
                <w:sz w:val="22"/>
                <w:szCs w:val="22"/>
              </w:rPr>
              <w:t>1,97</w:t>
            </w:r>
            <w:r w:rsidR="00D63B3C">
              <w:rPr>
                <w:sz w:val="22"/>
                <w:szCs w:val="22"/>
              </w:rPr>
              <w:t>3</w:t>
            </w:r>
          </w:p>
        </w:tc>
        <w:tc>
          <w:tcPr>
            <w:tcW w:w="183" w:type="dxa"/>
          </w:tcPr>
          <w:p w14:paraId="173F0B71"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Borders>
              <w:bottom w:val="single" w:sz="4" w:space="0" w:color="auto"/>
            </w:tcBorders>
          </w:tcPr>
          <w:p w14:paraId="68A6A040" w14:textId="1D01C09F" w:rsidR="008F7072" w:rsidRPr="002715A3" w:rsidRDefault="008F7072" w:rsidP="008F7072">
            <w:pPr>
              <w:tabs>
                <w:tab w:val="decimal" w:pos="820"/>
              </w:tabs>
              <w:spacing w:line="300" w:lineRule="atLeast"/>
              <w:ind w:right="-90"/>
              <w:rPr>
                <w:sz w:val="22"/>
                <w:szCs w:val="22"/>
              </w:rPr>
            </w:pPr>
            <w:r w:rsidRPr="002715A3">
              <w:rPr>
                <w:rStyle w:val="Emphasis"/>
                <w:color w:val="auto"/>
                <w:sz w:val="22"/>
                <w:szCs w:val="22"/>
              </w:rPr>
              <w:t>1,804</w:t>
            </w:r>
          </w:p>
        </w:tc>
        <w:tc>
          <w:tcPr>
            <w:tcW w:w="191" w:type="dxa"/>
          </w:tcPr>
          <w:p w14:paraId="5B5EABE9"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Borders>
              <w:bottom w:val="single" w:sz="4" w:space="0" w:color="auto"/>
            </w:tcBorders>
          </w:tcPr>
          <w:p w14:paraId="59F602BA" w14:textId="5D2205DF" w:rsidR="008F7072" w:rsidRPr="008F7072" w:rsidRDefault="008F7072" w:rsidP="008F7072">
            <w:pPr>
              <w:tabs>
                <w:tab w:val="decimal" w:pos="914"/>
              </w:tabs>
              <w:spacing w:line="300" w:lineRule="atLeast"/>
              <w:rPr>
                <w:rStyle w:val="Emphasis"/>
                <w:color w:val="auto"/>
                <w:sz w:val="22"/>
                <w:szCs w:val="22"/>
                <w:cs/>
              </w:rPr>
            </w:pPr>
            <w:r w:rsidRPr="008F7072">
              <w:rPr>
                <w:sz w:val="22"/>
                <w:szCs w:val="22"/>
              </w:rPr>
              <w:t>782</w:t>
            </w:r>
          </w:p>
        </w:tc>
        <w:tc>
          <w:tcPr>
            <w:tcW w:w="183" w:type="dxa"/>
          </w:tcPr>
          <w:p w14:paraId="4DD387CA"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Borders>
              <w:bottom w:val="single" w:sz="4" w:space="0" w:color="auto"/>
            </w:tcBorders>
          </w:tcPr>
          <w:p w14:paraId="470D31A4" w14:textId="34510329" w:rsidR="008F7072" w:rsidRPr="002715A3" w:rsidRDefault="008F7072" w:rsidP="008F7072">
            <w:pPr>
              <w:tabs>
                <w:tab w:val="decimal" w:pos="914"/>
              </w:tabs>
              <w:spacing w:line="300" w:lineRule="atLeast"/>
              <w:rPr>
                <w:rStyle w:val="Emphasis"/>
                <w:color w:val="auto"/>
                <w:sz w:val="22"/>
                <w:szCs w:val="22"/>
              </w:rPr>
            </w:pPr>
            <w:r w:rsidRPr="002715A3">
              <w:rPr>
                <w:rStyle w:val="Emphasis"/>
                <w:color w:val="auto"/>
                <w:sz w:val="22"/>
                <w:szCs w:val="22"/>
              </w:rPr>
              <w:t>960</w:t>
            </w:r>
          </w:p>
        </w:tc>
      </w:tr>
      <w:tr w:rsidR="008F7072" w:rsidRPr="002715A3" w14:paraId="603A017F" w14:textId="77777777" w:rsidTr="001B446E">
        <w:trPr>
          <w:cantSplit/>
          <w:trHeight w:val="20"/>
        </w:trPr>
        <w:tc>
          <w:tcPr>
            <w:tcW w:w="4490" w:type="dxa"/>
          </w:tcPr>
          <w:p w14:paraId="6AA4434B" w14:textId="61A0C4A2" w:rsidR="008F7072" w:rsidRPr="002715A3" w:rsidRDefault="008F7072" w:rsidP="008F7072">
            <w:pPr>
              <w:spacing w:line="300" w:lineRule="atLeast"/>
              <w:ind w:right="3"/>
              <w:rPr>
                <w:sz w:val="22"/>
                <w:szCs w:val="22"/>
              </w:rPr>
            </w:pPr>
            <w:r w:rsidRPr="002715A3">
              <w:rPr>
                <w:sz w:val="22"/>
                <w:szCs w:val="22"/>
              </w:rPr>
              <w:t xml:space="preserve">   Total key management personnel </w:t>
            </w:r>
          </w:p>
        </w:tc>
        <w:tc>
          <w:tcPr>
            <w:tcW w:w="1084" w:type="dxa"/>
            <w:tcBorders>
              <w:top w:val="single" w:sz="4" w:space="0" w:color="auto"/>
            </w:tcBorders>
          </w:tcPr>
          <w:p w14:paraId="3AB686F6" w14:textId="1B0B456C" w:rsidR="008F7072" w:rsidRPr="008F7072" w:rsidRDefault="008F7072" w:rsidP="008F7072">
            <w:pPr>
              <w:tabs>
                <w:tab w:val="decimal" w:pos="920"/>
              </w:tabs>
              <w:spacing w:line="300" w:lineRule="atLeast"/>
              <w:ind w:right="-80"/>
              <w:rPr>
                <w:rStyle w:val="Emphasis"/>
                <w:color w:val="auto"/>
                <w:sz w:val="22"/>
                <w:szCs w:val="22"/>
                <w:cs/>
              </w:rPr>
            </w:pPr>
          </w:p>
        </w:tc>
        <w:tc>
          <w:tcPr>
            <w:tcW w:w="183" w:type="dxa"/>
          </w:tcPr>
          <w:p w14:paraId="076468BB"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Borders>
              <w:top w:val="single" w:sz="4" w:space="0" w:color="auto"/>
            </w:tcBorders>
          </w:tcPr>
          <w:p w14:paraId="32128DD9" w14:textId="0D4E8867" w:rsidR="008F7072" w:rsidRPr="002715A3" w:rsidRDefault="008F7072" w:rsidP="008F7072">
            <w:pPr>
              <w:tabs>
                <w:tab w:val="decimal" w:pos="820"/>
                <w:tab w:val="decimal" w:pos="914"/>
              </w:tabs>
              <w:spacing w:line="300" w:lineRule="atLeast"/>
              <w:rPr>
                <w:rStyle w:val="Emphasis"/>
                <w:color w:val="auto"/>
                <w:sz w:val="22"/>
                <w:szCs w:val="22"/>
              </w:rPr>
            </w:pPr>
          </w:p>
        </w:tc>
        <w:tc>
          <w:tcPr>
            <w:tcW w:w="191" w:type="dxa"/>
          </w:tcPr>
          <w:p w14:paraId="0CD8955A"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Borders>
              <w:top w:val="single" w:sz="4" w:space="0" w:color="auto"/>
            </w:tcBorders>
          </w:tcPr>
          <w:p w14:paraId="6BE6572A" w14:textId="45DD1BD5" w:rsidR="008F7072" w:rsidRPr="008F7072" w:rsidRDefault="008F7072" w:rsidP="008F7072">
            <w:pPr>
              <w:tabs>
                <w:tab w:val="decimal" w:pos="914"/>
              </w:tabs>
              <w:spacing w:line="300" w:lineRule="atLeast"/>
              <w:rPr>
                <w:rStyle w:val="Emphasis"/>
                <w:color w:val="auto"/>
                <w:sz w:val="22"/>
                <w:szCs w:val="22"/>
              </w:rPr>
            </w:pPr>
          </w:p>
        </w:tc>
        <w:tc>
          <w:tcPr>
            <w:tcW w:w="183" w:type="dxa"/>
          </w:tcPr>
          <w:p w14:paraId="7EAACC4F"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Borders>
              <w:top w:val="single" w:sz="4" w:space="0" w:color="auto"/>
            </w:tcBorders>
          </w:tcPr>
          <w:p w14:paraId="796CDBD2" w14:textId="68C29EAF" w:rsidR="008F7072" w:rsidRPr="002715A3" w:rsidRDefault="008F7072" w:rsidP="008F7072">
            <w:pPr>
              <w:tabs>
                <w:tab w:val="decimal" w:pos="914"/>
              </w:tabs>
              <w:spacing w:line="300" w:lineRule="atLeast"/>
              <w:rPr>
                <w:rStyle w:val="Emphasis"/>
                <w:color w:val="auto"/>
                <w:sz w:val="22"/>
                <w:szCs w:val="22"/>
              </w:rPr>
            </w:pPr>
          </w:p>
        </w:tc>
      </w:tr>
      <w:tr w:rsidR="008F7072" w:rsidRPr="002715A3" w14:paraId="4CB0E562" w14:textId="77777777" w:rsidTr="001B446E">
        <w:trPr>
          <w:cantSplit/>
          <w:trHeight w:val="20"/>
        </w:trPr>
        <w:tc>
          <w:tcPr>
            <w:tcW w:w="4490" w:type="dxa"/>
          </w:tcPr>
          <w:p w14:paraId="341E556F" w14:textId="756168F2" w:rsidR="008F7072" w:rsidRPr="002715A3" w:rsidRDefault="008F7072" w:rsidP="008F7072">
            <w:pPr>
              <w:spacing w:line="300" w:lineRule="atLeast"/>
              <w:ind w:right="3"/>
              <w:rPr>
                <w:sz w:val="22"/>
                <w:szCs w:val="22"/>
              </w:rPr>
            </w:pPr>
            <w:r w:rsidRPr="002715A3">
              <w:rPr>
                <w:sz w:val="22"/>
                <w:szCs w:val="22"/>
              </w:rPr>
              <w:t xml:space="preserve">      compensation</w:t>
            </w:r>
          </w:p>
        </w:tc>
        <w:tc>
          <w:tcPr>
            <w:tcW w:w="1084" w:type="dxa"/>
            <w:tcBorders>
              <w:bottom w:val="double" w:sz="4" w:space="0" w:color="auto"/>
            </w:tcBorders>
          </w:tcPr>
          <w:p w14:paraId="0AC04FFB" w14:textId="3FA19566" w:rsidR="008F7072" w:rsidRPr="008F7072" w:rsidRDefault="008F7072" w:rsidP="008F7072">
            <w:pPr>
              <w:tabs>
                <w:tab w:val="decimal" w:pos="920"/>
              </w:tabs>
              <w:spacing w:line="300" w:lineRule="atLeast"/>
              <w:ind w:right="-80"/>
              <w:rPr>
                <w:rStyle w:val="Emphasis"/>
                <w:color w:val="auto"/>
                <w:sz w:val="22"/>
                <w:szCs w:val="22"/>
                <w:cs/>
              </w:rPr>
            </w:pPr>
            <w:r w:rsidRPr="008F7072">
              <w:rPr>
                <w:rStyle w:val="Emphasis"/>
                <w:color w:val="auto"/>
                <w:sz w:val="22"/>
                <w:szCs w:val="22"/>
              </w:rPr>
              <w:t>127,70</w:t>
            </w:r>
            <w:r w:rsidR="00D63B3C">
              <w:rPr>
                <w:rStyle w:val="Emphasis"/>
                <w:color w:val="auto"/>
                <w:sz w:val="22"/>
                <w:szCs w:val="22"/>
              </w:rPr>
              <w:t>6</w:t>
            </w:r>
          </w:p>
        </w:tc>
        <w:tc>
          <w:tcPr>
            <w:tcW w:w="183" w:type="dxa"/>
          </w:tcPr>
          <w:p w14:paraId="0EC8FCB2"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979" w:type="dxa"/>
            <w:tcBorders>
              <w:bottom w:val="double" w:sz="4" w:space="0" w:color="auto"/>
            </w:tcBorders>
          </w:tcPr>
          <w:p w14:paraId="4F92E818" w14:textId="6222A424" w:rsidR="008F7072" w:rsidRPr="002715A3" w:rsidRDefault="008F7072" w:rsidP="008F7072">
            <w:pPr>
              <w:tabs>
                <w:tab w:val="decimal" w:pos="820"/>
              </w:tabs>
              <w:spacing w:line="300" w:lineRule="atLeast"/>
              <w:ind w:right="-90"/>
              <w:rPr>
                <w:rStyle w:val="Emphasis"/>
                <w:color w:val="auto"/>
                <w:sz w:val="22"/>
                <w:szCs w:val="22"/>
              </w:rPr>
            </w:pPr>
            <w:r w:rsidRPr="002715A3">
              <w:rPr>
                <w:rStyle w:val="Emphasis"/>
                <w:color w:val="auto"/>
                <w:sz w:val="22"/>
                <w:szCs w:val="22"/>
              </w:rPr>
              <w:t>110,669</w:t>
            </w:r>
          </w:p>
        </w:tc>
        <w:tc>
          <w:tcPr>
            <w:tcW w:w="191" w:type="dxa"/>
          </w:tcPr>
          <w:p w14:paraId="51DEB9BC"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Borders>
              <w:bottom w:val="double" w:sz="4" w:space="0" w:color="auto"/>
            </w:tcBorders>
          </w:tcPr>
          <w:p w14:paraId="6888330B" w14:textId="2B686950" w:rsidR="008F7072" w:rsidRPr="008F7072" w:rsidRDefault="008F7072" w:rsidP="008F7072">
            <w:pPr>
              <w:tabs>
                <w:tab w:val="decimal" w:pos="914"/>
              </w:tabs>
              <w:spacing w:line="300" w:lineRule="atLeast"/>
              <w:rPr>
                <w:rStyle w:val="Emphasis"/>
                <w:color w:val="auto"/>
                <w:sz w:val="22"/>
                <w:szCs w:val="22"/>
              </w:rPr>
            </w:pPr>
            <w:r w:rsidRPr="008F7072">
              <w:rPr>
                <w:rStyle w:val="Emphasis"/>
                <w:color w:val="auto"/>
                <w:sz w:val="22"/>
                <w:szCs w:val="22"/>
              </w:rPr>
              <w:t>45,171</w:t>
            </w:r>
          </w:p>
        </w:tc>
        <w:tc>
          <w:tcPr>
            <w:tcW w:w="183" w:type="dxa"/>
          </w:tcPr>
          <w:p w14:paraId="4C1B0D5A" w14:textId="77777777" w:rsidR="008F7072" w:rsidRPr="002715A3" w:rsidRDefault="008F7072" w:rsidP="008F7072">
            <w:pPr>
              <w:pStyle w:val="acctfourfigures"/>
              <w:tabs>
                <w:tab w:val="clear" w:pos="765"/>
                <w:tab w:val="decimal" w:pos="914"/>
              </w:tabs>
              <w:spacing w:line="300" w:lineRule="atLeast"/>
              <w:ind w:right="3"/>
              <w:rPr>
                <w:szCs w:val="22"/>
              </w:rPr>
            </w:pPr>
          </w:p>
        </w:tc>
        <w:tc>
          <w:tcPr>
            <w:tcW w:w="1080" w:type="dxa"/>
            <w:tcBorders>
              <w:bottom w:val="double" w:sz="4" w:space="0" w:color="auto"/>
            </w:tcBorders>
          </w:tcPr>
          <w:p w14:paraId="44DC262A" w14:textId="23EF002A" w:rsidR="008F7072" w:rsidRPr="002715A3" w:rsidRDefault="008F7072" w:rsidP="008F7072">
            <w:pPr>
              <w:tabs>
                <w:tab w:val="decimal" w:pos="914"/>
              </w:tabs>
              <w:spacing w:line="300" w:lineRule="atLeast"/>
              <w:rPr>
                <w:rStyle w:val="Emphasis"/>
                <w:color w:val="auto"/>
                <w:sz w:val="22"/>
                <w:szCs w:val="22"/>
              </w:rPr>
            </w:pPr>
            <w:r w:rsidRPr="002715A3">
              <w:rPr>
                <w:rStyle w:val="Emphasis"/>
                <w:color w:val="auto"/>
                <w:sz w:val="22"/>
                <w:szCs w:val="22"/>
              </w:rPr>
              <w:t>43,988</w:t>
            </w:r>
          </w:p>
        </w:tc>
      </w:tr>
    </w:tbl>
    <w:p w14:paraId="583C9960" w14:textId="77777777" w:rsidR="00455C52" w:rsidRDefault="00455C52" w:rsidP="001A05CA">
      <w:pPr>
        <w:spacing w:line="300" w:lineRule="atLeast"/>
        <w:rPr>
          <w:sz w:val="22"/>
          <w:szCs w:val="22"/>
        </w:rPr>
      </w:pPr>
    </w:p>
    <w:p w14:paraId="76A86234" w14:textId="77777777" w:rsidR="001A05CA" w:rsidRDefault="001A05CA" w:rsidP="001A05CA">
      <w:pPr>
        <w:spacing w:line="300" w:lineRule="atLeast"/>
        <w:rPr>
          <w:sz w:val="22"/>
          <w:szCs w:val="22"/>
        </w:rPr>
      </w:pPr>
    </w:p>
    <w:p w14:paraId="1E41130F" w14:textId="77777777" w:rsidR="001A05CA" w:rsidRDefault="001A05CA" w:rsidP="001A05CA">
      <w:pPr>
        <w:spacing w:line="300" w:lineRule="atLeast"/>
        <w:rPr>
          <w:sz w:val="22"/>
          <w:szCs w:val="22"/>
        </w:rPr>
      </w:pPr>
    </w:p>
    <w:p w14:paraId="66095858" w14:textId="5EDDF387" w:rsidR="002723FC" w:rsidRDefault="002723FC" w:rsidP="001A05CA">
      <w:pPr>
        <w:spacing w:line="300" w:lineRule="atLeast"/>
        <w:rPr>
          <w:sz w:val="22"/>
          <w:szCs w:val="22"/>
        </w:rPr>
      </w:pPr>
      <w:r>
        <w:rPr>
          <w:sz w:val="22"/>
          <w:szCs w:val="22"/>
        </w:rPr>
        <w:br/>
      </w:r>
      <w:r>
        <w:rPr>
          <w:sz w:val="22"/>
          <w:szCs w:val="22"/>
        </w:rPr>
        <w:br w:type="page"/>
      </w:r>
    </w:p>
    <w:tbl>
      <w:tblPr>
        <w:tblW w:w="9270" w:type="dxa"/>
        <w:tblInd w:w="450" w:type="dxa"/>
        <w:tblLayout w:type="fixed"/>
        <w:tblCellMar>
          <w:left w:w="79" w:type="dxa"/>
          <w:right w:w="79" w:type="dxa"/>
        </w:tblCellMar>
        <w:tblLook w:val="0000" w:firstRow="0" w:lastRow="0" w:firstColumn="0" w:lastColumn="0" w:noHBand="0" w:noVBand="0"/>
      </w:tblPr>
      <w:tblGrid>
        <w:gridCol w:w="4399"/>
        <w:gridCol w:w="1175"/>
        <w:gridCol w:w="183"/>
        <w:gridCol w:w="1079"/>
        <w:gridCol w:w="180"/>
        <w:gridCol w:w="13"/>
        <w:gridCol w:w="978"/>
        <w:gridCol w:w="183"/>
        <w:gridCol w:w="1080"/>
      </w:tblGrid>
      <w:tr w:rsidR="00AA6056" w:rsidRPr="002715A3" w14:paraId="729637E0" w14:textId="77777777" w:rsidTr="009A5097">
        <w:trPr>
          <w:cantSplit/>
          <w:trHeight w:val="519"/>
          <w:tblHeader/>
        </w:trPr>
        <w:tc>
          <w:tcPr>
            <w:tcW w:w="4399" w:type="dxa"/>
            <w:vAlign w:val="bottom"/>
          </w:tcPr>
          <w:p w14:paraId="66BC9A3E" w14:textId="4BF669F1" w:rsidR="00AA6056" w:rsidRPr="002715A3" w:rsidRDefault="00AA6056" w:rsidP="001A05CA">
            <w:pPr>
              <w:spacing w:line="300" w:lineRule="atLeast"/>
              <w:ind w:right="65"/>
              <w:rPr>
                <w:rFonts w:eastAsia="Arial Unicode MS"/>
                <w:b/>
                <w:bCs/>
                <w:i/>
                <w:iCs/>
                <w:sz w:val="22"/>
                <w:szCs w:val="22"/>
              </w:rPr>
            </w:pPr>
            <w:r w:rsidRPr="002715A3">
              <w:rPr>
                <w:rFonts w:eastAsia="Arial Unicode MS"/>
                <w:b/>
                <w:bCs/>
                <w:i/>
                <w:iCs/>
                <w:sz w:val="22"/>
                <w:szCs w:val="22"/>
              </w:rPr>
              <w:lastRenderedPageBreak/>
              <w:t>Balance with related parties</w:t>
            </w:r>
          </w:p>
        </w:tc>
        <w:tc>
          <w:tcPr>
            <w:tcW w:w="2437" w:type="dxa"/>
            <w:gridSpan w:val="3"/>
          </w:tcPr>
          <w:p w14:paraId="6C7627BE" w14:textId="68408EC9" w:rsidR="00AA6056" w:rsidRPr="002715A3" w:rsidRDefault="00AA6056" w:rsidP="001A05CA">
            <w:pPr>
              <w:pStyle w:val="acctmergecolhdg"/>
              <w:spacing w:line="300" w:lineRule="atLeast"/>
              <w:rPr>
                <w:rFonts w:cstheme="minorBidi"/>
                <w:szCs w:val="22"/>
                <w:lang w:bidi="th-TH"/>
              </w:rPr>
            </w:pPr>
            <w:r w:rsidRPr="002715A3">
              <w:rPr>
                <w:szCs w:val="22"/>
              </w:rPr>
              <w:t xml:space="preserve">Consolidated  </w:t>
            </w:r>
          </w:p>
          <w:p w14:paraId="0BDFA175" w14:textId="77777777" w:rsidR="00AA6056" w:rsidRPr="002715A3" w:rsidRDefault="00AA6056" w:rsidP="001A05CA">
            <w:pPr>
              <w:pStyle w:val="acctmergecolhdg"/>
              <w:spacing w:line="300" w:lineRule="atLeast"/>
              <w:rPr>
                <w:szCs w:val="22"/>
              </w:rPr>
            </w:pPr>
            <w:r w:rsidRPr="002715A3">
              <w:rPr>
                <w:szCs w:val="22"/>
              </w:rPr>
              <w:t xml:space="preserve">financial statements </w:t>
            </w:r>
          </w:p>
        </w:tc>
        <w:tc>
          <w:tcPr>
            <w:tcW w:w="193" w:type="dxa"/>
            <w:gridSpan w:val="2"/>
          </w:tcPr>
          <w:p w14:paraId="1D41BBAE" w14:textId="77777777" w:rsidR="00AA6056" w:rsidRPr="002715A3" w:rsidRDefault="00AA6056" w:rsidP="001A05CA">
            <w:pPr>
              <w:pStyle w:val="acctmergecolhdg"/>
              <w:spacing w:line="300" w:lineRule="atLeast"/>
              <w:rPr>
                <w:szCs w:val="22"/>
              </w:rPr>
            </w:pPr>
          </w:p>
        </w:tc>
        <w:tc>
          <w:tcPr>
            <w:tcW w:w="2241" w:type="dxa"/>
            <w:gridSpan w:val="3"/>
          </w:tcPr>
          <w:p w14:paraId="7DC9C232" w14:textId="7F674EC4" w:rsidR="00AA6056" w:rsidRPr="002715A3" w:rsidRDefault="00AA6056" w:rsidP="001A05CA">
            <w:pPr>
              <w:pStyle w:val="acctmergecolhdg"/>
              <w:spacing w:line="300" w:lineRule="atLeast"/>
              <w:rPr>
                <w:rFonts w:cstheme="minorBidi"/>
                <w:szCs w:val="22"/>
                <w:lang w:bidi="th-TH"/>
              </w:rPr>
            </w:pPr>
            <w:r w:rsidRPr="002715A3">
              <w:rPr>
                <w:szCs w:val="22"/>
              </w:rPr>
              <w:t xml:space="preserve">Separate    </w:t>
            </w:r>
          </w:p>
          <w:p w14:paraId="402BFD03" w14:textId="77777777" w:rsidR="00AA6056" w:rsidRPr="002715A3" w:rsidRDefault="00AA6056" w:rsidP="001A05CA">
            <w:pPr>
              <w:pStyle w:val="acctmergecolhdg"/>
              <w:spacing w:line="300" w:lineRule="atLeast"/>
              <w:rPr>
                <w:rFonts w:cstheme="minorBidi"/>
                <w:szCs w:val="22"/>
                <w:cs/>
                <w:lang w:bidi="th-TH"/>
              </w:rPr>
            </w:pPr>
            <w:r w:rsidRPr="002715A3">
              <w:rPr>
                <w:szCs w:val="22"/>
              </w:rPr>
              <w:t xml:space="preserve">financial statements </w:t>
            </w:r>
          </w:p>
        </w:tc>
      </w:tr>
      <w:tr w:rsidR="00AA6056" w:rsidRPr="002715A3" w14:paraId="13CF2B00" w14:textId="77777777" w:rsidTr="009A5097">
        <w:trPr>
          <w:cantSplit/>
          <w:trHeight w:val="259"/>
          <w:tblHeader/>
        </w:trPr>
        <w:tc>
          <w:tcPr>
            <w:tcW w:w="4399" w:type="dxa"/>
          </w:tcPr>
          <w:p w14:paraId="07EA79C6" w14:textId="77777777" w:rsidR="00AA6056" w:rsidRPr="002715A3" w:rsidRDefault="00AA6056" w:rsidP="001A05CA">
            <w:pPr>
              <w:spacing w:line="300" w:lineRule="atLeast"/>
              <w:rPr>
                <w:b/>
                <w:bCs/>
                <w:i/>
                <w:iCs/>
                <w:sz w:val="22"/>
                <w:szCs w:val="22"/>
              </w:rPr>
            </w:pPr>
          </w:p>
        </w:tc>
        <w:tc>
          <w:tcPr>
            <w:tcW w:w="1175" w:type="dxa"/>
          </w:tcPr>
          <w:p w14:paraId="5E285E85" w14:textId="22E60A6D" w:rsidR="00AA6056" w:rsidRPr="002715A3" w:rsidRDefault="002723FC" w:rsidP="001A05CA">
            <w:pPr>
              <w:spacing w:line="300" w:lineRule="atLeast"/>
              <w:ind w:left="-108" w:right="-108"/>
              <w:jc w:val="center"/>
              <w:rPr>
                <w:sz w:val="22"/>
                <w:szCs w:val="22"/>
              </w:rPr>
            </w:pPr>
            <w:r w:rsidRPr="002715A3">
              <w:rPr>
                <w:sz w:val="22"/>
                <w:szCs w:val="22"/>
              </w:rPr>
              <w:t>30</w:t>
            </w:r>
            <w:r w:rsidRPr="002715A3">
              <w:rPr>
                <w:sz w:val="22"/>
                <w:szCs w:val="22"/>
              </w:rPr>
              <w:br/>
              <w:t>September</w:t>
            </w:r>
          </w:p>
        </w:tc>
        <w:tc>
          <w:tcPr>
            <w:tcW w:w="183" w:type="dxa"/>
          </w:tcPr>
          <w:p w14:paraId="4DBEF799" w14:textId="77777777" w:rsidR="00AA6056" w:rsidRPr="002715A3" w:rsidRDefault="00AA6056" w:rsidP="001A05CA">
            <w:pPr>
              <w:spacing w:line="300" w:lineRule="atLeast"/>
              <w:ind w:left="-108" w:right="-108"/>
              <w:jc w:val="center"/>
              <w:rPr>
                <w:sz w:val="22"/>
                <w:szCs w:val="22"/>
              </w:rPr>
            </w:pPr>
          </w:p>
        </w:tc>
        <w:tc>
          <w:tcPr>
            <w:tcW w:w="1079" w:type="dxa"/>
          </w:tcPr>
          <w:p w14:paraId="3278317A" w14:textId="77777777" w:rsidR="00AA6056" w:rsidRPr="002715A3" w:rsidRDefault="00AA6056" w:rsidP="001A05CA">
            <w:pPr>
              <w:pStyle w:val="acctmergecolhdg"/>
              <w:spacing w:line="300" w:lineRule="atLeast"/>
              <w:rPr>
                <w:b w:val="0"/>
                <w:bCs/>
                <w:szCs w:val="22"/>
              </w:rPr>
            </w:pPr>
            <w:r w:rsidRPr="002715A3">
              <w:rPr>
                <w:b w:val="0"/>
                <w:bCs/>
                <w:szCs w:val="22"/>
              </w:rPr>
              <w:t>31</w:t>
            </w:r>
          </w:p>
          <w:p w14:paraId="322D75E9" w14:textId="480EDE4D" w:rsidR="00AA6056" w:rsidRPr="002715A3" w:rsidRDefault="00AA6056" w:rsidP="001A05CA">
            <w:pPr>
              <w:spacing w:line="300" w:lineRule="atLeast"/>
              <w:ind w:left="-75" w:right="-75"/>
              <w:jc w:val="center"/>
              <w:rPr>
                <w:sz w:val="22"/>
                <w:szCs w:val="22"/>
              </w:rPr>
            </w:pPr>
            <w:r w:rsidRPr="002715A3">
              <w:rPr>
                <w:bCs/>
                <w:sz w:val="22"/>
                <w:szCs w:val="22"/>
              </w:rPr>
              <w:t>December</w:t>
            </w:r>
          </w:p>
        </w:tc>
        <w:tc>
          <w:tcPr>
            <w:tcW w:w="193" w:type="dxa"/>
            <w:gridSpan w:val="2"/>
          </w:tcPr>
          <w:p w14:paraId="15113082" w14:textId="77777777" w:rsidR="00AA6056" w:rsidRPr="002715A3" w:rsidRDefault="00AA6056" w:rsidP="001A05CA">
            <w:pPr>
              <w:spacing w:line="300" w:lineRule="atLeast"/>
              <w:ind w:left="-108" w:right="-108"/>
              <w:jc w:val="center"/>
              <w:rPr>
                <w:sz w:val="22"/>
                <w:szCs w:val="22"/>
              </w:rPr>
            </w:pPr>
          </w:p>
        </w:tc>
        <w:tc>
          <w:tcPr>
            <w:tcW w:w="978" w:type="dxa"/>
          </w:tcPr>
          <w:p w14:paraId="4730D5D9" w14:textId="6E2AAFCB" w:rsidR="00AA6056" w:rsidRPr="002715A3" w:rsidRDefault="002723FC" w:rsidP="001A05CA">
            <w:pPr>
              <w:spacing w:line="300" w:lineRule="atLeast"/>
              <w:ind w:left="-108" w:right="-108"/>
              <w:jc w:val="center"/>
              <w:rPr>
                <w:sz w:val="22"/>
                <w:szCs w:val="22"/>
              </w:rPr>
            </w:pPr>
            <w:r w:rsidRPr="002715A3">
              <w:rPr>
                <w:sz w:val="22"/>
                <w:szCs w:val="22"/>
              </w:rPr>
              <w:t>30</w:t>
            </w:r>
            <w:r w:rsidRPr="002715A3">
              <w:rPr>
                <w:sz w:val="22"/>
                <w:szCs w:val="22"/>
              </w:rPr>
              <w:br/>
              <w:t>September</w:t>
            </w:r>
          </w:p>
        </w:tc>
        <w:tc>
          <w:tcPr>
            <w:tcW w:w="183" w:type="dxa"/>
          </w:tcPr>
          <w:p w14:paraId="3788BE40" w14:textId="77777777" w:rsidR="00AA6056" w:rsidRPr="002715A3" w:rsidRDefault="00AA6056" w:rsidP="001A05CA">
            <w:pPr>
              <w:spacing w:line="300" w:lineRule="atLeast"/>
              <w:ind w:left="-108" w:right="-108"/>
              <w:jc w:val="center"/>
              <w:rPr>
                <w:sz w:val="22"/>
                <w:szCs w:val="22"/>
              </w:rPr>
            </w:pPr>
          </w:p>
        </w:tc>
        <w:tc>
          <w:tcPr>
            <w:tcW w:w="1080" w:type="dxa"/>
          </w:tcPr>
          <w:p w14:paraId="13F75D9E" w14:textId="7501C425" w:rsidR="00AA6056" w:rsidRPr="002715A3" w:rsidRDefault="00AA6056" w:rsidP="001A05CA">
            <w:pPr>
              <w:spacing w:line="300" w:lineRule="atLeast"/>
              <w:ind w:left="-75" w:right="-75"/>
              <w:jc w:val="center"/>
              <w:rPr>
                <w:sz w:val="22"/>
                <w:szCs w:val="22"/>
              </w:rPr>
            </w:pPr>
            <w:r w:rsidRPr="002715A3">
              <w:rPr>
                <w:bCs/>
                <w:sz w:val="22"/>
                <w:szCs w:val="22"/>
              </w:rPr>
              <w:t>31</w:t>
            </w:r>
            <w:r w:rsidRPr="002715A3">
              <w:rPr>
                <w:bCs/>
                <w:sz w:val="22"/>
                <w:szCs w:val="22"/>
              </w:rPr>
              <w:br/>
              <w:t>December</w:t>
            </w:r>
          </w:p>
        </w:tc>
      </w:tr>
      <w:tr w:rsidR="00AA6056" w:rsidRPr="002715A3" w14:paraId="09A3C230" w14:textId="77777777" w:rsidTr="009A5097">
        <w:trPr>
          <w:cantSplit/>
          <w:trHeight w:val="259"/>
          <w:tblHeader/>
        </w:trPr>
        <w:tc>
          <w:tcPr>
            <w:tcW w:w="4399" w:type="dxa"/>
          </w:tcPr>
          <w:p w14:paraId="0DB1661C" w14:textId="1B22DB2B" w:rsidR="00AA6056" w:rsidRPr="002715A3" w:rsidRDefault="00AA6056" w:rsidP="001A05CA">
            <w:pPr>
              <w:spacing w:line="300" w:lineRule="atLeast"/>
              <w:rPr>
                <w:rFonts w:cs="Angsana New"/>
                <w:b/>
                <w:bCs/>
                <w:i/>
                <w:iCs/>
                <w:sz w:val="22"/>
                <w:szCs w:val="22"/>
              </w:rPr>
            </w:pPr>
            <w:r w:rsidRPr="002715A3">
              <w:rPr>
                <w:rFonts w:cs="Angsana New"/>
                <w:b/>
                <w:bCs/>
                <w:i/>
                <w:iCs/>
                <w:sz w:val="22"/>
                <w:szCs w:val="22"/>
              </w:rPr>
              <w:t>As at</w:t>
            </w:r>
          </w:p>
        </w:tc>
        <w:tc>
          <w:tcPr>
            <w:tcW w:w="1175" w:type="dxa"/>
          </w:tcPr>
          <w:p w14:paraId="69A7021B" w14:textId="01D033E8" w:rsidR="00AA6056" w:rsidRPr="002715A3" w:rsidRDefault="00AA6056" w:rsidP="001A05CA">
            <w:pPr>
              <w:spacing w:line="300" w:lineRule="atLeast"/>
              <w:ind w:left="-108" w:right="-108"/>
              <w:jc w:val="center"/>
              <w:rPr>
                <w:sz w:val="22"/>
                <w:szCs w:val="22"/>
              </w:rPr>
            </w:pPr>
            <w:r w:rsidRPr="002715A3">
              <w:rPr>
                <w:bCs/>
                <w:sz w:val="22"/>
                <w:szCs w:val="22"/>
              </w:rPr>
              <w:t>202</w:t>
            </w:r>
            <w:r w:rsidR="009762F8" w:rsidRPr="002715A3">
              <w:rPr>
                <w:rFonts w:cstheme="minorBidi"/>
                <w:bCs/>
                <w:sz w:val="22"/>
                <w:szCs w:val="22"/>
              </w:rPr>
              <w:t>5</w:t>
            </w:r>
          </w:p>
        </w:tc>
        <w:tc>
          <w:tcPr>
            <w:tcW w:w="183" w:type="dxa"/>
          </w:tcPr>
          <w:p w14:paraId="4708C004" w14:textId="77777777" w:rsidR="00AA6056" w:rsidRPr="002715A3" w:rsidRDefault="00AA6056" w:rsidP="001A05CA">
            <w:pPr>
              <w:spacing w:line="300" w:lineRule="atLeast"/>
              <w:ind w:left="-108" w:right="-108"/>
              <w:jc w:val="center"/>
              <w:rPr>
                <w:sz w:val="22"/>
                <w:szCs w:val="22"/>
              </w:rPr>
            </w:pPr>
          </w:p>
        </w:tc>
        <w:tc>
          <w:tcPr>
            <w:tcW w:w="1079" w:type="dxa"/>
          </w:tcPr>
          <w:p w14:paraId="35BB3D1C" w14:textId="33798973" w:rsidR="00AA6056" w:rsidRPr="002715A3" w:rsidRDefault="00AA6056" w:rsidP="001A05CA">
            <w:pPr>
              <w:spacing w:line="300" w:lineRule="atLeast"/>
              <w:ind w:left="-108" w:right="-108"/>
              <w:jc w:val="center"/>
              <w:rPr>
                <w:sz w:val="22"/>
                <w:szCs w:val="22"/>
              </w:rPr>
            </w:pPr>
            <w:r w:rsidRPr="002715A3">
              <w:rPr>
                <w:bCs/>
                <w:sz w:val="22"/>
                <w:szCs w:val="22"/>
              </w:rPr>
              <w:t>202</w:t>
            </w:r>
            <w:r w:rsidR="009762F8" w:rsidRPr="002715A3">
              <w:rPr>
                <w:bCs/>
                <w:sz w:val="22"/>
                <w:szCs w:val="22"/>
              </w:rPr>
              <w:t>4</w:t>
            </w:r>
          </w:p>
        </w:tc>
        <w:tc>
          <w:tcPr>
            <w:tcW w:w="193" w:type="dxa"/>
            <w:gridSpan w:val="2"/>
          </w:tcPr>
          <w:p w14:paraId="6B2424F9" w14:textId="77777777" w:rsidR="00AA6056" w:rsidRPr="002715A3" w:rsidRDefault="00AA6056" w:rsidP="001A05CA">
            <w:pPr>
              <w:spacing w:line="300" w:lineRule="atLeast"/>
              <w:ind w:left="-108" w:right="-108"/>
              <w:jc w:val="center"/>
              <w:rPr>
                <w:sz w:val="22"/>
                <w:szCs w:val="22"/>
              </w:rPr>
            </w:pPr>
          </w:p>
        </w:tc>
        <w:tc>
          <w:tcPr>
            <w:tcW w:w="978" w:type="dxa"/>
          </w:tcPr>
          <w:p w14:paraId="64AB616F" w14:textId="33A32A18" w:rsidR="00AA6056" w:rsidRPr="002715A3" w:rsidRDefault="00AA6056" w:rsidP="001A05CA">
            <w:pPr>
              <w:spacing w:line="300" w:lineRule="atLeast"/>
              <w:ind w:left="-108" w:right="-108"/>
              <w:jc w:val="center"/>
              <w:rPr>
                <w:sz w:val="22"/>
                <w:szCs w:val="22"/>
              </w:rPr>
            </w:pPr>
            <w:r w:rsidRPr="002715A3">
              <w:rPr>
                <w:bCs/>
                <w:sz w:val="22"/>
                <w:szCs w:val="22"/>
              </w:rPr>
              <w:t>202</w:t>
            </w:r>
            <w:r w:rsidR="009762F8" w:rsidRPr="002715A3">
              <w:rPr>
                <w:bCs/>
                <w:sz w:val="22"/>
                <w:szCs w:val="22"/>
              </w:rPr>
              <w:t>5</w:t>
            </w:r>
          </w:p>
        </w:tc>
        <w:tc>
          <w:tcPr>
            <w:tcW w:w="183" w:type="dxa"/>
          </w:tcPr>
          <w:p w14:paraId="1DC5DEA1" w14:textId="77777777" w:rsidR="00AA6056" w:rsidRPr="002715A3" w:rsidRDefault="00AA6056" w:rsidP="001A05CA">
            <w:pPr>
              <w:spacing w:line="300" w:lineRule="atLeast"/>
              <w:ind w:left="-108" w:right="-108"/>
              <w:jc w:val="center"/>
              <w:rPr>
                <w:sz w:val="22"/>
                <w:szCs w:val="22"/>
              </w:rPr>
            </w:pPr>
          </w:p>
        </w:tc>
        <w:tc>
          <w:tcPr>
            <w:tcW w:w="1080" w:type="dxa"/>
          </w:tcPr>
          <w:p w14:paraId="4AFA9144" w14:textId="3864E0C7" w:rsidR="00AA6056" w:rsidRPr="002715A3" w:rsidRDefault="00AA6056" w:rsidP="001A05CA">
            <w:pPr>
              <w:spacing w:line="300" w:lineRule="atLeast"/>
              <w:ind w:left="-108" w:right="-108"/>
              <w:jc w:val="center"/>
              <w:rPr>
                <w:sz w:val="22"/>
                <w:szCs w:val="22"/>
              </w:rPr>
            </w:pPr>
            <w:r w:rsidRPr="002715A3">
              <w:rPr>
                <w:bCs/>
                <w:sz w:val="22"/>
                <w:szCs w:val="22"/>
              </w:rPr>
              <w:t>202</w:t>
            </w:r>
            <w:r w:rsidR="009762F8" w:rsidRPr="002715A3">
              <w:rPr>
                <w:bCs/>
                <w:sz w:val="22"/>
                <w:szCs w:val="22"/>
              </w:rPr>
              <w:t>4</w:t>
            </w:r>
          </w:p>
        </w:tc>
      </w:tr>
      <w:tr w:rsidR="00AA6056" w:rsidRPr="002715A3" w14:paraId="2881C026" w14:textId="77777777" w:rsidTr="009A5097">
        <w:trPr>
          <w:cantSplit/>
          <w:trHeight w:val="259"/>
          <w:tblHeader/>
        </w:trPr>
        <w:tc>
          <w:tcPr>
            <w:tcW w:w="4399" w:type="dxa"/>
          </w:tcPr>
          <w:p w14:paraId="1D0CEB9A" w14:textId="77777777" w:rsidR="00AA6056" w:rsidRPr="002715A3" w:rsidRDefault="00AA6056" w:rsidP="001A05CA">
            <w:pPr>
              <w:spacing w:line="300" w:lineRule="atLeast"/>
              <w:rPr>
                <w:b/>
                <w:bCs/>
                <w:i/>
                <w:iCs/>
                <w:sz w:val="22"/>
                <w:szCs w:val="22"/>
              </w:rPr>
            </w:pPr>
          </w:p>
        </w:tc>
        <w:tc>
          <w:tcPr>
            <w:tcW w:w="4871" w:type="dxa"/>
            <w:gridSpan w:val="8"/>
          </w:tcPr>
          <w:p w14:paraId="2FB4071D" w14:textId="5B391451" w:rsidR="00AA6056" w:rsidRPr="002715A3" w:rsidRDefault="00AA6056" w:rsidP="001A05CA">
            <w:pPr>
              <w:spacing w:line="300" w:lineRule="atLeast"/>
              <w:ind w:left="-108" w:right="-108"/>
              <w:jc w:val="center"/>
              <w:rPr>
                <w:bCs/>
                <w:sz w:val="22"/>
                <w:szCs w:val="22"/>
              </w:rPr>
            </w:pPr>
            <w:r w:rsidRPr="002715A3">
              <w:rPr>
                <w:i/>
                <w:iCs/>
                <w:sz w:val="22"/>
                <w:szCs w:val="22"/>
              </w:rPr>
              <w:t>(in thousand Baht)</w:t>
            </w:r>
          </w:p>
        </w:tc>
      </w:tr>
      <w:tr w:rsidR="00AA6056" w:rsidRPr="002715A3" w14:paraId="0DA9E61C" w14:textId="77777777" w:rsidTr="00A476DE">
        <w:trPr>
          <w:cantSplit/>
          <w:trHeight w:val="259"/>
        </w:trPr>
        <w:tc>
          <w:tcPr>
            <w:tcW w:w="4399" w:type="dxa"/>
          </w:tcPr>
          <w:p w14:paraId="6A5D4ECD" w14:textId="481211DA" w:rsidR="00AA6056" w:rsidRPr="002715A3" w:rsidRDefault="00AA6056" w:rsidP="001A05CA">
            <w:pPr>
              <w:spacing w:line="300" w:lineRule="atLeast"/>
              <w:ind w:right="65"/>
              <w:rPr>
                <w:rFonts w:eastAsia="Arial Unicode MS"/>
                <w:b/>
                <w:bCs/>
                <w:i/>
                <w:iCs/>
                <w:sz w:val="22"/>
                <w:szCs w:val="22"/>
              </w:rPr>
            </w:pPr>
            <w:r w:rsidRPr="002715A3">
              <w:rPr>
                <w:rFonts w:eastAsia="Arial Unicode MS"/>
                <w:b/>
                <w:bCs/>
                <w:i/>
                <w:iCs/>
                <w:sz w:val="22"/>
                <w:szCs w:val="22"/>
              </w:rPr>
              <w:t>Trade receivables</w:t>
            </w:r>
          </w:p>
        </w:tc>
        <w:tc>
          <w:tcPr>
            <w:tcW w:w="4871" w:type="dxa"/>
            <w:gridSpan w:val="8"/>
          </w:tcPr>
          <w:p w14:paraId="18A5047D" w14:textId="1F495470" w:rsidR="00AA6056" w:rsidRPr="002715A3" w:rsidRDefault="00AA6056" w:rsidP="001A05CA">
            <w:pPr>
              <w:pStyle w:val="acctfourfigures"/>
              <w:spacing w:line="300" w:lineRule="atLeast"/>
              <w:jc w:val="center"/>
              <w:rPr>
                <w:i/>
                <w:iCs/>
                <w:szCs w:val="22"/>
              </w:rPr>
            </w:pPr>
          </w:p>
        </w:tc>
      </w:tr>
      <w:tr w:rsidR="008F7072" w:rsidRPr="002715A3" w14:paraId="33B81DD4" w14:textId="77777777" w:rsidTr="00F14601">
        <w:trPr>
          <w:cantSplit/>
          <w:trHeight w:val="259"/>
        </w:trPr>
        <w:tc>
          <w:tcPr>
            <w:tcW w:w="4399" w:type="dxa"/>
            <w:vAlign w:val="bottom"/>
          </w:tcPr>
          <w:p w14:paraId="49ED8A93" w14:textId="372814DB" w:rsidR="008F7072" w:rsidRPr="002715A3" w:rsidRDefault="008F7072" w:rsidP="008F7072">
            <w:pPr>
              <w:pStyle w:val="Heading1"/>
              <w:spacing w:line="300" w:lineRule="atLeast"/>
              <w:ind w:left="0" w:right="65"/>
              <w:jc w:val="left"/>
              <w:rPr>
                <w:rFonts w:eastAsia="Arial Unicode MS"/>
                <w:color w:val="auto"/>
              </w:rPr>
            </w:pPr>
            <w:r w:rsidRPr="002715A3">
              <w:rPr>
                <w:rFonts w:eastAsia="Arial Unicode MS"/>
                <w:b w:val="0"/>
                <w:bCs w:val="0"/>
                <w:color w:val="auto"/>
              </w:rPr>
              <w:t>Subsidiaries</w:t>
            </w:r>
          </w:p>
        </w:tc>
        <w:tc>
          <w:tcPr>
            <w:tcW w:w="1175" w:type="dxa"/>
            <w:tcBorders>
              <w:bottom w:val="single" w:sz="4" w:space="0" w:color="auto"/>
            </w:tcBorders>
          </w:tcPr>
          <w:p w14:paraId="38EA1167" w14:textId="5292F3B7" w:rsidR="008F7072" w:rsidRPr="002715A3" w:rsidRDefault="008F7072" w:rsidP="008F7072">
            <w:pPr>
              <w:tabs>
                <w:tab w:val="decimal" w:pos="640"/>
              </w:tabs>
              <w:spacing w:line="300" w:lineRule="atLeast"/>
              <w:ind w:left="-124" w:right="-7"/>
              <w:rPr>
                <w:sz w:val="22"/>
                <w:szCs w:val="22"/>
              </w:rPr>
            </w:pPr>
            <w:r w:rsidRPr="002715A3">
              <w:rPr>
                <w:sz w:val="22"/>
                <w:szCs w:val="22"/>
              </w:rPr>
              <w:t>-</w:t>
            </w:r>
          </w:p>
        </w:tc>
        <w:tc>
          <w:tcPr>
            <w:tcW w:w="183" w:type="dxa"/>
          </w:tcPr>
          <w:p w14:paraId="06AA7AC2" w14:textId="77777777" w:rsidR="008F7072" w:rsidRPr="002715A3" w:rsidRDefault="008F7072" w:rsidP="008F7072">
            <w:pPr>
              <w:tabs>
                <w:tab w:val="decimal" w:pos="882"/>
              </w:tabs>
              <w:spacing w:line="300" w:lineRule="atLeast"/>
              <w:ind w:right="-7"/>
              <w:rPr>
                <w:rFonts w:eastAsia="Arial Unicode MS"/>
                <w:sz w:val="22"/>
                <w:szCs w:val="22"/>
              </w:rPr>
            </w:pPr>
          </w:p>
        </w:tc>
        <w:tc>
          <w:tcPr>
            <w:tcW w:w="1079" w:type="dxa"/>
            <w:tcBorders>
              <w:bottom w:val="single" w:sz="4" w:space="0" w:color="auto"/>
            </w:tcBorders>
          </w:tcPr>
          <w:p w14:paraId="55340BE3" w14:textId="234BF23B" w:rsidR="008F7072" w:rsidRPr="002715A3" w:rsidRDefault="008F7072" w:rsidP="008F7072">
            <w:pPr>
              <w:tabs>
                <w:tab w:val="decimal" w:pos="640"/>
              </w:tabs>
              <w:spacing w:line="300" w:lineRule="atLeast"/>
              <w:ind w:left="-124" w:right="-7"/>
              <w:rPr>
                <w:rFonts w:eastAsia="Arial Unicode MS"/>
                <w:sz w:val="22"/>
                <w:szCs w:val="22"/>
              </w:rPr>
            </w:pPr>
            <w:r w:rsidRPr="002715A3">
              <w:rPr>
                <w:sz w:val="22"/>
                <w:szCs w:val="22"/>
              </w:rPr>
              <w:t>-</w:t>
            </w:r>
          </w:p>
        </w:tc>
        <w:tc>
          <w:tcPr>
            <w:tcW w:w="193" w:type="dxa"/>
            <w:gridSpan w:val="2"/>
            <w:vAlign w:val="bottom"/>
          </w:tcPr>
          <w:p w14:paraId="48B8F222" w14:textId="77777777" w:rsidR="008F7072" w:rsidRPr="002715A3" w:rsidRDefault="008F7072" w:rsidP="008F7072">
            <w:pPr>
              <w:tabs>
                <w:tab w:val="decimal" w:pos="882"/>
              </w:tabs>
              <w:spacing w:line="300" w:lineRule="atLeast"/>
              <w:ind w:left="-124" w:right="-79"/>
              <w:rPr>
                <w:rFonts w:eastAsia="Arial Unicode MS"/>
                <w:sz w:val="22"/>
                <w:szCs w:val="22"/>
              </w:rPr>
            </w:pPr>
          </w:p>
        </w:tc>
        <w:tc>
          <w:tcPr>
            <w:tcW w:w="978" w:type="dxa"/>
            <w:tcBorders>
              <w:bottom w:val="single" w:sz="4" w:space="0" w:color="auto"/>
            </w:tcBorders>
          </w:tcPr>
          <w:p w14:paraId="7A2DE70D" w14:textId="12C930F3" w:rsidR="008F7072" w:rsidRPr="008F7072" w:rsidRDefault="008F7072" w:rsidP="008F7072">
            <w:pPr>
              <w:tabs>
                <w:tab w:val="decimal" w:pos="804"/>
              </w:tabs>
              <w:spacing w:line="300" w:lineRule="atLeast"/>
              <w:ind w:left="-124" w:right="-75"/>
              <w:rPr>
                <w:sz w:val="22"/>
                <w:szCs w:val="22"/>
              </w:rPr>
            </w:pPr>
            <w:r w:rsidRPr="008F7072">
              <w:rPr>
                <w:sz w:val="22"/>
                <w:szCs w:val="22"/>
              </w:rPr>
              <w:t>1,039,620</w:t>
            </w:r>
          </w:p>
        </w:tc>
        <w:tc>
          <w:tcPr>
            <w:tcW w:w="183" w:type="dxa"/>
          </w:tcPr>
          <w:p w14:paraId="4E05E2B8" w14:textId="77777777" w:rsidR="008F7072" w:rsidRPr="002715A3" w:rsidRDefault="008F7072" w:rsidP="008F7072">
            <w:pPr>
              <w:pStyle w:val="acctfourfigures"/>
              <w:tabs>
                <w:tab w:val="clear" w:pos="765"/>
                <w:tab w:val="decimal" w:pos="882"/>
              </w:tabs>
              <w:spacing w:line="300" w:lineRule="atLeast"/>
              <w:ind w:left="-124" w:right="-79"/>
              <w:rPr>
                <w:b/>
                <w:bCs/>
                <w:i/>
                <w:iCs/>
                <w:szCs w:val="22"/>
              </w:rPr>
            </w:pPr>
          </w:p>
        </w:tc>
        <w:tc>
          <w:tcPr>
            <w:tcW w:w="1080" w:type="dxa"/>
            <w:tcBorders>
              <w:bottom w:val="single" w:sz="4" w:space="0" w:color="auto"/>
            </w:tcBorders>
          </w:tcPr>
          <w:p w14:paraId="52D79691" w14:textId="1CD7F28A" w:rsidR="008F7072" w:rsidRPr="002715A3" w:rsidRDefault="008F7072" w:rsidP="008F7072">
            <w:pPr>
              <w:tabs>
                <w:tab w:val="decimal" w:pos="909"/>
              </w:tabs>
              <w:spacing w:line="300" w:lineRule="atLeast"/>
              <w:ind w:left="-124" w:right="11"/>
              <w:rPr>
                <w:rFonts w:eastAsia="Arial Unicode MS"/>
                <w:sz w:val="22"/>
                <w:szCs w:val="22"/>
              </w:rPr>
            </w:pPr>
            <w:r w:rsidRPr="002715A3">
              <w:rPr>
                <w:sz w:val="22"/>
                <w:szCs w:val="22"/>
              </w:rPr>
              <w:t>766,483</w:t>
            </w:r>
          </w:p>
        </w:tc>
      </w:tr>
      <w:tr w:rsidR="008F7072" w:rsidRPr="002715A3" w14:paraId="192D068A" w14:textId="77777777" w:rsidTr="00F14601">
        <w:trPr>
          <w:cantSplit/>
          <w:trHeight w:val="259"/>
        </w:trPr>
        <w:tc>
          <w:tcPr>
            <w:tcW w:w="4399" w:type="dxa"/>
            <w:vAlign w:val="bottom"/>
          </w:tcPr>
          <w:p w14:paraId="79CD38B2" w14:textId="6F609BAB" w:rsidR="008F7072" w:rsidRPr="002715A3" w:rsidRDefault="008F7072" w:rsidP="008F7072">
            <w:pPr>
              <w:pStyle w:val="Heading1"/>
              <w:spacing w:line="300" w:lineRule="atLeast"/>
              <w:ind w:left="0" w:right="65"/>
              <w:jc w:val="left"/>
              <w:rPr>
                <w:rFonts w:eastAsia="Arial Unicode MS"/>
                <w:b w:val="0"/>
                <w:bCs w:val="0"/>
                <w:color w:val="auto"/>
              </w:rPr>
            </w:pPr>
            <w:r w:rsidRPr="002715A3">
              <w:t>Total</w:t>
            </w:r>
          </w:p>
        </w:tc>
        <w:tc>
          <w:tcPr>
            <w:tcW w:w="1175" w:type="dxa"/>
            <w:tcBorders>
              <w:top w:val="single" w:sz="4" w:space="0" w:color="auto"/>
            </w:tcBorders>
          </w:tcPr>
          <w:p w14:paraId="5104F79A" w14:textId="6A9C8C0B" w:rsidR="008F7072" w:rsidRPr="002715A3" w:rsidRDefault="008F7072" w:rsidP="008F7072">
            <w:pPr>
              <w:tabs>
                <w:tab w:val="decimal" w:pos="640"/>
              </w:tabs>
              <w:spacing w:line="300" w:lineRule="atLeast"/>
              <w:ind w:left="-124" w:right="-7"/>
              <w:rPr>
                <w:b/>
                <w:bCs/>
                <w:sz w:val="22"/>
                <w:szCs w:val="22"/>
              </w:rPr>
            </w:pPr>
            <w:r w:rsidRPr="002715A3">
              <w:rPr>
                <w:b/>
                <w:bCs/>
                <w:sz w:val="22"/>
                <w:szCs w:val="22"/>
              </w:rPr>
              <w:t>-</w:t>
            </w:r>
          </w:p>
        </w:tc>
        <w:tc>
          <w:tcPr>
            <w:tcW w:w="183" w:type="dxa"/>
            <w:vAlign w:val="bottom"/>
          </w:tcPr>
          <w:p w14:paraId="469BC15C" w14:textId="77777777" w:rsidR="008F7072" w:rsidRPr="002715A3" w:rsidRDefault="008F7072" w:rsidP="008F7072">
            <w:pPr>
              <w:tabs>
                <w:tab w:val="decimal" w:pos="882"/>
              </w:tabs>
              <w:spacing w:line="300" w:lineRule="atLeast"/>
              <w:ind w:left="-124" w:right="-79"/>
              <w:rPr>
                <w:rFonts w:eastAsia="Arial Unicode MS"/>
                <w:b/>
                <w:bCs/>
                <w:sz w:val="22"/>
                <w:szCs w:val="22"/>
              </w:rPr>
            </w:pPr>
          </w:p>
        </w:tc>
        <w:tc>
          <w:tcPr>
            <w:tcW w:w="1079" w:type="dxa"/>
          </w:tcPr>
          <w:p w14:paraId="6055CE45" w14:textId="1215FB12" w:rsidR="008F7072" w:rsidRPr="002715A3" w:rsidRDefault="008F7072" w:rsidP="008F7072">
            <w:pPr>
              <w:tabs>
                <w:tab w:val="decimal" w:pos="640"/>
              </w:tabs>
              <w:spacing w:line="300" w:lineRule="atLeast"/>
              <w:ind w:left="-124" w:right="-7"/>
              <w:rPr>
                <w:rFonts w:eastAsia="Arial Unicode MS"/>
                <w:b/>
                <w:bCs/>
                <w:sz w:val="22"/>
                <w:szCs w:val="22"/>
                <w:cs/>
              </w:rPr>
            </w:pPr>
            <w:r w:rsidRPr="002715A3">
              <w:rPr>
                <w:b/>
                <w:bCs/>
                <w:sz w:val="22"/>
                <w:szCs w:val="22"/>
              </w:rPr>
              <w:t>-</w:t>
            </w:r>
          </w:p>
        </w:tc>
        <w:tc>
          <w:tcPr>
            <w:tcW w:w="193" w:type="dxa"/>
            <w:gridSpan w:val="2"/>
            <w:vAlign w:val="center"/>
          </w:tcPr>
          <w:p w14:paraId="56D723D4" w14:textId="77777777" w:rsidR="008F7072" w:rsidRPr="002715A3" w:rsidRDefault="008F7072" w:rsidP="008F7072">
            <w:pPr>
              <w:tabs>
                <w:tab w:val="decimal" w:pos="882"/>
              </w:tabs>
              <w:spacing w:line="300" w:lineRule="atLeast"/>
              <w:ind w:left="-124" w:right="-79"/>
              <w:rPr>
                <w:rFonts w:eastAsia="Arial Unicode MS"/>
                <w:sz w:val="22"/>
                <w:szCs w:val="22"/>
              </w:rPr>
            </w:pPr>
          </w:p>
        </w:tc>
        <w:tc>
          <w:tcPr>
            <w:tcW w:w="978" w:type="dxa"/>
          </w:tcPr>
          <w:p w14:paraId="16865209" w14:textId="4B679C5D" w:rsidR="008F7072" w:rsidRPr="008F7072" w:rsidRDefault="008F7072" w:rsidP="008F7072">
            <w:pPr>
              <w:tabs>
                <w:tab w:val="decimal" w:pos="804"/>
              </w:tabs>
              <w:spacing w:line="300" w:lineRule="atLeast"/>
              <w:ind w:left="-124" w:right="-75"/>
              <w:rPr>
                <w:b/>
                <w:bCs/>
                <w:sz w:val="22"/>
                <w:szCs w:val="22"/>
              </w:rPr>
            </w:pPr>
            <w:r w:rsidRPr="008F7072">
              <w:rPr>
                <w:b/>
                <w:bCs/>
                <w:sz w:val="22"/>
                <w:szCs w:val="22"/>
              </w:rPr>
              <w:t>1,039,620</w:t>
            </w:r>
          </w:p>
        </w:tc>
        <w:tc>
          <w:tcPr>
            <w:tcW w:w="183" w:type="dxa"/>
            <w:vAlign w:val="center"/>
          </w:tcPr>
          <w:p w14:paraId="3A05EAD4" w14:textId="77777777" w:rsidR="008F7072" w:rsidRPr="002715A3" w:rsidRDefault="008F7072" w:rsidP="008F7072">
            <w:pPr>
              <w:pStyle w:val="acctfourfigures"/>
              <w:tabs>
                <w:tab w:val="clear" w:pos="765"/>
                <w:tab w:val="decimal" w:pos="882"/>
              </w:tabs>
              <w:spacing w:line="300" w:lineRule="atLeast"/>
              <w:ind w:left="-124" w:right="-79"/>
              <w:rPr>
                <w:b/>
                <w:bCs/>
                <w:i/>
                <w:iCs/>
                <w:szCs w:val="22"/>
              </w:rPr>
            </w:pPr>
          </w:p>
        </w:tc>
        <w:tc>
          <w:tcPr>
            <w:tcW w:w="1080" w:type="dxa"/>
          </w:tcPr>
          <w:p w14:paraId="100E8C67" w14:textId="0C996912" w:rsidR="008F7072" w:rsidRPr="002715A3" w:rsidRDefault="008F7072" w:rsidP="008F7072">
            <w:pPr>
              <w:tabs>
                <w:tab w:val="decimal" w:pos="920"/>
              </w:tabs>
              <w:spacing w:line="300" w:lineRule="atLeast"/>
              <w:ind w:left="-124" w:right="11"/>
              <w:rPr>
                <w:rFonts w:eastAsia="Arial Unicode MS"/>
                <w:b/>
                <w:bCs/>
                <w:sz w:val="22"/>
                <w:szCs w:val="22"/>
              </w:rPr>
            </w:pPr>
            <w:r w:rsidRPr="002715A3">
              <w:rPr>
                <w:b/>
                <w:bCs/>
                <w:sz w:val="22"/>
                <w:szCs w:val="22"/>
              </w:rPr>
              <w:t>766,483</w:t>
            </w:r>
          </w:p>
        </w:tc>
      </w:tr>
      <w:tr w:rsidR="008F7072" w:rsidRPr="002715A3" w14:paraId="280E6FE4" w14:textId="77777777" w:rsidTr="000A4028">
        <w:trPr>
          <w:cantSplit/>
          <w:trHeight w:val="259"/>
        </w:trPr>
        <w:tc>
          <w:tcPr>
            <w:tcW w:w="4399" w:type="dxa"/>
            <w:vAlign w:val="bottom"/>
          </w:tcPr>
          <w:p w14:paraId="6B63DFEC" w14:textId="77777777" w:rsidR="008F7072" w:rsidRPr="002715A3" w:rsidRDefault="008F7072" w:rsidP="008F7072">
            <w:pPr>
              <w:pStyle w:val="Heading1"/>
              <w:spacing w:line="300" w:lineRule="atLeast"/>
              <w:ind w:left="0" w:right="65"/>
              <w:jc w:val="left"/>
            </w:pPr>
          </w:p>
        </w:tc>
        <w:tc>
          <w:tcPr>
            <w:tcW w:w="1175" w:type="dxa"/>
            <w:tcBorders>
              <w:top w:val="double" w:sz="4" w:space="0" w:color="auto"/>
            </w:tcBorders>
            <w:vAlign w:val="bottom"/>
          </w:tcPr>
          <w:p w14:paraId="7192607C" w14:textId="77777777" w:rsidR="008F7072" w:rsidRPr="002715A3" w:rsidRDefault="008F7072" w:rsidP="008F7072">
            <w:pPr>
              <w:tabs>
                <w:tab w:val="decimal" w:pos="640"/>
              </w:tabs>
              <w:spacing w:line="300" w:lineRule="atLeast"/>
              <w:ind w:left="-124" w:right="-7"/>
              <w:rPr>
                <w:sz w:val="22"/>
                <w:szCs w:val="22"/>
              </w:rPr>
            </w:pPr>
          </w:p>
        </w:tc>
        <w:tc>
          <w:tcPr>
            <w:tcW w:w="183" w:type="dxa"/>
            <w:vAlign w:val="bottom"/>
          </w:tcPr>
          <w:p w14:paraId="178C69B7" w14:textId="77777777" w:rsidR="008F7072" w:rsidRPr="002715A3" w:rsidRDefault="008F7072" w:rsidP="008F7072">
            <w:pPr>
              <w:tabs>
                <w:tab w:val="decimal" w:pos="882"/>
              </w:tabs>
              <w:spacing w:line="300" w:lineRule="atLeast"/>
              <w:ind w:left="-124" w:right="-79"/>
              <w:rPr>
                <w:rFonts w:eastAsia="Arial Unicode MS"/>
                <w:sz w:val="22"/>
                <w:szCs w:val="22"/>
              </w:rPr>
            </w:pPr>
          </w:p>
        </w:tc>
        <w:tc>
          <w:tcPr>
            <w:tcW w:w="1079" w:type="dxa"/>
            <w:tcBorders>
              <w:top w:val="double" w:sz="4" w:space="0" w:color="auto"/>
            </w:tcBorders>
            <w:vAlign w:val="bottom"/>
          </w:tcPr>
          <w:p w14:paraId="00C03DEB" w14:textId="77777777" w:rsidR="008F7072" w:rsidRPr="002715A3" w:rsidRDefault="008F7072" w:rsidP="008F7072">
            <w:pPr>
              <w:tabs>
                <w:tab w:val="decimal" w:pos="640"/>
              </w:tabs>
              <w:spacing w:line="300" w:lineRule="atLeast"/>
              <w:ind w:left="-124" w:right="-7"/>
              <w:rPr>
                <w:rFonts w:eastAsia="Arial Unicode MS"/>
                <w:sz w:val="22"/>
                <w:szCs w:val="22"/>
                <w:cs/>
              </w:rPr>
            </w:pPr>
          </w:p>
        </w:tc>
        <w:tc>
          <w:tcPr>
            <w:tcW w:w="193" w:type="dxa"/>
            <w:gridSpan w:val="2"/>
            <w:vAlign w:val="center"/>
          </w:tcPr>
          <w:p w14:paraId="6A1408D5" w14:textId="77777777" w:rsidR="008F7072" w:rsidRPr="002715A3" w:rsidRDefault="008F7072" w:rsidP="008F7072">
            <w:pPr>
              <w:tabs>
                <w:tab w:val="decimal" w:pos="882"/>
              </w:tabs>
              <w:spacing w:line="300" w:lineRule="atLeast"/>
              <w:ind w:left="-124" w:right="-79"/>
              <w:rPr>
                <w:rFonts w:eastAsia="Arial Unicode MS"/>
                <w:sz w:val="22"/>
                <w:szCs w:val="22"/>
              </w:rPr>
            </w:pPr>
          </w:p>
        </w:tc>
        <w:tc>
          <w:tcPr>
            <w:tcW w:w="978" w:type="dxa"/>
            <w:tcBorders>
              <w:top w:val="double" w:sz="4" w:space="0" w:color="auto"/>
            </w:tcBorders>
          </w:tcPr>
          <w:p w14:paraId="1DA3B085" w14:textId="77777777" w:rsidR="008F7072" w:rsidRPr="008F7072" w:rsidRDefault="008F7072" w:rsidP="008F7072">
            <w:pPr>
              <w:tabs>
                <w:tab w:val="decimal" w:pos="920"/>
              </w:tabs>
              <w:spacing w:line="300" w:lineRule="atLeast"/>
              <w:ind w:left="-124" w:right="11"/>
              <w:rPr>
                <w:rFonts w:eastAsia="Arial Unicode MS"/>
                <w:sz w:val="22"/>
                <w:szCs w:val="22"/>
              </w:rPr>
            </w:pPr>
          </w:p>
        </w:tc>
        <w:tc>
          <w:tcPr>
            <w:tcW w:w="183" w:type="dxa"/>
            <w:vAlign w:val="center"/>
          </w:tcPr>
          <w:p w14:paraId="2BB794CA" w14:textId="77777777" w:rsidR="008F7072" w:rsidRPr="002715A3" w:rsidRDefault="008F7072" w:rsidP="008F7072">
            <w:pPr>
              <w:pStyle w:val="acctfourfigures"/>
              <w:tabs>
                <w:tab w:val="clear" w:pos="765"/>
                <w:tab w:val="decimal" w:pos="882"/>
              </w:tabs>
              <w:spacing w:line="300" w:lineRule="atLeast"/>
              <w:ind w:left="-124" w:right="-79"/>
              <w:rPr>
                <w:b/>
                <w:bCs/>
                <w:i/>
                <w:iCs/>
                <w:szCs w:val="22"/>
              </w:rPr>
            </w:pPr>
          </w:p>
        </w:tc>
        <w:tc>
          <w:tcPr>
            <w:tcW w:w="1080" w:type="dxa"/>
            <w:tcBorders>
              <w:top w:val="double" w:sz="4" w:space="0" w:color="auto"/>
            </w:tcBorders>
            <w:vAlign w:val="center"/>
          </w:tcPr>
          <w:p w14:paraId="3CD3E53F" w14:textId="77777777" w:rsidR="008F7072" w:rsidRPr="002715A3" w:rsidRDefault="008F7072" w:rsidP="008F7072">
            <w:pPr>
              <w:tabs>
                <w:tab w:val="decimal" w:pos="920"/>
              </w:tabs>
              <w:spacing w:line="300" w:lineRule="atLeast"/>
              <w:ind w:left="-124" w:right="11"/>
              <w:rPr>
                <w:rFonts w:eastAsia="Arial Unicode MS"/>
                <w:sz w:val="22"/>
                <w:szCs w:val="22"/>
              </w:rPr>
            </w:pPr>
          </w:p>
        </w:tc>
      </w:tr>
      <w:tr w:rsidR="008F7072" w:rsidRPr="002715A3" w14:paraId="62D625EE" w14:textId="77777777" w:rsidTr="00276ADC">
        <w:trPr>
          <w:cantSplit/>
          <w:trHeight w:val="70"/>
        </w:trPr>
        <w:tc>
          <w:tcPr>
            <w:tcW w:w="4399" w:type="dxa"/>
            <w:vAlign w:val="bottom"/>
          </w:tcPr>
          <w:p w14:paraId="32BC38AE" w14:textId="256E0399" w:rsidR="008F7072" w:rsidRPr="002715A3" w:rsidRDefault="008F7072" w:rsidP="008F7072">
            <w:pPr>
              <w:spacing w:line="300" w:lineRule="atLeast"/>
              <w:ind w:right="65"/>
              <w:rPr>
                <w:rFonts w:eastAsia="Arial Unicode MS"/>
                <w:b/>
                <w:bCs/>
                <w:sz w:val="22"/>
                <w:szCs w:val="22"/>
              </w:rPr>
            </w:pPr>
            <w:r w:rsidRPr="002715A3">
              <w:rPr>
                <w:rFonts w:eastAsia="Arial Unicode MS"/>
                <w:b/>
                <w:bCs/>
                <w:i/>
                <w:iCs/>
                <w:sz w:val="22"/>
                <w:szCs w:val="22"/>
              </w:rPr>
              <w:t>Other current receivables</w:t>
            </w:r>
          </w:p>
        </w:tc>
        <w:tc>
          <w:tcPr>
            <w:tcW w:w="1175" w:type="dxa"/>
            <w:vAlign w:val="bottom"/>
          </w:tcPr>
          <w:p w14:paraId="68C18D81" w14:textId="77777777" w:rsidR="008F7072" w:rsidRPr="002715A3" w:rsidRDefault="008F7072" w:rsidP="008F7072">
            <w:pPr>
              <w:tabs>
                <w:tab w:val="decimal" w:pos="640"/>
              </w:tabs>
              <w:spacing w:line="300" w:lineRule="atLeast"/>
              <w:ind w:left="-124" w:right="-7"/>
              <w:rPr>
                <w:sz w:val="22"/>
                <w:szCs w:val="22"/>
              </w:rPr>
            </w:pPr>
          </w:p>
        </w:tc>
        <w:tc>
          <w:tcPr>
            <w:tcW w:w="183" w:type="dxa"/>
          </w:tcPr>
          <w:p w14:paraId="645E8440" w14:textId="77777777" w:rsidR="008F7072" w:rsidRPr="002715A3" w:rsidRDefault="008F7072" w:rsidP="008F7072">
            <w:pPr>
              <w:tabs>
                <w:tab w:val="decimal" w:pos="640"/>
              </w:tabs>
              <w:spacing w:line="300" w:lineRule="atLeast"/>
              <w:ind w:left="-124" w:right="-7"/>
              <w:rPr>
                <w:sz w:val="22"/>
                <w:szCs w:val="22"/>
              </w:rPr>
            </w:pPr>
          </w:p>
        </w:tc>
        <w:tc>
          <w:tcPr>
            <w:tcW w:w="1079" w:type="dxa"/>
            <w:vAlign w:val="bottom"/>
          </w:tcPr>
          <w:p w14:paraId="519ADFBD" w14:textId="31BADD1E" w:rsidR="008F7072" w:rsidRPr="002715A3" w:rsidRDefault="008F7072" w:rsidP="008F7072">
            <w:pPr>
              <w:tabs>
                <w:tab w:val="decimal" w:pos="640"/>
              </w:tabs>
              <w:spacing w:line="300" w:lineRule="atLeast"/>
              <w:ind w:left="-124" w:right="-7"/>
              <w:rPr>
                <w:sz w:val="22"/>
                <w:szCs w:val="22"/>
              </w:rPr>
            </w:pPr>
          </w:p>
        </w:tc>
        <w:tc>
          <w:tcPr>
            <w:tcW w:w="193" w:type="dxa"/>
            <w:gridSpan w:val="2"/>
            <w:vAlign w:val="bottom"/>
          </w:tcPr>
          <w:p w14:paraId="3D8645FA"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978" w:type="dxa"/>
          </w:tcPr>
          <w:p w14:paraId="52F6FDCA" w14:textId="77777777" w:rsidR="008F7072" w:rsidRPr="008F7072" w:rsidRDefault="008F7072" w:rsidP="008F7072">
            <w:pPr>
              <w:pStyle w:val="acctmergecolhdg"/>
              <w:spacing w:line="300" w:lineRule="atLeast"/>
              <w:ind w:right="65"/>
              <w:rPr>
                <w:rFonts w:eastAsia="Arial Unicode MS"/>
                <w:bCs/>
                <w:szCs w:val="22"/>
                <w:lang w:val="en-US" w:bidi="th-TH"/>
              </w:rPr>
            </w:pPr>
          </w:p>
        </w:tc>
        <w:tc>
          <w:tcPr>
            <w:tcW w:w="183" w:type="dxa"/>
          </w:tcPr>
          <w:p w14:paraId="68732272"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1080" w:type="dxa"/>
          </w:tcPr>
          <w:p w14:paraId="60456F92" w14:textId="6EB93A1B" w:rsidR="008F7072" w:rsidRPr="002715A3" w:rsidRDefault="008F7072" w:rsidP="008F7072">
            <w:pPr>
              <w:pStyle w:val="acctmergecolhdg"/>
              <w:spacing w:line="300" w:lineRule="atLeast"/>
              <w:ind w:right="65"/>
              <w:rPr>
                <w:rFonts w:eastAsia="Arial Unicode MS"/>
                <w:bCs/>
                <w:szCs w:val="22"/>
                <w:lang w:val="en-US" w:bidi="th-TH"/>
              </w:rPr>
            </w:pPr>
          </w:p>
        </w:tc>
      </w:tr>
      <w:tr w:rsidR="008F7072" w:rsidRPr="002715A3" w14:paraId="49E58B6F" w14:textId="77777777" w:rsidTr="00276ADC">
        <w:trPr>
          <w:cantSplit/>
          <w:trHeight w:val="70"/>
        </w:trPr>
        <w:tc>
          <w:tcPr>
            <w:tcW w:w="4399" w:type="dxa"/>
            <w:vAlign w:val="bottom"/>
          </w:tcPr>
          <w:p w14:paraId="1A86B53D" w14:textId="088CD74E" w:rsidR="008F7072" w:rsidRPr="002715A3" w:rsidRDefault="008F7072" w:rsidP="008F7072">
            <w:pPr>
              <w:spacing w:line="300" w:lineRule="atLeast"/>
              <w:ind w:right="65"/>
              <w:rPr>
                <w:rFonts w:eastAsia="Arial Unicode MS"/>
                <w:b/>
                <w:bCs/>
                <w:sz w:val="22"/>
                <w:szCs w:val="22"/>
              </w:rPr>
            </w:pPr>
            <w:r w:rsidRPr="002715A3">
              <w:rPr>
                <w:rFonts w:eastAsia="Arial Unicode MS"/>
                <w:sz w:val="22"/>
                <w:szCs w:val="22"/>
              </w:rPr>
              <w:t>Subsidiaries</w:t>
            </w:r>
          </w:p>
        </w:tc>
        <w:tc>
          <w:tcPr>
            <w:tcW w:w="1175" w:type="dxa"/>
            <w:vAlign w:val="bottom"/>
          </w:tcPr>
          <w:p w14:paraId="3CE3AB25" w14:textId="12B576AA" w:rsidR="008F7072" w:rsidRPr="002715A3" w:rsidRDefault="008F7072" w:rsidP="008F7072">
            <w:pPr>
              <w:tabs>
                <w:tab w:val="decimal" w:pos="640"/>
              </w:tabs>
              <w:spacing w:line="300" w:lineRule="atLeast"/>
              <w:ind w:left="-124" w:right="-7"/>
              <w:rPr>
                <w:sz w:val="22"/>
                <w:szCs w:val="22"/>
              </w:rPr>
            </w:pPr>
            <w:r w:rsidRPr="002715A3">
              <w:rPr>
                <w:rFonts w:eastAsia="Arial Unicode MS"/>
                <w:sz w:val="22"/>
                <w:szCs w:val="22"/>
              </w:rPr>
              <w:t>-</w:t>
            </w:r>
          </w:p>
        </w:tc>
        <w:tc>
          <w:tcPr>
            <w:tcW w:w="183" w:type="dxa"/>
          </w:tcPr>
          <w:p w14:paraId="052976F2" w14:textId="77777777" w:rsidR="008F7072" w:rsidRPr="002715A3" w:rsidRDefault="008F7072" w:rsidP="008F7072">
            <w:pPr>
              <w:tabs>
                <w:tab w:val="decimal" w:pos="640"/>
              </w:tabs>
              <w:spacing w:line="300" w:lineRule="atLeast"/>
              <w:ind w:left="-124" w:right="-7"/>
              <w:rPr>
                <w:sz w:val="22"/>
                <w:szCs w:val="22"/>
              </w:rPr>
            </w:pPr>
          </w:p>
        </w:tc>
        <w:tc>
          <w:tcPr>
            <w:tcW w:w="1079" w:type="dxa"/>
            <w:vAlign w:val="bottom"/>
          </w:tcPr>
          <w:p w14:paraId="22C4E6DA" w14:textId="2F17A00F" w:rsidR="008F7072" w:rsidRPr="002715A3" w:rsidRDefault="008F7072" w:rsidP="008F7072">
            <w:pPr>
              <w:tabs>
                <w:tab w:val="decimal" w:pos="640"/>
              </w:tabs>
              <w:spacing w:line="300" w:lineRule="atLeast"/>
              <w:ind w:left="-124" w:right="-7"/>
              <w:rPr>
                <w:sz w:val="22"/>
                <w:szCs w:val="22"/>
              </w:rPr>
            </w:pPr>
            <w:r w:rsidRPr="002715A3">
              <w:rPr>
                <w:rFonts w:eastAsia="Arial Unicode MS"/>
                <w:sz w:val="22"/>
                <w:szCs w:val="22"/>
              </w:rPr>
              <w:t>-</w:t>
            </w:r>
          </w:p>
        </w:tc>
        <w:tc>
          <w:tcPr>
            <w:tcW w:w="193" w:type="dxa"/>
            <w:gridSpan w:val="2"/>
            <w:vAlign w:val="bottom"/>
          </w:tcPr>
          <w:p w14:paraId="76D8F0DD"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978" w:type="dxa"/>
          </w:tcPr>
          <w:p w14:paraId="7B9D4CE9" w14:textId="60E67D91" w:rsidR="008F7072" w:rsidRPr="008F7072" w:rsidRDefault="008F7072" w:rsidP="008F7072">
            <w:pPr>
              <w:tabs>
                <w:tab w:val="decimal" w:pos="804"/>
              </w:tabs>
              <w:spacing w:line="300" w:lineRule="atLeast"/>
              <w:ind w:left="-124" w:right="-75"/>
              <w:rPr>
                <w:rFonts w:eastAsia="Arial Unicode MS"/>
                <w:sz w:val="22"/>
                <w:szCs w:val="22"/>
              </w:rPr>
            </w:pPr>
            <w:r w:rsidRPr="008F7072">
              <w:rPr>
                <w:sz w:val="22"/>
                <w:szCs w:val="22"/>
              </w:rPr>
              <w:t>28,572</w:t>
            </w:r>
          </w:p>
        </w:tc>
        <w:tc>
          <w:tcPr>
            <w:tcW w:w="183" w:type="dxa"/>
          </w:tcPr>
          <w:p w14:paraId="5C9C85F2" w14:textId="76A36CD0" w:rsidR="008F7072" w:rsidRPr="002715A3" w:rsidRDefault="008F7072" w:rsidP="008F7072">
            <w:pPr>
              <w:pStyle w:val="acctmergecolhdg"/>
              <w:spacing w:line="300" w:lineRule="atLeast"/>
              <w:ind w:right="65"/>
              <w:rPr>
                <w:rFonts w:eastAsia="Arial Unicode MS"/>
                <w:b w:val="0"/>
                <w:bCs/>
                <w:szCs w:val="22"/>
                <w:lang w:val="en-US" w:bidi="th-TH"/>
              </w:rPr>
            </w:pPr>
            <w:r w:rsidRPr="002715A3">
              <w:rPr>
                <w:b w:val="0"/>
                <w:bCs/>
                <w:i/>
                <w:iCs/>
                <w:szCs w:val="22"/>
              </w:rPr>
              <w:t xml:space="preserve">           </w:t>
            </w:r>
          </w:p>
        </w:tc>
        <w:tc>
          <w:tcPr>
            <w:tcW w:w="1080" w:type="dxa"/>
          </w:tcPr>
          <w:p w14:paraId="7BCB8621" w14:textId="4CF58512" w:rsidR="008F7072" w:rsidRPr="002715A3" w:rsidRDefault="008F7072" w:rsidP="008F7072">
            <w:pPr>
              <w:tabs>
                <w:tab w:val="decimal" w:pos="909"/>
              </w:tabs>
              <w:spacing w:line="300" w:lineRule="atLeast"/>
              <w:ind w:left="-124" w:right="11"/>
              <w:rPr>
                <w:rFonts w:eastAsia="Arial Unicode MS"/>
                <w:sz w:val="22"/>
                <w:szCs w:val="22"/>
              </w:rPr>
            </w:pPr>
            <w:r w:rsidRPr="002715A3">
              <w:rPr>
                <w:rFonts w:eastAsia="Arial Unicode MS"/>
                <w:sz w:val="22"/>
                <w:szCs w:val="22"/>
              </w:rPr>
              <w:t>17,140</w:t>
            </w:r>
          </w:p>
        </w:tc>
      </w:tr>
      <w:tr w:rsidR="008F7072" w:rsidRPr="002715A3" w14:paraId="12BD1BB4" w14:textId="77777777" w:rsidTr="00A476DE">
        <w:trPr>
          <w:cantSplit/>
          <w:trHeight w:val="70"/>
        </w:trPr>
        <w:tc>
          <w:tcPr>
            <w:tcW w:w="4399" w:type="dxa"/>
            <w:vAlign w:val="bottom"/>
          </w:tcPr>
          <w:p w14:paraId="62675F6F" w14:textId="67B53231" w:rsidR="008F7072" w:rsidRPr="002715A3" w:rsidRDefault="008F7072" w:rsidP="008F7072">
            <w:pPr>
              <w:spacing w:line="300" w:lineRule="atLeast"/>
              <w:ind w:right="65"/>
              <w:rPr>
                <w:rFonts w:eastAsia="Arial Unicode MS"/>
                <w:b/>
                <w:bCs/>
                <w:sz w:val="22"/>
                <w:szCs w:val="22"/>
              </w:rPr>
            </w:pPr>
            <w:r w:rsidRPr="002715A3">
              <w:rPr>
                <w:b/>
                <w:bCs/>
                <w:sz w:val="22"/>
                <w:szCs w:val="22"/>
              </w:rPr>
              <w:t>Total</w:t>
            </w:r>
          </w:p>
        </w:tc>
        <w:tc>
          <w:tcPr>
            <w:tcW w:w="1175" w:type="dxa"/>
            <w:tcBorders>
              <w:top w:val="single" w:sz="4" w:space="0" w:color="auto"/>
              <w:bottom w:val="double" w:sz="4" w:space="0" w:color="auto"/>
            </w:tcBorders>
          </w:tcPr>
          <w:p w14:paraId="32C50529" w14:textId="5696041D" w:rsidR="008F7072" w:rsidRPr="002715A3" w:rsidRDefault="008F7072" w:rsidP="008F7072">
            <w:pPr>
              <w:tabs>
                <w:tab w:val="decimal" w:pos="640"/>
              </w:tabs>
              <w:spacing w:line="300" w:lineRule="atLeast"/>
              <w:ind w:left="-124" w:right="11"/>
              <w:rPr>
                <w:sz w:val="22"/>
                <w:szCs w:val="22"/>
              </w:rPr>
            </w:pPr>
            <w:r w:rsidRPr="002715A3">
              <w:rPr>
                <w:b/>
                <w:bCs/>
                <w:sz w:val="22"/>
                <w:szCs w:val="22"/>
              </w:rPr>
              <w:t>-</w:t>
            </w:r>
          </w:p>
        </w:tc>
        <w:tc>
          <w:tcPr>
            <w:tcW w:w="183" w:type="dxa"/>
            <w:vAlign w:val="center"/>
          </w:tcPr>
          <w:p w14:paraId="4B63B595" w14:textId="77777777" w:rsidR="008F7072" w:rsidRPr="002715A3" w:rsidRDefault="008F7072" w:rsidP="008F7072">
            <w:pPr>
              <w:tabs>
                <w:tab w:val="decimal" w:pos="640"/>
              </w:tabs>
              <w:spacing w:line="300" w:lineRule="atLeast"/>
              <w:ind w:left="-124" w:right="-7"/>
              <w:rPr>
                <w:sz w:val="22"/>
                <w:szCs w:val="22"/>
              </w:rPr>
            </w:pPr>
          </w:p>
        </w:tc>
        <w:tc>
          <w:tcPr>
            <w:tcW w:w="1079" w:type="dxa"/>
            <w:tcBorders>
              <w:top w:val="single" w:sz="4" w:space="0" w:color="auto"/>
              <w:bottom w:val="double" w:sz="4" w:space="0" w:color="auto"/>
            </w:tcBorders>
          </w:tcPr>
          <w:p w14:paraId="4B39FE1A" w14:textId="75A9C950" w:rsidR="008F7072" w:rsidRPr="002715A3" w:rsidRDefault="008F7072" w:rsidP="008F7072">
            <w:pPr>
              <w:tabs>
                <w:tab w:val="decimal" w:pos="640"/>
              </w:tabs>
              <w:spacing w:line="300" w:lineRule="atLeast"/>
              <w:ind w:left="-124" w:right="-7"/>
              <w:rPr>
                <w:sz w:val="22"/>
                <w:szCs w:val="22"/>
              </w:rPr>
            </w:pPr>
            <w:r w:rsidRPr="002715A3">
              <w:rPr>
                <w:b/>
                <w:bCs/>
                <w:sz w:val="22"/>
                <w:szCs w:val="22"/>
              </w:rPr>
              <w:t>-</w:t>
            </w:r>
          </w:p>
        </w:tc>
        <w:tc>
          <w:tcPr>
            <w:tcW w:w="193" w:type="dxa"/>
            <w:gridSpan w:val="2"/>
            <w:vAlign w:val="center"/>
          </w:tcPr>
          <w:p w14:paraId="0AD617A5"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978" w:type="dxa"/>
            <w:tcBorders>
              <w:top w:val="single" w:sz="4" w:space="0" w:color="auto"/>
              <w:bottom w:val="double" w:sz="4" w:space="0" w:color="auto"/>
            </w:tcBorders>
          </w:tcPr>
          <w:p w14:paraId="5255D381" w14:textId="056BFF18" w:rsidR="008F7072" w:rsidRPr="008F7072" w:rsidRDefault="008F7072" w:rsidP="008F7072">
            <w:pPr>
              <w:tabs>
                <w:tab w:val="decimal" w:pos="804"/>
              </w:tabs>
              <w:spacing w:line="300" w:lineRule="atLeast"/>
              <w:ind w:left="-124" w:right="-75"/>
              <w:rPr>
                <w:rFonts w:eastAsia="Arial Unicode MS"/>
                <w:b/>
                <w:bCs/>
                <w:sz w:val="22"/>
                <w:szCs w:val="22"/>
              </w:rPr>
            </w:pPr>
            <w:r w:rsidRPr="008F7072">
              <w:rPr>
                <w:b/>
                <w:bCs/>
                <w:sz w:val="22"/>
                <w:szCs w:val="22"/>
              </w:rPr>
              <w:t>28,572</w:t>
            </w:r>
          </w:p>
        </w:tc>
        <w:tc>
          <w:tcPr>
            <w:tcW w:w="183" w:type="dxa"/>
          </w:tcPr>
          <w:p w14:paraId="419FEF67"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1080" w:type="dxa"/>
            <w:tcBorders>
              <w:top w:val="single" w:sz="4" w:space="0" w:color="auto"/>
              <w:bottom w:val="double" w:sz="4" w:space="0" w:color="auto"/>
            </w:tcBorders>
            <w:vAlign w:val="bottom"/>
          </w:tcPr>
          <w:p w14:paraId="2FB01FB4" w14:textId="2757BCBE" w:rsidR="008F7072" w:rsidRPr="002715A3" w:rsidRDefault="008F7072" w:rsidP="008F7072">
            <w:pPr>
              <w:tabs>
                <w:tab w:val="decimal" w:pos="909"/>
              </w:tabs>
              <w:spacing w:line="300" w:lineRule="atLeast"/>
              <w:ind w:left="-124" w:right="11"/>
              <w:rPr>
                <w:rFonts w:eastAsia="Arial Unicode MS"/>
                <w:b/>
                <w:sz w:val="22"/>
                <w:szCs w:val="22"/>
              </w:rPr>
            </w:pPr>
            <w:r w:rsidRPr="002715A3">
              <w:rPr>
                <w:b/>
                <w:bCs/>
                <w:sz w:val="22"/>
                <w:szCs w:val="22"/>
              </w:rPr>
              <w:t>17,140</w:t>
            </w:r>
          </w:p>
        </w:tc>
      </w:tr>
      <w:tr w:rsidR="008F7072" w:rsidRPr="002715A3" w14:paraId="25C6BA42" w14:textId="77777777" w:rsidTr="00E012E0">
        <w:trPr>
          <w:cantSplit/>
          <w:trHeight w:val="70"/>
        </w:trPr>
        <w:tc>
          <w:tcPr>
            <w:tcW w:w="4399" w:type="dxa"/>
            <w:vAlign w:val="bottom"/>
          </w:tcPr>
          <w:p w14:paraId="596FACDC" w14:textId="77777777" w:rsidR="008F7072" w:rsidRPr="002715A3" w:rsidRDefault="008F7072" w:rsidP="008F7072">
            <w:pPr>
              <w:spacing w:line="300" w:lineRule="atLeast"/>
              <w:ind w:right="65"/>
              <w:rPr>
                <w:sz w:val="22"/>
                <w:szCs w:val="22"/>
              </w:rPr>
            </w:pPr>
          </w:p>
        </w:tc>
        <w:tc>
          <w:tcPr>
            <w:tcW w:w="1175" w:type="dxa"/>
            <w:tcBorders>
              <w:top w:val="double" w:sz="4" w:space="0" w:color="auto"/>
            </w:tcBorders>
          </w:tcPr>
          <w:p w14:paraId="2C476464" w14:textId="77777777" w:rsidR="008F7072" w:rsidRPr="002715A3" w:rsidRDefault="008F7072" w:rsidP="008F7072">
            <w:pPr>
              <w:tabs>
                <w:tab w:val="decimal" w:pos="640"/>
              </w:tabs>
              <w:spacing w:line="300" w:lineRule="atLeast"/>
              <w:ind w:left="-124" w:right="-7"/>
              <w:rPr>
                <w:b/>
                <w:bCs/>
                <w:sz w:val="22"/>
                <w:szCs w:val="22"/>
              </w:rPr>
            </w:pPr>
          </w:p>
        </w:tc>
        <w:tc>
          <w:tcPr>
            <w:tcW w:w="183" w:type="dxa"/>
            <w:vAlign w:val="center"/>
          </w:tcPr>
          <w:p w14:paraId="49E31C74" w14:textId="77777777" w:rsidR="008F7072" w:rsidRPr="002715A3" w:rsidRDefault="008F7072" w:rsidP="008F7072">
            <w:pPr>
              <w:tabs>
                <w:tab w:val="decimal" w:pos="640"/>
              </w:tabs>
              <w:spacing w:line="300" w:lineRule="atLeast"/>
              <w:ind w:left="-124" w:right="-7"/>
              <w:rPr>
                <w:sz w:val="22"/>
                <w:szCs w:val="22"/>
              </w:rPr>
            </w:pPr>
          </w:p>
        </w:tc>
        <w:tc>
          <w:tcPr>
            <w:tcW w:w="1079" w:type="dxa"/>
            <w:tcBorders>
              <w:top w:val="double" w:sz="4" w:space="0" w:color="auto"/>
            </w:tcBorders>
          </w:tcPr>
          <w:p w14:paraId="28C77CF6" w14:textId="77777777" w:rsidR="008F7072" w:rsidRPr="002715A3" w:rsidRDefault="008F7072" w:rsidP="008F7072">
            <w:pPr>
              <w:tabs>
                <w:tab w:val="decimal" w:pos="640"/>
              </w:tabs>
              <w:spacing w:line="300" w:lineRule="atLeast"/>
              <w:ind w:left="-124" w:right="-7"/>
              <w:rPr>
                <w:b/>
                <w:bCs/>
                <w:sz w:val="22"/>
                <w:szCs w:val="22"/>
              </w:rPr>
            </w:pPr>
          </w:p>
        </w:tc>
        <w:tc>
          <w:tcPr>
            <w:tcW w:w="193" w:type="dxa"/>
            <w:gridSpan w:val="2"/>
            <w:vAlign w:val="center"/>
          </w:tcPr>
          <w:p w14:paraId="0811B5A6"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978" w:type="dxa"/>
            <w:tcBorders>
              <w:top w:val="double" w:sz="4" w:space="0" w:color="auto"/>
            </w:tcBorders>
          </w:tcPr>
          <w:p w14:paraId="2A725156" w14:textId="77777777" w:rsidR="008F7072" w:rsidRPr="008F7072" w:rsidRDefault="008F7072" w:rsidP="008F7072">
            <w:pPr>
              <w:pStyle w:val="acctmergecolhdg"/>
              <w:spacing w:line="300" w:lineRule="atLeast"/>
              <w:ind w:right="65"/>
              <w:rPr>
                <w:bCs/>
                <w:szCs w:val="22"/>
              </w:rPr>
            </w:pPr>
          </w:p>
        </w:tc>
        <w:tc>
          <w:tcPr>
            <w:tcW w:w="183" w:type="dxa"/>
          </w:tcPr>
          <w:p w14:paraId="7EA71446"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1080" w:type="dxa"/>
            <w:tcBorders>
              <w:top w:val="double" w:sz="4" w:space="0" w:color="auto"/>
            </w:tcBorders>
            <w:vAlign w:val="bottom"/>
          </w:tcPr>
          <w:p w14:paraId="6AC1BEEF" w14:textId="77777777" w:rsidR="008F7072" w:rsidRPr="002715A3" w:rsidRDefault="008F7072" w:rsidP="008F7072">
            <w:pPr>
              <w:pStyle w:val="acctmergecolhdg"/>
              <w:spacing w:line="300" w:lineRule="atLeast"/>
              <w:ind w:right="65"/>
              <w:rPr>
                <w:bCs/>
                <w:szCs w:val="22"/>
              </w:rPr>
            </w:pPr>
          </w:p>
        </w:tc>
      </w:tr>
      <w:tr w:rsidR="008F7072" w:rsidRPr="002715A3" w14:paraId="7F8CAEB0" w14:textId="77777777" w:rsidTr="00E012E0">
        <w:trPr>
          <w:cantSplit/>
          <w:trHeight w:val="70"/>
        </w:trPr>
        <w:tc>
          <w:tcPr>
            <w:tcW w:w="4399" w:type="dxa"/>
            <w:vAlign w:val="bottom"/>
          </w:tcPr>
          <w:p w14:paraId="53DBD338" w14:textId="7D53A050" w:rsidR="008F7072" w:rsidRPr="002715A3" w:rsidRDefault="008F7072" w:rsidP="008F7072">
            <w:pPr>
              <w:spacing w:line="300" w:lineRule="atLeast"/>
              <w:ind w:right="65"/>
              <w:rPr>
                <w:sz w:val="22"/>
                <w:szCs w:val="22"/>
              </w:rPr>
            </w:pPr>
            <w:r w:rsidRPr="002715A3">
              <w:rPr>
                <w:rFonts w:eastAsia="Arial Unicode MS"/>
                <w:b/>
                <w:bCs/>
                <w:i/>
                <w:iCs/>
                <w:sz w:val="22"/>
                <w:szCs w:val="22"/>
              </w:rPr>
              <w:t>Short-term loans</w:t>
            </w:r>
            <w:r w:rsidRPr="002715A3">
              <w:rPr>
                <w:b/>
                <w:bCs/>
                <w:i/>
                <w:iCs/>
                <w:sz w:val="22"/>
                <w:szCs w:val="22"/>
              </w:rPr>
              <w:t xml:space="preserve"> </w:t>
            </w:r>
            <w:r w:rsidRPr="002715A3">
              <w:rPr>
                <w:rFonts w:eastAsia="Arial Unicode MS"/>
                <w:b/>
                <w:bCs/>
                <w:i/>
                <w:iCs/>
                <w:sz w:val="22"/>
                <w:szCs w:val="22"/>
              </w:rPr>
              <w:t>to</w:t>
            </w:r>
          </w:p>
        </w:tc>
        <w:tc>
          <w:tcPr>
            <w:tcW w:w="1175" w:type="dxa"/>
          </w:tcPr>
          <w:p w14:paraId="3342DDB1" w14:textId="77777777" w:rsidR="008F7072" w:rsidRPr="002715A3" w:rsidRDefault="008F7072" w:rsidP="008F7072">
            <w:pPr>
              <w:tabs>
                <w:tab w:val="decimal" w:pos="640"/>
              </w:tabs>
              <w:spacing w:line="300" w:lineRule="atLeast"/>
              <w:ind w:left="-124" w:right="-7"/>
              <w:rPr>
                <w:b/>
                <w:bCs/>
                <w:sz w:val="22"/>
                <w:szCs w:val="22"/>
              </w:rPr>
            </w:pPr>
          </w:p>
        </w:tc>
        <w:tc>
          <w:tcPr>
            <w:tcW w:w="183" w:type="dxa"/>
            <w:vAlign w:val="center"/>
          </w:tcPr>
          <w:p w14:paraId="273F9AAE" w14:textId="77777777" w:rsidR="008F7072" w:rsidRPr="002715A3" w:rsidRDefault="008F7072" w:rsidP="008F7072">
            <w:pPr>
              <w:tabs>
                <w:tab w:val="decimal" w:pos="640"/>
              </w:tabs>
              <w:spacing w:line="300" w:lineRule="atLeast"/>
              <w:ind w:left="-124" w:right="-7"/>
              <w:rPr>
                <w:sz w:val="22"/>
                <w:szCs w:val="22"/>
              </w:rPr>
            </w:pPr>
          </w:p>
        </w:tc>
        <w:tc>
          <w:tcPr>
            <w:tcW w:w="1079" w:type="dxa"/>
          </w:tcPr>
          <w:p w14:paraId="4E1DD4B6" w14:textId="77777777" w:rsidR="008F7072" w:rsidRPr="002715A3" w:rsidRDefault="008F7072" w:rsidP="008F7072">
            <w:pPr>
              <w:tabs>
                <w:tab w:val="decimal" w:pos="640"/>
              </w:tabs>
              <w:spacing w:line="300" w:lineRule="atLeast"/>
              <w:ind w:left="-124" w:right="-7"/>
              <w:rPr>
                <w:b/>
                <w:bCs/>
                <w:sz w:val="22"/>
                <w:szCs w:val="22"/>
              </w:rPr>
            </w:pPr>
          </w:p>
        </w:tc>
        <w:tc>
          <w:tcPr>
            <w:tcW w:w="193" w:type="dxa"/>
            <w:gridSpan w:val="2"/>
            <w:vAlign w:val="center"/>
          </w:tcPr>
          <w:p w14:paraId="6976193D"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978" w:type="dxa"/>
          </w:tcPr>
          <w:p w14:paraId="72B3322B" w14:textId="77777777" w:rsidR="008F7072" w:rsidRPr="008F7072" w:rsidRDefault="008F7072" w:rsidP="008F7072">
            <w:pPr>
              <w:pStyle w:val="acctmergecolhdg"/>
              <w:spacing w:line="300" w:lineRule="atLeast"/>
              <w:ind w:right="65"/>
              <w:rPr>
                <w:bCs/>
                <w:szCs w:val="22"/>
              </w:rPr>
            </w:pPr>
          </w:p>
        </w:tc>
        <w:tc>
          <w:tcPr>
            <w:tcW w:w="183" w:type="dxa"/>
          </w:tcPr>
          <w:p w14:paraId="5F9882DF"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1080" w:type="dxa"/>
            <w:vAlign w:val="bottom"/>
          </w:tcPr>
          <w:p w14:paraId="78E18A89" w14:textId="77777777" w:rsidR="008F7072" w:rsidRPr="002715A3" w:rsidRDefault="008F7072" w:rsidP="008F7072">
            <w:pPr>
              <w:pStyle w:val="acctmergecolhdg"/>
              <w:spacing w:line="300" w:lineRule="atLeast"/>
              <w:ind w:right="65"/>
              <w:rPr>
                <w:bCs/>
                <w:szCs w:val="22"/>
              </w:rPr>
            </w:pPr>
          </w:p>
        </w:tc>
      </w:tr>
      <w:tr w:rsidR="008F7072" w:rsidRPr="002715A3" w14:paraId="797300E0" w14:textId="77777777" w:rsidTr="00D57A64">
        <w:trPr>
          <w:cantSplit/>
          <w:trHeight w:val="70"/>
        </w:trPr>
        <w:tc>
          <w:tcPr>
            <w:tcW w:w="4399" w:type="dxa"/>
            <w:vAlign w:val="bottom"/>
          </w:tcPr>
          <w:p w14:paraId="458E0BA4" w14:textId="3A0B3FAD" w:rsidR="008F7072" w:rsidRPr="002715A3" w:rsidRDefault="008F7072" w:rsidP="008F7072">
            <w:pPr>
              <w:spacing w:line="300" w:lineRule="atLeast"/>
              <w:ind w:right="65"/>
              <w:rPr>
                <w:sz w:val="22"/>
                <w:szCs w:val="22"/>
              </w:rPr>
            </w:pPr>
            <w:r w:rsidRPr="002715A3">
              <w:rPr>
                <w:rFonts w:eastAsia="Arial Unicode MS"/>
                <w:sz w:val="22"/>
                <w:szCs w:val="22"/>
              </w:rPr>
              <w:t>Subsidiaries</w:t>
            </w:r>
          </w:p>
        </w:tc>
        <w:tc>
          <w:tcPr>
            <w:tcW w:w="1175" w:type="dxa"/>
            <w:tcBorders>
              <w:bottom w:val="single" w:sz="4" w:space="0" w:color="auto"/>
            </w:tcBorders>
          </w:tcPr>
          <w:p w14:paraId="75617811" w14:textId="5428BAC1" w:rsidR="008F7072" w:rsidRPr="002715A3" w:rsidRDefault="008F7072" w:rsidP="008F7072">
            <w:pPr>
              <w:tabs>
                <w:tab w:val="decimal" w:pos="640"/>
              </w:tabs>
              <w:spacing w:line="300" w:lineRule="atLeast"/>
              <w:ind w:left="-124" w:right="-7"/>
              <w:rPr>
                <w:b/>
                <w:bCs/>
                <w:sz w:val="22"/>
                <w:szCs w:val="22"/>
              </w:rPr>
            </w:pPr>
            <w:r w:rsidRPr="002715A3">
              <w:rPr>
                <w:sz w:val="22"/>
                <w:szCs w:val="22"/>
              </w:rPr>
              <w:t>-</w:t>
            </w:r>
          </w:p>
        </w:tc>
        <w:tc>
          <w:tcPr>
            <w:tcW w:w="183" w:type="dxa"/>
            <w:vAlign w:val="center"/>
          </w:tcPr>
          <w:p w14:paraId="37481279" w14:textId="77777777" w:rsidR="008F7072" w:rsidRPr="002715A3" w:rsidRDefault="008F7072" w:rsidP="008F7072">
            <w:pPr>
              <w:tabs>
                <w:tab w:val="decimal" w:pos="640"/>
              </w:tabs>
              <w:spacing w:line="300" w:lineRule="atLeast"/>
              <w:ind w:left="-124" w:right="-7"/>
              <w:rPr>
                <w:sz w:val="22"/>
                <w:szCs w:val="22"/>
              </w:rPr>
            </w:pPr>
          </w:p>
        </w:tc>
        <w:tc>
          <w:tcPr>
            <w:tcW w:w="1079" w:type="dxa"/>
            <w:tcBorders>
              <w:bottom w:val="single" w:sz="4" w:space="0" w:color="auto"/>
            </w:tcBorders>
          </w:tcPr>
          <w:p w14:paraId="62F96DD1" w14:textId="7AE74413" w:rsidR="008F7072" w:rsidRPr="002715A3" w:rsidRDefault="008F7072" w:rsidP="008F7072">
            <w:pPr>
              <w:tabs>
                <w:tab w:val="decimal" w:pos="640"/>
              </w:tabs>
              <w:spacing w:line="300" w:lineRule="atLeast"/>
              <w:ind w:left="-124" w:right="-7"/>
              <w:rPr>
                <w:sz w:val="22"/>
                <w:szCs w:val="22"/>
              </w:rPr>
            </w:pPr>
            <w:r w:rsidRPr="002715A3">
              <w:rPr>
                <w:sz w:val="22"/>
                <w:szCs w:val="22"/>
              </w:rPr>
              <w:t>-</w:t>
            </w:r>
          </w:p>
        </w:tc>
        <w:tc>
          <w:tcPr>
            <w:tcW w:w="193" w:type="dxa"/>
            <w:gridSpan w:val="2"/>
            <w:vAlign w:val="center"/>
          </w:tcPr>
          <w:p w14:paraId="15F6DE2B"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978" w:type="dxa"/>
            <w:tcBorders>
              <w:bottom w:val="single" w:sz="4" w:space="0" w:color="auto"/>
            </w:tcBorders>
          </w:tcPr>
          <w:p w14:paraId="3AB5D909" w14:textId="1B25DFE9" w:rsidR="008F7072" w:rsidRPr="008F7072" w:rsidRDefault="008F7072" w:rsidP="008F7072">
            <w:pPr>
              <w:tabs>
                <w:tab w:val="decimal" w:pos="804"/>
              </w:tabs>
              <w:spacing w:line="300" w:lineRule="atLeast"/>
              <w:ind w:left="-124" w:right="-75"/>
              <w:rPr>
                <w:bCs/>
                <w:sz w:val="22"/>
                <w:szCs w:val="22"/>
              </w:rPr>
            </w:pPr>
            <w:r w:rsidRPr="008F7072">
              <w:rPr>
                <w:sz w:val="22"/>
                <w:szCs w:val="22"/>
              </w:rPr>
              <w:t>900,000</w:t>
            </w:r>
          </w:p>
        </w:tc>
        <w:tc>
          <w:tcPr>
            <w:tcW w:w="183" w:type="dxa"/>
          </w:tcPr>
          <w:p w14:paraId="6D53F7B2"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1080" w:type="dxa"/>
            <w:tcBorders>
              <w:bottom w:val="single" w:sz="4" w:space="0" w:color="auto"/>
            </w:tcBorders>
            <w:vAlign w:val="bottom"/>
          </w:tcPr>
          <w:p w14:paraId="4952682A" w14:textId="62D15D80" w:rsidR="008F7072" w:rsidRPr="002715A3" w:rsidRDefault="008F7072" w:rsidP="008F7072">
            <w:pPr>
              <w:tabs>
                <w:tab w:val="decimal" w:pos="909"/>
              </w:tabs>
              <w:spacing w:line="300" w:lineRule="atLeast"/>
              <w:ind w:left="-124" w:right="11"/>
              <w:rPr>
                <w:bCs/>
                <w:sz w:val="22"/>
                <w:szCs w:val="22"/>
              </w:rPr>
            </w:pPr>
            <w:r w:rsidRPr="002715A3">
              <w:rPr>
                <w:bCs/>
                <w:sz w:val="22"/>
                <w:szCs w:val="22"/>
              </w:rPr>
              <w:t>450,</w:t>
            </w:r>
            <w:r w:rsidRPr="002715A3">
              <w:rPr>
                <w:rFonts w:eastAsia="Arial Unicode MS"/>
                <w:sz w:val="22"/>
                <w:szCs w:val="22"/>
              </w:rPr>
              <w:t>000</w:t>
            </w:r>
          </w:p>
        </w:tc>
      </w:tr>
      <w:tr w:rsidR="008F7072" w:rsidRPr="002715A3" w14:paraId="2606159D" w14:textId="77777777" w:rsidTr="00D57A64">
        <w:trPr>
          <w:cantSplit/>
          <w:trHeight w:val="70"/>
        </w:trPr>
        <w:tc>
          <w:tcPr>
            <w:tcW w:w="4399" w:type="dxa"/>
            <w:vAlign w:val="bottom"/>
          </w:tcPr>
          <w:p w14:paraId="0BE04935" w14:textId="6329DBFB" w:rsidR="008F7072" w:rsidRPr="002715A3" w:rsidRDefault="008F7072" w:rsidP="008F7072">
            <w:pPr>
              <w:spacing w:line="300" w:lineRule="atLeast"/>
              <w:ind w:right="65"/>
              <w:rPr>
                <w:b/>
                <w:bCs/>
                <w:sz w:val="22"/>
                <w:szCs w:val="22"/>
              </w:rPr>
            </w:pPr>
            <w:r w:rsidRPr="002715A3">
              <w:rPr>
                <w:b/>
                <w:bCs/>
                <w:sz w:val="22"/>
                <w:szCs w:val="22"/>
              </w:rPr>
              <w:t>Total</w:t>
            </w:r>
          </w:p>
        </w:tc>
        <w:tc>
          <w:tcPr>
            <w:tcW w:w="1175" w:type="dxa"/>
            <w:tcBorders>
              <w:top w:val="single" w:sz="4" w:space="0" w:color="auto"/>
              <w:bottom w:val="double" w:sz="4" w:space="0" w:color="auto"/>
            </w:tcBorders>
          </w:tcPr>
          <w:p w14:paraId="36653D23" w14:textId="39915F5F" w:rsidR="008F7072" w:rsidRPr="002715A3" w:rsidRDefault="008F7072" w:rsidP="008F7072">
            <w:pPr>
              <w:tabs>
                <w:tab w:val="decimal" w:pos="640"/>
              </w:tabs>
              <w:spacing w:line="300" w:lineRule="atLeast"/>
              <w:ind w:left="-124" w:right="-7"/>
              <w:rPr>
                <w:b/>
                <w:bCs/>
                <w:sz w:val="22"/>
                <w:szCs w:val="22"/>
              </w:rPr>
            </w:pPr>
            <w:r w:rsidRPr="002715A3">
              <w:rPr>
                <w:b/>
                <w:bCs/>
                <w:sz w:val="22"/>
                <w:szCs w:val="22"/>
              </w:rPr>
              <w:t>-</w:t>
            </w:r>
          </w:p>
        </w:tc>
        <w:tc>
          <w:tcPr>
            <w:tcW w:w="183" w:type="dxa"/>
            <w:vAlign w:val="center"/>
          </w:tcPr>
          <w:p w14:paraId="64E73B1C" w14:textId="77777777" w:rsidR="008F7072" w:rsidRPr="002715A3" w:rsidRDefault="008F7072" w:rsidP="008F7072">
            <w:pPr>
              <w:tabs>
                <w:tab w:val="decimal" w:pos="640"/>
              </w:tabs>
              <w:spacing w:line="300" w:lineRule="atLeast"/>
              <w:ind w:left="-124" w:right="-7"/>
              <w:rPr>
                <w:sz w:val="22"/>
                <w:szCs w:val="22"/>
              </w:rPr>
            </w:pPr>
          </w:p>
        </w:tc>
        <w:tc>
          <w:tcPr>
            <w:tcW w:w="1079" w:type="dxa"/>
            <w:tcBorders>
              <w:top w:val="single" w:sz="4" w:space="0" w:color="auto"/>
              <w:bottom w:val="double" w:sz="4" w:space="0" w:color="auto"/>
            </w:tcBorders>
          </w:tcPr>
          <w:p w14:paraId="15D38162" w14:textId="152B7F78" w:rsidR="008F7072" w:rsidRPr="002715A3" w:rsidRDefault="008F7072" w:rsidP="008F7072">
            <w:pPr>
              <w:tabs>
                <w:tab w:val="decimal" w:pos="640"/>
              </w:tabs>
              <w:spacing w:line="300" w:lineRule="atLeast"/>
              <w:ind w:left="-124" w:right="-7"/>
              <w:rPr>
                <w:b/>
                <w:bCs/>
                <w:sz w:val="22"/>
                <w:szCs w:val="22"/>
              </w:rPr>
            </w:pPr>
            <w:r w:rsidRPr="002715A3">
              <w:rPr>
                <w:b/>
                <w:bCs/>
                <w:sz w:val="22"/>
                <w:szCs w:val="22"/>
              </w:rPr>
              <w:t>-</w:t>
            </w:r>
          </w:p>
        </w:tc>
        <w:tc>
          <w:tcPr>
            <w:tcW w:w="193" w:type="dxa"/>
            <w:gridSpan w:val="2"/>
            <w:vAlign w:val="center"/>
          </w:tcPr>
          <w:p w14:paraId="6E1748C4"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978" w:type="dxa"/>
            <w:tcBorders>
              <w:top w:val="single" w:sz="4" w:space="0" w:color="auto"/>
              <w:bottom w:val="double" w:sz="4" w:space="0" w:color="auto"/>
            </w:tcBorders>
          </w:tcPr>
          <w:p w14:paraId="0E4F81F0" w14:textId="170BBD39" w:rsidR="008F7072" w:rsidRPr="008F7072" w:rsidRDefault="008F7072" w:rsidP="008F7072">
            <w:pPr>
              <w:tabs>
                <w:tab w:val="decimal" w:pos="804"/>
              </w:tabs>
              <w:spacing w:line="300" w:lineRule="atLeast"/>
              <w:ind w:left="-124" w:right="-75"/>
              <w:rPr>
                <w:b/>
                <w:bCs/>
                <w:sz w:val="22"/>
                <w:szCs w:val="22"/>
              </w:rPr>
            </w:pPr>
            <w:r w:rsidRPr="008F7072">
              <w:rPr>
                <w:b/>
                <w:bCs/>
                <w:sz w:val="22"/>
                <w:szCs w:val="22"/>
              </w:rPr>
              <w:t>900,000</w:t>
            </w:r>
          </w:p>
        </w:tc>
        <w:tc>
          <w:tcPr>
            <w:tcW w:w="183" w:type="dxa"/>
          </w:tcPr>
          <w:p w14:paraId="1B389C0C" w14:textId="77777777" w:rsidR="008F7072" w:rsidRPr="002715A3" w:rsidRDefault="008F7072" w:rsidP="008F7072">
            <w:pPr>
              <w:pStyle w:val="acctmergecolhdg"/>
              <w:spacing w:line="300" w:lineRule="atLeast"/>
              <w:ind w:right="65"/>
              <w:rPr>
                <w:rFonts w:eastAsia="Arial Unicode MS"/>
                <w:bCs/>
                <w:szCs w:val="22"/>
                <w:lang w:val="en-US" w:bidi="th-TH"/>
              </w:rPr>
            </w:pPr>
          </w:p>
        </w:tc>
        <w:tc>
          <w:tcPr>
            <w:tcW w:w="1080" w:type="dxa"/>
            <w:tcBorders>
              <w:top w:val="single" w:sz="4" w:space="0" w:color="auto"/>
              <w:bottom w:val="double" w:sz="4" w:space="0" w:color="auto"/>
            </w:tcBorders>
            <w:vAlign w:val="bottom"/>
          </w:tcPr>
          <w:p w14:paraId="65C73340" w14:textId="1CAF5EE1" w:rsidR="008F7072" w:rsidRPr="002715A3" w:rsidRDefault="008F7072" w:rsidP="008F7072">
            <w:pPr>
              <w:tabs>
                <w:tab w:val="decimal" w:pos="909"/>
              </w:tabs>
              <w:spacing w:line="300" w:lineRule="atLeast"/>
              <w:ind w:left="-124" w:right="11"/>
              <w:rPr>
                <w:b/>
                <w:sz w:val="22"/>
                <w:szCs w:val="22"/>
              </w:rPr>
            </w:pPr>
            <w:r w:rsidRPr="002715A3">
              <w:rPr>
                <w:b/>
                <w:sz w:val="22"/>
                <w:szCs w:val="22"/>
              </w:rPr>
              <w:t>450,000</w:t>
            </w:r>
          </w:p>
        </w:tc>
      </w:tr>
      <w:tr w:rsidR="00E012E0" w:rsidRPr="002715A3" w14:paraId="4470FDB9" w14:textId="77777777" w:rsidTr="00D57A64">
        <w:trPr>
          <w:cantSplit/>
          <w:trHeight w:val="70"/>
        </w:trPr>
        <w:tc>
          <w:tcPr>
            <w:tcW w:w="4399" w:type="dxa"/>
            <w:vAlign w:val="bottom"/>
          </w:tcPr>
          <w:p w14:paraId="124C2228" w14:textId="77777777" w:rsidR="00E012E0" w:rsidRPr="002715A3" w:rsidRDefault="00E012E0" w:rsidP="001A05CA">
            <w:pPr>
              <w:spacing w:line="300" w:lineRule="atLeast"/>
              <w:ind w:right="65"/>
              <w:rPr>
                <w:sz w:val="22"/>
                <w:szCs w:val="22"/>
              </w:rPr>
            </w:pPr>
          </w:p>
        </w:tc>
        <w:tc>
          <w:tcPr>
            <w:tcW w:w="1175" w:type="dxa"/>
            <w:tcBorders>
              <w:top w:val="double" w:sz="4" w:space="0" w:color="auto"/>
            </w:tcBorders>
          </w:tcPr>
          <w:p w14:paraId="0DC70DCF" w14:textId="77777777" w:rsidR="00E012E0" w:rsidRPr="002715A3" w:rsidRDefault="00E012E0" w:rsidP="001A05CA">
            <w:pPr>
              <w:tabs>
                <w:tab w:val="decimal" w:pos="640"/>
              </w:tabs>
              <w:spacing w:line="300" w:lineRule="atLeast"/>
              <w:ind w:left="-124" w:right="-7"/>
              <w:rPr>
                <w:b/>
                <w:bCs/>
                <w:sz w:val="22"/>
                <w:szCs w:val="22"/>
              </w:rPr>
            </w:pPr>
          </w:p>
        </w:tc>
        <w:tc>
          <w:tcPr>
            <w:tcW w:w="183" w:type="dxa"/>
            <w:vAlign w:val="center"/>
          </w:tcPr>
          <w:p w14:paraId="2869774C" w14:textId="77777777" w:rsidR="00E012E0" w:rsidRPr="002715A3" w:rsidRDefault="00E012E0" w:rsidP="001A05CA">
            <w:pPr>
              <w:tabs>
                <w:tab w:val="decimal" w:pos="640"/>
              </w:tabs>
              <w:spacing w:line="300" w:lineRule="atLeast"/>
              <w:ind w:left="-124" w:right="-7"/>
              <w:rPr>
                <w:sz w:val="22"/>
                <w:szCs w:val="22"/>
              </w:rPr>
            </w:pPr>
          </w:p>
        </w:tc>
        <w:tc>
          <w:tcPr>
            <w:tcW w:w="1079" w:type="dxa"/>
            <w:tcBorders>
              <w:top w:val="double" w:sz="4" w:space="0" w:color="auto"/>
            </w:tcBorders>
          </w:tcPr>
          <w:p w14:paraId="711261D1" w14:textId="77777777" w:rsidR="00E012E0" w:rsidRPr="002715A3" w:rsidRDefault="00E012E0" w:rsidP="001A05CA">
            <w:pPr>
              <w:tabs>
                <w:tab w:val="decimal" w:pos="640"/>
              </w:tabs>
              <w:spacing w:line="300" w:lineRule="atLeast"/>
              <w:ind w:left="-124" w:right="-7"/>
              <w:rPr>
                <w:b/>
                <w:bCs/>
                <w:sz w:val="22"/>
                <w:szCs w:val="22"/>
              </w:rPr>
            </w:pPr>
          </w:p>
        </w:tc>
        <w:tc>
          <w:tcPr>
            <w:tcW w:w="193" w:type="dxa"/>
            <w:gridSpan w:val="2"/>
            <w:vAlign w:val="center"/>
          </w:tcPr>
          <w:p w14:paraId="693F8C81" w14:textId="77777777" w:rsidR="00E012E0" w:rsidRPr="002715A3" w:rsidRDefault="00E012E0" w:rsidP="001A05CA">
            <w:pPr>
              <w:pStyle w:val="acctmergecolhdg"/>
              <w:spacing w:line="300" w:lineRule="atLeast"/>
              <w:ind w:right="65"/>
              <w:rPr>
                <w:rFonts w:eastAsia="Arial Unicode MS"/>
                <w:bCs/>
                <w:szCs w:val="22"/>
                <w:lang w:val="en-US" w:bidi="th-TH"/>
              </w:rPr>
            </w:pPr>
          </w:p>
        </w:tc>
        <w:tc>
          <w:tcPr>
            <w:tcW w:w="978" w:type="dxa"/>
            <w:tcBorders>
              <w:top w:val="double" w:sz="4" w:space="0" w:color="auto"/>
            </w:tcBorders>
          </w:tcPr>
          <w:p w14:paraId="45FE1B30" w14:textId="77777777" w:rsidR="00E012E0" w:rsidRPr="002715A3" w:rsidRDefault="00E012E0" w:rsidP="001A05CA">
            <w:pPr>
              <w:pStyle w:val="acctmergecolhdg"/>
              <w:spacing w:line="300" w:lineRule="atLeast"/>
              <w:ind w:right="65"/>
              <w:rPr>
                <w:bCs/>
                <w:szCs w:val="22"/>
              </w:rPr>
            </w:pPr>
          </w:p>
        </w:tc>
        <w:tc>
          <w:tcPr>
            <w:tcW w:w="183" w:type="dxa"/>
          </w:tcPr>
          <w:p w14:paraId="4065D09C" w14:textId="77777777" w:rsidR="00E012E0" w:rsidRPr="002715A3" w:rsidRDefault="00E012E0" w:rsidP="001A05CA">
            <w:pPr>
              <w:pStyle w:val="acctmergecolhdg"/>
              <w:spacing w:line="300" w:lineRule="atLeast"/>
              <w:ind w:right="65"/>
              <w:rPr>
                <w:rFonts w:eastAsia="Arial Unicode MS"/>
                <w:bCs/>
                <w:szCs w:val="22"/>
                <w:lang w:val="en-US" w:bidi="th-TH"/>
              </w:rPr>
            </w:pPr>
          </w:p>
        </w:tc>
        <w:tc>
          <w:tcPr>
            <w:tcW w:w="1080" w:type="dxa"/>
            <w:tcBorders>
              <w:top w:val="double" w:sz="4" w:space="0" w:color="auto"/>
            </w:tcBorders>
            <w:vAlign w:val="bottom"/>
          </w:tcPr>
          <w:p w14:paraId="1D00D826" w14:textId="77777777" w:rsidR="00E012E0" w:rsidRPr="002715A3" w:rsidRDefault="00E012E0" w:rsidP="001A05CA">
            <w:pPr>
              <w:pStyle w:val="acctmergecolhdg"/>
              <w:spacing w:line="300" w:lineRule="atLeast"/>
              <w:ind w:right="65"/>
              <w:rPr>
                <w:bCs/>
                <w:szCs w:val="22"/>
              </w:rPr>
            </w:pPr>
          </w:p>
        </w:tc>
      </w:tr>
      <w:tr w:rsidR="00E012E0" w:rsidRPr="002715A3" w14:paraId="6F027B82" w14:textId="77777777" w:rsidTr="00A476DE">
        <w:trPr>
          <w:cantSplit/>
        </w:trPr>
        <w:tc>
          <w:tcPr>
            <w:tcW w:w="4399" w:type="dxa"/>
          </w:tcPr>
          <w:p w14:paraId="6B0C2AB0" w14:textId="77DDAA60" w:rsidR="00E012E0" w:rsidRPr="002715A3" w:rsidRDefault="00E012E0" w:rsidP="001A05CA">
            <w:pPr>
              <w:spacing w:line="300" w:lineRule="atLeast"/>
              <w:rPr>
                <w:rFonts w:eastAsia="Arial Unicode MS"/>
                <w:b/>
                <w:bCs/>
                <w:i/>
                <w:iCs/>
                <w:sz w:val="22"/>
                <w:szCs w:val="22"/>
              </w:rPr>
            </w:pPr>
            <w:r w:rsidRPr="002715A3">
              <w:rPr>
                <w:rFonts w:eastAsia="Arial Unicode MS"/>
                <w:b/>
                <w:bCs/>
                <w:i/>
                <w:iCs/>
                <w:sz w:val="22"/>
                <w:szCs w:val="22"/>
              </w:rPr>
              <w:t>Trade payables</w:t>
            </w:r>
          </w:p>
        </w:tc>
        <w:tc>
          <w:tcPr>
            <w:tcW w:w="2437" w:type="dxa"/>
            <w:gridSpan w:val="3"/>
          </w:tcPr>
          <w:p w14:paraId="2A5DBCCC" w14:textId="7BFEC522" w:rsidR="00E012E0" w:rsidRPr="002715A3" w:rsidRDefault="00E012E0" w:rsidP="001A05CA">
            <w:pPr>
              <w:pStyle w:val="acctmergecolhdg"/>
              <w:spacing w:line="300" w:lineRule="atLeast"/>
              <w:rPr>
                <w:szCs w:val="22"/>
              </w:rPr>
            </w:pPr>
          </w:p>
        </w:tc>
        <w:tc>
          <w:tcPr>
            <w:tcW w:w="180" w:type="dxa"/>
          </w:tcPr>
          <w:p w14:paraId="6920AC2F" w14:textId="77777777" w:rsidR="00E012E0" w:rsidRPr="002715A3" w:rsidRDefault="00E012E0" w:rsidP="001A05CA">
            <w:pPr>
              <w:pStyle w:val="acctmergecolhdg"/>
              <w:spacing w:line="300" w:lineRule="atLeast"/>
              <w:rPr>
                <w:szCs w:val="22"/>
              </w:rPr>
            </w:pPr>
          </w:p>
        </w:tc>
        <w:tc>
          <w:tcPr>
            <w:tcW w:w="2254" w:type="dxa"/>
            <w:gridSpan w:val="4"/>
          </w:tcPr>
          <w:p w14:paraId="647170D5" w14:textId="0D1BBBC2" w:rsidR="00E012E0" w:rsidRPr="002715A3" w:rsidRDefault="00E012E0" w:rsidP="001A05CA">
            <w:pPr>
              <w:pStyle w:val="acctmergecolhdg"/>
              <w:spacing w:line="300" w:lineRule="atLeast"/>
              <w:rPr>
                <w:szCs w:val="22"/>
              </w:rPr>
            </w:pPr>
          </w:p>
        </w:tc>
      </w:tr>
      <w:tr w:rsidR="008F7072" w:rsidRPr="002715A3" w14:paraId="7BE9E275" w14:textId="77777777" w:rsidTr="00A476DE">
        <w:trPr>
          <w:cantSplit/>
        </w:trPr>
        <w:tc>
          <w:tcPr>
            <w:tcW w:w="4399" w:type="dxa"/>
            <w:vAlign w:val="bottom"/>
          </w:tcPr>
          <w:p w14:paraId="096B0E87" w14:textId="77777777" w:rsidR="008F7072" w:rsidRPr="002715A3" w:rsidRDefault="008F7072" w:rsidP="008F7072">
            <w:pPr>
              <w:pStyle w:val="Heading1"/>
              <w:spacing w:line="300" w:lineRule="atLeast"/>
              <w:ind w:left="0" w:right="65"/>
              <w:jc w:val="left"/>
              <w:rPr>
                <w:rFonts w:eastAsia="Arial Unicode MS"/>
                <w:color w:val="auto"/>
              </w:rPr>
            </w:pPr>
            <w:r w:rsidRPr="002715A3">
              <w:rPr>
                <w:rFonts w:eastAsia="Arial Unicode MS"/>
                <w:b w:val="0"/>
                <w:bCs w:val="0"/>
                <w:color w:val="auto"/>
              </w:rPr>
              <w:t>Subsidiaries</w:t>
            </w:r>
          </w:p>
        </w:tc>
        <w:tc>
          <w:tcPr>
            <w:tcW w:w="1175" w:type="dxa"/>
          </w:tcPr>
          <w:p w14:paraId="6B190B69" w14:textId="6F4AD3F7" w:rsidR="008F7072" w:rsidRPr="008F7072" w:rsidRDefault="008F7072" w:rsidP="008F7072">
            <w:pPr>
              <w:tabs>
                <w:tab w:val="decimal" w:pos="640"/>
              </w:tabs>
              <w:spacing w:line="300" w:lineRule="atLeast"/>
              <w:ind w:left="-124" w:right="-7"/>
              <w:rPr>
                <w:rFonts w:eastAsia="Arial Unicode MS"/>
                <w:sz w:val="22"/>
                <w:szCs w:val="22"/>
              </w:rPr>
            </w:pPr>
            <w:r w:rsidRPr="008F7072">
              <w:rPr>
                <w:sz w:val="22"/>
                <w:szCs w:val="22"/>
              </w:rPr>
              <w:t>-</w:t>
            </w:r>
          </w:p>
        </w:tc>
        <w:tc>
          <w:tcPr>
            <w:tcW w:w="183" w:type="dxa"/>
          </w:tcPr>
          <w:p w14:paraId="3AD7A817" w14:textId="77777777" w:rsidR="008F7072" w:rsidRPr="002715A3" w:rsidRDefault="008F7072" w:rsidP="008F7072">
            <w:pPr>
              <w:tabs>
                <w:tab w:val="decimal" w:pos="882"/>
              </w:tabs>
              <w:spacing w:line="300" w:lineRule="atLeast"/>
              <w:ind w:left="-124" w:right="-79"/>
              <w:rPr>
                <w:rFonts w:eastAsia="Arial Unicode MS"/>
                <w:sz w:val="22"/>
                <w:szCs w:val="22"/>
              </w:rPr>
            </w:pPr>
          </w:p>
        </w:tc>
        <w:tc>
          <w:tcPr>
            <w:tcW w:w="1079" w:type="dxa"/>
          </w:tcPr>
          <w:p w14:paraId="7E585863" w14:textId="2F60935D" w:rsidR="008F7072" w:rsidRPr="002715A3" w:rsidRDefault="008F7072" w:rsidP="008F7072">
            <w:pPr>
              <w:tabs>
                <w:tab w:val="decimal" w:pos="640"/>
              </w:tabs>
              <w:spacing w:line="300" w:lineRule="atLeast"/>
              <w:ind w:left="-124" w:right="-7"/>
              <w:rPr>
                <w:rFonts w:eastAsia="Arial Unicode MS"/>
                <w:sz w:val="22"/>
                <w:szCs w:val="22"/>
              </w:rPr>
            </w:pPr>
            <w:r w:rsidRPr="002715A3">
              <w:rPr>
                <w:rFonts w:eastAsia="Arial Unicode MS"/>
                <w:sz w:val="22"/>
                <w:szCs w:val="22"/>
              </w:rPr>
              <w:t>-</w:t>
            </w:r>
          </w:p>
        </w:tc>
        <w:tc>
          <w:tcPr>
            <w:tcW w:w="180" w:type="dxa"/>
            <w:vAlign w:val="bottom"/>
          </w:tcPr>
          <w:p w14:paraId="1E43CC99" w14:textId="77777777" w:rsidR="008F7072" w:rsidRPr="002715A3" w:rsidRDefault="008F7072" w:rsidP="008F7072">
            <w:pPr>
              <w:tabs>
                <w:tab w:val="decimal" w:pos="920"/>
              </w:tabs>
              <w:spacing w:line="300" w:lineRule="atLeast"/>
              <w:ind w:left="-124" w:right="-79"/>
              <w:rPr>
                <w:rFonts w:eastAsia="Arial Unicode MS"/>
                <w:sz w:val="22"/>
                <w:szCs w:val="22"/>
              </w:rPr>
            </w:pPr>
          </w:p>
        </w:tc>
        <w:tc>
          <w:tcPr>
            <w:tcW w:w="991" w:type="dxa"/>
            <w:gridSpan w:val="2"/>
          </w:tcPr>
          <w:p w14:paraId="2A0CBC29" w14:textId="5B69B872" w:rsidR="008F7072" w:rsidRPr="008F7072" w:rsidRDefault="008F7072" w:rsidP="008F7072">
            <w:pPr>
              <w:tabs>
                <w:tab w:val="decimal" w:pos="815"/>
              </w:tabs>
              <w:spacing w:line="300" w:lineRule="atLeast"/>
              <w:ind w:left="-124" w:right="-75"/>
              <w:rPr>
                <w:sz w:val="22"/>
                <w:szCs w:val="22"/>
              </w:rPr>
            </w:pPr>
            <w:r w:rsidRPr="008F7072">
              <w:rPr>
                <w:sz w:val="22"/>
                <w:szCs w:val="22"/>
              </w:rPr>
              <w:t>982,220</w:t>
            </w:r>
          </w:p>
        </w:tc>
        <w:tc>
          <w:tcPr>
            <w:tcW w:w="183" w:type="dxa"/>
          </w:tcPr>
          <w:p w14:paraId="459B3BAC" w14:textId="77777777" w:rsidR="008F7072" w:rsidRPr="002715A3" w:rsidRDefault="008F7072" w:rsidP="008F7072">
            <w:pPr>
              <w:pStyle w:val="acctfourfigures"/>
              <w:tabs>
                <w:tab w:val="clear" w:pos="765"/>
                <w:tab w:val="decimal" w:pos="920"/>
              </w:tabs>
              <w:spacing w:line="300" w:lineRule="atLeast"/>
              <w:ind w:left="-124" w:right="-79"/>
              <w:rPr>
                <w:b/>
                <w:bCs/>
                <w:szCs w:val="22"/>
              </w:rPr>
            </w:pPr>
          </w:p>
        </w:tc>
        <w:tc>
          <w:tcPr>
            <w:tcW w:w="1080" w:type="dxa"/>
          </w:tcPr>
          <w:p w14:paraId="6F4D19F6" w14:textId="01178F90" w:rsidR="008F7072" w:rsidRPr="002715A3" w:rsidRDefault="008F7072" w:rsidP="008F7072">
            <w:pPr>
              <w:tabs>
                <w:tab w:val="decimal" w:pos="910"/>
              </w:tabs>
              <w:spacing w:line="300" w:lineRule="atLeast"/>
              <w:ind w:left="-124" w:right="-80"/>
              <w:rPr>
                <w:rFonts w:eastAsia="Arial Unicode MS"/>
                <w:sz w:val="22"/>
                <w:szCs w:val="22"/>
              </w:rPr>
            </w:pPr>
            <w:r w:rsidRPr="002715A3">
              <w:rPr>
                <w:rFonts w:eastAsia="Arial Unicode MS"/>
                <w:sz w:val="22"/>
                <w:szCs w:val="22"/>
              </w:rPr>
              <w:t>809,227</w:t>
            </w:r>
          </w:p>
        </w:tc>
      </w:tr>
      <w:tr w:rsidR="004D4E38" w:rsidRPr="002715A3" w14:paraId="209D68AD" w14:textId="77777777" w:rsidTr="00A476DE">
        <w:trPr>
          <w:cantSplit/>
        </w:trPr>
        <w:tc>
          <w:tcPr>
            <w:tcW w:w="4399" w:type="dxa"/>
            <w:vAlign w:val="bottom"/>
          </w:tcPr>
          <w:p w14:paraId="56A19884" w14:textId="77777777" w:rsidR="004D4E38" w:rsidRPr="002715A3" w:rsidRDefault="004D4E38" w:rsidP="004D4E38">
            <w:pPr>
              <w:pStyle w:val="Heading1"/>
              <w:spacing w:line="300" w:lineRule="atLeast"/>
              <w:ind w:left="0" w:right="65"/>
              <w:jc w:val="left"/>
              <w:rPr>
                <w:rFonts w:eastAsia="Arial Unicode MS" w:cs="Cordia New"/>
                <w:color w:val="auto"/>
              </w:rPr>
            </w:pPr>
            <w:r w:rsidRPr="002715A3">
              <w:rPr>
                <w:rFonts w:eastAsia="Arial Unicode MS"/>
                <w:b w:val="0"/>
                <w:bCs w:val="0"/>
                <w:color w:val="auto"/>
              </w:rPr>
              <w:t>Associate</w:t>
            </w:r>
          </w:p>
        </w:tc>
        <w:tc>
          <w:tcPr>
            <w:tcW w:w="1175" w:type="dxa"/>
          </w:tcPr>
          <w:p w14:paraId="1064DD18" w14:textId="2810CFCB" w:rsidR="004D4E38" w:rsidRPr="004D4E38" w:rsidRDefault="004D4E38" w:rsidP="004D4E38">
            <w:pPr>
              <w:tabs>
                <w:tab w:val="decimal" w:pos="920"/>
              </w:tabs>
              <w:spacing w:line="300" w:lineRule="atLeast"/>
              <w:ind w:left="-124" w:right="-80"/>
              <w:rPr>
                <w:rFonts w:eastAsia="Arial Unicode MS"/>
                <w:sz w:val="22"/>
                <w:szCs w:val="22"/>
              </w:rPr>
            </w:pPr>
            <w:r w:rsidRPr="004D4E38">
              <w:rPr>
                <w:sz w:val="22"/>
                <w:szCs w:val="22"/>
              </w:rPr>
              <w:t>33,173</w:t>
            </w:r>
          </w:p>
        </w:tc>
        <w:tc>
          <w:tcPr>
            <w:tcW w:w="183" w:type="dxa"/>
          </w:tcPr>
          <w:p w14:paraId="08828CBB" w14:textId="77777777" w:rsidR="004D4E38" w:rsidRPr="002715A3" w:rsidRDefault="004D4E38" w:rsidP="004D4E38">
            <w:pPr>
              <w:tabs>
                <w:tab w:val="decimal" w:pos="882"/>
              </w:tabs>
              <w:spacing w:line="300" w:lineRule="atLeast"/>
              <w:ind w:left="-124" w:right="-79"/>
              <w:rPr>
                <w:rFonts w:eastAsia="Arial Unicode MS"/>
                <w:sz w:val="22"/>
                <w:szCs w:val="22"/>
              </w:rPr>
            </w:pPr>
          </w:p>
        </w:tc>
        <w:tc>
          <w:tcPr>
            <w:tcW w:w="1079" w:type="dxa"/>
            <w:tcBorders>
              <w:bottom w:val="single" w:sz="4" w:space="0" w:color="auto"/>
            </w:tcBorders>
          </w:tcPr>
          <w:p w14:paraId="135D9F74" w14:textId="12D40908" w:rsidR="004D4E38" w:rsidRPr="002715A3" w:rsidRDefault="004D4E38" w:rsidP="004D4E38">
            <w:pPr>
              <w:tabs>
                <w:tab w:val="decimal" w:pos="920"/>
              </w:tabs>
              <w:spacing w:line="300" w:lineRule="atLeast"/>
              <w:ind w:left="-124" w:right="-80"/>
              <w:rPr>
                <w:rFonts w:eastAsia="Arial Unicode MS"/>
                <w:sz w:val="22"/>
                <w:szCs w:val="22"/>
              </w:rPr>
            </w:pPr>
            <w:r w:rsidRPr="002715A3">
              <w:rPr>
                <w:sz w:val="22"/>
                <w:szCs w:val="22"/>
              </w:rPr>
              <w:t>29,243</w:t>
            </w:r>
          </w:p>
        </w:tc>
        <w:tc>
          <w:tcPr>
            <w:tcW w:w="180" w:type="dxa"/>
            <w:vAlign w:val="bottom"/>
          </w:tcPr>
          <w:p w14:paraId="09BADD7E" w14:textId="77777777" w:rsidR="004D4E38" w:rsidRPr="002715A3" w:rsidRDefault="004D4E38" w:rsidP="004D4E38">
            <w:pPr>
              <w:tabs>
                <w:tab w:val="decimal" w:pos="920"/>
              </w:tabs>
              <w:spacing w:line="300" w:lineRule="atLeast"/>
              <w:ind w:left="-124" w:right="11"/>
              <w:rPr>
                <w:rFonts w:eastAsia="Arial Unicode MS"/>
                <w:sz w:val="22"/>
                <w:szCs w:val="22"/>
              </w:rPr>
            </w:pPr>
          </w:p>
        </w:tc>
        <w:tc>
          <w:tcPr>
            <w:tcW w:w="991" w:type="dxa"/>
            <w:gridSpan w:val="2"/>
            <w:tcBorders>
              <w:bottom w:val="single" w:sz="4" w:space="0" w:color="auto"/>
            </w:tcBorders>
          </w:tcPr>
          <w:p w14:paraId="60CFCEAA" w14:textId="01D5D9C4" w:rsidR="004D4E38" w:rsidRPr="008F7072" w:rsidRDefault="004D4E38" w:rsidP="004D4E38">
            <w:pPr>
              <w:tabs>
                <w:tab w:val="decimal" w:pos="815"/>
              </w:tabs>
              <w:spacing w:line="300" w:lineRule="atLeast"/>
              <w:ind w:left="-124" w:right="-75"/>
              <w:rPr>
                <w:sz w:val="22"/>
                <w:szCs w:val="22"/>
              </w:rPr>
            </w:pPr>
            <w:r w:rsidRPr="008F7072">
              <w:rPr>
                <w:sz w:val="22"/>
                <w:szCs w:val="22"/>
              </w:rPr>
              <w:t>23,184</w:t>
            </w:r>
          </w:p>
        </w:tc>
        <w:tc>
          <w:tcPr>
            <w:tcW w:w="183" w:type="dxa"/>
          </w:tcPr>
          <w:p w14:paraId="1F3829D3" w14:textId="77777777" w:rsidR="004D4E38" w:rsidRPr="002715A3" w:rsidRDefault="004D4E38" w:rsidP="004D4E38">
            <w:pPr>
              <w:pStyle w:val="acctfourfigures"/>
              <w:tabs>
                <w:tab w:val="clear" w:pos="765"/>
                <w:tab w:val="decimal" w:pos="920"/>
              </w:tabs>
              <w:spacing w:line="300" w:lineRule="atLeast"/>
              <w:ind w:left="-124" w:right="11"/>
              <w:rPr>
                <w:b/>
                <w:bCs/>
                <w:szCs w:val="22"/>
              </w:rPr>
            </w:pPr>
          </w:p>
        </w:tc>
        <w:tc>
          <w:tcPr>
            <w:tcW w:w="1080" w:type="dxa"/>
            <w:tcBorders>
              <w:bottom w:val="single" w:sz="4" w:space="0" w:color="auto"/>
            </w:tcBorders>
          </w:tcPr>
          <w:p w14:paraId="48A943DE" w14:textId="7FF01565" w:rsidR="004D4E38" w:rsidRPr="002715A3" w:rsidRDefault="004D4E38" w:rsidP="004D4E38">
            <w:pPr>
              <w:tabs>
                <w:tab w:val="decimal" w:pos="920"/>
              </w:tabs>
              <w:spacing w:line="300" w:lineRule="atLeast"/>
              <w:ind w:left="-124" w:right="11"/>
              <w:rPr>
                <w:rFonts w:eastAsia="Arial Unicode MS"/>
                <w:sz w:val="22"/>
                <w:szCs w:val="22"/>
              </w:rPr>
            </w:pPr>
            <w:r w:rsidRPr="002715A3">
              <w:rPr>
                <w:rFonts w:eastAsia="Arial Unicode MS"/>
                <w:sz w:val="22"/>
                <w:szCs w:val="22"/>
              </w:rPr>
              <w:t>18,035</w:t>
            </w:r>
          </w:p>
        </w:tc>
      </w:tr>
      <w:tr w:rsidR="004D4E38" w:rsidRPr="002715A3" w14:paraId="009D2934" w14:textId="77777777" w:rsidTr="00A476DE">
        <w:trPr>
          <w:cantSplit/>
        </w:trPr>
        <w:tc>
          <w:tcPr>
            <w:tcW w:w="4399" w:type="dxa"/>
            <w:vAlign w:val="bottom"/>
          </w:tcPr>
          <w:p w14:paraId="51C58432" w14:textId="77777777" w:rsidR="004D4E38" w:rsidRPr="002715A3" w:rsidRDefault="004D4E38" w:rsidP="004D4E38">
            <w:pPr>
              <w:spacing w:line="300" w:lineRule="atLeast"/>
              <w:ind w:right="65"/>
              <w:rPr>
                <w:rFonts w:eastAsia="Arial Unicode MS"/>
                <w:b/>
                <w:bCs/>
                <w:sz w:val="22"/>
                <w:szCs w:val="22"/>
              </w:rPr>
            </w:pPr>
            <w:r w:rsidRPr="002715A3">
              <w:rPr>
                <w:rFonts w:eastAsia="Arial Unicode MS"/>
                <w:b/>
                <w:bCs/>
                <w:sz w:val="22"/>
                <w:szCs w:val="22"/>
              </w:rPr>
              <w:t>Total</w:t>
            </w:r>
          </w:p>
        </w:tc>
        <w:tc>
          <w:tcPr>
            <w:tcW w:w="1175" w:type="dxa"/>
            <w:tcBorders>
              <w:top w:val="single" w:sz="4" w:space="0" w:color="auto"/>
              <w:bottom w:val="double" w:sz="4" w:space="0" w:color="auto"/>
            </w:tcBorders>
          </w:tcPr>
          <w:p w14:paraId="216D59B8" w14:textId="322AF490" w:rsidR="004D4E38" w:rsidRPr="004D4E38" w:rsidRDefault="004D4E38" w:rsidP="004D4E38">
            <w:pPr>
              <w:tabs>
                <w:tab w:val="decimal" w:pos="920"/>
              </w:tabs>
              <w:spacing w:line="300" w:lineRule="atLeast"/>
              <w:ind w:left="-124" w:right="11"/>
              <w:rPr>
                <w:rFonts w:eastAsia="Arial Unicode MS"/>
                <w:b/>
                <w:bCs/>
                <w:sz w:val="22"/>
                <w:szCs w:val="22"/>
              </w:rPr>
            </w:pPr>
            <w:r w:rsidRPr="004D4E38">
              <w:rPr>
                <w:b/>
                <w:bCs/>
                <w:sz w:val="22"/>
                <w:szCs w:val="22"/>
              </w:rPr>
              <w:t>33,173</w:t>
            </w:r>
          </w:p>
        </w:tc>
        <w:tc>
          <w:tcPr>
            <w:tcW w:w="183" w:type="dxa"/>
          </w:tcPr>
          <w:p w14:paraId="7B179C5D" w14:textId="77777777" w:rsidR="004D4E38" w:rsidRPr="002715A3" w:rsidRDefault="004D4E38" w:rsidP="004D4E38">
            <w:pPr>
              <w:tabs>
                <w:tab w:val="decimal" w:pos="920"/>
              </w:tabs>
              <w:spacing w:line="300" w:lineRule="atLeast"/>
              <w:ind w:left="-124" w:right="11"/>
              <w:rPr>
                <w:rFonts w:eastAsia="Arial Unicode MS"/>
                <w:b/>
                <w:bCs/>
                <w:sz w:val="22"/>
                <w:szCs w:val="22"/>
              </w:rPr>
            </w:pPr>
          </w:p>
        </w:tc>
        <w:tc>
          <w:tcPr>
            <w:tcW w:w="1079" w:type="dxa"/>
            <w:tcBorders>
              <w:top w:val="single" w:sz="4" w:space="0" w:color="auto"/>
              <w:bottom w:val="double" w:sz="4" w:space="0" w:color="auto"/>
            </w:tcBorders>
          </w:tcPr>
          <w:p w14:paraId="53D6A8A6" w14:textId="0CDBB8B4" w:rsidR="004D4E38" w:rsidRPr="002715A3" w:rsidRDefault="004D4E38" w:rsidP="004D4E38">
            <w:pPr>
              <w:tabs>
                <w:tab w:val="decimal" w:pos="920"/>
              </w:tabs>
              <w:spacing w:line="300" w:lineRule="atLeast"/>
              <w:ind w:left="-124" w:right="11"/>
              <w:rPr>
                <w:rFonts w:eastAsia="Arial Unicode MS"/>
                <w:b/>
                <w:bCs/>
                <w:sz w:val="22"/>
                <w:szCs w:val="22"/>
              </w:rPr>
            </w:pPr>
            <w:r w:rsidRPr="002715A3">
              <w:rPr>
                <w:b/>
                <w:bCs/>
                <w:sz w:val="22"/>
                <w:szCs w:val="22"/>
              </w:rPr>
              <w:t>29,243</w:t>
            </w:r>
          </w:p>
        </w:tc>
        <w:tc>
          <w:tcPr>
            <w:tcW w:w="180" w:type="dxa"/>
            <w:vAlign w:val="bottom"/>
          </w:tcPr>
          <w:p w14:paraId="6D10D4B9" w14:textId="77777777" w:rsidR="004D4E38" w:rsidRPr="002715A3" w:rsidRDefault="004D4E38" w:rsidP="004D4E38">
            <w:pPr>
              <w:tabs>
                <w:tab w:val="decimal" w:pos="920"/>
              </w:tabs>
              <w:spacing w:line="300" w:lineRule="atLeast"/>
              <w:ind w:left="-124" w:right="11"/>
              <w:rPr>
                <w:rFonts w:eastAsia="Arial Unicode MS"/>
                <w:b/>
                <w:bCs/>
                <w:sz w:val="22"/>
                <w:szCs w:val="22"/>
              </w:rPr>
            </w:pPr>
          </w:p>
        </w:tc>
        <w:tc>
          <w:tcPr>
            <w:tcW w:w="991" w:type="dxa"/>
            <w:gridSpan w:val="2"/>
            <w:tcBorders>
              <w:top w:val="single" w:sz="4" w:space="0" w:color="auto"/>
              <w:bottom w:val="double" w:sz="4" w:space="0" w:color="auto"/>
            </w:tcBorders>
          </w:tcPr>
          <w:p w14:paraId="39BDB70B" w14:textId="040FDA58" w:rsidR="004D4E38" w:rsidRPr="008F7072" w:rsidRDefault="004D4E38" w:rsidP="004D4E38">
            <w:pPr>
              <w:tabs>
                <w:tab w:val="decimal" w:pos="815"/>
              </w:tabs>
              <w:spacing w:line="300" w:lineRule="atLeast"/>
              <w:ind w:left="-124" w:right="-75"/>
              <w:rPr>
                <w:b/>
                <w:bCs/>
                <w:sz w:val="22"/>
                <w:szCs w:val="22"/>
              </w:rPr>
            </w:pPr>
            <w:r w:rsidRPr="008F7072">
              <w:rPr>
                <w:b/>
                <w:bCs/>
                <w:sz w:val="22"/>
                <w:szCs w:val="22"/>
              </w:rPr>
              <w:t>1,005,404</w:t>
            </w:r>
          </w:p>
        </w:tc>
        <w:tc>
          <w:tcPr>
            <w:tcW w:w="183" w:type="dxa"/>
          </w:tcPr>
          <w:p w14:paraId="3E23E1F6" w14:textId="77777777" w:rsidR="004D4E38" w:rsidRPr="002715A3" w:rsidRDefault="004D4E38" w:rsidP="004D4E38">
            <w:pPr>
              <w:pStyle w:val="acctfourfigures"/>
              <w:tabs>
                <w:tab w:val="clear" w:pos="765"/>
                <w:tab w:val="decimal" w:pos="920"/>
              </w:tabs>
              <w:spacing w:line="300" w:lineRule="atLeast"/>
              <w:ind w:left="-124" w:right="11"/>
              <w:rPr>
                <w:b/>
                <w:bCs/>
                <w:szCs w:val="22"/>
              </w:rPr>
            </w:pPr>
          </w:p>
        </w:tc>
        <w:tc>
          <w:tcPr>
            <w:tcW w:w="1080" w:type="dxa"/>
            <w:tcBorders>
              <w:top w:val="single" w:sz="4" w:space="0" w:color="auto"/>
              <w:bottom w:val="double" w:sz="4" w:space="0" w:color="auto"/>
            </w:tcBorders>
          </w:tcPr>
          <w:p w14:paraId="01A0605B" w14:textId="7F3B7C85" w:rsidR="004D4E38" w:rsidRPr="002715A3" w:rsidRDefault="004D4E38" w:rsidP="004D4E38">
            <w:pPr>
              <w:tabs>
                <w:tab w:val="decimal" w:pos="920"/>
              </w:tabs>
              <w:spacing w:line="300" w:lineRule="atLeast"/>
              <w:ind w:left="-124" w:right="11"/>
              <w:rPr>
                <w:rFonts w:eastAsia="Arial Unicode MS"/>
                <w:b/>
                <w:bCs/>
                <w:sz w:val="22"/>
                <w:szCs w:val="22"/>
              </w:rPr>
            </w:pPr>
            <w:r w:rsidRPr="002715A3">
              <w:rPr>
                <w:rFonts w:eastAsia="Arial Unicode MS"/>
                <w:b/>
                <w:bCs/>
                <w:sz w:val="22"/>
                <w:szCs w:val="22"/>
              </w:rPr>
              <w:t>827,262</w:t>
            </w:r>
          </w:p>
        </w:tc>
      </w:tr>
      <w:tr w:rsidR="00E012E0" w:rsidRPr="002715A3" w14:paraId="1E6E9D54" w14:textId="77777777" w:rsidTr="00A476DE">
        <w:trPr>
          <w:cantSplit/>
        </w:trPr>
        <w:tc>
          <w:tcPr>
            <w:tcW w:w="4399" w:type="dxa"/>
            <w:vAlign w:val="bottom"/>
          </w:tcPr>
          <w:p w14:paraId="1850AFF0" w14:textId="77777777" w:rsidR="00E012E0" w:rsidRPr="002715A3" w:rsidRDefault="00E012E0" w:rsidP="001A05CA">
            <w:pPr>
              <w:spacing w:line="300" w:lineRule="atLeast"/>
              <w:ind w:left="162" w:hanging="162"/>
              <w:rPr>
                <w:rFonts w:eastAsia="Arial Unicode MS"/>
                <w:b/>
                <w:bCs/>
                <w:i/>
                <w:iCs/>
                <w:sz w:val="22"/>
                <w:szCs w:val="22"/>
              </w:rPr>
            </w:pPr>
          </w:p>
        </w:tc>
        <w:tc>
          <w:tcPr>
            <w:tcW w:w="2437" w:type="dxa"/>
            <w:gridSpan w:val="3"/>
          </w:tcPr>
          <w:p w14:paraId="6A7A5A35" w14:textId="77777777" w:rsidR="00E012E0" w:rsidRPr="002715A3" w:rsidRDefault="00E012E0" w:rsidP="001A05CA">
            <w:pPr>
              <w:pStyle w:val="acctmergecolhdg"/>
              <w:spacing w:line="300" w:lineRule="atLeast"/>
              <w:rPr>
                <w:szCs w:val="22"/>
              </w:rPr>
            </w:pPr>
          </w:p>
        </w:tc>
        <w:tc>
          <w:tcPr>
            <w:tcW w:w="180" w:type="dxa"/>
          </w:tcPr>
          <w:p w14:paraId="72E3A327" w14:textId="77777777" w:rsidR="00E012E0" w:rsidRPr="002715A3" w:rsidRDefault="00E012E0" w:rsidP="001A05CA">
            <w:pPr>
              <w:pStyle w:val="acctmergecolhdg"/>
              <w:spacing w:line="300" w:lineRule="atLeast"/>
              <w:rPr>
                <w:szCs w:val="22"/>
              </w:rPr>
            </w:pPr>
          </w:p>
        </w:tc>
        <w:tc>
          <w:tcPr>
            <w:tcW w:w="2254" w:type="dxa"/>
            <w:gridSpan w:val="4"/>
          </w:tcPr>
          <w:p w14:paraId="21F711B2" w14:textId="77777777" w:rsidR="00E012E0" w:rsidRPr="002715A3" w:rsidRDefault="00E012E0" w:rsidP="001A05CA">
            <w:pPr>
              <w:pStyle w:val="acctmergecolhdg"/>
              <w:spacing w:line="300" w:lineRule="atLeast"/>
              <w:rPr>
                <w:szCs w:val="22"/>
              </w:rPr>
            </w:pPr>
          </w:p>
        </w:tc>
      </w:tr>
      <w:tr w:rsidR="00E012E0" w:rsidRPr="002715A3" w14:paraId="4B9FB3E7" w14:textId="77777777" w:rsidTr="00A476DE">
        <w:trPr>
          <w:cantSplit/>
        </w:trPr>
        <w:tc>
          <w:tcPr>
            <w:tcW w:w="4399" w:type="dxa"/>
            <w:vAlign w:val="bottom"/>
          </w:tcPr>
          <w:p w14:paraId="12C8EE68" w14:textId="47FB1BD8" w:rsidR="00E012E0" w:rsidRPr="002715A3" w:rsidRDefault="00E012E0" w:rsidP="001A05CA">
            <w:pPr>
              <w:spacing w:line="300" w:lineRule="atLeast"/>
              <w:ind w:left="162" w:hanging="162"/>
              <w:rPr>
                <w:rFonts w:eastAsia="Arial Unicode MS"/>
                <w:b/>
                <w:bCs/>
                <w:i/>
                <w:iCs/>
                <w:sz w:val="22"/>
                <w:szCs w:val="22"/>
              </w:rPr>
            </w:pPr>
            <w:r w:rsidRPr="002715A3">
              <w:rPr>
                <w:rFonts w:eastAsia="Arial Unicode MS"/>
                <w:b/>
                <w:bCs/>
                <w:i/>
                <w:iCs/>
                <w:sz w:val="22"/>
                <w:szCs w:val="22"/>
              </w:rPr>
              <w:t xml:space="preserve">Other payables for purchase of machineries </w:t>
            </w:r>
            <w:r w:rsidRPr="002715A3">
              <w:rPr>
                <w:rFonts w:eastAsia="Arial Unicode MS"/>
                <w:b/>
                <w:bCs/>
                <w:i/>
                <w:iCs/>
                <w:sz w:val="22"/>
                <w:szCs w:val="22"/>
              </w:rPr>
              <w:br/>
              <w:t>and equipment</w:t>
            </w:r>
            <w:r w:rsidRPr="002715A3">
              <w:rPr>
                <w:b/>
                <w:bCs/>
                <w:i/>
                <w:iCs/>
                <w:sz w:val="22"/>
                <w:szCs w:val="22"/>
              </w:rPr>
              <w:t xml:space="preserve"> </w:t>
            </w:r>
          </w:p>
        </w:tc>
        <w:tc>
          <w:tcPr>
            <w:tcW w:w="2437" w:type="dxa"/>
            <w:gridSpan w:val="3"/>
          </w:tcPr>
          <w:p w14:paraId="4F2F39C9" w14:textId="570C3DFC" w:rsidR="00E012E0" w:rsidRPr="002715A3" w:rsidRDefault="00E012E0" w:rsidP="001A05CA">
            <w:pPr>
              <w:pStyle w:val="acctmergecolhdg"/>
              <w:spacing w:line="300" w:lineRule="atLeast"/>
              <w:rPr>
                <w:szCs w:val="22"/>
              </w:rPr>
            </w:pPr>
          </w:p>
        </w:tc>
        <w:tc>
          <w:tcPr>
            <w:tcW w:w="180" w:type="dxa"/>
          </w:tcPr>
          <w:p w14:paraId="61C8A324" w14:textId="77777777" w:rsidR="00E012E0" w:rsidRPr="002715A3" w:rsidRDefault="00E012E0" w:rsidP="001A05CA">
            <w:pPr>
              <w:pStyle w:val="acctmergecolhdg"/>
              <w:spacing w:line="300" w:lineRule="atLeast"/>
              <w:rPr>
                <w:szCs w:val="22"/>
              </w:rPr>
            </w:pPr>
          </w:p>
        </w:tc>
        <w:tc>
          <w:tcPr>
            <w:tcW w:w="2254" w:type="dxa"/>
            <w:gridSpan w:val="4"/>
          </w:tcPr>
          <w:p w14:paraId="2E8F543F" w14:textId="0D930926" w:rsidR="00E012E0" w:rsidRPr="002715A3" w:rsidRDefault="00E012E0" w:rsidP="001A05CA">
            <w:pPr>
              <w:pStyle w:val="acctmergecolhdg"/>
              <w:spacing w:line="300" w:lineRule="atLeast"/>
              <w:rPr>
                <w:szCs w:val="22"/>
              </w:rPr>
            </w:pPr>
          </w:p>
        </w:tc>
      </w:tr>
      <w:tr w:rsidR="008F7072" w:rsidRPr="002715A3" w14:paraId="52AE834F" w14:textId="77777777" w:rsidTr="000F3EC7">
        <w:trPr>
          <w:cantSplit/>
          <w:trHeight w:val="209"/>
        </w:trPr>
        <w:tc>
          <w:tcPr>
            <w:tcW w:w="4399" w:type="dxa"/>
            <w:vAlign w:val="bottom"/>
          </w:tcPr>
          <w:p w14:paraId="6160491A" w14:textId="77777777" w:rsidR="008F7072" w:rsidRPr="002715A3" w:rsidRDefault="008F7072" w:rsidP="008F7072">
            <w:pPr>
              <w:pStyle w:val="Heading1"/>
              <w:spacing w:line="300" w:lineRule="atLeast"/>
              <w:ind w:left="0" w:right="65"/>
              <w:jc w:val="left"/>
              <w:rPr>
                <w:rFonts w:eastAsia="Arial Unicode MS"/>
                <w:color w:val="auto"/>
              </w:rPr>
            </w:pPr>
            <w:r w:rsidRPr="002715A3">
              <w:rPr>
                <w:rFonts w:eastAsia="Arial Unicode MS"/>
                <w:b w:val="0"/>
                <w:bCs w:val="0"/>
                <w:color w:val="auto"/>
              </w:rPr>
              <w:t>Subsidiaries</w:t>
            </w:r>
          </w:p>
        </w:tc>
        <w:tc>
          <w:tcPr>
            <w:tcW w:w="1175" w:type="dxa"/>
          </w:tcPr>
          <w:p w14:paraId="45E15E0F" w14:textId="7D0426DC" w:rsidR="008F7072" w:rsidRPr="008F7072" w:rsidRDefault="008F7072" w:rsidP="008F7072">
            <w:pPr>
              <w:tabs>
                <w:tab w:val="decimal" w:pos="640"/>
              </w:tabs>
              <w:spacing w:line="300" w:lineRule="atLeast"/>
              <w:ind w:left="-124" w:right="-7"/>
              <w:rPr>
                <w:rFonts w:eastAsia="Arial Unicode MS"/>
                <w:sz w:val="22"/>
                <w:szCs w:val="22"/>
              </w:rPr>
            </w:pPr>
            <w:r w:rsidRPr="008F7072">
              <w:rPr>
                <w:sz w:val="22"/>
                <w:szCs w:val="22"/>
              </w:rPr>
              <w:t>-</w:t>
            </w:r>
          </w:p>
        </w:tc>
        <w:tc>
          <w:tcPr>
            <w:tcW w:w="183" w:type="dxa"/>
          </w:tcPr>
          <w:p w14:paraId="71E249B3" w14:textId="77777777" w:rsidR="008F7072" w:rsidRPr="002715A3" w:rsidRDefault="008F7072" w:rsidP="008F7072">
            <w:pPr>
              <w:tabs>
                <w:tab w:val="decimal" w:pos="875"/>
              </w:tabs>
              <w:spacing w:line="300" w:lineRule="atLeast"/>
              <w:ind w:left="-124" w:right="-79"/>
              <w:rPr>
                <w:rFonts w:eastAsia="Arial Unicode MS"/>
                <w:sz w:val="22"/>
                <w:szCs w:val="22"/>
              </w:rPr>
            </w:pPr>
          </w:p>
        </w:tc>
        <w:tc>
          <w:tcPr>
            <w:tcW w:w="1079" w:type="dxa"/>
          </w:tcPr>
          <w:p w14:paraId="11325995" w14:textId="45FCCC56" w:rsidR="008F7072" w:rsidRPr="002715A3" w:rsidRDefault="008F7072" w:rsidP="008F7072">
            <w:pPr>
              <w:tabs>
                <w:tab w:val="decimal" w:pos="640"/>
              </w:tabs>
              <w:spacing w:line="300" w:lineRule="atLeast"/>
              <w:ind w:left="-124" w:right="-7"/>
              <w:rPr>
                <w:rFonts w:eastAsia="Arial Unicode MS"/>
                <w:sz w:val="22"/>
                <w:szCs w:val="22"/>
              </w:rPr>
            </w:pPr>
            <w:r w:rsidRPr="002715A3">
              <w:rPr>
                <w:rFonts w:eastAsia="Arial Unicode MS"/>
                <w:sz w:val="22"/>
                <w:szCs w:val="22"/>
              </w:rPr>
              <w:t>-</w:t>
            </w:r>
          </w:p>
        </w:tc>
        <w:tc>
          <w:tcPr>
            <w:tcW w:w="180" w:type="dxa"/>
            <w:vAlign w:val="bottom"/>
          </w:tcPr>
          <w:p w14:paraId="53A35EDA" w14:textId="77777777" w:rsidR="008F7072" w:rsidRPr="002715A3" w:rsidRDefault="008F7072" w:rsidP="008F7072">
            <w:pPr>
              <w:tabs>
                <w:tab w:val="decimal" w:pos="875"/>
              </w:tabs>
              <w:spacing w:line="300" w:lineRule="atLeast"/>
              <w:ind w:left="-124" w:right="-79"/>
              <w:rPr>
                <w:rFonts w:eastAsia="Arial Unicode MS"/>
                <w:sz w:val="22"/>
                <w:szCs w:val="22"/>
              </w:rPr>
            </w:pPr>
          </w:p>
        </w:tc>
        <w:tc>
          <w:tcPr>
            <w:tcW w:w="991" w:type="dxa"/>
            <w:gridSpan w:val="2"/>
          </w:tcPr>
          <w:p w14:paraId="3D7AB41A" w14:textId="77C1158A" w:rsidR="008F7072" w:rsidRPr="008F7072" w:rsidRDefault="008F7072" w:rsidP="008F7072">
            <w:pPr>
              <w:tabs>
                <w:tab w:val="decimal" w:pos="910"/>
              </w:tabs>
              <w:spacing w:line="300" w:lineRule="atLeast"/>
              <w:ind w:left="-124" w:right="11"/>
              <w:rPr>
                <w:sz w:val="22"/>
                <w:szCs w:val="22"/>
              </w:rPr>
            </w:pPr>
            <w:r w:rsidRPr="008F7072">
              <w:rPr>
                <w:sz w:val="22"/>
                <w:szCs w:val="22"/>
              </w:rPr>
              <w:t>1,400</w:t>
            </w:r>
          </w:p>
        </w:tc>
        <w:tc>
          <w:tcPr>
            <w:tcW w:w="183" w:type="dxa"/>
          </w:tcPr>
          <w:p w14:paraId="275C1A4B" w14:textId="77777777" w:rsidR="008F7072" w:rsidRPr="002715A3" w:rsidRDefault="008F7072" w:rsidP="008F7072">
            <w:pPr>
              <w:pStyle w:val="acctfourfigures"/>
              <w:tabs>
                <w:tab w:val="clear" w:pos="765"/>
                <w:tab w:val="decimal" w:pos="875"/>
              </w:tabs>
              <w:spacing w:line="300" w:lineRule="atLeast"/>
              <w:ind w:left="-124" w:right="-79"/>
              <w:rPr>
                <w:b/>
                <w:bCs/>
                <w:szCs w:val="22"/>
              </w:rPr>
            </w:pPr>
          </w:p>
        </w:tc>
        <w:tc>
          <w:tcPr>
            <w:tcW w:w="1080" w:type="dxa"/>
          </w:tcPr>
          <w:p w14:paraId="136988B7" w14:textId="7BA6BFE6" w:rsidR="008F7072" w:rsidRPr="002715A3" w:rsidRDefault="008F7072" w:rsidP="008F7072">
            <w:pPr>
              <w:tabs>
                <w:tab w:val="decimal" w:pos="640"/>
              </w:tabs>
              <w:spacing w:line="300" w:lineRule="atLeast"/>
              <w:ind w:left="-124" w:right="11"/>
              <w:rPr>
                <w:sz w:val="22"/>
                <w:szCs w:val="22"/>
              </w:rPr>
            </w:pPr>
            <w:r w:rsidRPr="002715A3">
              <w:rPr>
                <w:rFonts w:eastAsia="Arial Unicode MS"/>
                <w:sz w:val="22"/>
                <w:szCs w:val="22"/>
              </w:rPr>
              <w:t>-</w:t>
            </w:r>
          </w:p>
        </w:tc>
      </w:tr>
      <w:tr w:rsidR="008F7072" w:rsidRPr="002715A3" w14:paraId="4A85F9E6" w14:textId="77777777" w:rsidTr="000F3EC7">
        <w:trPr>
          <w:cantSplit/>
          <w:trHeight w:val="209"/>
        </w:trPr>
        <w:tc>
          <w:tcPr>
            <w:tcW w:w="4399" w:type="dxa"/>
            <w:vAlign w:val="bottom"/>
          </w:tcPr>
          <w:p w14:paraId="18ED1770" w14:textId="727DC126" w:rsidR="008F7072" w:rsidRPr="002715A3" w:rsidRDefault="008F7072" w:rsidP="008F7072">
            <w:pPr>
              <w:pStyle w:val="Heading1"/>
              <w:spacing w:line="300" w:lineRule="atLeast"/>
              <w:ind w:left="0" w:right="65"/>
              <w:jc w:val="left"/>
              <w:rPr>
                <w:rFonts w:eastAsia="Arial Unicode MS"/>
                <w:b w:val="0"/>
                <w:bCs w:val="0"/>
                <w:color w:val="auto"/>
              </w:rPr>
            </w:pPr>
            <w:r w:rsidRPr="002715A3">
              <w:rPr>
                <w:rFonts w:eastAsia="Arial Unicode MS"/>
                <w:b w:val="0"/>
                <w:bCs w:val="0"/>
                <w:color w:val="auto"/>
              </w:rPr>
              <w:t>Associate</w:t>
            </w:r>
          </w:p>
        </w:tc>
        <w:tc>
          <w:tcPr>
            <w:tcW w:w="1175" w:type="dxa"/>
          </w:tcPr>
          <w:p w14:paraId="5AA8DAE9" w14:textId="60FB5EC0" w:rsidR="008F7072" w:rsidRPr="008F7072" w:rsidRDefault="008F7072" w:rsidP="008F7072">
            <w:pPr>
              <w:tabs>
                <w:tab w:val="decimal" w:pos="916"/>
              </w:tabs>
              <w:spacing w:line="300" w:lineRule="atLeast"/>
              <w:ind w:left="-124" w:right="-7"/>
              <w:rPr>
                <w:rFonts w:eastAsia="Arial Unicode MS"/>
                <w:sz w:val="22"/>
                <w:szCs w:val="22"/>
              </w:rPr>
            </w:pPr>
            <w:r w:rsidRPr="008F7072">
              <w:rPr>
                <w:sz w:val="22"/>
                <w:szCs w:val="22"/>
              </w:rPr>
              <w:t>2,796</w:t>
            </w:r>
          </w:p>
        </w:tc>
        <w:tc>
          <w:tcPr>
            <w:tcW w:w="183" w:type="dxa"/>
          </w:tcPr>
          <w:p w14:paraId="1AE2F177" w14:textId="77777777" w:rsidR="008F7072" w:rsidRPr="002715A3" w:rsidRDefault="008F7072" w:rsidP="008F7072">
            <w:pPr>
              <w:tabs>
                <w:tab w:val="decimal" w:pos="875"/>
              </w:tabs>
              <w:spacing w:line="300" w:lineRule="atLeast"/>
              <w:ind w:left="-124" w:right="-79"/>
              <w:rPr>
                <w:rFonts w:eastAsia="Arial Unicode MS"/>
                <w:sz w:val="22"/>
                <w:szCs w:val="22"/>
              </w:rPr>
            </w:pPr>
          </w:p>
        </w:tc>
        <w:tc>
          <w:tcPr>
            <w:tcW w:w="1079" w:type="dxa"/>
          </w:tcPr>
          <w:p w14:paraId="0F562D63" w14:textId="7ABCBEC4" w:rsidR="008F7072" w:rsidRPr="002715A3" w:rsidRDefault="008F7072" w:rsidP="008F7072">
            <w:pPr>
              <w:tabs>
                <w:tab w:val="decimal" w:pos="640"/>
              </w:tabs>
              <w:spacing w:line="300" w:lineRule="atLeast"/>
              <w:ind w:left="-124" w:right="-7"/>
              <w:rPr>
                <w:rFonts w:eastAsia="Arial Unicode MS"/>
                <w:sz w:val="22"/>
                <w:szCs w:val="22"/>
              </w:rPr>
            </w:pPr>
            <w:r w:rsidRPr="002715A3">
              <w:rPr>
                <w:rFonts w:eastAsia="Arial Unicode MS"/>
                <w:sz w:val="22"/>
                <w:szCs w:val="22"/>
              </w:rPr>
              <w:t>-</w:t>
            </w:r>
          </w:p>
        </w:tc>
        <w:tc>
          <w:tcPr>
            <w:tcW w:w="180" w:type="dxa"/>
            <w:vAlign w:val="bottom"/>
          </w:tcPr>
          <w:p w14:paraId="7817E98E" w14:textId="77777777" w:rsidR="008F7072" w:rsidRPr="002715A3" w:rsidRDefault="008F7072" w:rsidP="008F7072">
            <w:pPr>
              <w:tabs>
                <w:tab w:val="decimal" w:pos="875"/>
              </w:tabs>
              <w:spacing w:line="300" w:lineRule="atLeast"/>
              <w:ind w:left="-124" w:right="-79"/>
              <w:rPr>
                <w:rFonts w:eastAsia="Arial Unicode MS"/>
                <w:sz w:val="22"/>
                <w:szCs w:val="22"/>
              </w:rPr>
            </w:pPr>
          </w:p>
        </w:tc>
        <w:tc>
          <w:tcPr>
            <w:tcW w:w="991" w:type="dxa"/>
            <w:gridSpan w:val="2"/>
          </w:tcPr>
          <w:p w14:paraId="4867EE70" w14:textId="4564369C" w:rsidR="008F7072" w:rsidRPr="008F7072" w:rsidRDefault="008F7072" w:rsidP="008F7072">
            <w:pPr>
              <w:tabs>
                <w:tab w:val="decimal" w:pos="910"/>
              </w:tabs>
              <w:spacing w:line="300" w:lineRule="atLeast"/>
              <w:ind w:left="-124" w:right="11"/>
              <w:rPr>
                <w:sz w:val="22"/>
                <w:szCs w:val="22"/>
              </w:rPr>
            </w:pPr>
            <w:r w:rsidRPr="008F7072">
              <w:rPr>
                <w:sz w:val="22"/>
                <w:szCs w:val="22"/>
              </w:rPr>
              <w:t>2,796</w:t>
            </w:r>
          </w:p>
        </w:tc>
        <w:tc>
          <w:tcPr>
            <w:tcW w:w="183" w:type="dxa"/>
          </w:tcPr>
          <w:p w14:paraId="56331049" w14:textId="77777777" w:rsidR="008F7072" w:rsidRPr="002715A3" w:rsidRDefault="008F7072" w:rsidP="008F7072">
            <w:pPr>
              <w:pStyle w:val="acctfourfigures"/>
              <w:tabs>
                <w:tab w:val="clear" w:pos="765"/>
                <w:tab w:val="decimal" w:pos="875"/>
              </w:tabs>
              <w:spacing w:line="300" w:lineRule="atLeast"/>
              <w:ind w:left="-124" w:right="-79"/>
              <w:rPr>
                <w:b/>
                <w:bCs/>
                <w:szCs w:val="22"/>
              </w:rPr>
            </w:pPr>
          </w:p>
        </w:tc>
        <w:tc>
          <w:tcPr>
            <w:tcW w:w="1080" w:type="dxa"/>
          </w:tcPr>
          <w:p w14:paraId="000492F2" w14:textId="35EF652E" w:rsidR="008F7072" w:rsidRPr="002715A3" w:rsidRDefault="008F7072" w:rsidP="008F7072">
            <w:pPr>
              <w:tabs>
                <w:tab w:val="decimal" w:pos="640"/>
              </w:tabs>
              <w:spacing w:line="300" w:lineRule="atLeast"/>
              <w:ind w:left="-124" w:right="11"/>
              <w:rPr>
                <w:rFonts w:eastAsia="Arial Unicode MS"/>
                <w:sz w:val="22"/>
                <w:szCs w:val="22"/>
              </w:rPr>
            </w:pPr>
            <w:r w:rsidRPr="002715A3">
              <w:rPr>
                <w:rFonts w:eastAsia="Arial Unicode MS"/>
                <w:sz w:val="22"/>
                <w:szCs w:val="22"/>
              </w:rPr>
              <w:t>-</w:t>
            </w:r>
          </w:p>
        </w:tc>
      </w:tr>
      <w:tr w:rsidR="008F7072" w:rsidRPr="002715A3" w14:paraId="5D678D53" w14:textId="77777777" w:rsidTr="00A476DE">
        <w:trPr>
          <w:cantSplit/>
        </w:trPr>
        <w:tc>
          <w:tcPr>
            <w:tcW w:w="4399" w:type="dxa"/>
            <w:vAlign w:val="bottom"/>
          </w:tcPr>
          <w:p w14:paraId="4F4F0EF2" w14:textId="77777777" w:rsidR="008F7072" w:rsidRPr="002715A3" w:rsidRDefault="008F7072" w:rsidP="008F7072">
            <w:pPr>
              <w:spacing w:line="300" w:lineRule="atLeast"/>
              <w:ind w:right="65"/>
              <w:rPr>
                <w:rFonts w:eastAsia="Arial Unicode MS"/>
                <w:b/>
                <w:bCs/>
                <w:sz w:val="22"/>
                <w:szCs w:val="22"/>
              </w:rPr>
            </w:pPr>
            <w:r w:rsidRPr="002715A3">
              <w:rPr>
                <w:rFonts w:eastAsia="Arial Unicode MS"/>
                <w:b/>
                <w:bCs/>
                <w:sz w:val="22"/>
                <w:szCs w:val="22"/>
              </w:rPr>
              <w:t>Total</w:t>
            </w:r>
          </w:p>
        </w:tc>
        <w:tc>
          <w:tcPr>
            <w:tcW w:w="1175" w:type="dxa"/>
            <w:tcBorders>
              <w:top w:val="single" w:sz="4" w:space="0" w:color="auto"/>
              <w:bottom w:val="double" w:sz="4" w:space="0" w:color="auto"/>
            </w:tcBorders>
          </w:tcPr>
          <w:p w14:paraId="26FD2718" w14:textId="05E37DE6" w:rsidR="008F7072" w:rsidRPr="008F7072" w:rsidRDefault="008F7072" w:rsidP="008F7072">
            <w:pPr>
              <w:tabs>
                <w:tab w:val="decimal" w:pos="916"/>
              </w:tabs>
              <w:spacing w:line="300" w:lineRule="atLeast"/>
              <w:ind w:left="-124" w:right="11"/>
              <w:rPr>
                <w:rFonts w:eastAsia="Arial Unicode MS"/>
                <w:b/>
                <w:bCs/>
                <w:sz w:val="22"/>
                <w:szCs w:val="22"/>
              </w:rPr>
            </w:pPr>
            <w:r w:rsidRPr="008F7072">
              <w:rPr>
                <w:b/>
                <w:bCs/>
                <w:sz w:val="22"/>
                <w:szCs w:val="22"/>
              </w:rPr>
              <w:t>2,796</w:t>
            </w:r>
          </w:p>
        </w:tc>
        <w:tc>
          <w:tcPr>
            <w:tcW w:w="183" w:type="dxa"/>
          </w:tcPr>
          <w:p w14:paraId="58D17AA4" w14:textId="77777777" w:rsidR="008F7072" w:rsidRPr="002715A3" w:rsidRDefault="008F7072" w:rsidP="008F7072">
            <w:pPr>
              <w:tabs>
                <w:tab w:val="decimal" w:pos="875"/>
              </w:tabs>
              <w:spacing w:line="300" w:lineRule="atLeast"/>
              <w:ind w:left="-124" w:right="-79"/>
              <w:rPr>
                <w:rFonts w:eastAsia="Arial Unicode MS"/>
                <w:b/>
                <w:bCs/>
                <w:sz w:val="22"/>
                <w:szCs w:val="22"/>
              </w:rPr>
            </w:pPr>
          </w:p>
        </w:tc>
        <w:tc>
          <w:tcPr>
            <w:tcW w:w="1079" w:type="dxa"/>
            <w:tcBorders>
              <w:top w:val="single" w:sz="4" w:space="0" w:color="auto"/>
              <w:bottom w:val="double" w:sz="4" w:space="0" w:color="auto"/>
            </w:tcBorders>
          </w:tcPr>
          <w:p w14:paraId="775AC4E2" w14:textId="50D09D8C" w:rsidR="008F7072" w:rsidRPr="002715A3" w:rsidRDefault="008F7072" w:rsidP="008F7072">
            <w:pPr>
              <w:tabs>
                <w:tab w:val="decimal" w:pos="640"/>
              </w:tabs>
              <w:spacing w:line="300" w:lineRule="atLeast"/>
              <w:ind w:left="-124" w:right="-7"/>
              <w:rPr>
                <w:rFonts w:eastAsia="Arial Unicode MS"/>
                <w:b/>
                <w:bCs/>
                <w:sz w:val="22"/>
                <w:szCs w:val="22"/>
              </w:rPr>
            </w:pPr>
            <w:r w:rsidRPr="002715A3">
              <w:rPr>
                <w:rFonts w:eastAsia="Arial Unicode MS"/>
                <w:b/>
                <w:bCs/>
                <w:sz w:val="22"/>
                <w:szCs w:val="22"/>
              </w:rPr>
              <w:t>-</w:t>
            </w:r>
          </w:p>
        </w:tc>
        <w:tc>
          <w:tcPr>
            <w:tcW w:w="180" w:type="dxa"/>
            <w:vAlign w:val="bottom"/>
          </w:tcPr>
          <w:p w14:paraId="70401419" w14:textId="77777777" w:rsidR="008F7072" w:rsidRPr="002715A3" w:rsidRDefault="008F7072" w:rsidP="008F7072">
            <w:pPr>
              <w:tabs>
                <w:tab w:val="decimal" w:pos="875"/>
              </w:tabs>
              <w:spacing w:line="300" w:lineRule="atLeast"/>
              <w:ind w:left="-124" w:right="11"/>
              <w:rPr>
                <w:rFonts w:eastAsia="Arial Unicode MS"/>
                <w:b/>
                <w:bCs/>
                <w:sz w:val="22"/>
                <w:szCs w:val="22"/>
              </w:rPr>
            </w:pPr>
          </w:p>
        </w:tc>
        <w:tc>
          <w:tcPr>
            <w:tcW w:w="991" w:type="dxa"/>
            <w:gridSpan w:val="2"/>
            <w:tcBorders>
              <w:top w:val="single" w:sz="4" w:space="0" w:color="auto"/>
              <w:bottom w:val="double" w:sz="4" w:space="0" w:color="auto"/>
            </w:tcBorders>
          </w:tcPr>
          <w:p w14:paraId="655008FA" w14:textId="308FD2AB" w:rsidR="008F7072" w:rsidRPr="008F7072" w:rsidRDefault="008F7072" w:rsidP="008F7072">
            <w:pPr>
              <w:tabs>
                <w:tab w:val="decimal" w:pos="920"/>
              </w:tabs>
              <w:spacing w:line="300" w:lineRule="atLeast"/>
              <w:ind w:left="-124" w:right="-7"/>
              <w:rPr>
                <w:b/>
                <w:bCs/>
                <w:sz w:val="22"/>
                <w:szCs w:val="22"/>
              </w:rPr>
            </w:pPr>
            <w:r w:rsidRPr="008F7072">
              <w:rPr>
                <w:b/>
                <w:bCs/>
                <w:sz w:val="22"/>
                <w:szCs w:val="22"/>
              </w:rPr>
              <w:t>4,196</w:t>
            </w:r>
          </w:p>
        </w:tc>
        <w:tc>
          <w:tcPr>
            <w:tcW w:w="183" w:type="dxa"/>
          </w:tcPr>
          <w:p w14:paraId="4A754F70" w14:textId="77777777" w:rsidR="008F7072" w:rsidRPr="002715A3" w:rsidRDefault="008F7072" w:rsidP="008F7072">
            <w:pPr>
              <w:pStyle w:val="acctfourfigures"/>
              <w:tabs>
                <w:tab w:val="clear" w:pos="765"/>
                <w:tab w:val="decimal" w:pos="875"/>
              </w:tabs>
              <w:spacing w:line="300" w:lineRule="atLeast"/>
              <w:ind w:left="-124" w:right="11"/>
              <w:rPr>
                <w:rFonts w:eastAsia="Arial Unicode MS"/>
                <w:b/>
                <w:bCs/>
                <w:szCs w:val="22"/>
                <w:lang w:val="en-US" w:bidi="th-TH"/>
              </w:rPr>
            </w:pPr>
          </w:p>
        </w:tc>
        <w:tc>
          <w:tcPr>
            <w:tcW w:w="1080" w:type="dxa"/>
            <w:tcBorders>
              <w:top w:val="single" w:sz="4" w:space="0" w:color="auto"/>
              <w:bottom w:val="double" w:sz="4" w:space="0" w:color="auto"/>
            </w:tcBorders>
          </w:tcPr>
          <w:p w14:paraId="117555C1" w14:textId="0257170D" w:rsidR="008F7072" w:rsidRPr="002715A3" w:rsidRDefault="008F7072" w:rsidP="008F7072">
            <w:pPr>
              <w:tabs>
                <w:tab w:val="decimal" w:pos="640"/>
              </w:tabs>
              <w:spacing w:line="300" w:lineRule="atLeast"/>
              <w:ind w:left="-124" w:right="11"/>
              <w:rPr>
                <w:rFonts w:eastAsia="Arial Unicode MS"/>
                <w:b/>
                <w:bCs/>
                <w:sz w:val="22"/>
                <w:szCs w:val="22"/>
              </w:rPr>
            </w:pPr>
            <w:r w:rsidRPr="002715A3">
              <w:rPr>
                <w:rFonts w:eastAsia="Arial Unicode MS"/>
                <w:b/>
                <w:bCs/>
                <w:sz w:val="22"/>
                <w:szCs w:val="22"/>
              </w:rPr>
              <w:t>-</w:t>
            </w:r>
          </w:p>
        </w:tc>
      </w:tr>
      <w:tr w:rsidR="00904558" w:rsidRPr="002715A3" w14:paraId="6D4D52DA" w14:textId="77777777" w:rsidTr="00904558">
        <w:trPr>
          <w:cantSplit/>
        </w:trPr>
        <w:tc>
          <w:tcPr>
            <w:tcW w:w="4399" w:type="dxa"/>
            <w:vAlign w:val="bottom"/>
          </w:tcPr>
          <w:p w14:paraId="39895E4D" w14:textId="77777777" w:rsidR="00904558" w:rsidRPr="002715A3" w:rsidRDefault="00904558" w:rsidP="001A05CA">
            <w:pPr>
              <w:spacing w:line="300" w:lineRule="atLeast"/>
              <w:ind w:right="65"/>
              <w:rPr>
                <w:rFonts w:eastAsia="Arial Unicode MS"/>
                <w:b/>
                <w:bCs/>
                <w:sz w:val="22"/>
                <w:szCs w:val="22"/>
              </w:rPr>
            </w:pPr>
          </w:p>
        </w:tc>
        <w:tc>
          <w:tcPr>
            <w:tcW w:w="1175" w:type="dxa"/>
            <w:tcBorders>
              <w:top w:val="single" w:sz="4" w:space="0" w:color="auto"/>
            </w:tcBorders>
          </w:tcPr>
          <w:p w14:paraId="65F39234" w14:textId="77777777" w:rsidR="00904558" w:rsidRPr="002715A3" w:rsidRDefault="00904558" w:rsidP="001A05CA">
            <w:pPr>
              <w:tabs>
                <w:tab w:val="decimal" w:pos="640"/>
              </w:tabs>
              <w:spacing w:line="300" w:lineRule="atLeast"/>
              <w:ind w:left="-124" w:right="11"/>
              <w:rPr>
                <w:rFonts w:eastAsia="Arial Unicode MS"/>
                <w:b/>
                <w:bCs/>
                <w:sz w:val="22"/>
                <w:szCs w:val="22"/>
              </w:rPr>
            </w:pPr>
          </w:p>
        </w:tc>
        <w:tc>
          <w:tcPr>
            <w:tcW w:w="183" w:type="dxa"/>
          </w:tcPr>
          <w:p w14:paraId="4C3CB3C0" w14:textId="77777777" w:rsidR="00904558" w:rsidRPr="002715A3" w:rsidRDefault="00904558" w:rsidP="001A05CA">
            <w:pPr>
              <w:tabs>
                <w:tab w:val="decimal" w:pos="875"/>
              </w:tabs>
              <w:spacing w:line="300" w:lineRule="atLeast"/>
              <w:ind w:left="-124" w:right="-79"/>
              <w:rPr>
                <w:rFonts w:eastAsia="Arial Unicode MS"/>
                <w:b/>
                <w:bCs/>
                <w:sz w:val="22"/>
                <w:szCs w:val="22"/>
              </w:rPr>
            </w:pPr>
          </w:p>
        </w:tc>
        <w:tc>
          <w:tcPr>
            <w:tcW w:w="1079" w:type="dxa"/>
            <w:tcBorders>
              <w:top w:val="single" w:sz="4" w:space="0" w:color="auto"/>
            </w:tcBorders>
          </w:tcPr>
          <w:p w14:paraId="4FC8A4F1" w14:textId="77777777" w:rsidR="00904558" w:rsidRPr="002715A3" w:rsidRDefault="00904558" w:rsidP="001A05CA">
            <w:pPr>
              <w:tabs>
                <w:tab w:val="decimal" w:pos="640"/>
              </w:tabs>
              <w:spacing w:line="300" w:lineRule="atLeast"/>
              <w:ind w:left="-124" w:right="-7"/>
              <w:rPr>
                <w:rFonts w:eastAsia="Arial Unicode MS"/>
                <w:b/>
                <w:bCs/>
                <w:sz w:val="22"/>
                <w:szCs w:val="22"/>
              </w:rPr>
            </w:pPr>
          </w:p>
        </w:tc>
        <w:tc>
          <w:tcPr>
            <w:tcW w:w="180" w:type="dxa"/>
            <w:vAlign w:val="bottom"/>
          </w:tcPr>
          <w:p w14:paraId="5F6C835F" w14:textId="77777777" w:rsidR="00904558" w:rsidRPr="002715A3" w:rsidRDefault="00904558" w:rsidP="001A05CA">
            <w:pPr>
              <w:tabs>
                <w:tab w:val="decimal" w:pos="875"/>
              </w:tabs>
              <w:spacing w:line="300" w:lineRule="atLeast"/>
              <w:ind w:left="-124" w:right="11"/>
              <w:rPr>
                <w:rFonts w:eastAsia="Arial Unicode MS"/>
                <w:b/>
                <w:bCs/>
                <w:sz w:val="22"/>
                <w:szCs w:val="22"/>
              </w:rPr>
            </w:pPr>
          </w:p>
        </w:tc>
        <w:tc>
          <w:tcPr>
            <w:tcW w:w="991" w:type="dxa"/>
            <w:gridSpan w:val="2"/>
            <w:tcBorders>
              <w:top w:val="single" w:sz="4" w:space="0" w:color="auto"/>
            </w:tcBorders>
          </w:tcPr>
          <w:p w14:paraId="60F8BAD6" w14:textId="77777777" w:rsidR="00904558" w:rsidRPr="002715A3" w:rsidRDefault="00904558" w:rsidP="001A05CA">
            <w:pPr>
              <w:tabs>
                <w:tab w:val="decimal" w:pos="920"/>
              </w:tabs>
              <w:spacing w:line="300" w:lineRule="atLeast"/>
              <w:ind w:left="-124" w:right="-7"/>
              <w:rPr>
                <w:b/>
                <w:bCs/>
                <w:sz w:val="22"/>
                <w:szCs w:val="22"/>
              </w:rPr>
            </w:pPr>
          </w:p>
        </w:tc>
        <w:tc>
          <w:tcPr>
            <w:tcW w:w="183" w:type="dxa"/>
          </w:tcPr>
          <w:p w14:paraId="41249017" w14:textId="77777777" w:rsidR="00904558" w:rsidRPr="002715A3" w:rsidRDefault="00904558" w:rsidP="001A05CA">
            <w:pPr>
              <w:pStyle w:val="acctfourfigures"/>
              <w:tabs>
                <w:tab w:val="clear" w:pos="765"/>
                <w:tab w:val="decimal" w:pos="875"/>
              </w:tabs>
              <w:spacing w:line="300" w:lineRule="atLeast"/>
              <w:ind w:left="-124" w:right="11"/>
              <w:rPr>
                <w:rFonts w:eastAsia="Arial Unicode MS"/>
                <w:b/>
                <w:bCs/>
                <w:szCs w:val="22"/>
                <w:lang w:val="en-US" w:bidi="th-TH"/>
              </w:rPr>
            </w:pPr>
          </w:p>
        </w:tc>
        <w:tc>
          <w:tcPr>
            <w:tcW w:w="1080" w:type="dxa"/>
            <w:tcBorders>
              <w:top w:val="single" w:sz="4" w:space="0" w:color="auto"/>
            </w:tcBorders>
          </w:tcPr>
          <w:p w14:paraId="32B88EDC" w14:textId="77777777" w:rsidR="00904558" w:rsidRPr="002715A3" w:rsidRDefault="00904558" w:rsidP="001A05CA">
            <w:pPr>
              <w:tabs>
                <w:tab w:val="decimal" w:pos="640"/>
              </w:tabs>
              <w:spacing w:line="300" w:lineRule="atLeast"/>
              <w:ind w:left="-124" w:right="11"/>
              <w:rPr>
                <w:rFonts w:eastAsia="Arial Unicode MS"/>
                <w:b/>
                <w:bCs/>
                <w:sz w:val="22"/>
                <w:szCs w:val="22"/>
              </w:rPr>
            </w:pPr>
          </w:p>
        </w:tc>
      </w:tr>
      <w:tr w:rsidR="00E012E0" w:rsidRPr="002715A3" w14:paraId="24B48F3A" w14:textId="77777777" w:rsidTr="00A476DE">
        <w:trPr>
          <w:cantSplit/>
          <w:trHeight w:val="272"/>
        </w:trPr>
        <w:tc>
          <w:tcPr>
            <w:tcW w:w="4399" w:type="dxa"/>
          </w:tcPr>
          <w:p w14:paraId="46CAF905" w14:textId="223F1870" w:rsidR="00E012E0" w:rsidRPr="002715A3" w:rsidRDefault="00E012E0" w:rsidP="001A05CA">
            <w:pPr>
              <w:spacing w:line="300" w:lineRule="atLeast"/>
              <w:rPr>
                <w:rFonts w:eastAsia="Arial Unicode MS"/>
                <w:b/>
                <w:bCs/>
                <w:i/>
                <w:iCs/>
                <w:sz w:val="22"/>
                <w:szCs w:val="22"/>
              </w:rPr>
            </w:pPr>
            <w:r w:rsidRPr="002715A3">
              <w:rPr>
                <w:rFonts w:eastAsia="Arial Unicode MS"/>
                <w:b/>
                <w:bCs/>
                <w:i/>
                <w:iCs/>
                <w:sz w:val="22"/>
                <w:szCs w:val="22"/>
              </w:rPr>
              <w:t xml:space="preserve">Other current payables </w:t>
            </w:r>
          </w:p>
        </w:tc>
        <w:tc>
          <w:tcPr>
            <w:tcW w:w="2437" w:type="dxa"/>
            <w:gridSpan w:val="3"/>
          </w:tcPr>
          <w:p w14:paraId="2A2752E5" w14:textId="3845E092" w:rsidR="00E012E0" w:rsidRPr="002715A3" w:rsidRDefault="00E012E0" w:rsidP="001A05CA">
            <w:pPr>
              <w:pStyle w:val="acctmergecolhdg"/>
              <w:spacing w:line="300" w:lineRule="atLeast"/>
              <w:rPr>
                <w:rFonts w:eastAsia="Arial Unicode MS"/>
                <w:bCs/>
                <w:i/>
                <w:iCs/>
                <w:szCs w:val="22"/>
                <w:lang w:val="en-US" w:bidi="th-TH"/>
              </w:rPr>
            </w:pPr>
          </w:p>
        </w:tc>
        <w:tc>
          <w:tcPr>
            <w:tcW w:w="180" w:type="dxa"/>
          </w:tcPr>
          <w:p w14:paraId="41A3E140" w14:textId="77777777" w:rsidR="00E012E0" w:rsidRPr="002715A3" w:rsidRDefault="00E012E0" w:rsidP="001A05CA">
            <w:pPr>
              <w:pStyle w:val="acctmergecolhdg"/>
              <w:spacing w:line="300" w:lineRule="atLeast"/>
              <w:rPr>
                <w:rFonts w:eastAsia="Arial Unicode MS"/>
                <w:bCs/>
                <w:i/>
                <w:iCs/>
                <w:szCs w:val="22"/>
                <w:lang w:val="en-US" w:bidi="th-TH"/>
              </w:rPr>
            </w:pPr>
          </w:p>
        </w:tc>
        <w:tc>
          <w:tcPr>
            <w:tcW w:w="2254" w:type="dxa"/>
            <w:gridSpan w:val="4"/>
          </w:tcPr>
          <w:p w14:paraId="2BD1A506" w14:textId="3DBDDFF7" w:rsidR="00E012E0" w:rsidRPr="002715A3" w:rsidRDefault="00E012E0" w:rsidP="001A05CA">
            <w:pPr>
              <w:pStyle w:val="acctmergecolhdg"/>
              <w:spacing w:line="300" w:lineRule="atLeast"/>
              <w:rPr>
                <w:rFonts w:eastAsia="Arial Unicode MS"/>
                <w:bCs/>
                <w:i/>
                <w:iCs/>
                <w:szCs w:val="22"/>
                <w:lang w:val="en-US" w:bidi="th-TH"/>
              </w:rPr>
            </w:pPr>
          </w:p>
        </w:tc>
      </w:tr>
      <w:tr w:rsidR="008F7072" w:rsidRPr="002715A3" w14:paraId="3797B1D1" w14:textId="77777777" w:rsidTr="00A476DE">
        <w:trPr>
          <w:cantSplit/>
          <w:trHeight w:val="259"/>
        </w:trPr>
        <w:tc>
          <w:tcPr>
            <w:tcW w:w="4399" w:type="dxa"/>
            <w:vAlign w:val="bottom"/>
          </w:tcPr>
          <w:p w14:paraId="1B2050AC" w14:textId="1CED133F" w:rsidR="008F7072" w:rsidRPr="002715A3" w:rsidRDefault="008F7072" w:rsidP="008F7072">
            <w:pPr>
              <w:pStyle w:val="Heading1"/>
              <w:spacing w:line="300" w:lineRule="atLeast"/>
              <w:ind w:left="0" w:right="65"/>
              <w:jc w:val="left"/>
              <w:rPr>
                <w:rFonts w:eastAsia="Arial Unicode MS"/>
                <w:b w:val="0"/>
                <w:bCs w:val="0"/>
                <w:color w:val="auto"/>
              </w:rPr>
            </w:pPr>
            <w:r w:rsidRPr="002715A3">
              <w:rPr>
                <w:rFonts w:eastAsia="Arial Unicode MS"/>
                <w:b w:val="0"/>
                <w:bCs w:val="0"/>
                <w:color w:val="auto"/>
              </w:rPr>
              <w:t>Subsidiaries</w:t>
            </w:r>
          </w:p>
        </w:tc>
        <w:tc>
          <w:tcPr>
            <w:tcW w:w="1175" w:type="dxa"/>
            <w:vAlign w:val="bottom"/>
          </w:tcPr>
          <w:p w14:paraId="41C383E4" w14:textId="721DF549" w:rsidR="008F7072" w:rsidRPr="002715A3" w:rsidRDefault="008F7072" w:rsidP="008F7072">
            <w:pPr>
              <w:tabs>
                <w:tab w:val="decimal" w:pos="640"/>
              </w:tabs>
              <w:spacing w:line="300" w:lineRule="atLeast"/>
              <w:ind w:left="-124" w:right="-7"/>
              <w:rPr>
                <w:rFonts w:eastAsia="Arial Unicode MS"/>
                <w:sz w:val="22"/>
                <w:szCs w:val="22"/>
              </w:rPr>
            </w:pPr>
            <w:r w:rsidRPr="002715A3">
              <w:rPr>
                <w:rFonts w:eastAsia="Arial Unicode MS"/>
                <w:sz w:val="22"/>
                <w:szCs w:val="22"/>
                <w:cs/>
              </w:rPr>
              <w:t>-</w:t>
            </w:r>
          </w:p>
        </w:tc>
        <w:tc>
          <w:tcPr>
            <w:tcW w:w="183" w:type="dxa"/>
          </w:tcPr>
          <w:p w14:paraId="04A79E85" w14:textId="77777777" w:rsidR="008F7072" w:rsidRPr="002715A3" w:rsidRDefault="008F7072" w:rsidP="008F7072">
            <w:pPr>
              <w:tabs>
                <w:tab w:val="decimal" w:pos="875"/>
              </w:tabs>
              <w:spacing w:line="300" w:lineRule="atLeast"/>
              <w:ind w:left="-124" w:right="-79"/>
              <w:rPr>
                <w:rFonts w:eastAsia="Arial Unicode MS"/>
                <w:sz w:val="22"/>
                <w:szCs w:val="22"/>
              </w:rPr>
            </w:pPr>
          </w:p>
        </w:tc>
        <w:tc>
          <w:tcPr>
            <w:tcW w:w="1079" w:type="dxa"/>
            <w:vAlign w:val="bottom"/>
          </w:tcPr>
          <w:p w14:paraId="2D78FBE1" w14:textId="2A6E697F" w:rsidR="008F7072" w:rsidRPr="002715A3" w:rsidRDefault="008F7072" w:rsidP="008F7072">
            <w:pPr>
              <w:tabs>
                <w:tab w:val="decimal" w:pos="640"/>
              </w:tabs>
              <w:spacing w:line="300" w:lineRule="atLeast"/>
              <w:ind w:left="-124" w:right="-7"/>
              <w:rPr>
                <w:rFonts w:eastAsia="Arial Unicode MS"/>
                <w:sz w:val="22"/>
                <w:szCs w:val="22"/>
                <w:cs/>
              </w:rPr>
            </w:pPr>
            <w:r w:rsidRPr="002715A3">
              <w:rPr>
                <w:rFonts w:eastAsia="Arial Unicode MS"/>
                <w:sz w:val="22"/>
                <w:szCs w:val="22"/>
                <w:cs/>
              </w:rPr>
              <w:t>-</w:t>
            </w:r>
          </w:p>
        </w:tc>
        <w:tc>
          <w:tcPr>
            <w:tcW w:w="180" w:type="dxa"/>
            <w:vAlign w:val="bottom"/>
          </w:tcPr>
          <w:p w14:paraId="1563BCFC" w14:textId="77777777" w:rsidR="008F7072" w:rsidRPr="002715A3" w:rsidRDefault="008F7072" w:rsidP="008F7072">
            <w:pPr>
              <w:tabs>
                <w:tab w:val="decimal" w:pos="839"/>
              </w:tabs>
              <w:spacing w:line="300" w:lineRule="atLeast"/>
              <w:ind w:left="-124" w:right="-79"/>
              <w:rPr>
                <w:rFonts w:eastAsia="Arial Unicode MS"/>
                <w:sz w:val="22"/>
                <w:szCs w:val="22"/>
              </w:rPr>
            </w:pPr>
          </w:p>
        </w:tc>
        <w:tc>
          <w:tcPr>
            <w:tcW w:w="991" w:type="dxa"/>
            <w:gridSpan w:val="2"/>
          </w:tcPr>
          <w:p w14:paraId="2E55C5A6" w14:textId="341F45EB" w:rsidR="008F7072" w:rsidRPr="008F7072" w:rsidRDefault="008F7072" w:rsidP="008F7072">
            <w:pPr>
              <w:tabs>
                <w:tab w:val="decimal" w:pos="815"/>
              </w:tabs>
              <w:spacing w:line="300" w:lineRule="atLeast"/>
              <w:ind w:left="-124" w:right="-75"/>
              <w:rPr>
                <w:sz w:val="22"/>
                <w:szCs w:val="22"/>
              </w:rPr>
            </w:pPr>
            <w:r w:rsidRPr="008F7072">
              <w:rPr>
                <w:sz w:val="22"/>
                <w:szCs w:val="22"/>
              </w:rPr>
              <w:t>538</w:t>
            </w:r>
          </w:p>
        </w:tc>
        <w:tc>
          <w:tcPr>
            <w:tcW w:w="183" w:type="dxa"/>
          </w:tcPr>
          <w:p w14:paraId="2B8C2A54" w14:textId="77777777" w:rsidR="008F7072" w:rsidRPr="002715A3" w:rsidRDefault="008F7072" w:rsidP="008F7072">
            <w:pPr>
              <w:pStyle w:val="acctfourfigures"/>
              <w:tabs>
                <w:tab w:val="clear" w:pos="765"/>
                <w:tab w:val="decimal" w:pos="839"/>
              </w:tabs>
              <w:spacing w:line="300" w:lineRule="atLeast"/>
              <w:ind w:left="-124" w:right="-79"/>
              <w:rPr>
                <w:b/>
                <w:bCs/>
                <w:szCs w:val="22"/>
              </w:rPr>
            </w:pPr>
          </w:p>
        </w:tc>
        <w:tc>
          <w:tcPr>
            <w:tcW w:w="1080" w:type="dxa"/>
            <w:vAlign w:val="bottom"/>
          </w:tcPr>
          <w:p w14:paraId="3B4094C2" w14:textId="4989736C" w:rsidR="008F7072" w:rsidRPr="002715A3" w:rsidRDefault="008F7072" w:rsidP="008F7072">
            <w:pPr>
              <w:tabs>
                <w:tab w:val="decimal" w:pos="910"/>
              </w:tabs>
              <w:spacing w:line="300" w:lineRule="atLeast"/>
              <w:ind w:left="-124" w:right="11"/>
              <w:rPr>
                <w:rFonts w:eastAsia="Arial Unicode MS"/>
                <w:sz w:val="22"/>
                <w:szCs w:val="22"/>
              </w:rPr>
            </w:pPr>
            <w:r w:rsidRPr="002715A3">
              <w:rPr>
                <w:rFonts w:eastAsia="Arial Unicode MS"/>
                <w:sz w:val="22"/>
                <w:szCs w:val="22"/>
              </w:rPr>
              <w:t>186,820</w:t>
            </w:r>
          </w:p>
        </w:tc>
      </w:tr>
      <w:tr w:rsidR="008F7072" w:rsidRPr="002715A3" w14:paraId="33CF2616" w14:textId="77777777" w:rsidTr="00A476DE">
        <w:trPr>
          <w:cantSplit/>
          <w:trHeight w:val="259"/>
        </w:trPr>
        <w:tc>
          <w:tcPr>
            <w:tcW w:w="4399" w:type="dxa"/>
            <w:vAlign w:val="bottom"/>
          </w:tcPr>
          <w:p w14:paraId="763595C9" w14:textId="77777777" w:rsidR="008F7072" w:rsidRPr="002715A3" w:rsidRDefault="008F7072" w:rsidP="008F7072">
            <w:pPr>
              <w:spacing w:line="300" w:lineRule="atLeast"/>
              <w:ind w:right="65"/>
              <w:rPr>
                <w:rFonts w:eastAsia="Arial Unicode MS"/>
                <w:b/>
                <w:bCs/>
                <w:sz w:val="22"/>
                <w:szCs w:val="22"/>
              </w:rPr>
            </w:pPr>
            <w:r w:rsidRPr="002715A3">
              <w:rPr>
                <w:rFonts w:eastAsia="Arial Unicode MS"/>
                <w:b/>
                <w:bCs/>
                <w:sz w:val="22"/>
                <w:szCs w:val="22"/>
              </w:rPr>
              <w:t>Total</w:t>
            </w:r>
          </w:p>
        </w:tc>
        <w:tc>
          <w:tcPr>
            <w:tcW w:w="1175" w:type="dxa"/>
            <w:tcBorders>
              <w:top w:val="single" w:sz="4" w:space="0" w:color="auto"/>
              <w:bottom w:val="double" w:sz="4" w:space="0" w:color="auto"/>
            </w:tcBorders>
            <w:vAlign w:val="center"/>
          </w:tcPr>
          <w:p w14:paraId="00C0240E" w14:textId="0257E0A4" w:rsidR="008F7072" w:rsidRPr="002715A3" w:rsidRDefault="008F7072" w:rsidP="008F7072">
            <w:pPr>
              <w:tabs>
                <w:tab w:val="decimal" w:pos="640"/>
              </w:tabs>
              <w:spacing w:line="300" w:lineRule="atLeast"/>
              <w:ind w:left="-124" w:right="-7"/>
              <w:rPr>
                <w:rFonts w:eastAsia="Arial Unicode MS"/>
                <w:b/>
                <w:bCs/>
                <w:sz w:val="22"/>
                <w:szCs w:val="22"/>
              </w:rPr>
            </w:pPr>
            <w:r w:rsidRPr="002715A3">
              <w:rPr>
                <w:rFonts w:eastAsia="Arial Unicode MS"/>
                <w:b/>
                <w:bCs/>
                <w:sz w:val="22"/>
                <w:szCs w:val="22"/>
                <w:cs/>
              </w:rPr>
              <w:t>-</w:t>
            </w:r>
          </w:p>
        </w:tc>
        <w:tc>
          <w:tcPr>
            <w:tcW w:w="183" w:type="dxa"/>
            <w:vAlign w:val="bottom"/>
          </w:tcPr>
          <w:p w14:paraId="6633CD14" w14:textId="77777777" w:rsidR="008F7072" w:rsidRPr="002715A3" w:rsidRDefault="008F7072" w:rsidP="008F7072">
            <w:pPr>
              <w:tabs>
                <w:tab w:val="decimal" w:pos="839"/>
              </w:tabs>
              <w:spacing w:line="300" w:lineRule="atLeast"/>
              <w:ind w:left="-124" w:right="11"/>
              <w:rPr>
                <w:b/>
                <w:bCs/>
                <w:sz w:val="22"/>
                <w:szCs w:val="22"/>
              </w:rPr>
            </w:pPr>
          </w:p>
        </w:tc>
        <w:tc>
          <w:tcPr>
            <w:tcW w:w="1079" w:type="dxa"/>
            <w:tcBorders>
              <w:top w:val="single" w:sz="4" w:space="0" w:color="auto"/>
              <w:bottom w:val="double" w:sz="4" w:space="0" w:color="auto"/>
            </w:tcBorders>
            <w:vAlign w:val="center"/>
          </w:tcPr>
          <w:p w14:paraId="6C4F679C" w14:textId="77777777" w:rsidR="008F7072" w:rsidRPr="002715A3" w:rsidRDefault="008F7072" w:rsidP="008F7072">
            <w:pPr>
              <w:tabs>
                <w:tab w:val="decimal" w:pos="640"/>
              </w:tabs>
              <w:spacing w:line="300" w:lineRule="atLeast"/>
              <w:ind w:left="-124" w:right="-7"/>
              <w:rPr>
                <w:rFonts w:eastAsia="Arial Unicode MS"/>
                <w:b/>
                <w:bCs/>
                <w:sz w:val="22"/>
                <w:szCs w:val="22"/>
              </w:rPr>
            </w:pPr>
            <w:r w:rsidRPr="002715A3">
              <w:rPr>
                <w:rFonts w:eastAsia="Arial Unicode MS"/>
                <w:b/>
                <w:bCs/>
                <w:sz w:val="22"/>
                <w:szCs w:val="22"/>
                <w:cs/>
              </w:rPr>
              <w:t>-</w:t>
            </w:r>
          </w:p>
        </w:tc>
        <w:tc>
          <w:tcPr>
            <w:tcW w:w="180" w:type="dxa"/>
            <w:vAlign w:val="bottom"/>
          </w:tcPr>
          <w:p w14:paraId="3D46ADD4" w14:textId="77777777" w:rsidR="008F7072" w:rsidRPr="002715A3" w:rsidRDefault="008F7072" w:rsidP="008F7072">
            <w:pPr>
              <w:tabs>
                <w:tab w:val="decimal" w:pos="839"/>
              </w:tabs>
              <w:spacing w:line="300" w:lineRule="atLeast"/>
              <w:ind w:left="-124" w:right="11"/>
              <w:rPr>
                <w:rFonts w:eastAsia="Arial Unicode MS"/>
                <w:b/>
                <w:bCs/>
                <w:sz w:val="22"/>
                <w:szCs w:val="22"/>
              </w:rPr>
            </w:pPr>
          </w:p>
        </w:tc>
        <w:tc>
          <w:tcPr>
            <w:tcW w:w="991" w:type="dxa"/>
            <w:gridSpan w:val="2"/>
            <w:tcBorders>
              <w:top w:val="single" w:sz="4" w:space="0" w:color="auto"/>
              <w:bottom w:val="double" w:sz="4" w:space="0" w:color="auto"/>
            </w:tcBorders>
          </w:tcPr>
          <w:p w14:paraId="5B87760E" w14:textId="2ECA1E17" w:rsidR="008F7072" w:rsidRPr="008F7072" w:rsidRDefault="008F7072" w:rsidP="008F7072">
            <w:pPr>
              <w:tabs>
                <w:tab w:val="decimal" w:pos="815"/>
              </w:tabs>
              <w:spacing w:line="300" w:lineRule="atLeast"/>
              <w:ind w:left="-124" w:right="-75"/>
              <w:rPr>
                <w:b/>
                <w:bCs/>
                <w:sz w:val="22"/>
                <w:szCs w:val="22"/>
              </w:rPr>
            </w:pPr>
            <w:r w:rsidRPr="008F7072">
              <w:rPr>
                <w:b/>
                <w:bCs/>
                <w:sz w:val="22"/>
                <w:szCs w:val="22"/>
              </w:rPr>
              <w:t>538</w:t>
            </w:r>
          </w:p>
        </w:tc>
        <w:tc>
          <w:tcPr>
            <w:tcW w:w="183" w:type="dxa"/>
          </w:tcPr>
          <w:p w14:paraId="76C8E155" w14:textId="77777777" w:rsidR="008F7072" w:rsidRPr="002715A3" w:rsidRDefault="008F7072" w:rsidP="008F7072">
            <w:pPr>
              <w:pStyle w:val="acctfourfigures"/>
              <w:tabs>
                <w:tab w:val="clear" w:pos="765"/>
                <w:tab w:val="decimal" w:pos="839"/>
              </w:tabs>
              <w:spacing w:line="300" w:lineRule="atLeast"/>
              <w:ind w:left="-124" w:right="11"/>
              <w:rPr>
                <w:b/>
                <w:bCs/>
                <w:szCs w:val="22"/>
              </w:rPr>
            </w:pPr>
          </w:p>
        </w:tc>
        <w:tc>
          <w:tcPr>
            <w:tcW w:w="1080" w:type="dxa"/>
            <w:tcBorders>
              <w:top w:val="single" w:sz="4" w:space="0" w:color="auto"/>
              <w:bottom w:val="double" w:sz="4" w:space="0" w:color="auto"/>
            </w:tcBorders>
            <w:vAlign w:val="bottom"/>
          </w:tcPr>
          <w:p w14:paraId="13796973" w14:textId="48D54E4A" w:rsidR="008F7072" w:rsidRPr="002715A3" w:rsidRDefault="008F7072" w:rsidP="008F7072">
            <w:pPr>
              <w:pStyle w:val="acctfourfigures"/>
              <w:tabs>
                <w:tab w:val="clear" w:pos="765"/>
                <w:tab w:val="decimal" w:pos="910"/>
              </w:tabs>
              <w:spacing w:line="300" w:lineRule="atLeast"/>
              <w:ind w:left="-124" w:right="-79"/>
              <w:rPr>
                <w:rFonts w:eastAsia="Arial Unicode MS"/>
                <w:b/>
                <w:bCs/>
                <w:szCs w:val="22"/>
                <w:lang w:val="en-US"/>
              </w:rPr>
            </w:pPr>
            <w:r w:rsidRPr="002715A3">
              <w:rPr>
                <w:rFonts w:eastAsia="Arial Unicode MS"/>
                <w:b/>
                <w:bCs/>
                <w:szCs w:val="22"/>
                <w:lang w:val="en-US"/>
              </w:rPr>
              <w:t>186,820</w:t>
            </w:r>
          </w:p>
        </w:tc>
      </w:tr>
      <w:tr w:rsidR="00E012E0" w:rsidRPr="002715A3" w14:paraId="22A3B450" w14:textId="77777777" w:rsidTr="00823085">
        <w:trPr>
          <w:cantSplit/>
          <w:trHeight w:val="259"/>
        </w:trPr>
        <w:tc>
          <w:tcPr>
            <w:tcW w:w="4399" w:type="dxa"/>
            <w:vAlign w:val="bottom"/>
          </w:tcPr>
          <w:p w14:paraId="70F8E44B" w14:textId="77777777" w:rsidR="00E012E0" w:rsidRPr="002715A3" w:rsidRDefault="00E012E0" w:rsidP="001A05CA">
            <w:pPr>
              <w:spacing w:line="300" w:lineRule="atLeast"/>
              <w:ind w:right="65"/>
              <w:rPr>
                <w:rFonts w:eastAsia="Arial Unicode MS"/>
                <w:b/>
                <w:bCs/>
                <w:sz w:val="22"/>
                <w:szCs w:val="22"/>
              </w:rPr>
            </w:pPr>
          </w:p>
        </w:tc>
        <w:tc>
          <w:tcPr>
            <w:tcW w:w="1175" w:type="dxa"/>
            <w:tcBorders>
              <w:top w:val="double" w:sz="4" w:space="0" w:color="auto"/>
            </w:tcBorders>
            <w:vAlign w:val="center"/>
          </w:tcPr>
          <w:p w14:paraId="175AFEB8" w14:textId="77777777" w:rsidR="00E012E0" w:rsidRPr="002715A3" w:rsidRDefault="00E012E0" w:rsidP="001A05CA">
            <w:pPr>
              <w:tabs>
                <w:tab w:val="decimal" w:pos="640"/>
              </w:tabs>
              <w:spacing w:line="300" w:lineRule="atLeast"/>
              <w:ind w:left="-124" w:right="-7"/>
              <w:rPr>
                <w:rFonts w:eastAsia="Arial Unicode MS"/>
                <w:b/>
                <w:bCs/>
                <w:sz w:val="22"/>
                <w:szCs w:val="22"/>
                <w:cs/>
              </w:rPr>
            </w:pPr>
          </w:p>
        </w:tc>
        <w:tc>
          <w:tcPr>
            <w:tcW w:w="183" w:type="dxa"/>
            <w:vAlign w:val="bottom"/>
          </w:tcPr>
          <w:p w14:paraId="18EA9ADC" w14:textId="77777777" w:rsidR="00E012E0" w:rsidRPr="002715A3" w:rsidRDefault="00E012E0" w:rsidP="001A05CA">
            <w:pPr>
              <w:tabs>
                <w:tab w:val="decimal" w:pos="839"/>
              </w:tabs>
              <w:spacing w:line="300" w:lineRule="atLeast"/>
              <w:ind w:left="-124" w:right="11"/>
              <w:rPr>
                <w:b/>
                <w:bCs/>
                <w:sz w:val="22"/>
                <w:szCs w:val="22"/>
              </w:rPr>
            </w:pPr>
          </w:p>
        </w:tc>
        <w:tc>
          <w:tcPr>
            <w:tcW w:w="1079" w:type="dxa"/>
            <w:tcBorders>
              <w:top w:val="double" w:sz="4" w:space="0" w:color="auto"/>
            </w:tcBorders>
            <w:vAlign w:val="center"/>
          </w:tcPr>
          <w:p w14:paraId="7B439E5E" w14:textId="77777777" w:rsidR="00E012E0" w:rsidRPr="002715A3" w:rsidRDefault="00E012E0" w:rsidP="001A05CA">
            <w:pPr>
              <w:tabs>
                <w:tab w:val="decimal" w:pos="640"/>
              </w:tabs>
              <w:spacing w:line="300" w:lineRule="atLeast"/>
              <w:ind w:left="-124" w:right="-7"/>
              <w:rPr>
                <w:rFonts w:eastAsia="Arial Unicode MS"/>
                <w:b/>
                <w:bCs/>
                <w:sz w:val="22"/>
                <w:szCs w:val="22"/>
                <w:cs/>
              </w:rPr>
            </w:pPr>
          </w:p>
        </w:tc>
        <w:tc>
          <w:tcPr>
            <w:tcW w:w="180" w:type="dxa"/>
            <w:vAlign w:val="bottom"/>
          </w:tcPr>
          <w:p w14:paraId="6C1F820B" w14:textId="77777777" w:rsidR="00E012E0" w:rsidRPr="002715A3" w:rsidRDefault="00E012E0" w:rsidP="001A05CA">
            <w:pPr>
              <w:tabs>
                <w:tab w:val="decimal" w:pos="839"/>
              </w:tabs>
              <w:spacing w:line="300" w:lineRule="atLeast"/>
              <w:ind w:left="-124" w:right="11"/>
              <w:rPr>
                <w:rFonts w:eastAsia="Arial Unicode MS"/>
                <w:b/>
                <w:bCs/>
                <w:sz w:val="22"/>
                <w:szCs w:val="22"/>
              </w:rPr>
            </w:pPr>
          </w:p>
        </w:tc>
        <w:tc>
          <w:tcPr>
            <w:tcW w:w="991" w:type="dxa"/>
            <w:gridSpan w:val="2"/>
            <w:tcBorders>
              <w:top w:val="double" w:sz="4" w:space="0" w:color="auto"/>
            </w:tcBorders>
          </w:tcPr>
          <w:p w14:paraId="0FCCD09E" w14:textId="77777777" w:rsidR="00E012E0" w:rsidRPr="002715A3" w:rsidRDefault="00E012E0" w:rsidP="001A05CA">
            <w:pPr>
              <w:tabs>
                <w:tab w:val="decimal" w:pos="815"/>
              </w:tabs>
              <w:spacing w:line="300" w:lineRule="atLeast"/>
              <w:ind w:left="-124" w:right="-75"/>
              <w:rPr>
                <w:b/>
                <w:bCs/>
                <w:sz w:val="22"/>
                <w:szCs w:val="22"/>
              </w:rPr>
            </w:pPr>
          </w:p>
        </w:tc>
        <w:tc>
          <w:tcPr>
            <w:tcW w:w="183" w:type="dxa"/>
          </w:tcPr>
          <w:p w14:paraId="3F6BF12D" w14:textId="77777777" w:rsidR="00E012E0" w:rsidRPr="002715A3" w:rsidRDefault="00E012E0" w:rsidP="001A05CA">
            <w:pPr>
              <w:pStyle w:val="acctfourfigures"/>
              <w:tabs>
                <w:tab w:val="clear" w:pos="765"/>
                <w:tab w:val="decimal" w:pos="839"/>
              </w:tabs>
              <w:spacing w:line="300" w:lineRule="atLeast"/>
              <w:ind w:left="-124" w:right="11"/>
              <w:rPr>
                <w:b/>
                <w:bCs/>
                <w:szCs w:val="22"/>
              </w:rPr>
            </w:pPr>
          </w:p>
        </w:tc>
        <w:tc>
          <w:tcPr>
            <w:tcW w:w="1080" w:type="dxa"/>
            <w:tcBorders>
              <w:top w:val="double" w:sz="4" w:space="0" w:color="auto"/>
            </w:tcBorders>
            <w:vAlign w:val="bottom"/>
          </w:tcPr>
          <w:p w14:paraId="2B101288" w14:textId="77777777" w:rsidR="00E012E0" w:rsidRPr="002715A3" w:rsidRDefault="00E012E0" w:rsidP="001A05CA">
            <w:pPr>
              <w:pStyle w:val="acctfourfigures"/>
              <w:tabs>
                <w:tab w:val="clear" w:pos="765"/>
                <w:tab w:val="decimal" w:pos="910"/>
              </w:tabs>
              <w:spacing w:line="300" w:lineRule="atLeast"/>
              <w:ind w:left="-124" w:right="-79"/>
              <w:rPr>
                <w:rFonts w:eastAsia="Arial Unicode MS"/>
                <w:b/>
                <w:bCs/>
                <w:szCs w:val="22"/>
                <w:lang w:val="en-US"/>
              </w:rPr>
            </w:pPr>
          </w:p>
        </w:tc>
      </w:tr>
      <w:tr w:rsidR="00823085" w:rsidRPr="002715A3" w14:paraId="31EB9EBA" w14:textId="77777777" w:rsidTr="00823085">
        <w:trPr>
          <w:cantSplit/>
          <w:trHeight w:val="259"/>
        </w:trPr>
        <w:tc>
          <w:tcPr>
            <w:tcW w:w="4399" w:type="dxa"/>
            <w:vAlign w:val="bottom"/>
          </w:tcPr>
          <w:p w14:paraId="4BB7065B" w14:textId="1949CA62" w:rsidR="00823085" w:rsidRPr="002715A3" w:rsidRDefault="00823085" w:rsidP="001A05CA">
            <w:pPr>
              <w:spacing w:line="300" w:lineRule="atLeast"/>
              <w:ind w:right="65"/>
              <w:rPr>
                <w:rFonts w:eastAsia="Arial Unicode MS"/>
                <w:b/>
                <w:bCs/>
                <w:sz w:val="22"/>
                <w:szCs w:val="22"/>
              </w:rPr>
            </w:pPr>
            <w:r w:rsidRPr="002715A3">
              <w:rPr>
                <w:rFonts w:eastAsia="Arial Unicode MS"/>
                <w:b/>
                <w:bCs/>
                <w:i/>
                <w:iCs/>
                <w:sz w:val="22"/>
                <w:szCs w:val="22"/>
              </w:rPr>
              <w:t>Short-term loans</w:t>
            </w:r>
            <w:r w:rsidRPr="002715A3">
              <w:rPr>
                <w:b/>
                <w:bCs/>
                <w:i/>
                <w:iCs/>
                <w:sz w:val="22"/>
                <w:szCs w:val="22"/>
              </w:rPr>
              <w:t xml:space="preserve"> from</w:t>
            </w:r>
          </w:p>
        </w:tc>
        <w:tc>
          <w:tcPr>
            <w:tcW w:w="1175" w:type="dxa"/>
            <w:vAlign w:val="center"/>
          </w:tcPr>
          <w:p w14:paraId="477BBB62" w14:textId="77777777" w:rsidR="00823085" w:rsidRPr="002715A3" w:rsidRDefault="00823085" w:rsidP="001A05CA">
            <w:pPr>
              <w:tabs>
                <w:tab w:val="decimal" w:pos="640"/>
              </w:tabs>
              <w:spacing w:line="300" w:lineRule="atLeast"/>
              <w:ind w:left="-124" w:right="-7"/>
              <w:rPr>
                <w:rFonts w:eastAsia="Arial Unicode MS"/>
                <w:b/>
                <w:bCs/>
                <w:sz w:val="22"/>
                <w:szCs w:val="22"/>
                <w:cs/>
              </w:rPr>
            </w:pPr>
          </w:p>
        </w:tc>
        <w:tc>
          <w:tcPr>
            <w:tcW w:w="183" w:type="dxa"/>
            <w:vAlign w:val="bottom"/>
          </w:tcPr>
          <w:p w14:paraId="70D06EC6" w14:textId="77777777" w:rsidR="00823085" w:rsidRPr="002715A3" w:rsidRDefault="00823085" w:rsidP="001A05CA">
            <w:pPr>
              <w:tabs>
                <w:tab w:val="decimal" w:pos="839"/>
              </w:tabs>
              <w:spacing w:line="300" w:lineRule="atLeast"/>
              <w:ind w:left="-124" w:right="11"/>
              <w:rPr>
                <w:b/>
                <w:bCs/>
                <w:sz w:val="22"/>
                <w:szCs w:val="22"/>
              </w:rPr>
            </w:pPr>
          </w:p>
        </w:tc>
        <w:tc>
          <w:tcPr>
            <w:tcW w:w="1079" w:type="dxa"/>
            <w:vAlign w:val="center"/>
          </w:tcPr>
          <w:p w14:paraId="07368969" w14:textId="77777777" w:rsidR="00823085" w:rsidRPr="002715A3" w:rsidRDefault="00823085" w:rsidP="001A05CA">
            <w:pPr>
              <w:tabs>
                <w:tab w:val="decimal" w:pos="640"/>
              </w:tabs>
              <w:spacing w:line="300" w:lineRule="atLeast"/>
              <w:ind w:left="-124" w:right="-7"/>
              <w:rPr>
                <w:rFonts w:eastAsia="Arial Unicode MS"/>
                <w:b/>
                <w:bCs/>
                <w:sz w:val="22"/>
                <w:szCs w:val="22"/>
                <w:cs/>
              </w:rPr>
            </w:pPr>
          </w:p>
        </w:tc>
        <w:tc>
          <w:tcPr>
            <w:tcW w:w="180" w:type="dxa"/>
            <w:vAlign w:val="bottom"/>
          </w:tcPr>
          <w:p w14:paraId="52422EC6" w14:textId="77777777" w:rsidR="00823085" w:rsidRPr="002715A3" w:rsidRDefault="00823085" w:rsidP="001A05CA">
            <w:pPr>
              <w:tabs>
                <w:tab w:val="decimal" w:pos="839"/>
              </w:tabs>
              <w:spacing w:line="300" w:lineRule="atLeast"/>
              <w:ind w:left="-124" w:right="11"/>
              <w:rPr>
                <w:rFonts w:eastAsia="Arial Unicode MS"/>
                <w:b/>
                <w:bCs/>
                <w:sz w:val="22"/>
                <w:szCs w:val="22"/>
              </w:rPr>
            </w:pPr>
          </w:p>
        </w:tc>
        <w:tc>
          <w:tcPr>
            <w:tcW w:w="991" w:type="dxa"/>
            <w:gridSpan w:val="2"/>
          </w:tcPr>
          <w:p w14:paraId="50095385" w14:textId="77777777" w:rsidR="00823085" w:rsidRPr="002715A3" w:rsidRDefault="00823085" w:rsidP="001A05CA">
            <w:pPr>
              <w:tabs>
                <w:tab w:val="decimal" w:pos="815"/>
              </w:tabs>
              <w:spacing w:line="300" w:lineRule="atLeast"/>
              <w:ind w:left="-124" w:right="-75"/>
              <w:rPr>
                <w:b/>
                <w:bCs/>
                <w:sz w:val="22"/>
                <w:szCs w:val="22"/>
              </w:rPr>
            </w:pPr>
          </w:p>
        </w:tc>
        <w:tc>
          <w:tcPr>
            <w:tcW w:w="183" w:type="dxa"/>
          </w:tcPr>
          <w:p w14:paraId="10D5FD3F" w14:textId="77777777" w:rsidR="00823085" w:rsidRPr="002715A3" w:rsidRDefault="00823085" w:rsidP="001A05CA">
            <w:pPr>
              <w:pStyle w:val="acctfourfigures"/>
              <w:tabs>
                <w:tab w:val="clear" w:pos="765"/>
                <w:tab w:val="decimal" w:pos="839"/>
              </w:tabs>
              <w:spacing w:line="300" w:lineRule="atLeast"/>
              <w:ind w:left="-124" w:right="11"/>
              <w:rPr>
                <w:b/>
                <w:bCs/>
                <w:szCs w:val="22"/>
              </w:rPr>
            </w:pPr>
          </w:p>
        </w:tc>
        <w:tc>
          <w:tcPr>
            <w:tcW w:w="1080" w:type="dxa"/>
            <w:vAlign w:val="bottom"/>
          </w:tcPr>
          <w:p w14:paraId="7C610AE3" w14:textId="77777777" w:rsidR="00823085" w:rsidRPr="002715A3" w:rsidRDefault="00823085" w:rsidP="001A05CA">
            <w:pPr>
              <w:pStyle w:val="acctfourfigures"/>
              <w:tabs>
                <w:tab w:val="clear" w:pos="765"/>
                <w:tab w:val="decimal" w:pos="910"/>
              </w:tabs>
              <w:spacing w:line="300" w:lineRule="atLeast"/>
              <w:ind w:left="-124" w:right="-79"/>
              <w:rPr>
                <w:rFonts w:eastAsia="Arial Unicode MS"/>
                <w:b/>
                <w:bCs/>
                <w:szCs w:val="22"/>
                <w:lang w:val="en-US"/>
              </w:rPr>
            </w:pPr>
          </w:p>
        </w:tc>
      </w:tr>
      <w:tr w:rsidR="008F7072" w:rsidRPr="002715A3" w14:paraId="0668C634" w14:textId="77777777" w:rsidTr="00267682">
        <w:trPr>
          <w:cantSplit/>
          <w:trHeight w:val="259"/>
        </w:trPr>
        <w:tc>
          <w:tcPr>
            <w:tcW w:w="4399" w:type="dxa"/>
            <w:vAlign w:val="bottom"/>
          </w:tcPr>
          <w:p w14:paraId="75177993" w14:textId="690F984E" w:rsidR="008F7072" w:rsidRPr="002715A3" w:rsidRDefault="008F7072" w:rsidP="008F7072">
            <w:pPr>
              <w:spacing w:line="300" w:lineRule="atLeast"/>
              <w:ind w:right="65"/>
              <w:rPr>
                <w:rFonts w:eastAsia="Arial Unicode MS"/>
                <w:b/>
                <w:bCs/>
                <w:sz w:val="22"/>
                <w:szCs w:val="22"/>
              </w:rPr>
            </w:pPr>
            <w:r w:rsidRPr="002715A3">
              <w:rPr>
                <w:rFonts w:eastAsia="Arial Unicode MS"/>
                <w:sz w:val="22"/>
                <w:szCs w:val="22"/>
              </w:rPr>
              <w:t>Subsidiaries</w:t>
            </w:r>
          </w:p>
        </w:tc>
        <w:tc>
          <w:tcPr>
            <w:tcW w:w="1175" w:type="dxa"/>
            <w:tcBorders>
              <w:bottom w:val="single" w:sz="4" w:space="0" w:color="auto"/>
            </w:tcBorders>
            <w:vAlign w:val="center"/>
          </w:tcPr>
          <w:p w14:paraId="209FE9CD" w14:textId="38B3D46D" w:rsidR="008F7072" w:rsidRPr="002715A3" w:rsidRDefault="008F7072" w:rsidP="008F7072">
            <w:pPr>
              <w:tabs>
                <w:tab w:val="decimal" w:pos="640"/>
              </w:tabs>
              <w:spacing w:line="300" w:lineRule="atLeast"/>
              <w:ind w:left="-124" w:right="-7"/>
              <w:rPr>
                <w:rFonts w:eastAsia="Arial Unicode MS"/>
                <w:b/>
                <w:bCs/>
                <w:sz w:val="22"/>
                <w:szCs w:val="22"/>
                <w:cs/>
              </w:rPr>
            </w:pPr>
            <w:r w:rsidRPr="002715A3">
              <w:rPr>
                <w:rFonts w:eastAsia="Arial Unicode MS"/>
                <w:sz w:val="22"/>
                <w:szCs w:val="22"/>
              </w:rPr>
              <w:t>-</w:t>
            </w:r>
          </w:p>
        </w:tc>
        <w:tc>
          <w:tcPr>
            <w:tcW w:w="183" w:type="dxa"/>
            <w:vAlign w:val="bottom"/>
          </w:tcPr>
          <w:p w14:paraId="31D92F85" w14:textId="77777777" w:rsidR="008F7072" w:rsidRPr="002715A3" w:rsidRDefault="008F7072" w:rsidP="008F7072">
            <w:pPr>
              <w:tabs>
                <w:tab w:val="decimal" w:pos="839"/>
              </w:tabs>
              <w:spacing w:line="300" w:lineRule="atLeast"/>
              <w:ind w:left="-124" w:right="11"/>
              <w:rPr>
                <w:b/>
                <w:bCs/>
                <w:sz w:val="22"/>
                <w:szCs w:val="22"/>
              </w:rPr>
            </w:pPr>
          </w:p>
        </w:tc>
        <w:tc>
          <w:tcPr>
            <w:tcW w:w="1079" w:type="dxa"/>
            <w:tcBorders>
              <w:bottom w:val="single" w:sz="4" w:space="0" w:color="auto"/>
            </w:tcBorders>
            <w:vAlign w:val="center"/>
          </w:tcPr>
          <w:p w14:paraId="7400D72E" w14:textId="5DC44AD9" w:rsidR="008F7072" w:rsidRPr="002715A3" w:rsidRDefault="008F7072" w:rsidP="008F7072">
            <w:pPr>
              <w:tabs>
                <w:tab w:val="decimal" w:pos="640"/>
              </w:tabs>
              <w:spacing w:line="300" w:lineRule="atLeast"/>
              <w:ind w:left="-124" w:right="-7"/>
              <w:rPr>
                <w:rFonts w:eastAsia="Arial Unicode MS"/>
                <w:sz w:val="22"/>
                <w:szCs w:val="22"/>
                <w:cs/>
              </w:rPr>
            </w:pPr>
            <w:r w:rsidRPr="002715A3">
              <w:rPr>
                <w:rFonts w:eastAsia="Arial Unicode MS"/>
                <w:sz w:val="22"/>
                <w:szCs w:val="22"/>
              </w:rPr>
              <w:t>-</w:t>
            </w:r>
          </w:p>
        </w:tc>
        <w:tc>
          <w:tcPr>
            <w:tcW w:w="180" w:type="dxa"/>
            <w:vAlign w:val="bottom"/>
          </w:tcPr>
          <w:p w14:paraId="5F4C060E" w14:textId="77777777" w:rsidR="008F7072" w:rsidRPr="002715A3" w:rsidRDefault="008F7072" w:rsidP="008F7072">
            <w:pPr>
              <w:tabs>
                <w:tab w:val="decimal" w:pos="839"/>
              </w:tabs>
              <w:spacing w:line="300" w:lineRule="atLeast"/>
              <w:ind w:left="-124" w:right="11"/>
              <w:rPr>
                <w:rFonts w:eastAsia="Arial Unicode MS"/>
                <w:b/>
                <w:bCs/>
                <w:sz w:val="22"/>
                <w:szCs w:val="22"/>
              </w:rPr>
            </w:pPr>
          </w:p>
        </w:tc>
        <w:tc>
          <w:tcPr>
            <w:tcW w:w="991" w:type="dxa"/>
            <w:gridSpan w:val="2"/>
            <w:tcBorders>
              <w:bottom w:val="single" w:sz="4" w:space="0" w:color="auto"/>
            </w:tcBorders>
            <w:vAlign w:val="center"/>
          </w:tcPr>
          <w:p w14:paraId="02913B27" w14:textId="3E1D562C" w:rsidR="008F7072" w:rsidRPr="002715A3" w:rsidRDefault="008F7072" w:rsidP="008F7072">
            <w:pPr>
              <w:tabs>
                <w:tab w:val="decimal" w:pos="558"/>
              </w:tabs>
              <w:spacing w:line="300" w:lineRule="atLeast"/>
              <w:ind w:left="-124" w:right="-75"/>
              <w:rPr>
                <w:sz w:val="22"/>
                <w:szCs w:val="22"/>
              </w:rPr>
            </w:pPr>
            <w:r w:rsidRPr="002715A3">
              <w:rPr>
                <w:rFonts w:eastAsia="Arial Unicode MS"/>
                <w:sz w:val="22"/>
                <w:szCs w:val="22"/>
              </w:rPr>
              <w:t>-</w:t>
            </w:r>
          </w:p>
        </w:tc>
        <w:tc>
          <w:tcPr>
            <w:tcW w:w="183" w:type="dxa"/>
          </w:tcPr>
          <w:p w14:paraId="18970882" w14:textId="77777777" w:rsidR="008F7072" w:rsidRPr="002715A3" w:rsidRDefault="008F7072" w:rsidP="008F7072">
            <w:pPr>
              <w:pStyle w:val="acctfourfigures"/>
              <w:tabs>
                <w:tab w:val="clear" w:pos="765"/>
                <w:tab w:val="decimal" w:pos="839"/>
              </w:tabs>
              <w:spacing w:line="300" w:lineRule="atLeast"/>
              <w:ind w:left="-124" w:right="11"/>
              <w:rPr>
                <w:szCs w:val="22"/>
              </w:rPr>
            </w:pPr>
          </w:p>
        </w:tc>
        <w:tc>
          <w:tcPr>
            <w:tcW w:w="1080" w:type="dxa"/>
            <w:tcBorders>
              <w:bottom w:val="single" w:sz="4" w:space="0" w:color="auto"/>
            </w:tcBorders>
            <w:vAlign w:val="bottom"/>
          </w:tcPr>
          <w:p w14:paraId="752E25B0" w14:textId="35CA8D02" w:rsidR="008F7072" w:rsidRPr="002715A3" w:rsidRDefault="008F7072" w:rsidP="008F7072">
            <w:pPr>
              <w:pStyle w:val="acctfourfigures"/>
              <w:tabs>
                <w:tab w:val="clear" w:pos="765"/>
                <w:tab w:val="decimal" w:pos="910"/>
              </w:tabs>
              <w:spacing w:line="300" w:lineRule="atLeast"/>
              <w:ind w:left="-124" w:right="-79"/>
              <w:rPr>
                <w:rFonts w:eastAsia="Arial Unicode MS"/>
                <w:szCs w:val="22"/>
                <w:lang w:val="en-US"/>
              </w:rPr>
            </w:pPr>
            <w:r w:rsidRPr="002715A3">
              <w:rPr>
                <w:rFonts w:eastAsia="Arial Unicode MS"/>
                <w:szCs w:val="22"/>
                <w:lang w:val="en-US"/>
              </w:rPr>
              <w:t>110,000</w:t>
            </w:r>
          </w:p>
        </w:tc>
      </w:tr>
      <w:tr w:rsidR="008F7072" w:rsidRPr="002715A3" w14:paraId="74DE38F1" w14:textId="77777777" w:rsidTr="00834405">
        <w:trPr>
          <w:cantSplit/>
          <w:trHeight w:val="259"/>
        </w:trPr>
        <w:tc>
          <w:tcPr>
            <w:tcW w:w="4399" w:type="dxa"/>
            <w:vAlign w:val="bottom"/>
          </w:tcPr>
          <w:p w14:paraId="15A792AC" w14:textId="1652C6C0" w:rsidR="008F7072" w:rsidRPr="002715A3" w:rsidRDefault="008F7072" w:rsidP="008F7072">
            <w:pPr>
              <w:spacing w:line="300" w:lineRule="atLeast"/>
              <w:ind w:right="65"/>
              <w:rPr>
                <w:rFonts w:eastAsia="Arial Unicode MS"/>
                <w:b/>
                <w:bCs/>
                <w:sz w:val="22"/>
                <w:szCs w:val="22"/>
              </w:rPr>
            </w:pPr>
            <w:r w:rsidRPr="002715A3">
              <w:rPr>
                <w:rFonts w:eastAsia="Arial Unicode MS"/>
                <w:b/>
                <w:bCs/>
                <w:sz w:val="22"/>
                <w:szCs w:val="22"/>
              </w:rPr>
              <w:t>Total</w:t>
            </w:r>
          </w:p>
        </w:tc>
        <w:tc>
          <w:tcPr>
            <w:tcW w:w="1175" w:type="dxa"/>
            <w:tcBorders>
              <w:top w:val="single" w:sz="4" w:space="0" w:color="auto"/>
              <w:bottom w:val="double" w:sz="4" w:space="0" w:color="auto"/>
            </w:tcBorders>
            <w:vAlign w:val="center"/>
          </w:tcPr>
          <w:p w14:paraId="58B286BB" w14:textId="65E925A6" w:rsidR="008F7072" w:rsidRPr="002715A3" w:rsidRDefault="008F7072" w:rsidP="008F7072">
            <w:pPr>
              <w:tabs>
                <w:tab w:val="decimal" w:pos="640"/>
              </w:tabs>
              <w:spacing w:line="300" w:lineRule="atLeast"/>
              <w:ind w:left="-124" w:right="-7"/>
              <w:rPr>
                <w:rFonts w:eastAsia="Arial Unicode MS"/>
                <w:b/>
                <w:bCs/>
                <w:sz w:val="22"/>
                <w:szCs w:val="22"/>
                <w:cs/>
              </w:rPr>
            </w:pPr>
            <w:r w:rsidRPr="002715A3">
              <w:rPr>
                <w:rFonts w:eastAsia="Arial Unicode MS"/>
                <w:b/>
                <w:bCs/>
                <w:sz w:val="22"/>
                <w:szCs w:val="22"/>
              </w:rPr>
              <w:t>-</w:t>
            </w:r>
          </w:p>
        </w:tc>
        <w:tc>
          <w:tcPr>
            <w:tcW w:w="183" w:type="dxa"/>
            <w:vAlign w:val="bottom"/>
          </w:tcPr>
          <w:p w14:paraId="53E7A141" w14:textId="77777777" w:rsidR="008F7072" w:rsidRPr="002715A3" w:rsidRDefault="008F7072" w:rsidP="008F7072">
            <w:pPr>
              <w:tabs>
                <w:tab w:val="decimal" w:pos="839"/>
              </w:tabs>
              <w:spacing w:line="300" w:lineRule="atLeast"/>
              <w:ind w:left="-124" w:right="11"/>
              <w:rPr>
                <w:b/>
                <w:bCs/>
                <w:sz w:val="22"/>
                <w:szCs w:val="22"/>
              </w:rPr>
            </w:pPr>
          </w:p>
        </w:tc>
        <w:tc>
          <w:tcPr>
            <w:tcW w:w="1079" w:type="dxa"/>
            <w:tcBorders>
              <w:top w:val="single" w:sz="4" w:space="0" w:color="auto"/>
              <w:bottom w:val="double" w:sz="4" w:space="0" w:color="auto"/>
            </w:tcBorders>
            <w:vAlign w:val="center"/>
          </w:tcPr>
          <w:p w14:paraId="782214F9" w14:textId="4E784D8F" w:rsidR="008F7072" w:rsidRPr="002715A3" w:rsidRDefault="008F7072" w:rsidP="008F7072">
            <w:pPr>
              <w:tabs>
                <w:tab w:val="decimal" w:pos="640"/>
              </w:tabs>
              <w:spacing w:line="300" w:lineRule="atLeast"/>
              <w:ind w:left="-124" w:right="-7"/>
              <w:rPr>
                <w:rFonts w:eastAsia="Arial Unicode MS"/>
                <w:b/>
                <w:bCs/>
                <w:sz w:val="22"/>
                <w:szCs w:val="22"/>
                <w:cs/>
              </w:rPr>
            </w:pPr>
            <w:r w:rsidRPr="002715A3">
              <w:rPr>
                <w:rFonts w:eastAsia="Arial Unicode MS"/>
                <w:b/>
                <w:bCs/>
                <w:sz w:val="22"/>
                <w:szCs w:val="22"/>
              </w:rPr>
              <w:t>-</w:t>
            </w:r>
          </w:p>
        </w:tc>
        <w:tc>
          <w:tcPr>
            <w:tcW w:w="180" w:type="dxa"/>
            <w:vAlign w:val="bottom"/>
          </w:tcPr>
          <w:p w14:paraId="4E8B96E8" w14:textId="77777777" w:rsidR="008F7072" w:rsidRPr="002715A3" w:rsidRDefault="008F7072" w:rsidP="008F7072">
            <w:pPr>
              <w:tabs>
                <w:tab w:val="decimal" w:pos="839"/>
              </w:tabs>
              <w:spacing w:line="300" w:lineRule="atLeast"/>
              <w:ind w:left="-124" w:right="11"/>
              <w:rPr>
                <w:rFonts w:eastAsia="Arial Unicode MS"/>
                <w:b/>
                <w:bCs/>
                <w:sz w:val="22"/>
                <w:szCs w:val="22"/>
              </w:rPr>
            </w:pPr>
          </w:p>
        </w:tc>
        <w:tc>
          <w:tcPr>
            <w:tcW w:w="991" w:type="dxa"/>
            <w:gridSpan w:val="2"/>
            <w:tcBorders>
              <w:top w:val="single" w:sz="4" w:space="0" w:color="auto"/>
              <w:bottom w:val="double" w:sz="4" w:space="0" w:color="auto"/>
            </w:tcBorders>
            <w:vAlign w:val="center"/>
          </w:tcPr>
          <w:p w14:paraId="5C292543" w14:textId="067FA603" w:rsidR="008F7072" w:rsidRPr="002715A3" w:rsidRDefault="008F7072" w:rsidP="008F7072">
            <w:pPr>
              <w:tabs>
                <w:tab w:val="decimal" w:pos="558"/>
              </w:tabs>
              <w:spacing w:line="300" w:lineRule="atLeast"/>
              <w:ind w:left="-124" w:right="-75"/>
              <w:rPr>
                <w:b/>
                <w:bCs/>
                <w:sz w:val="22"/>
                <w:szCs w:val="22"/>
              </w:rPr>
            </w:pPr>
            <w:r w:rsidRPr="002715A3">
              <w:rPr>
                <w:rFonts w:eastAsia="Arial Unicode MS"/>
                <w:b/>
                <w:bCs/>
                <w:sz w:val="22"/>
                <w:szCs w:val="22"/>
              </w:rPr>
              <w:t>-</w:t>
            </w:r>
          </w:p>
        </w:tc>
        <w:tc>
          <w:tcPr>
            <w:tcW w:w="183" w:type="dxa"/>
          </w:tcPr>
          <w:p w14:paraId="31875328" w14:textId="77777777" w:rsidR="008F7072" w:rsidRPr="002715A3" w:rsidRDefault="008F7072" w:rsidP="008F7072">
            <w:pPr>
              <w:pStyle w:val="acctfourfigures"/>
              <w:tabs>
                <w:tab w:val="clear" w:pos="765"/>
                <w:tab w:val="decimal" w:pos="839"/>
              </w:tabs>
              <w:spacing w:line="300" w:lineRule="atLeast"/>
              <w:ind w:left="-124" w:right="11"/>
              <w:rPr>
                <w:b/>
                <w:bCs/>
                <w:szCs w:val="22"/>
              </w:rPr>
            </w:pPr>
          </w:p>
        </w:tc>
        <w:tc>
          <w:tcPr>
            <w:tcW w:w="1080" w:type="dxa"/>
            <w:tcBorders>
              <w:top w:val="single" w:sz="4" w:space="0" w:color="auto"/>
              <w:bottom w:val="double" w:sz="4" w:space="0" w:color="auto"/>
            </w:tcBorders>
            <w:vAlign w:val="bottom"/>
          </w:tcPr>
          <w:p w14:paraId="2F8DFAE0" w14:textId="6C55B209" w:rsidR="008F7072" w:rsidRPr="002715A3" w:rsidRDefault="008F7072" w:rsidP="008F7072">
            <w:pPr>
              <w:pStyle w:val="acctfourfigures"/>
              <w:tabs>
                <w:tab w:val="clear" w:pos="765"/>
                <w:tab w:val="decimal" w:pos="910"/>
              </w:tabs>
              <w:spacing w:line="300" w:lineRule="atLeast"/>
              <w:ind w:left="-124" w:right="-79"/>
              <w:rPr>
                <w:rFonts w:eastAsia="Arial Unicode MS"/>
                <w:b/>
                <w:bCs/>
                <w:szCs w:val="22"/>
                <w:lang w:val="en-US"/>
              </w:rPr>
            </w:pPr>
            <w:r w:rsidRPr="002715A3">
              <w:rPr>
                <w:rFonts w:eastAsia="Arial Unicode MS"/>
                <w:b/>
                <w:bCs/>
                <w:szCs w:val="22"/>
                <w:lang w:val="en-US"/>
              </w:rPr>
              <w:t>110,000</w:t>
            </w:r>
          </w:p>
        </w:tc>
      </w:tr>
      <w:tr w:rsidR="008F7072" w:rsidRPr="002715A3" w14:paraId="54CDDE68" w14:textId="77777777" w:rsidTr="00823085">
        <w:trPr>
          <w:cantSplit/>
          <w:trHeight w:val="259"/>
        </w:trPr>
        <w:tc>
          <w:tcPr>
            <w:tcW w:w="4399" w:type="dxa"/>
            <w:vAlign w:val="bottom"/>
          </w:tcPr>
          <w:p w14:paraId="14992600" w14:textId="77777777" w:rsidR="008F7072" w:rsidRPr="002715A3" w:rsidRDefault="008F7072" w:rsidP="008F7072">
            <w:pPr>
              <w:spacing w:line="300" w:lineRule="atLeast"/>
              <w:ind w:right="65"/>
              <w:rPr>
                <w:rFonts w:eastAsia="Arial Unicode MS"/>
                <w:b/>
                <w:bCs/>
                <w:sz w:val="22"/>
                <w:szCs w:val="22"/>
              </w:rPr>
            </w:pPr>
          </w:p>
        </w:tc>
        <w:tc>
          <w:tcPr>
            <w:tcW w:w="1175" w:type="dxa"/>
            <w:tcBorders>
              <w:top w:val="double" w:sz="4" w:space="0" w:color="auto"/>
            </w:tcBorders>
            <w:vAlign w:val="center"/>
          </w:tcPr>
          <w:p w14:paraId="52538991" w14:textId="77777777" w:rsidR="008F7072" w:rsidRPr="002715A3" w:rsidRDefault="008F7072" w:rsidP="008F7072">
            <w:pPr>
              <w:tabs>
                <w:tab w:val="decimal" w:pos="640"/>
              </w:tabs>
              <w:spacing w:line="300" w:lineRule="atLeast"/>
              <w:ind w:left="-124" w:right="-7"/>
              <w:rPr>
                <w:rFonts w:eastAsia="Arial Unicode MS"/>
                <w:b/>
                <w:bCs/>
                <w:sz w:val="22"/>
                <w:szCs w:val="22"/>
                <w:cs/>
              </w:rPr>
            </w:pPr>
          </w:p>
        </w:tc>
        <w:tc>
          <w:tcPr>
            <w:tcW w:w="183" w:type="dxa"/>
            <w:vAlign w:val="bottom"/>
          </w:tcPr>
          <w:p w14:paraId="69D16906" w14:textId="77777777" w:rsidR="008F7072" w:rsidRPr="002715A3" w:rsidRDefault="008F7072" w:rsidP="008F7072">
            <w:pPr>
              <w:tabs>
                <w:tab w:val="decimal" w:pos="839"/>
              </w:tabs>
              <w:spacing w:line="300" w:lineRule="atLeast"/>
              <w:ind w:left="-124" w:right="11"/>
              <w:rPr>
                <w:b/>
                <w:bCs/>
                <w:sz w:val="22"/>
                <w:szCs w:val="22"/>
              </w:rPr>
            </w:pPr>
          </w:p>
        </w:tc>
        <w:tc>
          <w:tcPr>
            <w:tcW w:w="1079" w:type="dxa"/>
            <w:tcBorders>
              <w:top w:val="double" w:sz="4" w:space="0" w:color="auto"/>
            </w:tcBorders>
            <w:vAlign w:val="center"/>
          </w:tcPr>
          <w:p w14:paraId="21B6F3DB" w14:textId="77777777" w:rsidR="008F7072" w:rsidRPr="002715A3" w:rsidRDefault="008F7072" w:rsidP="008F7072">
            <w:pPr>
              <w:tabs>
                <w:tab w:val="decimal" w:pos="640"/>
              </w:tabs>
              <w:spacing w:line="300" w:lineRule="atLeast"/>
              <w:ind w:left="-124" w:right="-7"/>
              <w:rPr>
                <w:rFonts w:eastAsia="Arial Unicode MS"/>
                <w:b/>
                <w:bCs/>
                <w:sz w:val="22"/>
                <w:szCs w:val="22"/>
                <w:cs/>
              </w:rPr>
            </w:pPr>
          </w:p>
        </w:tc>
        <w:tc>
          <w:tcPr>
            <w:tcW w:w="180" w:type="dxa"/>
            <w:vAlign w:val="bottom"/>
          </w:tcPr>
          <w:p w14:paraId="02B5E8E3" w14:textId="77777777" w:rsidR="008F7072" w:rsidRPr="002715A3" w:rsidRDefault="008F7072" w:rsidP="008F7072">
            <w:pPr>
              <w:tabs>
                <w:tab w:val="decimal" w:pos="839"/>
              </w:tabs>
              <w:spacing w:line="300" w:lineRule="atLeast"/>
              <w:ind w:left="-124" w:right="11"/>
              <w:rPr>
                <w:rFonts w:eastAsia="Arial Unicode MS"/>
                <w:b/>
                <w:bCs/>
                <w:sz w:val="22"/>
                <w:szCs w:val="22"/>
              </w:rPr>
            </w:pPr>
          </w:p>
        </w:tc>
        <w:tc>
          <w:tcPr>
            <w:tcW w:w="991" w:type="dxa"/>
            <w:gridSpan w:val="2"/>
            <w:tcBorders>
              <w:top w:val="double" w:sz="4" w:space="0" w:color="auto"/>
            </w:tcBorders>
          </w:tcPr>
          <w:p w14:paraId="17B3F527" w14:textId="77777777" w:rsidR="008F7072" w:rsidRPr="002715A3" w:rsidRDefault="008F7072" w:rsidP="008F7072">
            <w:pPr>
              <w:tabs>
                <w:tab w:val="decimal" w:pos="815"/>
              </w:tabs>
              <w:spacing w:line="300" w:lineRule="atLeast"/>
              <w:ind w:left="-124" w:right="-75"/>
              <w:rPr>
                <w:b/>
                <w:bCs/>
                <w:sz w:val="22"/>
                <w:szCs w:val="22"/>
              </w:rPr>
            </w:pPr>
          </w:p>
        </w:tc>
        <w:tc>
          <w:tcPr>
            <w:tcW w:w="183" w:type="dxa"/>
          </w:tcPr>
          <w:p w14:paraId="6DD0A4D8" w14:textId="77777777" w:rsidR="008F7072" w:rsidRPr="002715A3" w:rsidRDefault="008F7072" w:rsidP="008F7072">
            <w:pPr>
              <w:pStyle w:val="acctfourfigures"/>
              <w:tabs>
                <w:tab w:val="clear" w:pos="765"/>
                <w:tab w:val="decimal" w:pos="839"/>
              </w:tabs>
              <w:spacing w:line="300" w:lineRule="atLeast"/>
              <w:ind w:left="-124" w:right="11"/>
              <w:rPr>
                <w:b/>
                <w:bCs/>
                <w:szCs w:val="22"/>
              </w:rPr>
            </w:pPr>
          </w:p>
        </w:tc>
        <w:tc>
          <w:tcPr>
            <w:tcW w:w="1080" w:type="dxa"/>
            <w:tcBorders>
              <w:top w:val="double" w:sz="4" w:space="0" w:color="auto"/>
            </w:tcBorders>
            <w:vAlign w:val="bottom"/>
          </w:tcPr>
          <w:p w14:paraId="7850F4D7" w14:textId="77777777" w:rsidR="008F7072" w:rsidRPr="002715A3" w:rsidRDefault="008F7072" w:rsidP="008F7072">
            <w:pPr>
              <w:pStyle w:val="acctfourfigures"/>
              <w:tabs>
                <w:tab w:val="clear" w:pos="765"/>
                <w:tab w:val="decimal" w:pos="910"/>
              </w:tabs>
              <w:spacing w:line="300" w:lineRule="atLeast"/>
              <w:ind w:left="-124" w:right="-79"/>
              <w:rPr>
                <w:rFonts w:eastAsia="Arial Unicode MS"/>
                <w:b/>
                <w:bCs/>
                <w:szCs w:val="22"/>
                <w:lang w:val="en-US"/>
              </w:rPr>
            </w:pPr>
          </w:p>
        </w:tc>
      </w:tr>
    </w:tbl>
    <w:p w14:paraId="3F0DE051" w14:textId="77777777" w:rsidR="001247CA" w:rsidRDefault="001247CA" w:rsidP="001A05CA">
      <w:pPr>
        <w:spacing w:line="300" w:lineRule="atLeast"/>
        <w:ind w:left="567"/>
        <w:rPr>
          <w:b/>
          <w:bCs/>
          <w:i/>
          <w:iCs/>
          <w:sz w:val="22"/>
          <w:szCs w:val="22"/>
        </w:rPr>
      </w:pPr>
    </w:p>
    <w:p w14:paraId="3569B830" w14:textId="77777777" w:rsidR="004A4FDB" w:rsidRDefault="004A4FDB" w:rsidP="001A05CA">
      <w:pPr>
        <w:spacing w:line="300" w:lineRule="atLeast"/>
        <w:ind w:left="567"/>
        <w:rPr>
          <w:b/>
          <w:bCs/>
          <w:i/>
          <w:iCs/>
          <w:sz w:val="22"/>
          <w:szCs w:val="22"/>
        </w:rPr>
      </w:pPr>
    </w:p>
    <w:p w14:paraId="7DB24371" w14:textId="77777777" w:rsidR="001A05CA" w:rsidRDefault="001A05CA" w:rsidP="001A05CA">
      <w:pPr>
        <w:spacing w:line="300" w:lineRule="atLeast"/>
        <w:ind w:left="567"/>
        <w:rPr>
          <w:b/>
          <w:bCs/>
          <w:i/>
          <w:iCs/>
          <w:sz w:val="22"/>
          <w:szCs w:val="22"/>
        </w:rPr>
      </w:pPr>
    </w:p>
    <w:p w14:paraId="31DAC665" w14:textId="77777777" w:rsidR="001A05CA" w:rsidRDefault="001A05CA" w:rsidP="001A05CA">
      <w:pPr>
        <w:spacing w:line="300" w:lineRule="atLeast"/>
        <w:ind w:left="567"/>
        <w:rPr>
          <w:b/>
          <w:bCs/>
          <w:i/>
          <w:iCs/>
          <w:sz w:val="22"/>
          <w:szCs w:val="22"/>
        </w:rPr>
      </w:pPr>
    </w:p>
    <w:p w14:paraId="527CCD93" w14:textId="77777777" w:rsidR="003665D3" w:rsidRDefault="003665D3" w:rsidP="001A05CA">
      <w:pPr>
        <w:spacing w:line="300" w:lineRule="atLeast"/>
        <w:ind w:left="567"/>
        <w:rPr>
          <w:b/>
          <w:bCs/>
          <w:i/>
          <w:iCs/>
          <w:sz w:val="22"/>
          <w:szCs w:val="22"/>
        </w:rPr>
      </w:pPr>
    </w:p>
    <w:p w14:paraId="01802B8A" w14:textId="77777777" w:rsidR="003665D3" w:rsidRDefault="003665D3" w:rsidP="001A05CA">
      <w:pPr>
        <w:spacing w:line="300" w:lineRule="atLeast"/>
        <w:ind w:left="567"/>
        <w:rPr>
          <w:b/>
          <w:bCs/>
          <w:i/>
          <w:iCs/>
          <w:sz w:val="22"/>
          <w:szCs w:val="22"/>
        </w:rPr>
      </w:pPr>
    </w:p>
    <w:p w14:paraId="1E67961A" w14:textId="1860DDBD" w:rsidR="00B32562" w:rsidRPr="00A476DE" w:rsidRDefault="00175A31" w:rsidP="001A05CA">
      <w:pPr>
        <w:pStyle w:val="Heading1"/>
        <w:spacing w:line="300" w:lineRule="atLeast"/>
        <w:ind w:left="540" w:hanging="540"/>
        <w:jc w:val="left"/>
        <w:rPr>
          <w:rStyle w:val="Heading1Char"/>
          <w:b/>
          <w:bCs/>
          <w:iCs/>
          <w:sz w:val="24"/>
          <w:szCs w:val="24"/>
        </w:rPr>
      </w:pPr>
      <w:r>
        <w:rPr>
          <w:rStyle w:val="Heading1Char"/>
          <w:b/>
          <w:bCs/>
          <w:iCs/>
          <w:sz w:val="24"/>
          <w:szCs w:val="24"/>
        </w:rPr>
        <w:lastRenderedPageBreak/>
        <w:t>4</w:t>
      </w:r>
      <w:r w:rsidR="00A476DE" w:rsidRPr="00A476DE">
        <w:rPr>
          <w:rStyle w:val="Heading1Char"/>
          <w:b/>
          <w:bCs/>
          <w:iCs/>
          <w:sz w:val="24"/>
          <w:szCs w:val="24"/>
        </w:rPr>
        <w:tab/>
      </w:r>
      <w:r w:rsidR="00B32562" w:rsidRPr="00A476DE">
        <w:rPr>
          <w:rStyle w:val="Heading1Char"/>
          <w:b/>
          <w:bCs/>
          <w:iCs/>
          <w:sz w:val="24"/>
          <w:szCs w:val="24"/>
        </w:rPr>
        <w:t>Trade</w:t>
      </w:r>
      <w:r w:rsidR="00C609A2">
        <w:rPr>
          <w:rStyle w:val="Heading1Char"/>
          <w:b/>
          <w:bCs/>
          <w:iCs/>
          <w:sz w:val="24"/>
          <w:szCs w:val="24"/>
        </w:rPr>
        <w:t xml:space="preserve"> </w:t>
      </w:r>
      <w:r w:rsidR="00B32562" w:rsidRPr="00A476DE">
        <w:rPr>
          <w:rStyle w:val="Heading1Char"/>
          <w:b/>
          <w:bCs/>
          <w:iCs/>
          <w:sz w:val="24"/>
          <w:szCs w:val="24"/>
        </w:rPr>
        <w:t>receivable</w:t>
      </w:r>
      <w:r w:rsidR="00C609A2">
        <w:rPr>
          <w:rStyle w:val="Heading1Char"/>
          <w:b/>
          <w:bCs/>
          <w:iCs/>
          <w:sz w:val="24"/>
          <w:szCs w:val="24"/>
        </w:rPr>
        <w:t>s</w:t>
      </w:r>
    </w:p>
    <w:p w14:paraId="06F6198C" w14:textId="77777777" w:rsidR="007C7427" w:rsidRPr="00FC4AF8" w:rsidRDefault="007C7427" w:rsidP="001A05CA">
      <w:pPr>
        <w:pStyle w:val="BodyText2"/>
        <w:spacing w:line="300" w:lineRule="atLeast"/>
        <w:ind w:left="547" w:hanging="547"/>
        <w:outlineLvl w:val="0"/>
        <w:rPr>
          <w:rFonts w:eastAsia="Arial Unicode MS"/>
          <w:b/>
          <w:bCs/>
          <w:sz w:val="22"/>
          <w:szCs w:val="22"/>
        </w:rPr>
      </w:pPr>
    </w:p>
    <w:tbl>
      <w:tblPr>
        <w:tblW w:w="9245" w:type="dxa"/>
        <w:tblInd w:w="450" w:type="dxa"/>
        <w:tblLayout w:type="fixed"/>
        <w:tblCellMar>
          <w:left w:w="79" w:type="dxa"/>
          <w:right w:w="79" w:type="dxa"/>
        </w:tblCellMar>
        <w:tblLook w:val="0000" w:firstRow="0" w:lastRow="0" w:firstColumn="0" w:lastColumn="0" w:noHBand="0" w:noVBand="0"/>
      </w:tblPr>
      <w:tblGrid>
        <w:gridCol w:w="3834"/>
        <w:gridCol w:w="1271"/>
        <w:gridCol w:w="180"/>
        <w:gridCol w:w="1170"/>
        <w:gridCol w:w="270"/>
        <w:gridCol w:w="1170"/>
        <w:gridCol w:w="180"/>
        <w:gridCol w:w="1170"/>
      </w:tblGrid>
      <w:tr w:rsidR="00531FCC" w:rsidRPr="002715A3" w14:paraId="52E5B9C5" w14:textId="77777777" w:rsidTr="00C36160">
        <w:trPr>
          <w:cantSplit/>
          <w:tblHeader/>
        </w:trPr>
        <w:tc>
          <w:tcPr>
            <w:tcW w:w="3834" w:type="dxa"/>
          </w:tcPr>
          <w:p w14:paraId="2A3EC8E2" w14:textId="77777777" w:rsidR="00531FCC" w:rsidRPr="002715A3" w:rsidRDefault="00531FCC" w:rsidP="001A05CA">
            <w:pPr>
              <w:shd w:val="clear" w:color="auto" w:fill="FFFFFF"/>
              <w:spacing w:line="300" w:lineRule="atLeast"/>
              <w:rPr>
                <w:sz w:val="22"/>
                <w:szCs w:val="22"/>
              </w:rPr>
            </w:pPr>
          </w:p>
          <w:p w14:paraId="45AD4258" w14:textId="77777777" w:rsidR="00531FCC" w:rsidRPr="002715A3" w:rsidRDefault="00531FCC" w:rsidP="001A05CA">
            <w:pPr>
              <w:shd w:val="clear" w:color="auto" w:fill="FFFFFF"/>
              <w:spacing w:line="300" w:lineRule="atLeast"/>
              <w:rPr>
                <w:i/>
                <w:iCs/>
                <w:sz w:val="22"/>
                <w:szCs w:val="22"/>
              </w:rPr>
            </w:pPr>
          </w:p>
        </w:tc>
        <w:tc>
          <w:tcPr>
            <w:tcW w:w="2621" w:type="dxa"/>
            <w:gridSpan w:val="3"/>
          </w:tcPr>
          <w:p w14:paraId="22D7054F" w14:textId="77777777" w:rsidR="00531FCC" w:rsidRPr="002715A3" w:rsidRDefault="00531FCC" w:rsidP="001A05CA">
            <w:pPr>
              <w:pStyle w:val="acctmergecolhdg"/>
              <w:shd w:val="clear" w:color="auto" w:fill="FFFFFF"/>
              <w:spacing w:line="300" w:lineRule="atLeast"/>
              <w:rPr>
                <w:szCs w:val="22"/>
              </w:rPr>
            </w:pPr>
            <w:r w:rsidRPr="002715A3">
              <w:rPr>
                <w:szCs w:val="22"/>
              </w:rPr>
              <w:t xml:space="preserve">Consolidated </w:t>
            </w:r>
          </w:p>
          <w:p w14:paraId="2DF36B49" w14:textId="77777777" w:rsidR="00531FCC" w:rsidRPr="002715A3" w:rsidRDefault="00531FCC" w:rsidP="001A05CA">
            <w:pPr>
              <w:pStyle w:val="acctmergecolhdg"/>
              <w:shd w:val="clear" w:color="auto" w:fill="FFFFFF"/>
              <w:spacing w:line="300" w:lineRule="atLeast"/>
              <w:rPr>
                <w:szCs w:val="22"/>
              </w:rPr>
            </w:pPr>
            <w:r w:rsidRPr="002715A3">
              <w:rPr>
                <w:szCs w:val="22"/>
              </w:rPr>
              <w:t xml:space="preserve">financial statements </w:t>
            </w:r>
          </w:p>
        </w:tc>
        <w:tc>
          <w:tcPr>
            <w:tcW w:w="270" w:type="dxa"/>
          </w:tcPr>
          <w:p w14:paraId="6E67A336" w14:textId="77777777" w:rsidR="00531FCC" w:rsidRPr="002715A3" w:rsidRDefault="00531FCC" w:rsidP="001A05CA">
            <w:pPr>
              <w:pStyle w:val="acctmergecolhdg"/>
              <w:shd w:val="clear" w:color="auto" w:fill="FFFFFF"/>
              <w:spacing w:line="300" w:lineRule="atLeast"/>
              <w:rPr>
                <w:szCs w:val="22"/>
              </w:rPr>
            </w:pPr>
          </w:p>
        </w:tc>
        <w:tc>
          <w:tcPr>
            <w:tcW w:w="2520" w:type="dxa"/>
            <w:gridSpan w:val="3"/>
          </w:tcPr>
          <w:p w14:paraId="18ED4AB3" w14:textId="77777777" w:rsidR="00531FCC" w:rsidRPr="002715A3" w:rsidRDefault="00531FCC" w:rsidP="001A05CA">
            <w:pPr>
              <w:pStyle w:val="acctmergecolhdg"/>
              <w:shd w:val="clear" w:color="auto" w:fill="FFFFFF"/>
              <w:spacing w:line="300" w:lineRule="atLeast"/>
              <w:rPr>
                <w:szCs w:val="22"/>
              </w:rPr>
            </w:pPr>
            <w:r w:rsidRPr="002715A3">
              <w:rPr>
                <w:szCs w:val="22"/>
              </w:rPr>
              <w:t xml:space="preserve">Separate </w:t>
            </w:r>
          </w:p>
          <w:p w14:paraId="62578712" w14:textId="77777777" w:rsidR="00531FCC" w:rsidRPr="002715A3" w:rsidRDefault="00531FCC" w:rsidP="001A05CA">
            <w:pPr>
              <w:pStyle w:val="acctmergecolhdg"/>
              <w:shd w:val="clear" w:color="auto" w:fill="FFFFFF"/>
              <w:tabs>
                <w:tab w:val="left" w:pos="761"/>
                <w:tab w:val="left" w:pos="896"/>
              </w:tabs>
              <w:spacing w:line="300" w:lineRule="atLeast"/>
              <w:rPr>
                <w:szCs w:val="22"/>
              </w:rPr>
            </w:pPr>
            <w:r w:rsidRPr="002715A3">
              <w:rPr>
                <w:szCs w:val="22"/>
              </w:rPr>
              <w:t xml:space="preserve">financial statements </w:t>
            </w:r>
          </w:p>
        </w:tc>
      </w:tr>
      <w:tr w:rsidR="00BB3368" w:rsidRPr="002715A3" w14:paraId="3083B829" w14:textId="77777777" w:rsidTr="00C36160">
        <w:trPr>
          <w:cantSplit/>
          <w:tblHeader/>
        </w:trPr>
        <w:tc>
          <w:tcPr>
            <w:tcW w:w="3834" w:type="dxa"/>
          </w:tcPr>
          <w:p w14:paraId="52149A8C" w14:textId="77777777" w:rsidR="00BB3368" w:rsidRPr="002715A3" w:rsidRDefault="00BB3368" w:rsidP="001A05CA">
            <w:pPr>
              <w:pStyle w:val="acctfourfigures"/>
              <w:shd w:val="clear" w:color="auto" w:fill="FFFFFF"/>
              <w:tabs>
                <w:tab w:val="clear" w:pos="765"/>
              </w:tabs>
              <w:spacing w:line="300" w:lineRule="atLeast"/>
              <w:rPr>
                <w:b/>
                <w:bCs/>
                <w:szCs w:val="22"/>
              </w:rPr>
            </w:pPr>
          </w:p>
        </w:tc>
        <w:tc>
          <w:tcPr>
            <w:tcW w:w="1271" w:type="dxa"/>
          </w:tcPr>
          <w:p w14:paraId="7F269E49" w14:textId="77777777" w:rsidR="007B2F76" w:rsidRPr="002715A3" w:rsidRDefault="007B2F76" w:rsidP="001A7DE1">
            <w:pPr>
              <w:pStyle w:val="acctmergecolhdg"/>
              <w:spacing w:line="300" w:lineRule="atLeast"/>
              <w:rPr>
                <w:b w:val="0"/>
                <w:bCs/>
                <w:szCs w:val="22"/>
              </w:rPr>
            </w:pPr>
            <w:r w:rsidRPr="002715A3">
              <w:rPr>
                <w:b w:val="0"/>
                <w:bCs/>
                <w:szCs w:val="22"/>
              </w:rPr>
              <w:t>30</w:t>
            </w:r>
          </w:p>
          <w:p w14:paraId="7B79E0D8" w14:textId="7F9C2EEA" w:rsidR="00BB3368" w:rsidRPr="002715A3" w:rsidRDefault="007B2F76" w:rsidP="001A05CA">
            <w:pPr>
              <w:spacing w:line="300" w:lineRule="atLeast"/>
              <w:ind w:left="-108" w:right="-108"/>
              <w:jc w:val="center"/>
              <w:rPr>
                <w:sz w:val="22"/>
                <w:szCs w:val="22"/>
              </w:rPr>
            </w:pPr>
            <w:r w:rsidRPr="002715A3">
              <w:rPr>
                <w:sz w:val="22"/>
                <w:szCs w:val="22"/>
              </w:rPr>
              <w:t>September</w:t>
            </w:r>
          </w:p>
        </w:tc>
        <w:tc>
          <w:tcPr>
            <w:tcW w:w="180" w:type="dxa"/>
          </w:tcPr>
          <w:p w14:paraId="0DB3C591" w14:textId="77777777" w:rsidR="00BB3368" w:rsidRPr="002715A3" w:rsidRDefault="00BB3368" w:rsidP="001A05CA">
            <w:pPr>
              <w:spacing w:line="300" w:lineRule="atLeast"/>
              <w:ind w:left="-108" w:right="-108"/>
              <w:jc w:val="center"/>
              <w:rPr>
                <w:sz w:val="22"/>
                <w:szCs w:val="22"/>
              </w:rPr>
            </w:pPr>
          </w:p>
        </w:tc>
        <w:tc>
          <w:tcPr>
            <w:tcW w:w="1170" w:type="dxa"/>
          </w:tcPr>
          <w:p w14:paraId="061DC7E7" w14:textId="78E36897" w:rsidR="00BB3368" w:rsidRPr="002715A3" w:rsidRDefault="00BB3368" w:rsidP="001A05CA">
            <w:pPr>
              <w:pStyle w:val="acctmergecolhdg"/>
              <w:spacing w:line="300" w:lineRule="atLeast"/>
              <w:rPr>
                <w:rFonts w:cs="Angsana New"/>
                <w:b w:val="0"/>
                <w:bCs/>
                <w:szCs w:val="22"/>
                <w:lang w:val="en-US" w:bidi="th-TH"/>
              </w:rPr>
            </w:pPr>
            <w:r w:rsidRPr="002715A3">
              <w:rPr>
                <w:b w:val="0"/>
                <w:bCs/>
                <w:szCs w:val="22"/>
              </w:rPr>
              <w:t>3</w:t>
            </w:r>
            <w:r w:rsidR="007039F9" w:rsidRPr="002715A3">
              <w:rPr>
                <w:rFonts w:cs="Angsana New"/>
                <w:b w:val="0"/>
                <w:bCs/>
                <w:szCs w:val="22"/>
                <w:lang w:val="en-US" w:bidi="th-TH"/>
              </w:rPr>
              <w:t>1</w:t>
            </w:r>
          </w:p>
          <w:p w14:paraId="44AF1255" w14:textId="3F8A9401" w:rsidR="00BB3368" w:rsidRPr="002715A3" w:rsidRDefault="00BB3368" w:rsidP="001A05CA">
            <w:pPr>
              <w:spacing w:line="300" w:lineRule="atLeast"/>
              <w:ind w:left="-108" w:right="-108"/>
              <w:jc w:val="center"/>
              <w:rPr>
                <w:sz w:val="22"/>
                <w:szCs w:val="22"/>
                <w:cs/>
              </w:rPr>
            </w:pPr>
            <w:r w:rsidRPr="002715A3">
              <w:rPr>
                <w:bCs/>
                <w:sz w:val="22"/>
                <w:szCs w:val="22"/>
              </w:rPr>
              <w:t>December</w:t>
            </w:r>
          </w:p>
        </w:tc>
        <w:tc>
          <w:tcPr>
            <w:tcW w:w="270" w:type="dxa"/>
          </w:tcPr>
          <w:p w14:paraId="0B5F2BBC" w14:textId="77777777" w:rsidR="00BB3368" w:rsidRPr="002715A3" w:rsidRDefault="00BB3368" w:rsidP="001A05CA">
            <w:pPr>
              <w:spacing w:line="300" w:lineRule="atLeast"/>
              <w:ind w:left="-108" w:right="-108"/>
              <w:jc w:val="center"/>
              <w:rPr>
                <w:sz w:val="22"/>
                <w:szCs w:val="22"/>
              </w:rPr>
            </w:pPr>
          </w:p>
        </w:tc>
        <w:tc>
          <w:tcPr>
            <w:tcW w:w="1170" w:type="dxa"/>
          </w:tcPr>
          <w:p w14:paraId="1B6CF7D7" w14:textId="77777777" w:rsidR="007B2F76" w:rsidRPr="002715A3" w:rsidRDefault="007B2F76" w:rsidP="001A7DE1">
            <w:pPr>
              <w:pStyle w:val="acctmergecolhdg"/>
              <w:spacing w:line="300" w:lineRule="atLeast"/>
              <w:rPr>
                <w:b w:val="0"/>
                <w:bCs/>
                <w:szCs w:val="22"/>
              </w:rPr>
            </w:pPr>
            <w:r w:rsidRPr="002715A3">
              <w:rPr>
                <w:b w:val="0"/>
                <w:bCs/>
                <w:szCs w:val="22"/>
              </w:rPr>
              <w:t>30</w:t>
            </w:r>
          </w:p>
          <w:p w14:paraId="5D1D9181" w14:textId="009B9447" w:rsidR="00BB3368" w:rsidRPr="001A7DE1" w:rsidRDefault="007B2F76" w:rsidP="001A7DE1">
            <w:pPr>
              <w:pStyle w:val="acctmergecolhdg"/>
              <w:spacing w:line="300" w:lineRule="atLeast"/>
              <w:rPr>
                <w:b w:val="0"/>
                <w:bCs/>
                <w:szCs w:val="22"/>
              </w:rPr>
            </w:pPr>
            <w:r w:rsidRPr="001A7DE1">
              <w:rPr>
                <w:b w:val="0"/>
                <w:bCs/>
                <w:szCs w:val="22"/>
              </w:rPr>
              <w:t>September</w:t>
            </w:r>
          </w:p>
        </w:tc>
        <w:tc>
          <w:tcPr>
            <w:tcW w:w="180" w:type="dxa"/>
          </w:tcPr>
          <w:p w14:paraId="5263E345" w14:textId="77777777" w:rsidR="00BB3368" w:rsidRPr="002715A3" w:rsidRDefault="00BB3368" w:rsidP="001A05CA">
            <w:pPr>
              <w:spacing w:line="300" w:lineRule="atLeast"/>
              <w:ind w:left="-108" w:right="-108"/>
              <w:jc w:val="center"/>
              <w:rPr>
                <w:sz w:val="22"/>
                <w:szCs w:val="22"/>
              </w:rPr>
            </w:pPr>
          </w:p>
        </w:tc>
        <w:tc>
          <w:tcPr>
            <w:tcW w:w="1170" w:type="dxa"/>
          </w:tcPr>
          <w:p w14:paraId="5D12AD00" w14:textId="162C66D5" w:rsidR="00BB3368" w:rsidRPr="002715A3" w:rsidRDefault="00BB3368" w:rsidP="001A05CA">
            <w:pPr>
              <w:spacing w:line="300" w:lineRule="atLeast"/>
              <w:ind w:left="-108" w:right="-108"/>
              <w:jc w:val="center"/>
              <w:rPr>
                <w:sz w:val="22"/>
                <w:szCs w:val="22"/>
              </w:rPr>
            </w:pPr>
            <w:r w:rsidRPr="002715A3">
              <w:rPr>
                <w:bCs/>
                <w:sz w:val="22"/>
                <w:szCs w:val="22"/>
              </w:rPr>
              <w:t>31</w:t>
            </w:r>
            <w:r w:rsidRPr="002715A3">
              <w:rPr>
                <w:bCs/>
                <w:sz w:val="22"/>
                <w:szCs w:val="22"/>
              </w:rPr>
              <w:br/>
              <w:t>December</w:t>
            </w:r>
          </w:p>
        </w:tc>
      </w:tr>
      <w:tr w:rsidR="00BB3368" w:rsidRPr="002715A3" w14:paraId="355B559D" w14:textId="77777777" w:rsidTr="00C36160">
        <w:trPr>
          <w:cantSplit/>
          <w:tblHeader/>
        </w:trPr>
        <w:tc>
          <w:tcPr>
            <w:tcW w:w="3834" w:type="dxa"/>
          </w:tcPr>
          <w:p w14:paraId="483CCA98" w14:textId="77777777" w:rsidR="00BB3368" w:rsidRPr="002715A3" w:rsidRDefault="00BB3368" w:rsidP="001A05CA">
            <w:pPr>
              <w:pStyle w:val="acctfourfigures"/>
              <w:shd w:val="clear" w:color="auto" w:fill="FFFFFF"/>
              <w:tabs>
                <w:tab w:val="clear" w:pos="765"/>
              </w:tabs>
              <w:spacing w:line="300" w:lineRule="atLeast"/>
              <w:rPr>
                <w:b/>
                <w:bCs/>
                <w:szCs w:val="22"/>
              </w:rPr>
            </w:pPr>
          </w:p>
        </w:tc>
        <w:tc>
          <w:tcPr>
            <w:tcW w:w="1271" w:type="dxa"/>
          </w:tcPr>
          <w:p w14:paraId="5F3510EB" w14:textId="5EF1301B" w:rsidR="00BB3368" w:rsidRPr="002715A3" w:rsidRDefault="00BB3368" w:rsidP="001A05CA">
            <w:pPr>
              <w:spacing w:line="300" w:lineRule="atLeast"/>
              <w:ind w:left="-108" w:right="-108"/>
              <w:jc w:val="center"/>
              <w:rPr>
                <w:sz w:val="22"/>
                <w:szCs w:val="22"/>
              </w:rPr>
            </w:pPr>
            <w:r w:rsidRPr="002715A3">
              <w:rPr>
                <w:bCs/>
                <w:sz w:val="22"/>
                <w:szCs w:val="22"/>
              </w:rPr>
              <w:t>202</w:t>
            </w:r>
            <w:r w:rsidR="000F3EC7" w:rsidRPr="002715A3">
              <w:rPr>
                <w:rFonts w:cstheme="minorBidi"/>
                <w:bCs/>
                <w:sz w:val="22"/>
                <w:szCs w:val="22"/>
              </w:rPr>
              <w:t>5</w:t>
            </w:r>
          </w:p>
        </w:tc>
        <w:tc>
          <w:tcPr>
            <w:tcW w:w="180" w:type="dxa"/>
          </w:tcPr>
          <w:p w14:paraId="11D6F033" w14:textId="77777777" w:rsidR="00BB3368" w:rsidRPr="002715A3" w:rsidRDefault="00BB3368" w:rsidP="001A05CA">
            <w:pPr>
              <w:spacing w:line="300" w:lineRule="atLeast"/>
              <w:ind w:left="-108" w:right="-108"/>
              <w:jc w:val="center"/>
              <w:rPr>
                <w:sz w:val="22"/>
                <w:szCs w:val="22"/>
              </w:rPr>
            </w:pPr>
          </w:p>
        </w:tc>
        <w:tc>
          <w:tcPr>
            <w:tcW w:w="1170" w:type="dxa"/>
          </w:tcPr>
          <w:p w14:paraId="7DC98C6C" w14:textId="0C42E674" w:rsidR="00BB3368" w:rsidRPr="002715A3" w:rsidRDefault="00BB3368" w:rsidP="001A05CA">
            <w:pPr>
              <w:spacing w:line="300" w:lineRule="atLeast"/>
              <w:ind w:left="-108" w:right="-108"/>
              <w:jc w:val="center"/>
              <w:rPr>
                <w:sz w:val="22"/>
                <w:szCs w:val="22"/>
              </w:rPr>
            </w:pPr>
            <w:r w:rsidRPr="002715A3">
              <w:rPr>
                <w:bCs/>
                <w:sz w:val="22"/>
                <w:szCs w:val="22"/>
              </w:rPr>
              <w:t>202</w:t>
            </w:r>
            <w:r w:rsidR="000F3EC7" w:rsidRPr="002715A3">
              <w:rPr>
                <w:bCs/>
                <w:sz w:val="22"/>
                <w:szCs w:val="22"/>
              </w:rPr>
              <w:t>4</w:t>
            </w:r>
          </w:p>
        </w:tc>
        <w:tc>
          <w:tcPr>
            <w:tcW w:w="270" w:type="dxa"/>
          </w:tcPr>
          <w:p w14:paraId="381CF868" w14:textId="77777777" w:rsidR="00BB3368" w:rsidRPr="002715A3" w:rsidRDefault="00BB3368" w:rsidP="001A05CA">
            <w:pPr>
              <w:spacing w:line="300" w:lineRule="atLeast"/>
              <w:ind w:left="-108" w:right="-108"/>
              <w:jc w:val="center"/>
              <w:rPr>
                <w:sz w:val="22"/>
                <w:szCs w:val="22"/>
              </w:rPr>
            </w:pPr>
          </w:p>
        </w:tc>
        <w:tc>
          <w:tcPr>
            <w:tcW w:w="1170" w:type="dxa"/>
          </w:tcPr>
          <w:p w14:paraId="4A727A48" w14:textId="5612C31F" w:rsidR="00BB3368" w:rsidRPr="002715A3" w:rsidRDefault="00BB3368" w:rsidP="001A05CA">
            <w:pPr>
              <w:spacing w:line="300" w:lineRule="atLeast"/>
              <w:ind w:left="-108" w:right="-108"/>
              <w:jc w:val="center"/>
              <w:rPr>
                <w:sz w:val="22"/>
                <w:szCs w:val="22"/>
              </w:rPr>
            </w:pPr>
            <w:r w:rsidRPr="002715A3">
              <w:rPr>
                <w:bCs/>
                <w:sz w:val="22"/>
                <w:szCs w:val="22"/>
              </w:rPr>
              <w:t>202</w:t>
            </w:r>
            <w:r w:rsidR="000F3EC7" w:rsidRPr="002715A3">
              <w:rPr>
                <w:bCs/>
                <w:sz w:val="22"/>
                <w:szCs w:val="22"/>
              </w:rPr>
              <w:t>5</w:t>
            </w:r>
          </w:p>
        </w:tc>
        <w:tc>
          <w:tcPr>
            <w:tcW w:w="180" w:type="dxa"/>
          </w:tcPr>
          <w:p w14:paraId="24CA0775" w14:textId="77777777" w:rsidR="00BB3368" w:rsidRPr="002715A3" w:rsidRDefault="00BB3368" w:rsidP="001A05CA">
            <w:pPr>
              <w:spacing w:line="300" w:lineRule="atLeast"/>
              <w:ind w:left="-108" w:right="-108"/>
              <w:jc w:val="center"/>
              <w:rPr>
                <w:sz w:val="22"/>
                <w:szCs w:val="22"/>
              </w:rPr>
            </w:pPr>
          </w:p>
        </w:tc>
        <w:tc>
          <w:tcPr>
            <w:tcW w:w="1170" w:type="dxa"/>
          </w:tcPr>
          <w:p w14:paraId="758CCB2C" w14:textId="765F44F3" w:rsidR="00BB3368" w:rsidRPr="002715A3" w:rsidRDefault="00BB3368" w:rsidP="001A05CA">
            <w:pPr>
              <w:spacing w:line="300" w:lineRule="atLeast"/>
              <w:ind w:left="-108" w:right="-108"/>
              <w:jc w:val="center"/>
              <w:rPr>
                <w:sz w:val="22"/>
                <w:szCs w:val="22"/>
              </w:rPr>
            </w:pPr>
            <w:r w:rsidRPr="002715A3">
              <w:rPr>
                <w:bCs/>
                <w:sz w:val="22"/>
                <w:szCs w:val="22"/>
              </w:rPr>
              <w:t>202</w:t>
            </w:r>
            <w:r w:rsidR="000F3EC7" w:rsidRPr="002715A3">
              <w:rPr>
                <w:bCs/>
                <w:sz w:val="22"/>
                <w:szCs w:val="22"/>
              </w:rPr>
              <w:t>4</w:t>
            </w:r>
          </w:p>
        </w:tc>
      </w:tr>
      <w:tr w:rsidR="00A82485" w:rsidRPr="002715A3" w14:paraId="722693EC" w14:textId="77777777" w:rsidTr="00C36160">
        <w:trPr>
          <w:cantSplit/>
          <w:tblHeader/>
        </w:trPr>
        <w:tc>
          <w:tcPr>
            <w:tcW w:w="3834" w:type="dxa"/>
          </w:tcPr>
          <w:p w14:paraId="17DDF7BC" w14:textId="77777777" w:rsidR="00A82485" w:rsidRPr="002715A3" w:rsidRDefault="00A82485" w:rsidP="001A05CA">
            <w:pPr>
              <w:shd w:val="clear" w:color="auto" w:fill="FFFFFF"/>
              <w:spacing w:line="300" w:lineRule="atLeast"/>
              <w:rPr>
                <w:b/>
                <w:bCs/>
                <w:sz w:val="22"/>
                <w:szCs w:val="22"/>
              </w:rPr>
            </w:pPr>
          </w:p>
        </w:tc>
        <w:tc>
          <w:tcPr>
            <w:tcW w:w="5411" w:type="dxa"/>
            <w:gridSpan w:val="7"/>
          </w:tcPr>
          <w:p w14:paraId="3975AACF" w14:textId="77777777" w:rsidR="00A82485" w:rsidRPr="002715A3" w:rsidRDefault="00A82485" w:rsidP="001A05CA">
            <w:pPr>
              <w:pStyle w:val="acctfourfigures"/>
              <w:shd w:val="clear" w:color="auto" w:fill="FFFFFF"/>
              <w:spacing w:line="300" w:lineRule="atLeast"/>
              <w:jc w:val="center"/>
              <w:rPr>
                <w:i/>
                <w:iCs/>
                <w:szCs w:val="22"/>
              </w:rPr>
            </w:pPr>
            <w:r w:rsidRPr="002715A3">
              <w:rPr>
                <w:i/>
                <w:iCs/>
                <w:szCs w:val="22"/>
              </w:rPr>
              <w:t>(in thousand Baht)</w:t>
            </w:r>
          </w:p>
        </w:tc>
      </w:tr>
      <w:tr w:rsidR="008F7072" w:rsidRPr="002715A3" w14:paraId="0E68BBFE" w14:textId="77777777" w:rsidTr="00C36160">
        <w:trPr>
          <w:cantSplit/>
        </w:trPr>
        <w:tc>
          <w:tcPr>
            <w:tcW w:w="3834" w:type="dxa"/>
          </w:tcPr>
          <w:p w14:paraId="4D05C4F0" w14:textId="77777777" w:rsidR="008F7072" w:rsidRPr="002715A3" w:rsidRDefault="008F7072" w:rsidP="008F7072">
            <w:pPr>
              <w:shd w:val="clear" w:color="auto" w:fill="FFFFFF"/>
              <w:spacing w:line="300" w:lineRule="atLeast"/>
              <w:rPr>
                <w:sz w:val="22"/>
                <w:szCs w:val="22"/>
              </w:rPr>
            </w:pPr>
            <w:r w:rsidRPr="002715A3">
              <w:rPr>
                <w:sz w:val="22"/>
                <w:szCs w:val="22"/>
              </w:rPr>
              <w:t>Within credit terms</w:t>
            </w:r>
          </w:p>
        </w:tc>
        <w:tc>
          <w:tcPr>
            <w:tcW w:w="1271" w:type="dxa"/>
          </w:tcPr>
          <w:p w14:paraId="7160FCEE" w14:textId="34D9A460" w:rsidR="008F7072" w:rsidRPr="002715A3" w:rsidRDefault="008F7072" w:rsidP="008F7072">
            <w:pPr>
              <w:pStyle w:val="acctfourfigures"/>
              <w:shd w:val="clear" w:color="auto" w:fill="FFFFFF"/>
              <w:tabs>
                <w:tab w:val="clear" w:pos="765"/>
                <w:tab w:val="decimal" w:pos="1108"/>
              </w:tabs>
              <w:spacing w:line="300" w:lineRule="atLeast"/>
              <w:ind w:left="-169" w:right="-79"/>
              <w:rPr>
                <w:rFonts w:cs="Angsana New"/>
                <w:szCs w:val="22"/>
                <w:lang w:val="en-US" w:bidi="th-TH"/>
              </w:rPr>
            </w:pPr>
            <w:r w:rsidRPr="00E65D28">
              <w:t>2,895,128</w:t>
            </w:r>
          </w:p>
        </w:tc>
        <w:tc>
          <w:tcPr>
            <w:tcW w:w="180" w:type="dxa"/>
          </w:tcPr>
          <w:p w14:paraId="30D43D2F"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593BFE54" w14:textId="32D24153" w:rsidR="008F7072" w:rsidRPr="002715A3" w:rsidRDefault="008F7072" w:rsidP="008F7072">
            <w:pPr>
              <w:pStyle w:val="acctfourfigures"/>
              <w:shd w:val="clear" w:color="auto" w:fill="FFFFFF"/>
              <w:tabs>
                <w:tab w:val="clear" w:pos="765"/>
                <w:tab w:val="decimal" w:pos="1000"/>
              </w:tabs>
              <w:spacing w:line="300" w:lineRule="atLeast"/>
              <w:ind w:left="-169" w:right="-79"/>
              <w:rPr>
                <w:szCs w:val="22"/>
              </w:rPr>
            </w:pPr>
            <w:r w:rsidRPr="002715A3">
              <w:rPr>
                <w:szCs w:val="22"/>
              </w:rPr>
              <w:t>2,918,694</w:t>
            </w:r>
          </w:p>
        </w:tc>
        <w:tc>
          <w:tcPr>
            <w:tcW w:w="270" w:type="dxa"/>
          </w:tcPr>
          <w:p w14:paraId="6D98B694"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16A13258" w14:textId="2753CDAF" w:rsidR="008F7072" w:rsidRPr="002715A3" w:rsidRDefault="008F7072" w:rsidP="008F7072">
            <w:pPr>
              <w:pStyle w:val="acctfourfigures"/>
              <w:shd w:val="clear" w:color="auto" w:fill="FFFFFF"/>
              <w:tabs>
                <w:tab w:val="clear" w:pos="765"/>
                <w:tab w:val="decimal" w:pos="997"/>
              </w:tabs>
              <w:spacing w:line="300" w:lineRule="atLeast"/>
              <w:ind w:left="-169" w:right="-79"/>
              <w:rPr>
                <w:szCs w:val="22"/>
              </w:rPr>
            </w:pPr>
            <w:r w:rsidRPr="0070579D">
              <w:t>2,187,506</w:t>
            </w:r>
          </w:p>
        </w:tc>
        <w:tc>
          <w:tcPr>
            <w:tcW w:w="180" w:type="dxa"/>
          </w:tcPr>
          <w:p w14:paraId="41152712"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6388B3DB" w14:textId="65658ADA" w:rsidR="008F7072" w:rsidRPr="002715A3" w:rsidRDefault="008F7072" w:rsidP="008F7072">
            <w:pPr>
              <w:pStyle w:val="acctfourfigures"/>
              <w:shd w:val="clear" w:color="auto" w:fill="FFFFFF"/>
              <w:tabs>
                <w:tab w:val="clear" w:pos="765"/>
                <w:tab w:val="decimal" w:pos="1000"/>
              </w:tabs>
              <w:spacing w:line="300" w:lineRule="atLeast"/>
              <w:ind w:left="-169" w:right="-79"/>
              <w:rPr>
                <w:rFonts w:cs="Cordia New"/>
                <w:szCs w:val="22"/>
                <w:lang w:val="en-US" w:bidi="th-TH"/>
              </w:rPr>
            </w:pPr>
            <w:r w:rsidRPr="002715A3">
              <w:rPr>
                <w:szCs w:val="22"/>
              </w:rPr>
              <w:t>2,190,789</w:t>
            </w:r>
          </w:p>
        </w:tc>
      </w:tr>
      <w:tr w:rsidR="008F7072" w:rsidRPr="002715A3" w14:paraId="6A38A739" w14:textId="77777777" w:rsidTr="00C36160">
        <w:trPr>
          <w:cantSplit/>
        </w:trPr>
        <w:tc>
          <w:tcPr>
            <w:tcW w:w="3834" w:type="dxa"/>
          </w:tcPr>
          <w:p w14:paraId="6300B42C" w14:textId="77777777" w:rsidR="008F7072" w:rsidRPr="002715A3" w:rsidRDefault="008F7072" w:rsidP="008F7072">
            <w:pPr>
              <w:shd w:val="clear" w:color="auto" w:fill="FFFFFF"/>
              <w:spacing w:line="300" w:lineRule="atLeast"/>
              <w:rPr>
                <w:sz w:val="22"/>
                <w:szCs w:val="22"/>
              </w:rPr>
            </w:pPr>
            <w:r w:rsidRPr="002715A3">
              <w:rPr>
                <w:sz w:val="22"/>
                <w:szCs w:val="22"/>
              </w:rPr>
              <w:t>Overdue:</w:t>
            </w:r>
          </w:p>
        </w:tc>
        <w:tc>
          <w:tcPr>
            <w:tcW w:w="1271" w:type="dxa"/>
          </w:tcPr>
          <w:p w14:paraId="2D0CDEF7" w14:textId="77777777" w:rsidR="008F7072" w:rsidRPr="002715A3" w:rsidRDefault="008F7072" w:rsidP="008F7072">
            <w:pPr>
              <w:pStyle w:val="acctfourfigures"/>
              <w:shd w:val="clear" w:color="auto" w:fill="FFFFFF"/>
              <w:tabs>
                <w:tab w:val="clear" w:pos="765"/>
                <w:tab w:val="decimal" w:pos="829"/>
              </w:tabs>
              <w:spacing w:line="300" w:lineRule="atLeast"/>
              <w:ind w:left="-169" w:right="-79"/>
              <w:rPr>
                <w:szCs w:val="22"/>
              </w:rPr>
            </w:pPr>
          </w:p>
        </w:tc>
        <w:tc>
          <w:tcPr>
            <w:tcW w:w="180" w:type="dxa"/>
          </w:tcPr>
          <w:p w14:paraId="61D2818B"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63C0AD33" w14:textId="77777777" w:rsidR="008F7072" w:rsidRPr="002715A3" w:rsidRDefault="008F7072" w:rsidP="008F7072">
            <w:pPr>
              <w:pStyle w:val="acctfourfigures"/>
              <w:shd w:val="clear" w:color="auto" w:fill="FFFFFF"/>
              <w:tabs>
                <w:tab w:val="clear" w:pos="765"/>
                <w:tab w:val="decimal" w:pos="731"/>
                <w:tab w:val="decimal" w:pos="1000"/>
              </w:tabs>
              <w:spacing w:line="300" w:lineRule="atLeast"/>
              <w:ind w:left="-169" w:right="-79"/>
              <w:rPr>
                <w:szCs w:val="22"/>
              </w:rPr>
            </w:pPr>
          </w:p>
        </w:tc>
        <w:tc>
          <w:tcPr>
            <w:tcW w:w="270" w:type="dxa"/>
          </w:tcPr>
          <w:p w14:paraId="71C17975"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265D67FB" w14:textId="77777777" w:rsidR="008F7072" w:rsidRPr="002715A3" w:rsidRDefault="008F7072" w:rsidP="008F7072">
            <w:pPr>
              <w:pStyle w:val="acctfourfigures"/>
              <w:shd w:val="clear" w:color="auto" w:fill="FFFFFF"/>
              <w:tabs>
                <w:tab w:val="clear" w:pos="765"/>
                <w:tab w:val="decimal" w:pos="997"/>
              </w:tabs>
              <w:spacing w:line="300" w:lineRule="atLeast"/>
              <w:ind w:left="-169" w:right="-79"/>
              <w:rPr>
                <w:rFonts w:cs="Cordia New"/>
                <w:szCs w:val="22"/>
                <w:lang w:val="en-US" w:bidi="th-TH"/>
              </w:rPr>
            </w:pPr>
          </w:p>
        </w:tc>
        <w:tc>
          <w:tcPr>
            <w:tcW w:w="180" w:type="dxa"/>
          </w:tcPr>
          <w:p w14:paraId="686AC001"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6254CC90" w14:textId="77777777" w:rsidR="008F7072" w:rsidRPr="002715A3" w:rsidRDefault="008F7072" w:rsidP="008F7072">
            <w:pPr>
              <w:pStyle w:val="acctfourfigures"/>
              <w:shd w:val="clear" w:color="auto" w:fill="FFFFFF"/>
              <w:tabs>
                <w:tab w:val="clear" w:pos="765"/>
                <w:tab w:val="decimal" w:pos="1000"/>
              </w:tabs>
              <w:spacing w:line="300" w:lineRule="atLeast"/>
              <w:ind w:left="-169" w:right="-79"/>
              <w:rPr>
                <w:rFonts w:cs="Cordia New"/>
                <w:szCs w:val="22"/>
                <w:lang w:val="en-US" w:bidi="th-TH"/>
              </w:rPr>
            </w:pPr>
          </w:p>
        </w:tc>
      </w:tr>
      <w:tr w:rsidR="008F7072" w:rsidRPr="002715A3" w14:paraId="32CFDA2E" w14:textId="77777777" w:rsidTr="00C36160">
        <w:trPr>
          <w:cantSplit/>
        </w:trPr>
        <w:tc>
          <w:tcPr>
            <w:tcW w:w="3834" w:type="dxa"/>
          </w:tcPr>
          <w:p w14:paraId="1A7419AA" w14:textId="10C55575" w:rsidR="008F7072" w:rsidRPr="002715A3" w:rsidRDefault="008F7072" w:rsidP="008F7072">
            <w:pPr>
              <w:shd w:val="clear" w:color="auto" w:fill="FFFFFF"/>
              <w:spacing w:line="300" w:lineRule="atLeast"/>
              <w:ind w:left="180"/>
              <w:rPr>
                <w:sz w:val="22"/>
                <w:szCs w:val="22"/>
              </w:rPr>
            </w:pPr>
            <w:r w:rsidRPr="002715A3">
              <w:rPr>
                <w:sz w:val="22"/>
                <w:szCs w:val="22"/>
              </w:rPr>
              <w:t>Less than 3 months</w:t>
            </w:r>
          </w:p>
        </w:tc>
        <w:tc>
          <w:tcPr>
            <w:tcW w:w="1271" w:type="dxa"/>
          </w:tcPr>
          <w:p w14:paraId="73094E12" w14:textId="1C83C208" w:rsidR="008F7072" w:rsidRPr="002715A3" w:rsidRDefault="008F7072" w:rsidP="008F7072">
            <w:pPr>
              <w:pStyle w:val="acctfourfigures"/>
              <w:shd w:val="clear" w:color="auto" w:fill="FFFFFF"/>
              <w:tabs>
                <w:tab w:val="clear" w:pos="765"/>
                <w:tab w:val="decimal" w:pos="1108"/>
              </w:tabs>
              <w:spacing w:line="300" w:lineRule="atLeast"/>
              <w:ind w:left="-169" w:right="-79"/>
              <w:rPr>
                <w:szCs w:val="22"/>
              </w:rPr>
            </w:pPr>
            <w:r w:rsidRPr="00E65D28">
              <w:t>274,010</w:t>
            </w:r>
          </w:p>
        </w:tc>
        <w:tc>
          <w:tcPr>
            <w:tcW w:w="180" w:type="dxa"/>
          </w:tcPr>
          <w:p w14:paraId="4704F509"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243934B6" w14:textId="54952C95" w:rsidR="008F7072" w:rsidRPr="002715A3" w:rsidRDefault="008F7072" w:rsidP="008F7072">
            <w:pPr>
              <w:pStyle w:val="acctfourfigures"/>
              <w:shd w:val="clear" w:color="auto" w:fill="FFFFFF"/>
              <w:tabs>
                <w:tab w:val="clear" w:pos="765"/>
                <w:tab w:val="decimal" w:pos="1000"/>
              </w:tabs>
              <w:spacing w:line="300" w:lineRule="atLeast"/>
              <w:ind w:left="-169" w:right="-79"/>
              <w:rPr>
                <w:szCs w:val="22"/>
              </w:rPr>
            </w:pPr>
            <w:r w:rsidRPr="002715A3">
              <w:rPr>
                <w:szCs w:val="22"/>
              </w:rPr>
              <w:t>615,708</w:t>
            </w:r>
          </w:p>
        </w:tc>
        <w:tc>
          <w:tcPr>
            <w:tcW w:w="270" w:type="dxa"/>
          </w:tcPr>
          <w:p w14:paraId="41A7E6CF"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614E71FB" w14:textId="55066FF1" w:rsidR="008F7072" w:rsidRPr="002715A3" w:rsidRDefault="008F7072" w:rsidP="008F7072">
            <w:pPr>
              <w:pStyle w:val="acctfourfigures"/>
              <w:shd w:val="clear" w:color="auto" w:fill="FFFFFF"/>
              <w:tabs>
                <w:tab w:val="clear" w:pos="765"/>
                <w:tab w:val="decimal" w:pos="997"/>
              </w:tabs>
              <w:spacing w:line="300" w:lineRule="atLeast"/>
              <w:ind w:left="-169" w:right="-79"/>
              <w:rPr>
                <w:rFonts w:cs="Cordia New"/>
                <w:szCs w:val="22"/>
                <w:lang w:val="en-US" w:bidi="th-TH"/>
              </w:rPr>
            </w:pPr>
            <w:r w:rsidRPr="0070579D">
              <w:t>272,648</w:t>
            </w:r>
          </w:p>
        </w:tc>
        <w:tc>
          <w:tcPr>
            <w:tcW w:w="180" w:type="dxa"/>
          </w:tcPr>
          <w:p w14:paraId="1977A1C6"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1D85D883" w14:textId="4666B0A4" w:rsidR="008F7072" w:rsidRPr="002715A3" w:rsidRDefault="008F7072" w:rsidP="008F7072">
            <w:pPr>
              <w:pStyle w:val="acctfourfigures"/>
              <w:shd w:val="clear" w:color="auto" w:fill="FFFFFF"/>
              <w:tabs>
                <w:tab w:val="clear" w:pos="765"/>
                <w:tab w:val="decimal" w:pos="1000"/>
              </w:tabs>
              <w:spacing w:line="300" w:lineRule="atLeast"/>
              <w:ind w:left="-169" w:right="-79"/>
              <w:rPr>
                <w:rFonts w:cs="Cordia New"/>
                <w:szCs w:val="22"/>
                <w:lang w:val="en-US" w:bidi="th-TH"/>
              </w:rPr>
            </w:pPr>
            <w:r w:rsidRPr="002715A3">
              <w:rPr>
                <w:szCs w:val="22"/>
              </w:rPr>
              <w:t>509,255</w:t>
            </w:r>
          </w:p>
        </w:tc>
      </w:tr>
      <w:tr w:rsidR="008F7072" w:rsidRPr="002715A3" w14:paraId="0684519C" w14:textId="77777777" w:rsidTr="00C36160">
        <w:trPr>
          <w:cantSplit/>
        </w:trPr>
        <w:tc>
          <w:tcPr>
            <w:tcW w:w="3834" w:type="dxa"/>
          </w:tcPr>
          <w:p w14:paraId="6AF1E037" w14:textId="77777777" w:rsidR="008F7072" w:rsidRPr="002715A3" w:rsidRDefault="008F7072" w:rsidP="008F7072">
            <w:pPr>
              <w:shd w:val="clear" w:color="auto" w:fill="FFFFFF"/>
              <w:spacing w:line="300" w:lineRule="atLeast"/>
              <w:ind w:left="180"/>
              <w:rPr>
                <w:sz w:val="22"/>
                <w:szCs w:val="22"/>
              </w:rPr>
            </w:pPr>
            <w:r w:rsidRPr="002715A3">
              <w:rPr>
                <w:sz w:val="22"/>
                <w:szCs w:val="22"/>
              </w:rPr>
              <w:t>3 - 6 months</w:t>
            </w:r>
          </w:p>
        </w:tc>
        <w:tc>
          <w:tcPr>
            <w:tcW w:w="1271" w:type="dxa"/>
          </w:tcPr>
          <w:p w14:paraId="5C337F16" w14:textId="05B76781" w:rsidR="008F7072" w:rsidRPr="002715A3" w:rsidRDefault="008F7072" w:rsidP="008F7072">
            <w:pPr>
              <w:pStyle w:val="acctfourfigures"/>
              <w:shd w:val="clear" w:color="auto" w:fill="FFFFFF"/>
              <w:tabs>
                <w:tab w:val="clear" w:pos="765"/>
                <w:tab w:val="decimal" w:pos="1108"/>
              </w:tabs>
              <w:spacing w:line="300" w:lineRule="atLeast"/>
              <w:ind w:left="-169" w:right="-79"/>
              <w:rPr>
                <w:szCs w:val="22"/>
              </w:rPr>
            </w:pPr>
            <w:r w:rsidRPr="00E65D28">
              <w:t>114,670</w:t>
            </w:r>
          </w:p>
        </w:tc>
        <w:tc>
          <w:tcPr>
            <w:tcW w:w="180" w:type="dxa"/>
          </w:tcPr>
          <w:p w14:paraId="3E9F586B"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020FCA28" w14:textId="0F6253D6" w:rsidR="008F7072" w:rsidRPr="002715A3" w:rsidRDefault="008F7072" w:rsidP="008F7072">
            <w:pPr>
              <w:pStyle w:val="acctfourfigures"/>
              <w:shd w:val="clear" w:color="auto" w:fill="FFFFFF"/>
              <w:tabs>
                <w:tab w:val="clear" w:pos="765"/>
                <w:tab w:val="decimal" w:pos="1000"/>
              </w:tabs>
              <w:spacing w:line="300" w:lineRule="atLeast"/>
              <w:ind w:left="-169" w:right="-79"/>
              <w:rPr>
                <w:szCs w:val="22"/>
              </w:rPr>
            </w:pPr>
            <w:r w:rsidRPr="002715A3">
              <w:rPr>
                <w:szCs w:val="22"/>
              </w:rPr>
              <w:t>20,857</w:t>
            </w:r>
          </w:p>
        </w:tc>
        <w:tc>
          <w:tcPr>
            <w:tcW w:w="270" w:type="dxa"/>
          </w:tcPr>
          <w:p w14:paraId="32CB065F"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31C039F0" w14:textId="4F050BDE" w:rsidR="008F7072" w:rsidRPr="002715A3" w:rsidRDefault="008F7072" w:rsidP="008F7072">
            <w:pPr>
              <w:pStyle w:val="acctfourfigures"/>
              <w:shd w:val="clear" w:color="auto" w:fill="FFFFFF"/>
              <w:tabs>
                <w:tab w:val="clear" w:pos="765"/>
                <w:tab w:val="decimal" w:pos="997"/>
              </w:tabs>
              <w:spacing w:line="300" w:lineRule="atLeast"/>
              <w:ind w:left="-169" w:right="-79"/>
              <w:rPr>
                <w:rFonts w:cs="Cordia New"/>
                <w:szCs w:val="22"/>
                <w:lang w:val="en-US" w:bidi="th-TH"/>
              </w:rPr>
            </w:pPr>
            <w:r w:rsidRPr="0070579D">
              <w:t>87,5</w:t>
            </w:r>
            <w:r w:rsidR="00372DA4">
              <w:t>19</w:t>
            </w:r>
          </w:p>
        </w:tc>
        <w:tc>
          <w:tcPr>
            <w:tcW w:w="180" w:type="dxa"/>
          </w:tcPr>
          <w:p w14:paraId="367B8B59"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3C9DA309" w14:textId="6A0F5F16" w:rsidR="008F7072" w:rsidRPr="002715A3" w:rsidRDefault="008F7072" w:rsidP="008F7072">
            <w:pPr>
              <w:pStyle w:val="acctfourfigures"/>
              <w:shd w:val="clear" w:color="auto" w:fill="FFFFFF"/>
              <w:tabs>
                <w:tab w:val="clear" w:pos="765"/>
                <w:tab w:val="decimal" w:pos="1000"/>
              </w:tabs>
              <w:spacing w:line="300" w:lineRule="atLeast"/>
              <w:ind w:left="-169" w:right="-79"/>
              <w:rPr>
                <w:rFonts w:cs="Cordia New"/>
                <w:szCs w:val="22"/>
                <w:lang w:val="en-US" w:bidi="th-TH"/>
              </w:rPr>
            </w:pPr>
            <w:r w:rsidRPr="002715A3">
              <w:rPr>
                <w:szCs w:val="22"/>
              </w:rPr>
              <w:t>16,163</w:t>
            </w:r>
          </w:p>
        </w:tc>
      </w:tr>
      <w:tr w:rsidR="008F7072" w:rsidRPr="002715A3" w14:paraId="0E3894E4" w14:textId="77777777" w:rsidTr="00C36160">
        <w:trPr>
          <w:cantSplit/>
        </w:trPr>
        <w:tc>
          <w:tcPr>
            <w:tcW w:w="3834" w:type="dxa"/>
          </w:tcPr>
          <w:p w14:paraId="1D3B9023" w14:textId="77777777" w:rsidR="008F7072" w:rsidRPr="002715A3" w:rsidRDefault="008F7072" w:rsidP="008F7072">
            <w:pPr>
              <w:shd w:val="clear" w:color="auto" w:fill="FFFFFF"/>
              <w:spacing w:line="300" w:lineRule="atLeast"/>
              <w:ind w:left="180"/>
              <w:rPr>
                <w:sz w:val="22"/>
                <w:szCs w:val="22"/>
              </w:rPr>
            </w:pPr>
            <w:r w:rsidRPr="002715A3">
              <w:rPr>
                <w:sz w:val="22"/>
                <w:szCs w:val="22"/>
              </w:rPr>
              <w:t>6 - 12 months</w:t>
            </w:r>
          </w:p>
        </w:tc>
        <w:tc>
          <w:tcPr>
            <w:tcW w:w="1271" w:type="dxa"/>
          </w:tcPr>
          <w:p w14:paraId="1115469D" w14:textId="680A74FC" w:rsidR="008F7072" w:rsidRPr="002715A3" w:rsidRDefault="008F7072" w:rsidP="008F7072">
            <w:pPr>
              <w:pStyle w:val="acctfourfigures"/>
              <w:shd w:val="clear" w:color="auto" w:fill="FFFFFF"/>
              <w:tabs>
                <w:tab w:val="clear" w:pos="765"/>
                <w:tab w:val="decimal" w:pos="1111"/>
              </w:tabs>
              <w:spacing w:line="300" w:lineRule="atLeast"/>
              <w:ind w:left="-169" w:right="-79"/>
              <w:rPr>
                <w:szCs w:val="22"/>
              </w:rPr>
            </w:pPr>
            <w:r w:rsidRPr="00E65D28">
              <w:t>1,593</w:t>
            </w:r>
          </w:p>
        </w:tc>
        <w:tc>
          <w:tcPr>
            <w:tcW w:w="180" w:type="dxa"/>
          </w:tcPr>
          <w:p w14:paraId="7842BBD7"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332D19E6" w14:textId="3980E176" w:rsidR="008F7072" w:rsidRPr="002715A3" w:rsidRDefault="008F7072" w:rsidP="008F7072">
            <w:pPr>
              <w:pStyle w:val="acctfourfigures"/>
              <w:shd w:val="clear" w:color="auto" w:fill="FFFFFF"/>
              <w:tabs>
                <w:tab w:val="clear" w:pos="765"/>
                <w:tab w:val="decimal" w:pos="1000"/>
              </w:tabs>
              <w:spacing w:line="300" w:lineRule="atLeast"/>
              <w:ind w:left="-169" w:right="-79"/>
              <w:rPr>
                <w:szCs w:val="22"/>
              </w:rPr>
            </w:pPr>
            <w:r w:rsidRPr="002715A3">
              <w:rPr>
                <w:szCs w:val="22"/>
              </w:rPr>
              <w:t>115</w:t>
            </w:r>
          </w:p>
        </w:tc>
        <w:tc>
          <w:tcPr>
            <w:tcW w:w="270" w:type="dxa"/>
          </w:tcPr>
          <w:p w14:paraId="64474A85"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Pr>
          <w:p w14:paraId="1E02B27A" w14:textId="1233DFA7" w:rsidR="008F7072" w:rsidRPr="002715A3" w:rsidRDefault="008F7072" w:rsidP="008F7072">
            <w:pPr>
              <w:pStyle w:val="acctfourfigures"/>
              <w:shd w:val="clear" w:color="auto" w:fill="FFFFFF"/>
              <w:tabs>
                <w:tab w:val="clear" w:pos="765"/>
                <w:tab w:val="decimal" w:pos="730"/>
              </w:tabs>
              <w:spacing w:line="300" w:lineRule="atLeast"/>
              <w:ind w:left="-169" w:right="-79"/>
              <w:rPr>
                <w:szCs w:val="22"/>
                <w:lang w:val="en-US" w:bidi="th-TH"/>
              </w:rPr>
            </w:pPr>
            <w:r w:rsidRPr="0070579D">
              <w:t>-</w:t>
            </w:r>
          </w:p>
        </w:tc>
        <w:tc>
          <w:tcPr>
            <w:tcW w:w="180" w:type="dxa"/>
          </w:tcPr>
          <w:p w14:paraId="6885A3D9" w14:textId="77777777" w:rsidR="008F7072" w:rsidRPr="002715A3" w:rsidRDefault="008F7072" w:rsidP="008F7072">
            <w:pPr>
              <w:tabs>
                <w:tab w:val="decimal" w:pos="534"/>
              </w:tabs>
              <w:spacing w:line="300" w:lineRule="atLeast"/>
              <w:ind w:left="-124" w:right="11"/>
              <w:rPr>
                <w:sz w:val="22"/>
                <w:szCs w:val="22"/>
              </w:rPr>
            </w:pPr>
          </w:p>
        </w:tc>
        <w:tc>
          <w:tcPr>
            <w:tcW w:w="1170" w:type="dxa"/>
          </w:tcPr>
          <w:p w14:paraId="69EB9824" w14:textId="5ABECB5F" w:rsidR="008F7072" w:rsidRPr="002715A3" w:rsidRDefault="008F7072" w:rsidP="008F7072">
            <w:pPr>
              <w:pStyle w:val="acctfourfigures"/>
              <w:shd w:val="clear" w:color="auto" w:fill="FFFFFF"/>
              <w:tabs>
                <w:tab w:val="clear" w:pos="765"/>
                <w:tab w:val="decimal" w:pos="1000"/>
              </w:tabs>
              <w:spacing w:line="300" w:lineRule="atLeast"/>
              <w:ind w:left="-169" w:right="-79"/>
              <w:rPr>
                <w:rFonts w:cs="Cordia New"/>
                <w:szCs w:val="22"/>
                <w:lang w:val="en-US" w:bidi="th-TH"/>
              </w:rPr>
            </w:pPr>
            <w:r w:rsidRPr="002715A3">
              <w:rPr>
                <w:szCs w:val="22"/>
              </w:rPr>
              <w:t>102</w:t>
            </w:r>
          </w:p>
        </w:tc>
      </w:tr>
      <w:tr w:rsidR="008F7072" w:rsidRPr="002715A3" w14:paraId="4D146B96" w14:textId="77777777" w:rsidTr="00C36160">
        <w:trPr>
          <w:cantSplit/>
        </w:trPr>
        <w:tc>
          <w:tcPr>
            <w:tcW w:w="3834" w:type="dxa"/>
          </w:tcPr>
          <w:p w14:paraId="2BB4B350" w14:textId="77777777" w:rsidR="008F7072" w:rsidRPr="002715A3" w:rsidRDefault="008F7072" w:rsidP="008F7072">
            <w:pPr>
              <w:shd w:val="clear" w:color="auto" w:fill="FFFFFF"/>
              <w:spacing w:line="300" w:lineRule="atLeast"/>
              <w:ind w:left="180"/>
              <w:rPr>
                <w:sz w:val="22"/>
                <w:szCs w:val="22"/>
              </w:rPr>
            </w:pPr>
            <w:r w:rsidRPr="002715A3">
              <w:rPr>
                <w:sz w:val="22"/>
                <w:szCs w:val="22"/>
              </w:rPr>
              <w:t>Over 12 months</w:t>
            </w:r>
          </w:p>
        </w:tc>
        <w:tc>
          <w:tcPr>
            <w:tcW w:w="1271" w:type="dxa"/>
            <w:tcBorders>
              <w:bottom w:val="single" w:sz="4" w:space="0" w:color="auto"/>
            </w:tcBorders>
          </w:tcPr>
          <w:p w14:paraId="4E4FDEA6" w14:textId="7436DF6E" w:rsidR="008F7072" w:rsidRPr="002715A3" w:rsidRDefault="008F7072" w:rsidP="008F7072">
            <w:pPr>
              <w:pStyle w:val="acctfourfigures"/>
              <w:shd w:val="clear" w:color="auto" w:fill="FFFFFF"/>
              <w:tabs>
                <w:tab w:val="clear" w:pos="765"/>
                <w:tab w:val="decimal" w:pos="1108"/>
              </w:tabs>
              <w:spacing w:line="300" w:lineRule="atLeast"/>
              <w:ind w:left="-169" w:right="-79"/>
              <w:rPr>
                <w:szCs w:val="22"/>
              </w:rPr>
            </w:pPr>
            <w:r w:rsidRPr="00E65D28">
              <w:t>4,024</w:t>
            </w:r>
          </w:p>
        </w:tc>
        <w:tc>
          <w:tcPr>
            <w:tcW w:w="180" w:type="dxa"/>
          </w:tcPr>
          <w:p w14:paraId="691D774B"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tcPr>
          <w:p w14:paraId="2A767527" w14:textId="2A1BB2A6" w:rsidR="008F7072" w:rsidRPr="002715A3" w:rsidRDefault="008F7072" w:rsidP="008F7072">
            <w:pPr>
              <w:pStyle w:val="acctfourfigures"/>
              <w:shd w:val="clear" w:color="auto" w:fill="FFFFFF"/>
              <w:tabs>
                <w:tab w:val="clear" w:pos="765"/>
                <w:tab w:val="decimal" w:pos="1000"/>
              </w:tabs>
              <w:spacing w:line="300" w:lineRule="atLeast"/>
              <w:ind w:left="-169" w:right="-79"/>
              <w:rPr>
                <w:szCs w:val="22"/>
              </w:rPr>
            </w:pPr>
            <w:r w:rsidRPr="002715A3">
              <w:rPr>
                <w:szCs w:val="22"/>
              </w:rPr>
              <w:t>552</w:t>
            </w:r>
          </w:p>
        </w:tc>
        <w:tc>
          <w:tcPr>
            <w:tcW w:w="270" w:type="dxa"/>
          </w:tcPr>
          <w:p w14:paraId="1D792B24"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tcPr>
          <w:p w14:paraId="4C78D2FA" w14:textId="6B17BCB1" w:rsidR="008F7072" w:rsidRPr="002715A3" w:rsidRDefault="008F7072" w:rsidP="008F7072">
            <w:pPr>
              <w:pStyle w:val="acctfourfigures"/>
              <w:shd w:val="clear" w:color="auto" w:fill="FFFFFF"/>
              <w:tabs>
                <w:tab w:val="clear" w:pos="765"/>
                <w:tab w:val="decimal" w:pos="730"/>
              </w:tabs>
              <w:spacing w:line="300" w:lineRule="atLeast"/>
              <w:ind w:left="-169" w:right="-79"/>
              <w:rPr>
                <w:rFonts w:cs="Cordia New"/>
                <w:szCs w:val="22"/>
                <w:lang w:val="en-US" w:bidi="th-TH"/>
              </w:rPr>
            </w:pPr>
            <w:r w:rsidRPr="0070579D">
              <w:t>-</w:t>
            </w:r>
          </w:p>
        </w:tc>
        <w:tc>
          <w:tcPr>
            <w:tcW w:w="180" w:type="dxa"/>
          </w:tcPr>
          <w:p w14:paraId="5242A4EC"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tcPr>
          <w:p w14:paraId="61BDE559" w14:textId="0A54AA33" w:rsidR="008F7072" w:rsidRPr="002715A3" w:rsidRDefault="008F7072" w:rsidP="008F7072">
            <w:pPr>
              <w:pStyle w:val="acctfourfigures"/>
              <w:shd w:val="clear" w:color="auto" w:fill="FFFFFF"/>
              <w:tabs>
                <w:tab w:val="clear" w:pos="765"/>
                <w:tab w:val="decimal" w:pos="730"/>
              </w:tabs>
              <w:spacing w:line="300" w:lineRule="atLeast"/>
              <w:ind w:left="-169" w:right="-79"/>
              <w:rPr>
                <w:rFonts w:cs="Cordia New"/>
                <w:szCs w:val="22"/>
                <w:lang w:val="en-US" w:bidi="th-TH"/>
              </w:rPr>
            </w:pPr>
            <w:r w:rsidRPr="002715A3">
              <w:rPr>
                <w:szCs w:val="22"/>
              </w:rPr>
              <w:t>-</w:t>
            </w:r>
          </w:p>
        </w:tc>
      </w:tr>
      <w:tr w:rsidR="008F7072" w:rsidRPr="002715A3" w14:paraId="3CFFED3E" w14:textId="77777777" w:rsidTr="00C36160">
        <w:trPr>
          <w:cantSplit/>
        </w:trPr>
        <w:tc>
          <w:tcPr>
            <w:tcW w:w="3834" w:type="dxa"/>
          </w:tcPr>
          <w:p w14:paraId="237034AF" w14:textId="77777777" w:rsidR="008F7072" w:rsidRPr="002715A3" w:rsidRDefault="008F7072" w:rsidP="008F7072">
            <w:pPr>
              <w:shd w:val="clear" w:color="auto" w:fill="FFFFFF"/>
              <w:spacing w:line="300" w:lineRule="atLeast"/>
              <w:rPr>
                <w:i/>
                <w:iCs/>
                <w:sz w:val="22"/>
                <w:szCs w:val="22"/>
              </w:rPr>
            </w:pPr>
            <w:r w:rsidRPr="002715A3">
              <w:rPr>
                <w:b/>
                <w:bCs/>
                <w:sz w:val="22"/>
                <w:szCs w:val="22"/>
              </w:rPr>
              <w:t>Total</w:t>
            </w:r>
          </w:p>
        </w:tc>
        <w:tc>
          <w:tcPr>
            <w:tcW w:w="1271" w:type="dxa"/>
            <w:tcBorders>
              <w:top w:val="single" w:sz="4" w:space="0" w:color="auto"/>
            </w:tcBorders>
          </w:tcPr>
          <w:p w14:paraId="22A1D33A" w14:textId="782670C6" w:rsidR="008F7072" w:rsidRPr="008F7072" w:rsidRDefault="008F7072" w:rsidP="008F7072">
            <w:pPr>
              <w:pStyle w:val="acctfourfigures"/>
              <w:shd w:val="clear" w:color="auto" w:fill="FFFFFF"/>
              <w:tabs>
                <w:tab w:val="clear" w:pos="765"/>
                <w:tab w:val="decimal" w:pos="1108"/>
              </w:tabs>
              <w:spacing w:line="300" w:lineRule="atLeast"/>
              <w:ind w:left="-169" w:right="-79"/>
              <w:rPr>
                <w:b/>
                <w:bCs/>
                <w:szCs w:val="22"/>
              </w:rPr>
            </w:pPr>
            <w:r w:rsidRPr="008F7072">
              <w:rPr>
                <w:b/>
                <w:bCs/>
              </w:rPr>
              <w:t>3,289,425</w:t>
            </w:r>
          </w:p>
        </w:tc>
        <w:tc>
          <w:tcPr>
            <w:tcW w:w="180" w:type="dxa"/>
          </w:tcPr>
          <w:p w14:paraId="35310DA5"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tcBorders>
          </w:tcPr>
          <w:p w14:paraId="35E547E9" w14:textId="60DF38DF" w:rsidR="008F7072" w:rsidRPr="002715A3" w:rsidRDefault="008F7072" w:rsidP="008F7072">
            <w:pPr>
              <w:pStyle w:val="acctfourfigures"/>
              <w:shd w:val="clear" w:color="auto" w:fill="FFFFFF"/>
              <w:tabs>
                <w:tab w:val="clear" w:pos="765"/>
                <w:tab w:val="decimal" w:pos="1000"/>
              </w:tabs>
              <w:spacing w:line="300" w:lineRule="atLeast"/>
              <w:ind w:left="-169" w:right="-79"/>
              <w:rPr>
                <w:b/>
                <w:bCs/>
                <w:szCs w:val="22"/>
              </w:rPr>
            </w:pPr>
            <w:r w:rsidRPr="002715A3">
              <w:rPr>
                <w:b/>
                <w:bCs/>
                <w:szCs w:val="22"/>
              </w:rPr>
              <w:t>3,555,926</w:t>
            </w:r>
          </w:p>
        </w:tc>
        <w:tc>
          <w:tcPr>
            <w:tcW w:w="270" w:type="dxa"/>
          </w:tcPr>
          <w:p w14:paraId="38048EBC"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tcBorders>
          </w:tcPr>
          <w:p w14:paraId="21E49B04" w14:textId="08AEC6E5" w:rsidR="008F7072" w:rsidRPr="008F7072" w:rsidRDefault="008F7072" w:rsidP="008F7072">
            <w:pPr>
              <w:pStyle w:val="acctfourfigures"/>
              <w:shd w:val="clear" w:color="auto" w:fill="FFFFFF"/>
              <w:tabs>
                <w:tab w:val="clear" w:pos="765"/>
                <w:tab w:val="decimal" w:pos="997"/>
              </w:tabs>
              <w:spacing w:line="300" w:lineRule="atLeast"/>
              <w:ind w:left="-169" w:right="-79"/>
              <w:rPr>
                <w:rFonts w:cs="Cordia New"/>
                <w:b/>
                <w:bCs/>
                <w:szCs w:val="22"/>
                <w:lang w:val="en-US" w:bidi="th-TH"/>
              </w:rPr>
            </w:pPr>
            <w:r w:rsidRPr="008F7072">
              <w:rPr>
                <w:b/>
                <w:bCs/>
              </w:rPr>
              <w:t>2,547,673</w:t>
            </w:r>
          </w:p>
        </w:tc>
        <w:tc>
          <w:tcPr>
            <w:tcW w:w="180" w:type="dxa"/>
          </w:tcPr>
          <w:p w14:paraId="5A1B9E53"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tcBorders>
          </w:tcPr>
          <w:p w14:paraId="7095C6FE" w14:textId="68B63E77" w:rsidR="008F7072" w:rsidRPr="002715A3" w:rsidRDefault="008F7072" w:rsidP="008F7072">
            <w:pPr>
              <w:pStyle w:val="acctfourfigures"/>
              <w:shd w:val="clear" w:color="auto" w:fill="FFFFFF"/>
              <w:tabs>
                <w:tab w:val="clear" w:pos="765"/>
                <w:tab w:val="decimal" w:pos="1000"/>
              </w:tabs>
              <w:spacing w:line="300" w:lineRule="atLeast"/>
              <w:ind w:left="-169" w:right="-79"/>
              <w:rPr>
                <w:rFonts w:cs="Cordia New"/>
                <w:b/>
                <w:bCs/>
                <w:szCs w:val="22"/>
                <w:lang w:val="en-US" w:bidi="th-TH"/>
              </w:rPr>
            </w:pPr>
            <w:r w:rsidRPr="002715A3">
              <w:rPr>
                <w:b/>
                <w:bCs/>
                <w:szCs w:val="22"/>
              </w:rPr>
              <w:t>2,716,309</w:t>
            </w:r>
          </w:p>
        </w:tc>
      </w:tr>
      <w:tr w:rsidR="008F7072" w:rsidRPr="002715A3" w14:paraId="5C6535A4" w14:textId="77777777" w:rsidTr="002231B1">
        <w:trPr>
          <w:cantSplit/>
        </w:trPr>
        <w:tc>
          <w:tcPr>
            <w:tcW w:w="3834" w:type="dxa"/>
          </w:tcPr>
          <w:p w14:paraId="413D3DD0" w14:textId="50098037" w:rsidR="008F7072" w:rsidRPr="002715A3" w:rsidRDefault="008F7072" w:rsidP="008F7072">
            <w:pPr>
              <w:shd w:val="clear" w:color="auto" w:fill="FFFFFF"/>
              <w:spacing w:line="300" w:lineRule="atLeast"/>
              <w:rPr>
                <w:sz w:val="22"/>
                <w:szCs w:val="22"/>
              </w:rPr>
            </w:pPr>
            <w:r w:rsidRPr="002715A3">
              <w:rPr>
                <w:i/>
                <w:iCs/>
                <w:sz w:val="22"/>
                <w:szCs w:val="22"/>
              </w:rPr>
              <w:t>Less</w:t>
            </w:r>
            <w:r w:rsidRPr="002715A3">
              <w:rPr>
                <w:sz w:val="22"/>
                <w:szCs w:val="22"/>
              </w:rPr>
              <w:t xml:space="preserve"> allowance for expected credit loss</w:t>
            </w:r>
          </w:p>
        </w:tc>
        <w:tc>
          <w:tcPr>
            <w:tcW w:w="1271" w:type="dxa"/>
            <w:tcBorders>
              <w:bottom w:val="single" w:sz="4" w:space="0" w:color="auto"/>
            </w:tcBorders>
          </w:tcPr>
          <w:p w14:paraId="657929AE" w14:textId="75C158D5" w:rsidR="008F7072" w:rsidRPr="002715A3" w:rsidRDefault="008F7072" w:rsidP="008F7072">
            <w:pPr>
              <w:pStyle w:val="acctfourfigures"/>
              <w:shd w:val="clear" w:color="auto" w:fill="FFFFFF"/>
              <w:tabs>
                <w:tab w:val="clear" w:pos="765"/>
                <w:tab w:val="decimal" w:pos="1108"/>
              </w:tabs>
              <w:spacing w:line="300" w:lineRule="atLeast"/>
              <w:ind w:left="-169" w:right="-79"/>
              <w:rPr>
                <w:szCs w:val="22"/>
              </w:rPr>
            </w:pPr>
            <w:r w:rsidRPr="00E65D28">
              <w:t>(14,595)</w:t>
            </w:r>
          </w:p>
        </w:tc>
        <w:tc>
          <w:tcPr>
            <w:tcW w:w="180" w:type="dxa"/>
          </w:tcPr>
          <w:p w14:paraId="7440DF3C"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vAlign w:val="bottom"/>
          </w:tcPr>
          <w:p w14:paraId="77C0F7A1" w14:textId="7F2D4C27" w:rsidR="008F7072" w:rsidRPr="002715A3" w:rsidRDefault="008F7072" w:rsidP="008F7072">
            <w:pPr>
              <w:pStyle w:val="acctfourfigures"/>
              <w:shd w:val="clear" w:color="auto" w:fill="FFFFFF"/>
              <w:tabs>
                <w:tab w:val="clear" w:pos="765"/>
                <w:tab w:val="decimal" w:pos="1000"/>
              </w:tabs>
              <w:spacing w:line="300" w:lineRule="atLeast"/>
              <w:ind w:left="-169" w:right="-79"/>
              <w:rPr>
                <w:szCs w:val="22"/>
              </w:rPr>
            </w:pPr>
            <w:r w:rsidRPr="002715A3">
              <w:rPr>
                <w:szCs w:val="22"/>
              </w:rPr>
              <w:t>(864)</w:t>
            </w:r>
          </w:p>
        </w:tc>
        <w:tc>
          <w:tcPr>
            <w:tcW w:w="270" w:type="dxa"/>
          </w:tcPr>
          <w:p w14:paraId="40E8DEFD"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tcPr>
          <w:p w14:paraId="40BF615C" w14:textId="3410E495" w:rsidR="008F7072" w:rsidRPr="002715A3" w:rsidRDefault="008F7072" w:rsidP="008F7072">
            <w:pPr>
              <w:pStyle w:val="acctfourfigures"/>
              <w:shd w:val="clear" w:color="auto" w:fill="FFFFFF"/>
              <w:tabs>
                <w:tab w:val="clear" w:pos="765"/>
                <w:tab w:val="decimal" w:pos="997"/>
              </w:tabs>
              <w:spacing w:line="300" w:lineRule="atLeast"/>
              <w:ind w:left="-169" w:right="-79"/>
              <w:rPr>
                <w:rFonts w:cs="Cordia New"/>
                <w:szCs w:val="22"/>
                <w:lang w:val="en-US" w:bidi="th-TH"/>
              </w:rPr>
            </w:pPr>
            <w:r w:rsidRPr="0070579D">
              <w:t>(2,583)</w:t>
            </w:r>
          </w:p>
        </w:tc>
        <w:tc>
          <w:tcPr>
            <w:tcW w:w="180" w:type="dxa"/>
          </w:tcPr>
          <w:p w14:paraId="0906CAE9" w14:textId="77777777" w:rsidR="008F7072" w:rsidRPr="002715A3" w:rsidRDefault="008F7072" w:rsidP="008F7072">
            <w:pPr>
              <w:pStyle w:val="acctfourfigures"/>
              <w:shd w:val="clear" w:color="auto" w:fill="FFFFFF"/>
              <w:tabs>
                <w:tab w:val="clear" w:pos="765"/>
                <w:tab w:val="decimal" w:pos="731"/>
                <w:tab w:val="decimal" w:pos="1001"/>
              </w:tabs>
              <w:spacing w:line="300" w:lineRule="atLeast"/>
              <w:ind w:left="-169" w:right="-79"/>
              <w:rPr>
                <w:szCs w:val="22"/>
              </w:rPr>
            </w:pPr>
          </w:p>
        </w:tc>
        <w:tc>
          <w:tcPr>
            <w:tcW w:w="1170" w:type="dxa"/>
            <w:tcBorders>
              <w:bottom w:val="single" w:sz="4" w:space="0" w:color="auto"/>
            </w:tcBorders>
          </w:tcPr>
          <w:p w14:paraId="64A300DE" w14:textId="0D920596" w:rsidR="008F7072" w:rsidRPr="002715A3" w:rsidRDefault="008F7072" w:rsidP="008F7072">
            <w:pPr>
              <w:pStyle w:val="acctfourfigures"/>
              <w:shd w:val="clear" w:color="auto" w:fill="FFFFFF"/>
              <w:tabs>
                <w:tab w:val="clear" w:pos="765"/>
                <w:tab w:val="decimal" w:pos="730"/>
              </w:tabs>
              <w:spacing w:line="300" w:lineRule="atLeast"/>
              <w:ind w:left="-169" w:right="-79"/>
              <w:rPr>
                <w:rFonts w:cs="Cordia New"/>
                <w:szCs w:val="22"/>
                <w:lang w:val="en-US" w:bidi="th-TH"/>
              </w:rPr>
            </w:pPr>
            <w:r w:rsidRPr="002715A3">
              <w:rPr>
                <w:szCs w:val="22"/>
              </w:rPr>
              <w:t>-</w:t>
            </w:r>
          </w:p>
        </w:tc>
      </w:tr>
      <w:tr w:rsidR="008F7072" w:rsidRPr="002715A3" w14:paraId="2377B6EA" w14:textId="77777777" w:rsidTr="00C36160">
        <w:trPr>
          <w:cantSplit/>
          <w:trHeight w:val="64"/>
        </w:trPr>
        <w:tc>
          <w:tcPr>
            <w:tcW w:w="3834" w:type="dxa"/>
          </w:tcPr>
          <w:p w14:paraId="31C7AB1F" w14:textId="77777777" w:rsidR="008F7072" w:rsidRPr="002715A3" w:rsidRDefault="008F7072" w:rsidP="008F7072">
            <w:pPr>
              <w:shd w:val="clear" w:color="auto" w:fill="FFFFFF"/>
              <w:spacing w:line="300" w:lineRule="atLeast"/>
              <w:rPr>
                <w:b/>
                <w:bCs/>
                <w:sz w:val="22"/>
                <w:szCs w:val="22"/>
              </w:rPr>
            </w:pPr>
            <w:r w:rsidRPr="002715A3">
              <w:rPr>
                <w:b/>
                <w:bCs/>
                <w:sz w:val="22"/>
                <w:szCs w:val="22"/>
              </w:rPr>
              <w:t>Net</w:t>
            </w:r>
          </w:p>
        </w:tc>
        <w:tc>
          <w:tcPr>
            <w:tcW w:w="1271" w:type="dxa"/>
            <w:tcBorders>
              <w:top w:val="single" w:sz="4" w:space="0" w:color="auto"/>
              <w:bottom w:val="double" w:sz="4" w:space="0" w:color="auto"/>
            </w:tcBorders>
          </w:tcPr>
          <w:p w14:paraId="53FC963B" w14:textId="1579DBCB" w:rsidR="008F7072" w:rsidRPr="008F7072" w:rsidRDefault="008F7072" w:rsidP="008F7072">
            <w:pPr>
              <w:pStyle w:val="acctfourfigures"/>
              <w:shd w:val="clear" w:color="auto" w:fill="FFFFFF"/>
              <w:tabs>
                <w:tab w:val="clear" w:pos="765"/>
                <w:tab w:val="decimal" w:pos="1108"/>
              </w:tabs>
              <w:spacing w:line="300" w:lineRule="atLeast"/>
              <w:ind w:left="-169" w:right="-79"/>
              <w:rPr>
                <w:b/>
                <w:bCs/>
                <w:szCs w:val="22"/>
              </w:rPr>
            </w:pPr>
            <w:r w:rsidRPr="008F7072">
              <w:rPr>
                <w:b/>
                <w:bCs/>
              </w:rPr>
              <w:t>3,274,830</w:t>
            </w:r>
          </w:p>
        </w:tc>
        <w:tc>
          <w:tcPr>
            <w:tcW w:w="180" w:type="dxa"/>
          </w:tcPr>
          <w:p w14:paraId="1C1C4AB3"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bottom w:val="double" w:sz="4" w:space="0" w:color="auto"/>
            </w:tcBorders>
          </w:tcPr>
          <w:p w14:paraId="046A72C6" w14:textId="3D7F28F3" w:rsidR="008F7072" w:rsidRPr="002715A3" w:rsidRDefault="008F7072" w:rsidP="008F7072">
            <w:pPr>
              <w:pStyle w:val="acctfourfigures"/>
              <w:shd w:val="clear" w:color="auto" w:fill="FFFFFF"/>
              <w:tabs>
                <w:tab w:val="clear" w:pos="765"/>
                <w:tab w:val="decimal" w:pos="1000"/>
              </w:tabs>
              <w:spacing w:line="300" w:lineRule="atLeast"/>
              <w:ind w:left="-169" w:right="-79"/>
              <w:rPr>
                <w:b/>
                <w:bCs/>
                <w:szCs w:val="22"/>
              </w:rPr>
            </w:pPr>
            <w:r w:rsidRPr="002715A3">
              <w:rPr>
                <w:b/>
                <w:bCs/>
                <w:szCs w:val="22"/>
              </w:rPr>
              <w:t>3,555,062</w:t>
            </w:r>
          </w:p>
        </w:tc>
        <w:tc>
          <w:tcPr>
            <w:tcW w:w="270" w:type="dxa"/>
          </w:tcPr>
          <w:p w14:paraId="02C1BCD2"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bottom w:val="double" w:sz="4" w:space="0" w:color="auto"/>
            </w:tcBorders>
          </w:tcPr>
          <w:p w14:paraId="5D75822E" w14:textId="071DF41C" w:rsidR="008F7072" w:rsidRPr="008F7072" w:rsidRDefault="008F7072" w:rsidP="008F7072">
            <w:pPr>
              <w:pStyle w:val="acctfourfigures"/>
              <w:shd w:val="clear" w:color="auto" w:fill="FFFFFF"/>
              <w:tabs>
                <w:tab w:val="clear" w:pos="765"/>
                <w:tab w:val="decimal" w:pos="997"/>
              </w:tabs>
              <w:spacing w:line="300" w:lineRule="atLeast"/>
              <w:ind w:left="-169" w:right="-79"/>
              <w:rPr>
                <w:rFonts w:cs="Cordia New"/>
                <w:b/>
                <w:bCs/>
                <w:szCs w:val="22"/>
                <w:lang w:val="en-US" w:bidi="th-TH"/>
              </w:rPr>
            </w:pPr>
            <w:r w:rsidRPr="008F7072">
              <w:rPr>
                <w:b/>
                <w:bCs/>
              </w:rPr>
              <w:t>2,545,090</w:t>
            </w:r>
          </w:p>
        </w:tc>
        <w:tc>
          <w:tcPr>
            <w:tcW w:w="180" w:type="dxa"/>
          </w:tcPr>
          <w:p w14:paraId="000FF9E8" w14:textId="77777777" w:rsidR="008F7072" w:rsidRPr="002715A3" w:rsidRDefault="008F7072" w:rsidP="008F7072">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bottom w:val="double" w:sz="4" w:space="0" w:color="auto"/>
            </w:tcBorders>
          </w:tcPr>
          <w:p w14:paraId="7FF2DF91" w14:textId="60C778B6" w:rsidR="008F7072" w:rsidRPr="002715A3" w:rsidRDefault="008F7072" w:rsidP="008F7072">
            <w:pPr>
              <w:pStyle w:val="acctfourfigures"/>
              <w:shd w:val="clear" w:color="auto" w:fill="FFFFFF"/>
              <w:tabs>
                <w:tab w:val="clear" w:pos="765"/>
                <w:tab w:val="decimal" w:pos="1000"/>
              </w:tabs>
              <w:spacing w:line="300" w:lineRule="atLeast"/>
              <w:ind w:left="-169" w:right="-79"/>
              <w:rPr>
                <w:rFonts w:cs="Cordia New"/>
                <w:b/>
                <w:bCs/>
                <w:szCs w:val="22"/>
                <w:lang w:val="en-US" w:bidi="th-TH"/>
              </w:rPr>
            </w:pPr>
            <w:r w:rsidRPr="002715A3">
              <w:rPr>
                <w:b/>
                <w:bCs/>
                <w:szCs w:val="22"/>
              </w:rPr>
              <w:t>2,716,309</w:t>
            </w:r>
          </w:p>
        </w:tc>
      </w:tr>
    </w:tbl>
    <w:p w14:paraId="42B0EC39" w14:textId="77777777" w:rsidR="00B32562" w:rsidRPr="00FC4AF8" w:rsidRDefault="00B32562" w:rsidP="001A05CA">
      <w:pPr>
        <w:pStyle w:val="acctfourfigures"/>
        <w:shd w:val="clear" w:color="auto" w:fill="FFFFFF"/>
        <w:tabs>
          <w:tab w:val="clear" w:pos="765"/>
          <w:tab w:val="decimal" w:pos="1108"/>
        </w:tabs>
        <w:spacing w:line="300" w:lineRule="atLeast"/>
        <w:ind w:left="-169" w:right="-79"/>
        <w:rPr>
          <w:rFonts w:cstheme="minorBidi"/>
          <w:szCs w:val="22"/>
          <w:rtl/>
          <w:cs/>
        </w:rPr>
      </w:pPr>
    </w:p>
    <w:p w14:paraId="3F515DF9" w14:textId="2F8EE8BC" w:rsidR="0066028F" w:rsidRDefault="00B32562" w:rsidP="001A05CA">
      <w:pPr>
        <w:spacing w:line="300" w:lineRule="atLeast"/>
        <w:ind w:left="547"/>
        <w:jc w:val="both"/>
        <w:rPr>
          <w:sz w:val="22"/>
          <w:szCs w:val="22"/>
        </w:rPr>
      </w:pPr>
      <w:r w:rsidRPr="00EF3F91">
        <w:rPr>
          <w:sz w:val="22"/>
          <w:szCs w:val="22"/>
        </w:rPr>
        <w:t xml:space="preserve">The normal credit terms granted by the Group range from </w:t>
      </w:r>
      <w:r w:rsidR="0045454C" w:rsidRPr="00EF3F91">
        <w:rPr>
          <w:sz w:val="22"/>
          <w:szCs w:val="22"/>
        </w:rPr>
        <w:t>6</w:t>
      </w:r>
      <w:r w:rsidRPr="00EF3F91">
        <w:rPr>
          <w:sz w:val="22"/>
          <w:szCs w:val="22"/>
        </w:rPr>
        <w:t>0 days to 1</w:t>
      </w:r>
      <w:r w:rsidR="00C560AC" w:rsidRPr="00EF3F91">
        <w:rPr>
          <w:sz w:val="22"/>
          <w:szCs w:val="22"/>
        </w:rPr>
        <w:t>6</w:t>
      </w:r>
      <w:r w:rsidRPr="00EF3F91">
        <w:rPr>
          <w:sz w:val="22"/>
          <w:szCs w:val="22"/>
        </w:rPr>
        <w:t xml:space="preserve">0 days. </w:t>
      </w:r>
    </w:p>
    <w:p w14:paraId="366BEA8D" w14:textId="77777777" w:rsidR="0066028F" w:rsidRPr="00FC4AF8" w:rsidRDefault="0066028F" w:rsidP="001A05CA">
      <w:pPr>
        <w:spacing w:line="300" w:lineRule="atLeast"/>
        <w:ind w:left="547"/>
        <w:jc w:val="both"/>
        <w:rPr>
          <w:sz w:val="22"/>
          <w:szCs w:val="22"/>
        </w:rPr>
      </w:pPr>
    </w:p>
    <w:p w14:paraId="7D874261" w14:textId="1C7807D8" w:rsidR="004D13A5" w:rsidRPr="000F3EC7" w:rsidRDefault="00175A31" w:rsidP="001A05CA">
      <w:pPr>
        <w:pStyle w:val="Heading1"/>
        <w:spacing w:line="300" w:lineRule="atLeast"/>
        <w:ind w:left="540" w:hanging="540"/>
        <w:jc w:val="left"/>
        <w:rPr>
          <w:rFonts w:cstheme="minorBidi"/>
          <w:b w:val="0"/>
          <w:bCs w:val="0"/>
          <w:sz w:val="24"/>
          <w:szCs w:val="24"/>
          <w:cs/>
        </w:rPr>
      </w:pPr>
      <w:r>
        <w:rPr>
          <w:rStyle w:val="Heading1Char"/>
          <w:b/>
          <w:bCs/>
          <w:iCs/>
          <w:sz w:val="24"/>
          <w:szCs w:val="24"/>
        </w:rPr>
        <w:t>5</w:t>
      </w:r>
      <w:r w:rsidR="004D13A5" w:rsidRPr="00EF3F91">
        <w:rPr>
          <w:rStyle w:val="Heading1Char"/>
          <w:b/>
          <w:bCs/>
          <w:iCs/>
          <w:sz w:val="24"/>
          <w:szCs w:val="24"/>
        </w:rPr>
        <w:tab/>
      </w:r>
      <w:r w:rsidR="004D13A5" w:rsidRPr="00B42258">
        <w:rPr>
          <w:rStyle w:val="Heading1Char"/>
          <w:b/>
          <w:bCs/>
          <w:iCs/>
          <w:sz w:val="24"/>
          <w:szCs w:val="24"/>
        </w:rPr>
        <w:t>Inventories</w:t>
      </w:r>
      <w:r w:rsidR="000F3EC7">
        <w:rPr>
          <w:rStyle w:val="Heading1Char"/>
          <w:b/>
          <w:bCs/>
          <w:iCs/>
          <w:sz w:val="24"/>
          <w:szCs w:val="24"/>
        </w:rPr>
        <w:t xml:space="preserve"> </w:t>
      </w:r>
    </w:p>
    <w:p w14:paraId="490A77E7" w14:textId="77777777" w:rsidR="001C4355" w:rsidRPr="00FC4AF8" w:rsidRDefault="001C4355" w:rsidP="001A05CA">
      <w:pPr>
        <w:spacing w:line="300" w:lineRule="atLeast"/>
        <w:ind w:right="72"/>
        <w:rPr>
          <w:rFonts w:eastAsia="Arial Unicode MS"/>
          <w:b/>
          <w:bCs/>
          <w:sz w:val="22"/>
          <w:szCs w:val="22"/>
        </w:rPr>
      </w:pPr>
    </w:p>
    <w:p w14:paraId="31A6ABB7" w14:textId="67A474E4" w:rsidR="00B80F52" w:rsidRPr="004F4CC8" w:rsidRDefault="00846F38" w:rsidP="001A05CA">
      <w:pPr>
        <w:tabs>
          <w:tab w:val="left" w:pos="547"/>
        </w:tabs>
        <w:spacing w:line="300" w:lineRule="atLeast"/>
        <w:ind w:left="547"/>
        <w:jc w:val="thaiDistribute"/>
        <w:rPr>
          <w:sz w:val="22"/>
          <w:szCs w:val="22"/>
        </w:rPr>
      </w:pPr>
      <w:r w:rsidRPr="004F4CC8">
        <w:rPr>
          <w:sz w:val="22"/>
          <w:szCs w:val="22"/>
        </w:rPr>
        <w:t xml:space="preserve">Inventories as at </w:t>
      </w:r>
      <w:r w:rsidR="001742DD">
        <w:rPr>
          <w:sz w:val="22"/>
          <w:szCs w:val="22"/>
        </w:rPr>
        <w:t>30 September</w:t>
      </w:r>
      <w:r w:rsidR="00FE2B77">
        <w:rPr>
          <w:sz w:val="22"/>
          <w:szCs w:val="22"/>
        </w:rPr>
        <w:t xml:space="preserve"> </w:t>
      </w:r>
      <w:r w:rsidR="007F24A5">
        <w:rPr>
          <w:sz w:val="22"/>
          <w:szCs w:val="22"/>
        </w:rPr>
        <w:t>202</w:t>
      </w:r>
      <w:r w:rsidR="00B42258">
        <w:rPr>
          <w:sz w:val="22"/>
          <w:szCs w:val="22"/>
        </w:rPr>
        <w:t>5</w:t>
      </w:r>
      <w:r w:rsidRPr="004F4CC8">
        <w:rPr>
          <w:sz w:val="22"/>
          <w:szCs w:val="22"/>
        </w:rPr>
        <w:t xml:space="preserve"> inc</w:t>
      </w:r>
      <w:r w:rsidR="002B3428" w:rsidRPr="004F4CC8">
        <w:rPr>
          <w:sz w:val="22"/>
          <w:szCs w:val="22"/>
        </w:rPr>
        <w:t xml:space="preserve">luded finished goods </w:t>
      </w:r>
      <w:r w:rsidR="00FC0845" w:rsidRPr="004F4CC8">
        <w:rPr>
          <w:sz w:val="22"/>
          <w:szCs w:val="22"/>
        </w:rPr>
        <w:t xml:space="preserve">(made to order) </w:t>
      </w:r>
      <w:r w:rsidR="00DA2F31" w:rsidRPr="004F4CC8">
        <w:rPr>
          <w:sz w:val="22"/>
          <w:szCs w:val="22"/>
        </w:rPr>
        <w:t>of Baht</w:t>
      </w:r>
      <w:r w:rsidR="00291BBA">
        <w:rPr>
          <w:rFonts w:cstheme="minorBidi"/>
          <w:sz w:val="22"/>
          <w:szCs w:val="22"/>
        </w:rPr>
        <w:t xml:space="preserve"> </w:t>
      </w:r>
      <w:r w:rsidR="008F7072">
        <w:rPr>
          <w:rFonts w:cstheme="minorBidi"/>
          <w:sz w:val="22"/>
          <w:szCs w:val="22"/>
        </w:rPr>
        <w:t>794</w:t>
      </w:r>
      <w:r w:rsidR="0073507F" w:rsidRPr="00733226">
        <w:rPr>
          <w:sz w:val="22"/>
          <w:szCs w:val="22"/>
        </w:rPr>
        <w:t xml:space="preserve"> </w:t>
      </w:r>
      <w:r w:rsidRPr="004F4CC8">
        <w:rPr>
          <w:sz w:val="22"/>
          <w:szCs w:val="22"/>
        </w:rPr>
        <w:t xml:space="preserve">million </w:t>
      </w:r>
      <w:r w:rsidR="00FC0845" w:rsidRPr="004F4CC8">
        <w:rPr>
          <w:sz w:val="22"/>
          <w:szCs w:val="22"/>
        </w:rPr>
        <w:br/>
      </w:r>
      <w:r w:rsidR="00744E72" w:rsidRPr="004F4CC8">
        <w:rPr>
          <w:i/>
          <w:iCs/>
          <w:sz w:val="22"/>
          <w:szCs w:val="22"/>
        </w:rPr>
        <w:t xml:space="preserve">(31 December </w:t>
      </w:r>
      <w:r w:rsidRPr="004F4CC8">
        <w:rPr>
          <w:i/>
          <w:iCs/>
          <w:sz w:val="22"/>
          <w:szCs w:val="22"/>
        </w:rPr>
        <w:t>20</w:t>
      </w:r>
      <w:r w:rsidR="00D464A2" w:rsidRPr="004F4CC8">
        <w:rPr>
          <w:i/>
          <w:iCs/>
          <w:sz w:val="22"/>
          <w:szCs w:val="22"/>
        </w:rPr>
        <w:t>2</w:t>
      </w:r>
      <w:r w:rsidR="00B42258">
        <w:rPr>
          <w:rFonts w:cs="Angsana New"/>
          <w:i/>
          <w:iCs/>
          <w:sz w:val="22"/>
          <w:szCs w:val="28"/>
        </w:rPr>
        <w:t>4</w:t>
      </w:r>
      <w:r w:rsidRPr="004F4CC8">
        <w:rPr>
          <w:i/>
          <w:iCs/>
          <w:sz w:val="22"/>
          <w:szCs w:val="22"/>
        </w:rPr>
        <w:t>:</w:t>
      </w:r>
      <w:r w:rsidRPr="004F4CC8">
        <w:rPr>
          <w:sz w:val="22"/>
          <w:szCs w:val="22"/>
        </w:rPr>
        <w:t xml:space="preserve"> </w:t>
      </w:r>
      <w:r w:rsidRPr="004F4CC8">
        <w:rPr>
          <w:i/>
          <w:iCs/>
          <w:sz w:val="22"/>
          <w:szCs w:val="22"/>
        </w:rPr>
        <w:t xml:space="preserve">Baht </w:t>
      </w:r>
      <w:r w:rsidR="00B42258">
        <w:rPr>
          <w:i/>
          <w:iCs/>
          <w:sz w:val="22"/>
          <w:szCs w:val="22"/>
        </w:rPr>
        <w:t>900</w:t>
      </w:r>
      <w:r w:rsidRPr="004F4CC8">
        <w:rPr>
          <w:i/>
          <w:iCs/>
          <w:sz w:val="22"/>
          <w:szCs w:val="22"/>
        </w:rPr>
        <w:t xml:space="preserve"> million)</w:t>
      </w:r>
      <w:r w:rsidRPr="004F4CC8">
        <w:rPr>
          <w:sz w:val="22"/>
          <w:szCs w:val="22"/>
        </w:rPr>
        <w:t xml:space="preserve"> in the consolidated f</w:t>
      </w:r>
      <w:r w:rsidR="00DD3B17" w:rsidRPr="004F4CC8">
        <w:rPr>
          <w:sz w:val="22"/>
          <w:szCs w:val="22"/>
        </w:rPr>
        <w:t>inancial statements and Baht</w:t>
      </w:r>
      <w:r w:rsidR="00291BBA">
        <w:rPr>
          <w:sz w:val="22"/>
          <w:szCs w:val="22"/>
        </w:rPr>
        <w:t xml:space="preserve"> </w:t>
      </w:r>
      <w:r w:rsidR="008F7072">
        <w:rPr>
          <w:sz w:val="22"/>
          <w:szCs w:val="22"/>
        </w:rPr>
        <w:t>528</w:t>
      </w:r>
      <w:r w:rsidR="00F240E9">
        <w:rPr>
          <w:sz w:val="22"/>
          <w:szCs w:val="22"/>
        </w:rPr>
        <w:t xml:space="preserve"> </w:t>
      </w:r>
      <w:r w:rsidRPr="004F4CC8">
        <w:rPr>
          <w:sz w:val="22"/>
          <w:szCs w:val="22"/>
        </w:rPr>
        <w:t xml:space="preserve">million </w:t>
      </w:r>
      <w:r w:rsidR="00B96A21" w:rsidRPr="004F4CC8">
        <w:rPr>
          <w:sz w:val="22"/>
          <w:szCs w:val="22"/>
        </w:rPr>
        <w:br/>
      </w:r>
      <w:r w:rsidRPr="004F4CC8">
        <w:rPr>
          <w:i/>
          <w:iCs/>
          <w:sz w:val="22"/>
          <w:szCs w:val="22"/>
        </w:rPr>
        <w:t>(31 December 20</w:t>
      </w:r>
      <w:r w:rsidR="00D464A2" w:rsidRPr="004F4CC8">
        <w:rPr>
          <w:i/>
          <w:iCs/>
          <w:sz w:val="22"/>
          <w:szCs w:val="22"/>
        </w:rPr>
        <w:t>2</w:t>
      </w:r>
      <w:r w:rsidR="00B42258">
        <w:rPr>
          <w:i/>
          <w:iCs/>
          <w:sz w:val="22"/>
          <w:szCs w:val="22"/>
        </w:rPr>
        <w:t>4</w:t>
      </w:r>
      <w:r w:rsidRPr="004F4CC8">
        <w:rPr>
          <w:i/>
          <w:iCs/>
          <w:sz w:val="22"/>
          <w:szCs w:val="22"/>
        </w:rPr>
        <w:t xml:space="preserve">: Baht </w:t>
      </w:r>
      <w:r w:rsidR="00B42258">
        <w:rPr>
          <w:i/>
          <w:iCs/>
          <w:sz w:val="22"/>
          <w:szCs w:val="22"/>
        </w:rPr>
        <w:t>543</w:t>
      </w:r>
      <w:r w:rsidR="00D464A2" w:rsidRPr="004F4CC8">
        <w:rPr>
          <w:i/>
          <w:iCs/>
          <w:sz w:val="22"/>
          <w:szCs w:val="22"/>
        </w:rPr>
        <w:t xml:space="preserve"> </w:t>
      </w:r>
      <w:r w:rsidRPr="004F4CC8">
        <w:rPr>
          <w:i/>
          <w:iCs/>
          <w:sz w:val="22"/>
          <w:szCs w:val="22"/>
        </w:rPr>
        <w:t>million)</w:t>
      </w:r>
      <w:r w:rsidRPr="004F4CC8">
        <w:rPr>
          <w:sz w:val="22"/>
          <w:szCs w:val="22"/>
        </w:rPr>
        <w:t xml:space="preserve"> in the separate financial statements, which had been delivered </w:t>
      </w:r>
      <w:r w:rsidR="00C44426" w:rsidRPr="004F4CC8">
        <w:rPr>
          <w:sz w:val="22"/>
          <w:szCs w:val="22"/>
        </w:rPr>
        <w:br/>
      </w:r>
      <w:r w:rsidRPr="004F4CC8">
        <w:rPr>
          <w:sz w:val="22"/>
          <w:szCs w:val="22"/>
        </w:rPr>
        <w:t>to the customers’ warehouses but the title of the inventory shall remain with the Group until the customers’ requisition to their production process. The Group will receive the payment for these inventories after the customers’ requisition</w:t>
      </w:r>
      <w:r w:rsidR="00FC0845" w:rsidRPr="004F4CC8">
        <w:rPr>
          <w:sz w:val="22"/>
          <w:szCs w:val="22"/>
        </w:rPr>
        <w:t xml:space="preserve"> to their production process, and following conditions</w:t>
      </w:r>
      <w:r w:rsidRPr="004F4CC8">
        <w:rPr>
          <w:sz w:val="22"/>
          <w:szCs w:val="22"/>
        </w:rPr>
        <w:t xml:space="preserve"> within the periods specified in the agreements.</w:t>
      </w:r>
    </w:p>
    <w:p w14:paraId="62165A4E" w14:textId="77777777" w:rsidR="00B80F52" w:rsidRPr="00FC4AF8" w:rsidRDefault="00B80F52" w:rsidP="001A05CA">
      <w:pPr>
        <w:spacing w:line="300" w:lineRule="atLeast"/>
        <w:ind w:left="547"/>
        <w:jc w:val="thaiDistribute"/>
        <w:rPr>
          <w:sz w:val="22"/>
          <w:szCs w:val="22"/>
        </w:rPr>
      </w:pPr>
    </w:p>
    <w:p w14:paraId="54859976" w14:textId="3FCC3760" w:rsidR="00FC4AF8" w:rsidRDefault="008129AC" w:rsidP="00FC4AF8">
      <w:pPr>
        <w:spacing w:line="300" w:lineRule="atLeast"/>
        <w:ind w:left="547"/>
        <w:jc w:val="thaiDistribute"/>
        <w:rPr>
          <w:rFonts w:cstheme="minorBidi"/>
          <w:i/>
          <w:iCs/>
          <w:sz w:val="22"/>
          <w:szCs w:val="22"/>
        </w:rPr>
      </w:pPr>
      <w:r w:rsidRPr="004F4CC8">
        <w:rPr>
          <w:sz w:val="22"/>
          <w:szCs w:val="22"/>
        </w:rPr>
        <w:t xml:space="preserve">As at </w:t>
      </w:r>
      <w:r w:rsidR="001742DD">
        <w:rPr>
          <w:sz w:val="22"/>
          <w:szCs w:val="22"/>
        </w:rPr>
        <w:t>30 September</w:t>
      </w:r>
      <w:r w:rsidR="00FE2B77">
        <w:rPr>
          <w:sz w:val="22"/>
          <w:szCs w:val="22"/>
        </w:rPr>
        <w:t xml:space="preserve"> </w:t>
      </w:r>
      <w:r w:rsidR="00B42258">
        <w:rPr>
          <w:sz w:val="22"/>
          <w:szCs w:val="22"/>
        </w:rPr>
        <w:t>2025</w:t>
      </w:r>
      <w:r w:rsidRPr="004F4CC8">
        <w:rPr>
          <w:sz w:val="22"/>
          <w:szCs w:val="22"/>
        </w:rPr>
        <w:t>, the allowance for decline in value</w:t>
      </w:r>
      <w:r w:rsidR="00FD6D19" w:rsidRPr="004F4CC8">
        <w:rPr>
          <w:sz w:val="22"/>
          <w:szCs w:val="22"/>
        </w:rPr>
        <w:t xml:space="preserve"> in inventory</w:t>
      </w:r>
      <w:r w:rsidR="00E25A86" w:rsidRPr="004F4CC8">
        <w:rPr>
          <w:sz w:val="22"/>
          <w:szCs w:val="22"/>
        </w:rPr>
        <w:t xml:space="preserve"> of the Grou</w:t>
      </w:r>
      <w:r w:rsidR="003D5C78" w:rsidRPr="004F4CC8">
        <w:rPr>
          <w:sz w:val="22"/>
          <w:szCs w:val="22"/>
        </w:rPr>
        <w:t>p</w:t>
      </w:r>
      <w:r w:rsidR="00FD6D19" w:rsidRPr="004F4CC8">
        <w:rPr>
          <w:sz w:val="22"/>
          <w:szCs w:val="22"/>
        </w:rPr>
        <w:t xml:space="preserve"> </w:t>
      </w:r>
      <w:r w:rsidR="003D5C78" w:rsidRPr="004F4CC8">
        <w:rPr>
          <w:sz w:val="22"/>
          <w:szCs w:val="22"/>
        </w:rPr>
        <w:t>and the Company amounting to Baht</w:t>
      </w:r>
      <w:r w:rsidR="006124B9" w:rsidRPr="004F4CC8">
        <w:rPr>
          <w:sz w:val="22"/>
          <w:szCs w:val="22"/>
        </w:rPr>
        <w:t xml:space="preserve"> </w:t>
      </w:r>
      <w:r w:rsidR="008F7072">
        <w:rPr>
          <w:sz w:val="22"/>
          <w:szCs w:val="22"/>
        </w:rPr>
        <w:t>150.9</w:t>
      </w:r>
      <w:r w:rsidR="00B42258">
        <w:rPr>
          <w:sz w:val="22"/>
          <w:szCs w:val="22"/>
        </w:rPr>
        <w:t xml:space="preserve"> </w:t>
      </w:r>
      <w:r w:rsidR="003D5C78" w:rsidRPr="004F4CC8">
        <w:rPr>
          <w:sz w:val="22"/>
          <w:szCs w:val="22"/>
        </w:rPr>
        <w:t xml:space="preserve">million and Baht </w:t>
      </w:r>
      <w:r w:rsidR="008F7072">
        <w:rPr>
          <w:sz w:val="22"/>
          <w:szCs w:val="22"/>
        </w:rPr>
        <w:t>82.7</w:t>
      </w:r>
      <w:r w:rsidR="003B67C8" w:rsidRPr="004F4CC8">
        <w:rPr>
          <w:sz w:val="22"/>
          <w:szCs w:val="22"/>
        </w:rPr>
        <w:t xml:space="preserve"> </w:t>
      </w:r>
      <w:r w:rsidR="003D5C78" w:rsidRPr="004F4CC8">
        <w:rPr>
          <w:sz w:val="22"/>
          <w:szCs w:val="22"/>
        </w:rPr>
        <w:t>million</w:t>
      </w:r>
      <w:r w:rsidR="00FD6D19" w:rsidRPr="004F4CC8">
        <w:rPr>
          <w:sz w:val="22"/>
          <w:szCs w:val="22"/>
        </w:rPr>
        <w:t>,</w:t>
      </w:r>
      <w:r w:rsidR="003D5C78" w:rsidRPr="004F4CC8">
        <w:rPr>
          <w:sz w:val="22"/>
          <w:szCs w:val="22"/>
        </w:rPr>
        <w:t xml:space="preserve"> respectively </w:t>
      </w:r>
      <w:r w:rsidR="003D5C78" w:rsidRPr="004F4CC8">
        <w:rPr>
          <w:i/>
          <w:iCs/>
          <w:sz w:val="22"/>
          <w:szCs w:val="22"/>
        </w:rPr>
        <w:t>(31 December 20</w:t>
      </w:r>
      <w:r w:rsidR="00F50CD5" w:rsidRPr="004F4CC8">
        <w:rPr>
          <w:i/>
          <w:iCs/>
          <w:sz w:val="22"/>
          <w:szCs w:val="22"/>
        </w:rPr>
        <w:t>2</w:t>
      </w:r>
      <w:r w:rsidR="00B42258">
        <w:rPr>
          <w:i/>
          <w:iCs/>
          <w:sz w:val="22"/>
          <w:szCs w:val="22"/>
        </w:rPr>
        <w:t>4</w:t>
      </w:r>
      <w:r w:rsidR="003D5C78" w:rsidRPr="004F4CC8">
        <w:rPr>
          <w:i/>
          <w:iCs/>
          <w:sz w:val="22"/>
          <w:szCs w:val="22"/>
        </w:rPr>
        <w:t xml:space="preserve">: Baht </w:t>
      </w:r>
      <w:r w:rsidR="0079486F">
        <w:rPr>
          <w:i/>
          <w:iCs/>
          <w:sz w:val="22"/>
          <w:szCs w:val="22"/>
        </w:rPr>
        <w:t>1</w:t>
      </w:r>
      <w:r w:rsidR="009B26AA">
        <w:rPr>
          <w:i/>
          <w:iCs/>
          <w:sz w:val="22"/>
          <w:szCs w:val="22"/>
        </w:rPr>
        <w:t>35</w:t>
      </w:r>
      <w:r w:rsidR="0079486F">
        <w:rPr>
          <w:i/>
          <w:iCs/>
          <w:sz w:val="22"/>
          <w:szCs w:val="22"/>
        </w:rPr>
        <w:t>.</w:t>
      </w:r>
      <w:r w:rsidR="009B26AA">
        <w:rPr>
          <w:i/>
          <w:iCs/>
          <w:sz w:val="22"/>
          <w:szCs w:val="22"/>
        </w:rPr>
        <w:t>5</w:t>
      </w:r>
      <w:r w:rsidR="004F4CC8" w:rsidRPr="004F4CC8">
        <w:rPr>
          <w:i/>
          <w:iCs/>
          <w:sz w:val="22"/>
          <w:szCs w:val="22"/>
          <w:cs/>
        </w:rPr>
        <w:t xml:space="preserve"> </w:t>
      </w:r>
      <w:r w:rsidR="003D5C78" w:rsidRPr="004F4CC8">
        <w:rPr>
          <w:i/>
          <w:iCs/>
          <w:sz w:val="22"/>
          <w:szCs w:val="22"/>
        </w:rPr>
        <w:t>million and Ba</w:t>
      </w:r>
      <w:r w:rsidR="0095489F" w:rsidRPr="004F4CC8">
        <w:rPr>
          <w:i/>
          <w:iCs/>
          <w:sz w:val="22"/>
          <w:szCs w:val="28"/>
        </w:rPr>
        <w:t>h</w:t>
      </w:r>
      <w:r w:rsidR="003D5C78" w:rsidRPr="004F4CC8">
        <w:rPr>
          <w:i/>
          <w:iCs/>
          <w:sz w:val="22"/>
          <w:szCs w:val="22"/>
        </w:rPr>
        <w:t xml:space="preserve">t </w:t>
      </w:r>
      <w:r w:rsidR="009B26AA">
        <w:rPr>
          <w:i/>
          <w:iCs/>
          <w:sz w:val="22"/>
          <w:szCs w:val="22"/>
        </w:rPr>
        <w:t>63</w:t>
      </w:r>
      <w:r w:rsidR="0079486F">
        <w:rPr>
          <w:i/>
          <w:iCs/>
          <w:sz w:val="22"/>
          <w:szCs w:val="22"/>
        </w:rPr>
        <w:t>.</w:t>
      </w:r>
      <w:r w:rsidR="009B26AA">
        <w:rPr>
          <w:i/>
          <w:iCs/>
          <w:sz w:val="22"/>
          <w:szCs w:val="22"/>
        </w:rPr>
        <w:t>5</w:t>
      </w:r>
      <w:r w:rsidR="003D5C78" w:rsidRPr="004F4CC8">
        <w:rPr>
          <w:i/>
          <w:iCs/>
          <w:sz w:val="22"/>
          <w:szCs w:val="22"/>
        </w:rPr>
        <w:t xml:space="preserve"> million</w:t>
      </w:r>
      <w:r w:rsidR="00FD6D19" w:rsidRPr="004F4CC8">
        <w:rPr>
          <w:i/>
          <w:iCs/>
          <w:sz w:val="22"/>
          <w:szCs w:val="22"/>
        </w:rPr>
        <w:t>,</w:t>
      </w:r>
      <w:r w:rsidR="003D5C78" w:rsidRPr="004F4CC8">
        <w:rPr>
          <w:i/>
          <w:iCs/>
          <w:sz w:val="22"/>
          <w:szCs w:val="22"/>
        </w:rPr>
        <w:t xml:space="preserve"> respectively)</w:t>
      </w:r>
      <w:r w:rsidR="00747715" w:rsidRPr="004F4CC8">
        <w:rPr>
          <w:i/>
          <w:iCs/>
          <w:sz w:val="22"/>
          <w:szCs w:val="22"/>
        </w:rPr>
        <w:t>.</w:t>
      </w:r>
    </w:p>
    <w:p w14:paraId="7CCC5744" w14:textId="77777777" w:rsidR="00FC4AF8" w:rsidRDefault="00FC4AF8" w:rsidP="00FC4AF8">
      <w:pPr>
        <w:spacing w:line="300" w:lineRule="atLeast"/>
        <w:ind w:left="547"/>
        <w:jc w:val="thaiDistribute"/>
        <w:rPr>
          <w:rFonts w:cstheme="minorBidi"/>
          <w:i/>
          <w:iCs/>
          <w:sz w:val="22"/>
          <w:szCs w:val="22"/>
        </w:rPr>
      </w:pPr>
    </w:p>
    <w:p w14:paraId="2592732A" w14:textId="77777777" w:rsidR="00FC4AF8" w:rsidRDefault="00FC4AF8" w:rsidP="00FC4AF8">
      <w:pPr>
        <w:spacing w:line="300" w:lineRule="atLeast"/>
        <w:ind w:left="547"/>
        <w:jc w:val="thaiDistribute"/>
        <w:rPr>
          <w:rFonts w:cstheme="minorBidi"/>
          <w:i/>
          <w:iCs/>
          <w:sz w:val="22"/>
          <w:szCs w:val="22"/>
        </w:rPr>
      </w:pPr>
    </w:p>
    <w:p w14:paraId="32E7FDF5" w14:textId="77777777" w:rsidR="00FC4AF8" w:rsidRDefault="00FC4AF8" w:rsidP="00FC4AF8">
      <w:pPr>
        <w:spacing w:line="300" w:lineRule="atLeast"/>
        <w:ind w:left="547"/>
        <w:jc w:val="thaiDistribute"/>
        <w:rPr>
          <w:rFonts w:cstheme="minorBidi"/>
          <w:i/>
          <w:iCs/>
          <w:sz w:val="22"/>
          <w:szCs w:val="22"/>
        </w:rPr>
      </w:pPr>
    </w:p>
    <w:p w14:paraId="545594FE" w14:textId="77777777" w:rsidR="00FC4AF8" w:rsidRDefault="00FC4AF8" w:rsidP="00FC4AF8">
      <w:pPr>
        <w:spacing w:line="300" w:lineRule="atLeast"/>
        <w:ind w:left="547"/>
        <w:jc w:val="thaiDistribute"/>
        <w:rPr>
          <w:rFonts w:cstheme="minorBidi"/>
          <w:i/>
          <w:iCs/>
          <w:sz w:val="22"/>
          <w:szCs w:val="22"/>
        </w:rPr>
      </w:pPr>
    </w:p>
    <w:p w14:paraId="5B3A71CB" w14:textId="77777777" w:rsidR="00FC4AF8" w:rsidRDefault="00FC4AF8" w:rsidP="00FC4AF8">
      <w:pPr>
        <w:spacing w:line="300" w:lineRule="atLeast"/>
        <w:ind w:left="547"/>
        <w:jc w:val="thaiDistribute"/>
        <w:rPr>
          <w:rFonts w:cstheme="minorBidi"/>
          <w:i/>
          <w:iCs/>
          <w:sz w:val="22"/>
          <w:szCs w:val="22"/>
        </w:rPr>
      </w:pPr>
    </w:p>
    <w:p w14:paraId="7EDE6E54" w14:textId="77777777" w:rsidR="00FC4AF8" w:rsidRDefault="00FC4AF8" w:rsidP="00FC4AF8">
      <w:pPr>
        <w:spacing w:line="300" w:lineRule="atLeast"/>
        <w:ind w:left="547"/>
        <w:jc w:val="thaiDistribute"/>
        <w:rPr>
          <w:rFonts w:cstheme="minorBidi"/>
          <w:i/>
          <w:iCs/>
          <w:sz w:val="22"/>
          <w:szCs w:val="22"/>
        </w:rPr>
      </w:pPr>
    </w:p>
    <w:p w14:paraId="5BA76D8D" w14:textId="77777777" w:rsidR="00FC4AF8" w:rsidRDefault="00FC4AF8" w:rsidP="00FC4AF8">
      <w:pPr>
        <w:spacing w:line="300" w:lineRule="atLeast"/>
        <w:ind w:left="547"/>
        <w:jc w:val="thaiDistribute"/>
        <w:rPr>
          <w:rFonts w:cstheme="minorBidi"/>
          <w:i/>
          <w:iCs/>
          <w:sz w:val="22"/>
          <w:szCs w:val="22"/>
        </w:rPr>
      </w:pPr>
    </w:p>
    <w:p w14:paraId="676E91C8" w14:textId="77777777" w:rsidR="00FC4AF8" w:rsidRDefault="00FC4AF8" w:rsidP="00FC4AF8">
      <w:pPr>
        <w:spacing w:line="300" w:lineRule="atLeast"/>
        <w:ind w:left="547"/>
        <w:jc w:val="thaiDistribute"/>
        <w:rPr>
          <w:rFonts w:cstheme="minorBidi"/>
          <w:i/>
          <w:iCs/>
          <w:sz w:val="22"/>
          <w:szCs w:val="22"/>
        </w:rPr>
      </w:pPr>
    </w:p>
    <w:p w14:paraId="60121F1E" w14:textId="77777777" w:rsidR="00FC4AF8" w:rsidRDefault="00FC4AF8" w:rsidP="00FC4AF8">
      <w:pPr>
        <w:spacing w:line="300" w:lineRule="atLeast"/>
        <w:ind w:left="547"/>
        <w:jc w:val="thaiDistribute"/>
        <w:rPr>
          <w:rFonts w:cstheme="minorBidi"/>
          <w:i/>
          <w:iCs/>
          <w:sz w:val="22"/>
          <w:szCs w:val="22"/>
        </w:rPr>
      </w:pPr>
    </w:p>
    <w:p w14:paraId="77F061CC" w14:textId="77777777" w:rsidR="00FC4AF8" w:rsidRPr="00FC4AF8" w:rsidRDefault="00FC4AF8" w:rsidP="00FC4AF8">
      <w:pPr>
        <w:spacing w:line="300" w:lineRule="atLeast"/>
        <w:ind w:left="547"/>
        <w:jc w:val="thaiDistribute"/>
        <w:rPr>
          <w:rFonts w:cstheme="minorBidi"/>
          <w:i/>
          <w:iCs/>
          <w:sz w:val="22"/>
          <w:szCs w:val="22"/>
        </w:rPr>
      </w:pPr>
    </w:p>
    <w:p w14:paraId="24A54AC8" w14:textId="77777777" w:rsidR="00FC4AF8" w:rsidRPr="00FC4AF8" w:rsidRDefault="00FC4AF8" w:rsidP="001A05CA">
      <w:pPr>
        <w:spacing w:line="300" w:lineRule="atLeast"/>
        <w:ind w:left="547"/>
        <w:jc w:val="thaiDistribute"/>
        <w:rPr>
          <w:i/>
          <w:iCs/>
          <w:sz w:val="22"/>
          <w:szCs w:val="22"/>
          <w:cs/>
        </w:rPr>
      </w:pPr>
    </w:p>
    <w:p w14:paraId="35893865" w14:textId="5C1CDA79" w:rsidR="003B67C8" w:rsidRPr="00EF3F91" w:rsidRDefault="00175A31" w:rsidP="001A05CA">
      <w:pPr>
        <w:pStyle w:val="Heading1"/>
        <w:spacing w:line="300" w:lineRule="atLeast"/>
        <w:ind w:left="540" w:hanging="540"/>
        <w:jc w:val="left"/>
        <w:rPr>
          <w:rStyle w:val="Heading1Char"/>
          <w:b/>
          <w:bCs/>
          <w:iCs/>
          <w:sz w:val="24"/>
          <w:szCs w:val="24"/>
        </w:rPr>
      </w:pPr>
      <w:r>
        <w:rPr>
          <w:rStyle w:val="Heading1Char"/>
          <w:b/>
          <w:bCs/>
          <w:iCs/>
          <w:sz w:val="24"/>
          <w:szCs w:val="24"/>
        </w:rPr>
        <w:lastRenderedPageBreak/>
        <w:t>6</w:t>
      </w:r>
      <w:r w:rsidR="003B67C8" w:rsidRPr="00EF3F91">
        <w:rPr>
          <w:rStyle w:val="Heading1Char"/>
          <w:b/>
          <w:bCs/>
          <w:iCs/>
          <w:sz w:val="24"/>
          <w:szCs w:val="24"/>
        </w:rPr>
        <w:tab/>
      </w:r>
      <w:r w:rsidR="008B31CA" w:rsidRPr="00B65490">
        <w:rPr>
          <w:rStyle w:val="Heading1Char"/>
          <w:b/>
          <w:bCs/>
          <w:iCs/>
          <w:sz w:val="24"/>
          <w:szCs w:val="24"/>
        </w:rPr>
        <w:t>Investments in subsidiaries and associate</w:t>
      </w:r>
    </w:p>
    <w:p w14:paraId="6C455966" w14:textId="306C5B24" w:rsidR="00F50CD5" w:rsidRPr="00FC4AF8" w:rsidRDefault="00F50CD5" w:rsidP="001A05CA">
      <w:pPr>
        <w:spacing w:line="300" w:lineRule="atLeast"/>
        <w:rPr>
          <w:sz w:val="22"/>
          <w:szCs w:val="22"/>
        </w:rPr>
      </w:pPr>
    </w:p>
    <w:tbl>
      <w:tblPr>
        <w:tblW w:w="9195" w:type="dxa"/>
        <w:tblInd w:w="450" w:type="dxa"/>
        <w:tblLayout w:type="fixed"/>
        <w:tblCellMar>
          <w:left w:w="79" w:type="dxa"/>
          <w:right w:w="79" w:type="dxa"/>
        </w:tblCellMar>
        <w:tblLook w:val="0000" w:firstRow="0" w:lastRow="0" w:firstColumn="0" w:lastColumn="0" w:noHBand="0" w:noVBand="0"/>
      </w:tblPr>
      <w:tblGrid>
        <w:gridCol w:w="3600"/>
        <w:gridCol w:w="180"/>
        <w:gridCol w:w="11"/>
        <w:gridCol w:w="1249"/>
        <w:gridCol w:w="11"/>
        <w:gridCol w:w="169"/>
        <w:gridCol w:w="12"/>
        <w:gridCol w:w="1158"/>
        <w:gridCol w:w="11"/>
        <w:gridCol w:w="259"/>
        <w:gridCol w:w="11"/>
        <w:gridCol w:w="1159"/>
        <w:gridCol w:w="11"/>
        <w:gridCol w:w="169"/>
        <w:gridCol w:w="11"/>
        <w:gridCol w:w="1164"/>
        <w:gridCol w:w="10"/>
      </w:tblGrid>
      <w:tr w:rsidR="001D0BA1" w:rsidRPr="00FC4AF8" w14:paraId="185EABBB" w14:textId="77777777" w:rsidTr="00275C14">
        <w:trPr>
          <w:gridAfter w:val="1"/>
          <w:wAfter w:w="10" w:type="dxa"/>
          <w:cantSplit/>
          <w:tblHeader/>
        </w:trPr>
        <w:tc>
          <w:tcPr>
            <w:tcW w:w="3600" w:type="dxa"/>
          </w:tcPr>
          <w:p w14:paraId="4F57CEAC" w14:textId="77777777" w:rsidR="001D0BA1" w:rsidRPr="00FC4AF8" w:rsidRDefault="001D0BA1" w:rsidP="001A05CA">
            <w:pPr>
              <w:spacing w:line="300" w:lineRule="atLeast"/>
              <w:rPr>
                <w:sz w:val="22"/>
                <w:szCs w:val="22"/>
              </w:rPr>
            </w:pPr>
          </w:p>
        </w:tc>
        <w:tc>
          <w:tcPr>
            <w:tcW w:w="180" w:type="dxa"/>
          </w:tcPr>
          <w:p w14:paraId="76A08874" w14:textId="77777777" w:rsidR="001D0BA1" w:rsidRPr="00FC4AF8" w:rsidRDefault="001D0BA1" w:rsidP="001A05CA">
            <w:pPr>
              <w:pStyle w:val="acctmergecolhdg"/>
              <w:spacing w:line="300" w:lineRule="atLeast"/>
              <w:ind w:right="-43"/>
              <w:rPr>
                <w:szCs w:val="22"/>
              </w:rPr>
            </w:pPr>
          </w:p>
        </w:tc>
        <w:tc>
          <w:tcPr>
            <w:tcW w:w="2610" w:type="dxa"/>
            <w:gridSpan w:val="6"/>
          </w:tcPr>
          <w:p w14:paraId="079FC088" w14:textId="77777777" w:rsidR="001D0BA1" w:rsidRPr="00FC4AF8" w:rsidRDefault="001D0BA1" w:rsidP="001A05CA">
            <w:pPr>
              <w:pStyle w:val="acctmergecolhdg"/>
              <w:spacing w:line="300" w:lineRule="atLeast"/>
              <w:ind w:right="-43"/>
              <w:rPr>
                <w:szCs w:val="22"/>
              </w:rPr>
            </w:pPr>
            <w:r w:rsidRPr="00FC4AF8">
              <w:rPr>
                <w:szCs w:val="22"/>
              </w:rPr>
              <w:t xml:space="preserve">Consolidated </w:t>
            </w:r>
          </w:p>
          <w:p w14:paraId="16A9D496" w14:textId="77777777" w:rsidR="001D0BA1" w:rsidRPr="00FC4AF8" w:rsidRDefault="001D0BA1" w:rsidP="001A05CA">
            <w:pPr>
              <w:pStyle w:val="acctmergecolhdg"/>
              <w:spacing w:line="300" w:lineRule="atLeast"/>
              <w:ind w:right="-43"/>
              <w:rPr>
                <w:szCs w:val="22"/>
              </w:rPr>
            </w:pPr>
            <w:r w:rsidRPr="00FC4AF8">
              <w:rPr>
                <w:szCs w:val="22"/>
              </w:rPr>
              <w:t>financial statements</w:t>
            </w:r>
          </w:p>
        </w:tc>
        <w:tc>
          <w:tcPr>
            <w:tcW w:w="270" w:type="dxa"/>
            <w:gridSpan w:val="2"/>
          </w:tcPr>
          <w:p w14:paraId="0C4D344B" w14:textId="77777777" w:rsidR="001D0BA1" w:rsidRPr="00FC4AF8" w:rsidRDefault="001D0BA1" w:rsidP="001A05CA">
            <w:pPr>
              <w:pStyle w:val="acctmergecolhdg"/>
              <w:spacing w:line="300" w:lineRule="atLeast"/>
              <w:ind w:right="-43"/>
              <w:rPr>
                <w:szCs w:val="22"/>
              </w:rPr>
            </w:pPr>
          </w:p>
        </w:tc>
        <w:tc>
          <w:tcPr>
            <w:tcW w:w="2525" w:type="dxa"/>
            <w:gridSpan w:val="6"/>
          </w:tcPr>
          <w:p w14:paraId="08DBE4C3" w14:textId="77777777" w:rsidR="001D0BA1" w:rsidRPr="00FC4AF8" w:rsidRDefault="001D0BA1" w:rsidP="001A05CA">
            <w:pPr>
              <w:pStyle w:val="acctmergecolhdg"/>
              <w:spacing w:line="300" w:lineRule="atLeast"/>
              <w:ind w:right="-43"/>
              <w:rPr>
                <w:szCs w:val="22"/>
              </w:rPr>
            </w:pPr>
            <w:r w:rsidRPr="00FC4AF8">
              <w:rPr>
                <w:szCs w:val="22"/>
              </w:rPr>
              <w:t xml:space="preserve">Separate </w:t>
            </w:r>
          </w:p>
          <w:p w14:paraId="76E3B333" w14:textId="77777777" w:rsidR="001D0BA1" w:rsidRPr="00FC4AF8" w:rsidRDefault="001D0BA1" w:rsidP="001A05CA">
            <w:pPr>
              <w:pStyle w:val="acctmergecolhdg"/>
              <w:spacing w:line="300" w:lineRule="atLeast"/>
              <w:ind w:right="-43"/>
              <w:rPr>
                <w:szCs w:val="22"/>
              </w:rPr>
            </w:pPr>
            <w:r w:rsidRPr="00FC4AF8">
              <w:rPr>
                <w:szCs w:val="22"/>
              </w:rPr>
              <w:t xml:space="preserve">financial statements </w:t>
            </w:r>
          </w:p>
        </w:tc>
      </w:tr>
      <w:tr w:rsidR="001D0BA1" w:rsidRPr="00FC4AF8" w14:paraId="3B97FCFF" w14:textId="77777777" w:rsidTr="00275C14">
        <w:trPr>
          <w:gridAfter w:val="1"/>
          <w:wAfter w:w="10" w:type="dxa"/>
          <w:cantSplit/>
          <w:tblHeader/>
        </w:trPr>
        <w:tc>
          <w:tcPr>
            <w:tcW w:w="3600" w:type="dxa"/>
          </w:tcPr>
          <w:p w14:paraId="02EEF6AF" w14:textId="77777777" w:rsidR="001D0BA1" w:rsidRPr="00FC4AF8" w:rsidRDefault="001D0BA1" w:rsidP="001A05CA">
            <w:pPr>
              <w:pStyle w:val="acctfourfigures"/>
              <w:spacing w:line="300" w:lineRule="atLeast"/>
              <w:rPr>
                <w:b/>
                <w:bCs/>
                <w:i/>
                <w:iCs/>
                <w:szCs w:val="22"/>
              </w:rPr>
            </w:pPr>
          </w:p>
        </w:tc>
        <w:tc>
          <w:tcPr>
            <w:tcW w:w="180" w:type="dxa"/>
          </w:tcPr>
          <w:p w14:paraId="247A5192" w14:textId="77777777" w:rsidR="001D0BA1" w:rsidRPr="00FC4AF8" w:rsidRDefault="001D0BA1" w:rsidP="001A05CA">
            <w:pPr>
              <w:pStyle w:val="acctmergecolhdg"/>
              <w:spacing w:line="300" w:lineRule="atLeast"/>
              <w:ind w:right="-43"/>
              <w:rPr>
                <w:szCs w:val="22"/>
              </w:rPr>
            </w:pPr>
          </w:p>
        </w:tc>
        <w:tc>
          <w:tcPr>
            <w:tcW w:w="2610" w:type="dxa"/>
            <w:gridSpan w:val="6"/>
            <w:tcBorders>
              <w:bottom w:val="single" w:sz="4" w:space="0" w:color="auto"/>
            </w:tcBorders>
          </w:tcPr>
          <w:p w14:paraId="03981826" w14:textId="77777777" w:rsidR="001D0BA1" w:rsidRPr="00FC4AF8" w:rsidRDefault="001D0BA1" w:rsidP="001A05CA">
            <w:pPr>
              <w:pStyle w:val="acctmergecolhdg"/>
              <w:spacing w:line="300" w:lineRule="atLeast"/>
              <w:ind w:right="-43"/>
              <w:rPr>
                <w:szCs w:val="22"/>
              </w:rPr>
            </w:pPr>
            <w:r w:rsidRPr="00FC4AF8">
              <w:rPr>
                <w:szCs w:val="22"/>
              </w:rPr>
              <w:t>Equity Method</w:t>
            </w:r>
          </w:p>
        </w:tc>
        <w:tc>
          <w:tcPr>
            <w:tcW w:w="270" w:type="dxa"/>
            <w:gridSpan w:val="2"/>
          </w:tcPr>
          <w:p w14:paraId="7CE32691" w14:textId="77777777" w:rsidR="001D0BA1" w:rsidRPr="00FC4AF8" w:rsidRDefault="001D0BA1" w:rsidP="001A05CA">
            <w:pPr>
              <w:pStyle w:val="acctmergecolhdg"/>
              <w:spacing w:line="300" w:lineRule="atLeast"/>
              <w:ind w:right="-43"/>
              <w:rPr>
                <w:b w:val="0"/>
                <w:bCs/>
                <w:szCs w:val="22"/>
              </w:rPr>
            </w:pPr>
          </w:p>
        </w:tc>
        <w:tc>
          <w:tcPr>
            <w:tcW w:w="2525" w:type="dxa"/>
            <w:gridSpan w:val="6"/>
            <w:tcBorders>
              <w:bottom w:val="single" w:sz="4" w:space="0" w:color="auto"/>
            </w:tcBorders>
          </w:tcPr>
          <w:p w14:paraId="314B94CB" w14:textId="77777777" w:rsidR="001D0BA1" w:rsidRPr="00FC4AF8" w:rsidRDefault="001D0BA1" w:rsidP="001A05CA">
            <w:pPr>
              <w:pStyle w:val="acctmergecolhdg"/>
              <w:spacing w:line="300" w:lineRule="atLeast"/>
              <w:ind w:right="-43"/>
              <w:rPr>
                <w:szCs w:val="22"/>
              </w:rPr>
            </w:pPr>
            <w:r w:rsidRPr="00FC4AF8">
              <w:rPr>
                <w:szCs w:val="22"/>
              </w:rPr>
              <w:t>Cost Method</w:t>
            </w:r>
          </w:p>
        </w:tc>
      </w:tr>
      <w:tr w:rsidR="001D0BA1" w:rsidRPr="00FC4AF8" w14:paraId="247BE494" w14:textId="77777777" w:rsidTr="00275C14">
        <w:trPr>
          <w:gridAfter w:val="1"/>
          <w:wAfter w:w="10" w:type="dxa"/>
          <w:cantSplit/>
          <w:tblHeader/>
        </w:trPr>
        <w:tc>
          <w:tcPr>
            <w:tcW w:w="3600" w:type="dxa"/>
          </w:tcPr>
          <w:p w14:paraId="557C2A9B" w14:textId="26ED8B28" w:rsidR="00FE2B77" w:rsidRPr="00FC4AF8" w:rsidRDefault="001742DD" w:rsidP="001A05CA">
            <w:pPr>
              <w:spacing w:line="300" w:lineRule="atLeast"/>
              <w:rPr>
                <w:b/>
                <w:bCs/>
                <w:i/>
                <w:iCs/>
                <w:sz w:val="22"/>
                <w:szCs w:val="22"/>
              </w:rPr>
            </w:pPr>
            <w:r w:rsidRPr="00FC4AF8">
              <w:rPr>
                <w:b/>
                <w:bCs/>
                <w:i/>
                <w:iCs/>
                <w:sz w:val="22"/>
                <w:szCs w:val="22"/>
              </w:rPr>
              <w:t>For the nine-month period</w:t>
            </w:r>
            <w:r w:rsidR="00FE2B77" w:rsidRPr="00FC4AF8">
              <w:rPr>
                <w:b/>
                <w:bCs/>
                <w:i/>
                <w:iCs/>
                <w:sz w:val="22"/>
                <w:szCs w:val="22"/>
              </w:rPr>
              <w:t xml:space="preserve"> ended</w:t>
            </w:r>
          </w:p>
          <w:p w14:paraId="15FC5405" w14:textId="020054FA" w:rsidR="001D0BA1" w:rsidRPr="00FC4AF8" w:rsidRDefault="00FE2B77" w:rsidP="001A05CA">
            <w:pPr>
              <w:spacing w:line="300" w:lineRule="atLeast"/>
              <w:rPr>
                <w:b/>
                <w:bCs/>
                <w:i/>
                <w:iCs/>
                <w:sz w:val="22"/>
                <w:szCs w:val="22"/>
              </w:rPr>
            </w:pPr>
            <w:r w:rsidRPr="00FC4AF8">
              <w:rPr>
                <w:b/>
                <w:bCs/>
                <w:i/>
                <w:iCs/>
                <w:sz w:val="22"/>
                <w:szCs w:val="22"/>
              </w:rPr>
              <w:t xml:space="preserve">   </w:t>
            </w:r>
            <w:r w:rsidR="001742DD" w:rsidRPr="00FC4AF8">
              <w:rPr>
                <w:b/>
                <w:bCs/>
                <w:i/>
                <w:iCs/>
                <w:sz w:val="22"/>
                <w:szCs w:val="22"/>
              </w:rPr>
              <w:t>30 September</w:t>
            </w:r>
          </w:p>
        </w:tc>
        <w:tc>
          <w:tcPr>
            <w:tcW w:w="180" w:type="dxa"/>
          </w:tcPr>
          <w:p w14:paraId="0C2FF978" w14:textId="77777777" w:rsidR="001D0BA1" w:rsidRPr="00FC4AF8" w:rsidRDefault="001D0BA1" w:rsidP="001A05CA">
            <w:pPr>
              <w:pStyle w:val="acctmergecolhdg"/>
              <w:spacing w:line="300" w:lineRule="atLeast"/>
              <w:ind w:left="-79" w:right="-79"/>
              <w:rPr>
                <w:b w:val="0"/>
                <w:bCs/>
                <w:i/>
                <w:iCs/>
                <w:szCs w:val="22"/>
              </w:rPr>
            </w:pPr>
          </w:p>
        </w:tc>
        <w:tc>
          <w:tcPr>
            <w:tcW w:w="1260" w:type="dxa"/>
            <w:gridSpan w:val="2"/>
            <w:tcBorders>
              <w:top w:val="single" w:sz="4" w:space="0" w:color="auto"/>
            </w:tcBorders>
          </w:tcPr>
          <w:p w14:paraId="2782262B" w14:textId="77777777" w:rsidR="001D0BA1" w:rsidRPr="00FC4AF8" w:rsidRDefault="001D0BA1" w:rsidP="001A05CA">
            <w:pPr>
              <w:pStyle w:val="acctmergecolhdg"/>
              <w:spacing w:line="300" w:lineRule="atLeast"/>
              <w:rPr>
                <w:b w:val="0"/>
                <w:bCs/>
                <w:szCs w:val="22"/>
                <w:lang w:val="en-US" w:bidi="th-TH"/>
              </w:rPr>
            </w:pPr>
          </w:p>
          <w:p w14:paraId="46FF1497" w14:textId="238AAEFA" w:rsidR="001D0BA1" w:rsidRPr="00FC4AF8" w:rsidRDefault="001D0BA1" w:rsidP="001A05CA">
            <w:pPr>
              <w:pStyle w:val="acctmergecolhdg"/>
              <w:spacing w:line="300" w:lineRule="atLeast"/>
              <w:rPr>
                <w:b w:val="0"/>
                <w:bCs/>
                <w:szCs w:val="22"/>
                <w:lang w:val="en-US" w:bidi="th-TH"/>
              </w:rPr>
            </w:pPr>
            <w:r w:rsidRPr="00FC4AF8">
              <w:rPr>
                <w:b w:val="0"/>
                <w:bCs/>
                <w:szCs w:val="22"/>
                <w:lang w:val="en-US" w:bidi="th-TH"/>
              </w:rPr>
              <w:t>202</w:t>
            </w:r>
            <w:r w:rsidR="009B26AA" w:rsidRPr="00FC4AF8">
              <w:rPr>
                <w:b w:val="0"/>
                <w:bCs/>
                <w:szCs w:val="22"/>
                <w:lang w:val="en-US" w:bidi="th-TH"/>
              </w:rPr>
              <w:t>5</w:t>
            </w:r>
          </w:p>
        </w:tc>
        <w:tc>
          <w:tcPr>
            <w:tcW w:w="180" w:type="dxa"/>
            <w:gridSpan w:val="2"/>
            <w:tcBorders>
              <w:top w:val="single" w:sz="4" w:space="0" w:color="auto"/>
            </w:tcBorders>
          </w:tcPr>
          <w:p w14:paraId="42C5BDF2" w14:textId="77777777" w:rsidR="001D0BA1" w:rsidRPr="00FC4AF8" w:rsidRDefault="001D0BA1" w:rsidP="001A05CA">
            <w:pPr>
              <w:pStyle w:val="acctmergecolhdg"/>
              <w:spacing w:line="300" w:lineRule="atLeast"/>
              <w:rPr>
                <w:b w:val="0"/>
                <w:bCs/>
                <w:szCs w:val="22"/>
              </w:rPr>
            </w:pPr>
          </w:p>
        </w:tc>
        <w:tc>
          <w:tcPr>
            <w:tcW w:w="1170" w:type="dxa"/>
            <w:gridSpan w:val="2"/>
            <w:tcBorders>
              <w:top w:val="single" w:sz="4" w:space="0" w:color="auto"/>
            </w:tcBorders>
          </w:tcPr>
          <w:p w14:paraId="3714C5A1" w14:textId="77777777" w:rsidR="001D0BA1" w:rsidRPr="00FC4AF8" w:rsidRDefault="001D0BA1" w:rsidP="001A05CA">
            <w:pPr>
              <w:pStyle w:val="acctmergecolhdg"/>
              <w:spacing w:line="300" w:lineRule="atLeast"/>
              <w:rPr>
                <w:b w:val="0"/>
                <w:bCs/>
                <w:szCs w:val="22"/>
              </w:rPr>
            </w:pPr>
          </w:p>
          <w:p w14:paraId="32EE8DBA" w14:textId="1032D83E" w:rsidR="001D0BA1" w:rsidRPr="00FC4AF8" w:rsidRDefault="001D0BA1" w:rsidP="001A05CA">
            <w:pPr>
              <w:pStyle w:val="acctmergecolhdg"/>
              <w:spacing w:line="300" w:lineRule="atLeast"/>
              <w:rPr>
                <w:b w:val="0"/>
                <w:bCs/>
                <w:szCs w:val="22"/>
              </w:rPr>
            </w:pPr>
            <w:r w:rsidRPr="00FC4AF8">
              <w:rPr>
                <w:b w:val="0"/>
                <w:bCs/>
                <w:szCs w:val="22"/>
              </w:rPr>
              <w:t>202</w:t>
            </w:r>
            <w:r w:rsidR="009B26AA" w:rsidRPr="00FC4AF8">
              <w:rPr>
                <w:b w:val="0"/>
                <w:bCs/>
                <w:szCs w:val="22"/>
              </w:rPr>
              <w:t>4</w:t>
            </w:r>
          </w:p>
        </w:tc>
        <w:tc>
          <w:tcPr>
            <w:tcW w:w="270" w:type="dxa"/>
            <w:gridSpan w:val="2"/>
          </w:tcPr>
          <w:p w14:paraId="04BFE30E" w14:textId="77777777" w:rsidR="001D0BA1" w:rsidRPr="00FC4AF8" w:rsidRDefault="001D0BA1" w:rsidP="001A05CA">
            <w:pPr>
              <w:pStyle w:val="acctmergecolhdg"/>
              <w:spacing w:line="300" w:lineRule="atLeast"/>
              <w:rPr>
                <w:b w:val="0"/>
                <w:bCs/>
                <w:szCs w:val="22"/>
              </w:rPr>
            </w:pPr>
          </w:p>
        </w:tc>
        <w:tc>
          <w:tcPr>
            <w:tcW w:w="1170" w:type="dxa"/>
            <w:gridSpan w:val="2"/>
            <w:tcBorders>
              <w:top w:val="single" w:sz="4" w:space="0" w:color="auto"/>
            </w:tcBorders>
          </w:tcPr>
          <w:p w14:paraId="50763254" w14:textId="77777777" w:rsidR="001D0BA1" w:rsidRPr="00FC4AF8" w:rsidRDefault="001D0BA1" w:rsidP="001A05CA">
            <w:pPr>
              <w:pStyle w:val="acctmergecolhdg"/>
              <w:spacing w:line="300" w:lineRule="atLeast"/>
              <w:rPr>
                <w:b w:val="0"/>
                <w:bCs/>
                <w:szCs w:val="22"/>
                <w:lang w:val="en-US" w:bidi="th-TH"/>
              </w:rPr>
            </w:pPr>
          </w:p>
          <w:p w14:paraId="61759ABA" w14:textId="20C55CCB" w:rsidR="001D0BA1" w:rsidRPr="00FC4AF8" w:rsidRDefault="001D0BA1" w:rsidP="001A05CA">
            <w:pPr>
              <w:pStyle w:val="acctmergecolhdg"/>
              <w:spacing w:line="300" w:lineRule="atLeast"/>
              <w:rPr>
                <w:b w:val="0"/>
                <w:bCs/>
                <w:szCs w:val="22"/>
              </w:rPr>
            </w:pPr>
            <w:r w:rsidRPr="00FC4AF8">
              <w:rPr>
                <w:b w:val="0"/>
                <w:bCs/>
                <w:szCs w:val="22"/>
                <w:lang w:val="en-US" w:bidi="th-TH"/>
              </w:rPr>
              <w:t>202</w:t>
            </w:r>
            <w:r w:rsidR="009B26AA" w:rsidRPr="00FC4AF8">
              <w:rPr>
                <w:b w:val="0"/>
                <w:bCs/>
                <w:szCs w:val="22"/>
                <w:lang w:val="en-US" w:bidi="th-TH"/>
              </w:rPr>
              <w:t>5</w:t>
            </w:r>
          </w:p>
        </w:tc>
        <w:tc>
          <w:tcPr>
            <w:tcW w:w="180" w:type="dxa"/>
            <w:gridSpan w:val="2"/>
            <w:tcBorders>
              <w:top w:val="single" w:sz="4" w:space="0" w:color="auto"/>
            </w:tcBorders>
          </w:tcPr>
          <w:p w14:paraId="77BDC615" w14:textId="77777777" w:rsidR="001D0BA1" w:rsidRPr="00FC4AF8" w:rsidRDefault="001D0BA1" w:rsidP="001A05CA">
            <w:pPr>
              <w:pStyle w:val="acctmergecolhdg"/>
              <w:spacing w:line="300" w:lineRule="atLeast"/>
              <w:rPr>
                <w:b w:val="0"/>
                <w:bCs/>
                <w:szCs w:val="22"/>
              </w:rPr>
            </w:pPr>
          </w:p>
        </w:tc>
        <w:tc>
          <w:tcPr>
            <w:tcW w:w="1175" w:type="dxa"/>
            <w:gridSpan w:val="2"/>
            <w:tcBorders>
              <w:top w:val="single" w:sz="4" w:space="0" w:color="auto"/>
            </w:tcBorders>
          </w:tcPr>
          <w:p w14:paraId="4664FEC7" w14:textId="77777777" w:rsidR="001D0BA1" w:rsidRPr="00FC4AF8" w:rsidRDefault="001D0BA1" w:rsidP="001A05CA">
            <w:pPr>
              <w:pStyle w:val="acctmergecolhdg"/>
              <w:spacing w:line="300" w:lineRule="atLeast"/>
              <w:rPr>
                <w:b w:val="0"/>
                <w:bCs/>
                <w:szCs w:val="22"/>
              </w:rPr>
            </w:pPr>
          </w:p>
          <w:p w14:paraId="2B8EE88B" w14:textId="75FB4733" w:rsidR="001D0BA1" w:rsidRPr="00FC4AF8" w:rsidRDefault="001D0BA1" w:rsidP="001A05CA">
            <w:pPr>
              <w:pStyle w:val="acctmergecolhdg"/>
              <w:spacing w:line="300" w:lineRule="atLeast"/>
              <w:rPr>
                <w:b w:val="0"/>
                <w:bCs/>
                <w:szCs w:val="22"/>
              </w:rPr>
            </w:pPr>
            <w:r w:rsidRPr="00FC4AF8">
              <w:rPr>
                <w:b w:val="0"/>
                <w:bCs/>
                <w:szCs w:val="22"/>
              </w:rPr>
              <w:t>202</w:t>
            </w:r>
            <w:r w:rsidR="009B26AA" w:rsidRPr="00FC4AF8">
              <w:rPr>
                <w:b w:val="0"/>
                <w:bCs/>
                <w:szCs w:val="22"/>
              </w:rPr>
              <w:t>4</w:t>
            </w:r>
          </w:p>
        </w:tc>
      </w:tr>
      <w:tr w:rsidR="001D0BA1" w:rsidRPr="00FC4AF8" w14:paraId="2C7DA275" w14:textId="77777777" w:rsidTr="00275C14">
        <w:trPr>
          <w:gridAfter w:val="1"/>
          <w:wAfter w:w="10" w:type="dxa"/>
          <w:cantSplit/>
          <w:tblHeader/>
        </w:trPr>
        <w:tc>
          <w:tcPr>
            <w:tcW w:w="3600" w:type="dxa"/>
          </w:tcPr>
          <w:p w14:paraId="3FFCD191" w14:textId="77777777" w:rsidR="001D0BA1" w:rsidRPr="00FC4AF8" w:rsidRDefault="001D0BA1" w:rsidP="001A05CA">
            <w:pPr>
              <w:spacing w:line="300" w:lineRule="atLeast"/>
              <w:rPr>
                <w:b/>
                <w:bCs/>
                <w:i/>
                <w:iCs/>
                <w:sz w:val="22"/>
                <w:szCs w:val="22"/>
              </w:rPr>
            </w:pPr>
          </w:p>
        </w:tc>
        <w:tc>
          <w:tcPr>
            <w:tcW w:w="180" w:type="dxa"/>
          </w:tcPr>
          <w:p w14:paraId="61006C4F" w14:textId="77777777" w:rsidR="001D0BA1" w:rsidRPr="00FC4AF8" w:rsidRDefault="001D0BA1" w:rsidP="001A05CA">
            <w:pPr>
              <w:pStyle w:val="acctfourfigures"/>
              <w:spacing w:line="300" w:lineRule="atLeast"/>
              <w:ind w:right="-43"/>
              <w:jc w:val="center"/>
              <w:rPr>
                <w:i/>
                <w:iCs/>
                <w:szCs w:val="22"/>
              </w:rPr>
            </w:pPr>
          </w:p>
        </w:tc>
        <w:tc>
          <w:tcPr>
            <w:tcW w:w="5405" w:type="dxa"/>
            <w:gridSpan w:val="14"/>
          </w:tcPr>
          <w:p w14:paraId="6847FB39" w14:textId="77777777" w:rsidR="001D0BA1" w:rsidRPr="00FC4AF8" w:rsidRDefault="001D0BA1" w:rsidP="001A05CA">
            <w:pPr>
              <w:pStyle w:val="acctfourfigures"/>
              <w:spacing w:line="300" w:lineRule="atLeast"/>
              <w:ind w:right="-43"/>
              <w:jc w:val="center"/>
              <w:rPr>
                <w:i/>
                <w:iCs/>
                <w:szCs w:val="22"/>
              </w:rPr>
            </w:pPr>
            <w:r w:rsidRPr="00FC4AF8">
              <w:rPr>
                <w:i/>
                <w:iCs/>
                <w:szCs w:val="22"/>
              </w:rPr>
              <w:t>(in thousand Baht)</w:t>
            </w:r>
          </w:p>
        </w:tc>
      </w:tr>
      <w:tr w:rsidR="001D0BA1" w:rsidRPr="00FC4AF8" w14:paraId="7DDDBAFF" w14:textId="77777777" w:rsidTr="00275C14">
        <w:trPr>
          <w:gridAfter w:val="1"/>
          <w:wAfter w:w="10" w:type="dxa"/>
          <w:cantSplit/>
        </w:trPr>
        <w:tc>
          <w:tcPr>
            <w:tcW w:w="3600" w:type="dxa"/>
          </w:tcPr>
          <w:p w14:paraId="6ACE39CB" w14:textId="77777777" w:rsidR="001D0BA1" w:rsidRPr="00FC4AF8" w:rsidRDefault="001D0BA1" w:rsidP="001A05CA">
            <w:pPr>
              <w:spacing w:line="300" w:lineRule="atLeast"/>
              <w:rPr>
                <w:sz w:val="22"/>
                <w:szCs w:val="22"/>
              </w:rPr>
            </w:pPr>
            <w:r w:rsidRPr="00FC4AF8">
              <w:rPr>
                <w:b/>
                <w:bCs/>
                <w:sz w:val="22"/>
                <w:szCs w:val="22"/>
              </w:rPr>
              <w:t>Subsidiaries</w:t>
            </w:r>
          </w:p>
        </w:tc>
        <w:tc>
          <w:tcPr>
            <w:tcW w:w="180" w:type="dxa"/>
          </w:tcPr>
          <w:p w14:paraId="048C120B" w14:textId="77777777" w:rsidR="001D0BA1" w:rsidRPr="00FC4AF8" w:rsidRDefault="001D0BA1" w:rsidP="001A05CA">
            <w:pPr>
              <w:pStyle w:val="acctfourfigures"/>
              <w:tabs>
                <w:tab w:val="clear" w:pos="765"/>
                <w:tab w:val="decimal" w:pos="1001"/>
              </w:tabs>
              <w:spacing w:line="300" w:lineRule="atLeast"/>
              <w:ind w:right="11"/>
              <w:rPr>
                <w:szCs w:val="22"/>
              </w:rPr>
            </w:pPr>
          </w:p>
        </w:tc>
        <w:tc>
          <w:tcPr>
            <w:tcW w:w="1260" w:type="dxa"/>
            <w:gridSpan w:val="2"/>
          </w:tcPr>
          <w:p w14:paraId="0C9CD5B0" w14:textId="77777777" w:rsidR="001D0BA1" w:rsidRPr="00FC4AF8" w:rsidRDefault="001D0BA1" w:rsidP="001A05CA">
            <w:pPr>
              <w:pStyle w:val="acctfourfigures"/>
              <w:tabs>
                <w:tab w:val="clear" w:pos="765"/>
                <w:tab w:val="decimal" w:pos="1001"/>
              </w:tabs>
              <w:spacing w:line="300" w:lineRule="atLeast"/>
              <w:ind w:right="11"/>
              <w:rPr>
                <w:szCs w:val="22"/>
              </w:rPr>
            </w:pPr>
          </w:p>
        </w:tc>
        <w:tc>
          <w:tcPr>
            <w:tcW w:w="180" w:type="dxa"/>
            <w:gridSpan w:val="2"/>
          </w:tcPr>
          <w:p w14:paraId="77BE826C" w14:textId="77777777" w:rsidR="001D0BA1" w:rsidRPr="00FC4AF8" w:rsidRDefault="001D0BA1" w:rsidP="001A05CA">
            <w:pPr>
              <w:pStyle w:val="acctfourfigures"/>
              <w:spacing w:line="300" w:lineRule="atLeast"/>
              <w:rPr>
                <w:szCs w:val="22"/>
              </w:rPr>
            </w:pPr>
          </w:p>
        </w:tc>
        <w:tc>
          <w:tcPr>
            <w:tcW w:w="1170" w:type="dxa"/>
            <w:gridSpan w:val="2"/>
          </w:tcPr>
          <w:p w14:paraId="629E5FFE" w14:textId="77777777" w:rsidR="001D0BA1" w:rsidRPr="00FC4AF8" w:rsidRDefault="001D0BA1" w:rsidP="001A05CA">
            <w:pPr>
              <w:pStyle w:val="acctfourfigures"/>
              <w:tabs>
                <w:tab w:val="clear" w:pos="765"/>
                <w:tab w:val="decimal" w:pos="731"/>
              </w:tabs>
              <w:spacing w:line="300" w:lineRule="atLeast"/>
              <w:ind w:right="11"/>
              <w:rPr>
                <w:szCs w:val="22"/>
              </w:rPr>
            </w:pPr>
          </w:p>
        </w:tc>
        <w:tc>
          <w:tcPr>
            <w:tcW w:w="270" w:type="dxa"/>
            <w:gridSpan w:val="2"/>
          </w:tcPr>
          <w:p w14:paraId="70D58FBA" w14:textId="77777777" w:rsidR="001D0BA1" w:rsidRPr="00FC4AF8" w:rsidRDefault="001D0BA1" w:rsidP="001A05CA">
            <w:pPr>
              <w:pStyle w:val="acctfourfigures"/>
              <w:spacing w:line="300" w:lineRule="atLeast"/>
              <w:rPr>
                <w:szCs w:val="22"/>
              </w:rPr>
            </w:pPr>
          </w:p>
        </w:tc>
        <w:tc>
          <w:tcPr>
            <w:tcW w:w="1170" w:type="dxa"/>
            <w:gridSpan w:val="2"/>
          </w:tcPr>
          <w:p w14:paraId="4BF7C775" w14:textId="77777777" w:rsidR="001D0BA1" w:rsidRPr="00FC4AF8" w:rsidRDefault="001D0BA1" w:rsidP="001A05CA">
            <w:pPr>
              <w:pStyle w:val="acctfourfigures"/>
              <w:tabs>
                <w:tab w:val="clear" w:pos="765"/>
                <w:tab w:val="decimal" w:pos="731"/>
              </w:tabs>
              <w:spacing w:line="300" w:lineRule="atLeast"/>
              <w:ind w:right="11"/>
              <w:rPr>
                <w:szCs w:val="22"/>
              </w:rPr>
            </w:pPr>
          </w:p>
        </w:tc>
        <w:tc>
          <w:tcPr>
            <w:tcW w:w="180" w:type="dxa"/>
            <w:gridSpan w:val="2"/>
          </w:tcPr>
          <w:p w14:paraId="7BABBB20" w14:textId="77777777" w:rsidR="001D0BA1" w:rsidRPr="00FC4AF8" w:rsidRDefault="001D0BA1" w:rsidP="001A05CA">
            <w:pPr>
              <w:pStyle w:val="acctfourfigures"/>
              <w:spacing w:line="300" w:lineRule="atLeast"/>
              <w:rPr>
                <w:szCs w:val="22"/>
              </w:rPr>
            </w:pPr>
          </w:p>
        </w:tc>
        <w:tc>
          <w:tcPr>
            <w:tcW w:w="1175" w:type="dxa"/>
            <w:gridSpan w:val="2"/>
          </w:tcPr>
          <w:p w14:paraId="0636C2D9" w14:textId="77777777" w:rsidR="001D0BA1" w:rsidRPr="00FC4AF8" w:rsidRDefault="001D0BA1" w:rsidP="001A05CA">
            <w:pPr>
              <w:pStyle w:val="acctfourfigures"/>
              <w:tabs>
                <w:tab w:val="clear" w:pos="765"/>
              </w:tabs>
              <w:spacing w:line="300" w:lineRule="atLeast"/>
              <w:ind w:right="11"/>
              <w:rPr>
                <w:szCs w:val="22"/>
              </w:rPr>
            </w:pPr>
          </w:p>
        </w:tc>
      </w:tr>
      <w:tr w:rsidR="003E52EB" w:rsidRPr="00FC4AF8" w14:paraId="3A761681" w14:textId="77777777" w:rsidTr="00275C14">
        <w:trPr>
          <w:gridAfter w:val="1"/>
          <w:wAfter w:w="10" w:type="dxa"/>
          <w:cantSplit/>
        </w:trPr>
        <w:tc>
          <w:tcPr>
            <w:tcW w:w="3600" w:type="dxa"/>
          </w:tcPr>
          <w:p w14:paraId="3E5BC35F" w14:textId="77777777" w:rsidR="003E52EB" w:rsidRPr="00FC4AF8" w:rsidRDefault="003E52EB" w:rsidP="001A05CA">
            <w:pPr>
              <w:spacing w:line="300" w:lineRule="atLeast"/>
              <w:rPr>
                <w:sz w:val="22"/>
                <w:szCs w:val="22"/>
              </w:rPr>
            </w:pPr>
            <w:r w:rsidRPr="00FC4AF8">
              <w:rPr>
                <w:sz w:val="22"/>
                <w:szCs w:val="22"/>
              </w:rPr>
              <w:t>At 1 January</w:t>
            </w:r>
          </w:p>
        </w:tc>
        <w:tc>
          <w:tcPr>
            <w:tcW w:w="180" w:type="dxa"/>
          </w:tcPr>
          <w:p w14:paraId="6162DB5E" w14:textId="77777777" w:rsidR="003E52EB" w:rsidRPr="00FC4AF8" w:rsidRDefault="003E52EB" w:rsidP="001A05CA">
            <w:pPr>
              <w:pStyle w:val="acctfourfigures"/>
              <w:tabs>
                <w:tab w:val="clear" w:pos="765"/>
                <w:tab w:val="decimal" w:pos="1001"/>
              </w:tabs>
              <w:spacing w:line="300" w:lineRule="atLeast"/>
              <w:ind w:right="11"/>
              <w:rPr>
                <w:szCs w:val="22"/>
              </w:rPr>
            </w:pPr>
          </w:p>
        </w:tc>
        <w:tc>
          <w:tcPr>
            <w:tcW w:w="1260" w:type="dxa"/>
            <w:gridSpan w:val="2"/>
          </w:tcPr>
          <w:p w14:paraId="28868668" w14:textId="61C8AD52" w:rsidR="003E52EB" w:rsidRPr="00FC4AF8" w:rsidRDefault="00497A1F" w:rsidP="001A05CA">
            <w:pPr>
              <w:pStyle w:val="acctfourfigures"/>
              <w:tabs>
                <w:tab w:val="clear" w:pos="765"/>
                <w:tab w:val="decimal" w:pos="732"/>
              </w:tabs>
              <w:spacing w:line="300" w:lineRule="atLeast"/>
              <w:ind w:right="11"/>
              <w:rPr>
                <w:szCs w:val="22"/>
              </w:rPr>
            </w:pPr>
            <w:r w:rsidRPr="00FC4AF8">
              <w:rPr>
                <w:szCs w:val="22"/>
              </w:rPr>
              <w:t>-</w:t>
            </w:r>
          </w:p>
        </w:tc>
        <w:tc>
          <w:tcPr>
            <w:tcW w:w="180" w:type="dxa"/>
            <w:gridSpan w:val="2"/>
          </w:tcPr>
          <w:p w14:paraId="4BDF14C7" w14:textId="77777777" w:rsidR="003E52EB" w:rsidRPr="00FC4AF8" w:rsidRDefault="003E52EB" w:rsidP="001A05CA">
            <w:pPr>
              <w:pStyle w:val="acctfourfigures"/>
              <w:spacing w:line="300" w:lineRule="atLeast"/>
              <w:rPr>
                <w:szCs w:val="22"/>
              </w:rPr>
            </w:pPr>
          </w:p>
        </w:tc>
        <w:tc>
          <w:tcPr>
            <w:tcW w:w="1170" w:type="dxa"/>
            <w:gridSpan w:val="2"/>
          </w:tcPr>
          <w:p w14:paraId="482CFDB2" w14:textId="77777777" w:rsidR="003E52EB" w:rsidRPr="00FC4AF8" w:rsidRDefault="003E52EB" w:rsidP="001A05CA">
            <w:pPr>
              <w:pStyle w:val="acctfourfigures"/>
              <w:tabs>
                <w:tab w:val="clear" w:pos="765"/>
                <w:tab w:val="decimal" w:pos="720"/>
              </w:tabs>
              <w:spacing w:line="300" w:lineRule="atLeast"/>
              <w:ind w:right="11"/>
              <w:rPr>
                <w:szCs w:val="22"/>
              </w:rPr>
            </w:pPr>
            <w:r w:rsidRPr="00FC4AF8">
              <w:rPr>
                <w:szCs w:val="22"/>
              </w:rPr>
              <w:t>-</w:t>
            </w:r>
          </w:p>
        </w:tc>
        <w:tc>
          <w:tcPr>
            <w:tcW w:w="270" w:type="dxa"/>
            <w:gridSpan w:val="2"/>
          </w:tcPr>
          <w:p w14:paraId="010D629F" w14:textId="77777777" w:rsidR="003E52EB" w:rsidRPr="00FC4AF8" w:rsidRDefault="003E52EB" w:rsidP="001A05CA">
            <w:pPr>
              <w:pStyle w:val="acctfourfigures"/>
              <w:spacing w:line="300" w:lineRule="atLeast"/>
              <w:rPr>
                <w:szCs w:val="22"/>
              </w:rPr>
            </w:pPr>
          </w:p>
        </w:tc>
        <w:tc>
          <w:tcPr>
            <w:tcW w:w="1170" w:type="dxa"/>
            <w:gridSpan w:val="2"/>
          </w:tcPr>
          <w:p w14:paraId="798D0FC7" w14:textId="6AAE0CF6" w:rsidR="003E52EB" w:rsidRPr="00FC4AF8" w:rsidRDefault="00497A1F" w:rsidP="001A05CA">
            <w:pPr>
              <w:pStyle w:val="acctfourfigures"/>
              <w:shd w:val="clear" w:color="auto" w:fill="FFFFFF"/>
              <w:tabs>
                <w:tab w:val="clear" w:pos="765"/>
                <w:tab w:val="decimal" w:pos="997"/>
              </w:tabs>
              <w:spacing w:line="300" w:lineRule="atLeast"/>
              <w:ind w:left="-169" w:right="-79"/>
              <w:rPr>
                <w:szCs w:val="22"/>
              </w:rPr>
            </w:pPr>
            <w:r w:rsidRPr="00FC4AF8">
              <w:rPr>
                <w:szCs w:val="22"/>
              </w:rPr>
              <w:t>3,200,418</w:t>
            </w:r>
          </w:p>
        </w:tc>
        <w:tc>
          <w:tcPr>
            <w:tcW w:w="180" w:type="dxa"/>
            <w:gridSpan w:val="2"/>
          </w:tcPr>
          <w:p w14:paraId="33A330F8" w14:textId="77777777" w:rsidR="003E52EB" w:rsidRPr="00FC4AF8" w:rsidRDefault="003E52EB" w:rsidP="001A05CA">
            <w:pPr>
              <w:pStyle w:val="acctfourfigures"/>
              <w:spacing w:line="300" w:lineRule="atLeast"/>
              <w:rPr>
                <w:szCs w:val="22"/>
              </w:rPr>
            </w:pPr>
          </w:p>
        </w:tc>
        <w:tc>
          <w:tcPr>
            <w:tcW w:w="1175" w:type="dxa"/>
            <w:gridSpan w:val="2"/>
          </w:tcPr>
          <w:p w14:paraId="169A59DC" w14:textId="5F974A2B" w:rsidR="003E52EB" w:rsidRPr="00FC4AF8" w:rsidRDefault="009B26AA" w:rsidP="001A05CA">
            <w:pPr>
              <w:pStyle w:val="acctfourfigures"/>
              <w:shd w:val="clear" w:color="auto" w:fill="FFFFFF"/>
              <w:tabs>
                <w:tab w:val="clear" w:pos="765"/>
                <w:tab w:val="decimal" w:pos="997"/>
              </w:tabs>
              <w:spacing w:line="300" w:lineRule="atLeast"/>
              <w:ind w:left="-169" w:right="-79"/>
              <w:rPr>
                <w:szCs w:val="22"/>
              </w:rPr>
            </w:pPr>
            <w:r w:rsidRPr="00FC4AF8">
              <w:rPr>
                <w:szCs w:val="22"/>
              </w:rPr>
              <w:t>2,849,476</w:t>
            </w:r>
          </w:p>
        </w:tc>
      </w:tr>
      <w:tr w:rsidR="008F7072" w:rsidRPr="00FC4AF8" w14:paraId="2DF49F96" w14:textId="77777777" w:rsidTr="00CF5715">
        <w:trPr>
          <w:gridAfter w:val="1"/>
          <w:wAfter w:w="10" w:type="dxa"/>
          <w:cantSplit/>
        </w:trPr>
        <w:tc>
          <w:tcPr>
            <w:tcW w:w="3600" w:type="dxa"/>
          </w:tcPr>
          <w:p w14:paraId="0B7C49A0" w14:textId="77777777" w:rsidR="008F7072" w:rsidRPr="007432FB" w:rsidRDefault="008F7072" w:rsidP="007432FB">
            <w:pPr>
              <w:spacing w:line="300" w:lineRule="atLeast"/>
              <w:ind w:left="180" w:hanging="180"/>
              <w:rPr>
                <w:sz w:val="22"/>
                <w:szCs w:val="22"/>
              </w:rPr>
            </w:pPr>
            <w:r w:rsidRPr="007432FB">
              <w:rPr>
                <w:sz w:val="22"/>
                <w:szCs w:val="22"/>
              </w:rPr>
              <w:t xml:space="preserve">Acquisition through </w:t>
            </w:r>
          </w:p>
          <w:p w14:paraId="5591C5AD" w14:textId="3A212903" w:rsidR="008F7072" w:rsidRPr="00FC4AF8" w:rsidRDefault="008F7072" w:rsidP="007432FB">
            <w:pPr>
              <w:spacing w:line="300" w:lineRule="atLeast"/>
              <w:ind w:left="180" w:hanging="180"/>
              <w:rPr>
                <w:sz w:val="22"/>
                <w:szCs w:val="22"/>
              </w:rPr>
            </w:pPr>
            <w:r w:rsidRPr="007432FB">
              <w:rPr>
                <w:sz w:val="22"/>
                <w:szCs w:val="22"/>
              </w:rPr>
              <w:t xml:space="preserve">   Entire Business Transfer</w:t>
            </w:r>
          </w:p>
        </w:tc>
        <w:tc>
          <w:tcPr>
            <w:tcW w:w="180" w:type="dxa"/>
          </w:tcPr>
          <w:p w14:paraId="54597342" w14:textId="77777777" w:rsidR="008F7072" w:rsidRPr="00FC4AF8" w:rsidRDefault="008F7072" w:rsidP="008F7072">
            <w:pPr>
              <w:pStyle w:val="acctfourfigures"/>
              <w:tabs>
                <w:tab w:val="clear" w:pos="765"/>
                <w:tab w:val="decimal" w:pos="1001"/>
              </w:tabs>
              <w:spacing w:line="300" w:lineRule="atLeast"/>
              <w:ind w:right="11"/>
              <w:rPr>
                <w:szCs w:val="22"/>
              </w:rPr>
            </w:pPr>
          </w:p>
        </w:tc>
        <w:tc>
          <w:tcPr>
            <w:tcW w:w="1260" w:type="dxa"/>
            <w:gridSpan w:val="2"/>
          </w:tcPr>
          <w:p w14:paraId="3BCF453A" w14:textId="77777777" w:rsidR="008F7072" w:rsidRDefault="008F7072" w:rsidP="008F7072">
            <w:pPr>
              <w:pStyle w:val="acctfourfigures"/>
              <w:tabs>
                <w:tab w:val="clear" w:pos="765"/>
                <w:tab w:val="decimal" w:pos="732"/>
              </w:tabs>
              <w:spacing w:line="300" w:lineRule="atLeast"/>
              <w:ind w:right="11"/>
              <w:rPr>
                <w:szCs w:val="22"/>
              </w:rPr>
            </w:pPr>
          </w:p>
          <w:p w14:paraId="06A79D05" w14:textId="199FA235" w:rsidR="008F7072" w:rsidRPr="00FC4AF8" w:rsidDel="00422BBD" w:rsidRDefault="008F7072" w:rsidP="008F7072">
            <w:pPr>
              <w:pStyle w:val="acctfourfigures"/>
              <w:tabs>
                <w:tab w:val="clear" w:pos="765"/>
                <w:tab w:val="decimal" w:pos="732"/>
              </w:tabs>
              <w:spacing w:line="300" w:lineRule="atLeast"/>
              <w:ind w:right="11"/>
              <w:rPr>
                <w:szCs w:val="22"/>
              </w:rPr>
            </w:pPr>
            <w:r>
              <w:rPr>
                <w:szCs w:val="22"/>
              </w:rPr>
              <w:t>-</w:t>
            </w:r>
          </w:p>
        </w:tc>
        <w:tc>
          <w:tcPr>
            <w:tcW w:w="180" w:type="dxa"/>
            <w:gridSpan w:val="2"/>
          </w:tcPr>
          <w:p w14:paraId="673F8DD3" w14:textId="77777777" w:rsidR="008F7072" w:rsidRPr="00FC4AF8" w:rsidRDefault="008F7072" w:rsidP="008F7072">
            <w:pPr>
              <w:pStyle w:val="acctfourfigures"/>
              <w:spacing w:line="300" w:lineRule="atLeast"/>
              <w:rPr>
                <w:szCs w:val="22"/>
              </w:rPr>
            </w:pPr>
          </w:p>
        </w:tc>
        <w:tc>
          <w:tcPr>
            <w:tcW w:w="1170" w:type="dxa"/>
            <w:gridSpan w:val="2"/>
            <w:vAlign w:val="bottom"/>
          </w:tcPr>
          <w:p w14:paraId="0C30BCA9" w14:textId="689D402E" w:rsidR="008F7072" w:rsidRPr="00FC4AF8" w:rsidRDefault="008F7072" w:rsidP="008F7072">
            <w:pPr>
              <w:pStyle w:val="acctfourfigures"/>
              <w:tabs>
                <w:tab w:val="clear" w:pos="765"/>
                <w:tab w:val="decimal" w:pos="720"/>
              </w:tabs>
              <w:spacing w:line="300" w:lineRule="atLeast"/>
              <w:ind w:right="11"/>
              <w:rPr>
                <w:szCs w:val="22"/>
              </w:rPr>
            </w:pPr>
            <w:r w:rsidRPr="00FC4AF8">
              <w:rPr>
                <w:szCs w:val="22"/>
              </w:rPr>
              <w:t>-</w:t>
            </w:r>
          </w:p>
        </w:tc>
        <w:tc>
          <w:tcPr>
            <w:tcW w:w="270" w:type="dxa"/>
            <w:gridSpan w:val="2"/>
          </w:tcPr>
          <w:p w14:paraId="44C24D2D" w14:textId="77777777" w:rsidR="008F7072" w:rsidRPr="00FC4AF8" w:rsidRDefault="008F7072" w:rsidP="008F7072">
            <w:pPr>
              <w:pStyle w:val="acctfourfigures"/>
              <w:spacing w:line="300" w:lineRule="atLeast"/>
              <w:rPr>
                <w:szCs w:val="22"/>
              </w:rPr>
            </w:pPr>
          </w:p>
        </w:tc>
        <w:tc>
          <w:tcPr>
            <w:tcW w:w="1170" w:type="dxa"/>
            <w:gridSpan w:val="2"/>
          </w:tcPr>
          <w:p w14:paraId="4D888BF8" w14:textId="77777777" w:rsidR="008F7072" w:rsidRDefault="008F7072" w:rsidP="008F7072">
            <w:pPr>
              <w:pStyle w:val="acctfourfigures"/>
              <w:shd w:val="clear" w:color="auto" w:fill="FFFFFF"/>
              <w:tabs>
                <w:tab w:val="clear" w:pos="765"/>
                <w:tab w:val="decimal" w:pos="997"/>
              </w:tabs>
              <w:spacing w:line="300" w:lineRule="atLeast"/>
              <w:ind w:left="-169" w:right="-79"/>
            </w:pPr>
          </w:p>
          <w:p w14:paraId="6D179083" w14:textId="1D0E6D6C" w:rsidR="008F7072" w:rsidRPr="00FC4AF8" w:rsidDel="00422BBD" w:rsidRDefault="008F7072" w:rsidP="008F7072">
            <w:pPr>
              <w:pStyle w:val="acctfourfigures"/>
              <w:shd w:val="clear" w:color="auto" w:fill="FFFFFF"/>
              <w:tabs>
                <w:tab w:val="clear" w:pos="765"/>
                <w:tab w:val="decimal" w:pos="733"/>
              </w:tabs>
              <w:spacing w:line="300" w:lineRule="atLeast"/>
              <w:ind w:left="-169" w:right="-79"/>
              <w:rPr>
                <w:szCs w:val="22"/>
              </w:rPr>
            </w:pPr>
            <w:r w:rsidRPr="000445EF">
              <w:t>-</w:t>
            </w:r>
          </w:p>
        </w:tc>
        <w:tc>
          <w:tcPr>
            <w:tcW w:w="180" w:type="dxa"/>
            <w:gridSpan w:val="2"/>
          </w:tcPr>
          <w:p w14:paraId="3C0FD146" w14:textId="77777777" w:rsidR="008F7072" w:rsidRPr="00FC4AF8" w:rsidRDefault="008F7072" w:rsidP="008F7072">
            <w:pPr>
              <w:pStyle w:val="acctfourfigures"/>
              <w:spacing w:line="300" w:lineRule="atLeast"/>
              <w:rPr>
                <w:szCs w:val="22"/>
              </w:rPr>
            </w:pPr>
          </w:p>
        </w:tc>
        <w:tc>
          <w:tcPr>
            <w:tcW w:w="1175" w:type="dxa"/>
            <w:gridSpan w:val="2"/>
          </w:tcPr>
          <w:p w14:paraId="485812C4" w14:textId="77777777" w:rsidR="008F7072" w:rsidRPr="00FC4AF8" w:rsidRDefault="008F7072" w:rsidP="008F7072">
            <w:pPr>
              <w:pStyle w:val="acctfourfigures"/>
              <w:shd w:val="clear" w:color="auto" w:fill="FFFFFF"/>
              <w:tabs>
                <w:tab w:val="clear" w:pos="765"/>
                <w:tab w:val="decimal" w:pos="997"/>
              </w:tabs>
              <w:spacing w:line="240" w:lineRule="atLeast"/>
              <w:ind w:left="-169" w:right="-79"/>
              <w:rPr>
                <w:szCs w:val="22"/>
              </w:rPr>
            </w:pPr>
          </w:p>
          <w:p w14:paraId="45DC429F" w14:textId="75D4BAA6" w:rsidR="008F7072" w:rsidRPr="00FC4AF8" w:rsidRDefault="008F7072" w:rsidP="008F7072">
            <w:pPr>
              <w:pStyle w:val="acctfourfigures"/>
              <w:shd w:val="clear" w:color="auto" w:fill="FFFFFF"/>
              <w:tabs>
                <w:tab w:val="clear" w:pos="765"/>
                <w:tab w:val="decimal" w:pos="997"/>
              </w:tabs>
              <w:spacing w:line="300" w:lineRule="atLeast"/>
              <w:ind w:left="-169" w:right="-79"/>
              <w:rPr>
                <w:szCs w:val="22"/>
              </w:rPr>
            </w:pPr>
            <w:r w:rsidRPr="00FC4AF8">
              <w:rPr>
                <w:szCs w:val="22"/>
              </w:rPr>
              <w:t>150,936</w:t>
            </w:r>
          </w:p>
        </w:tc>
      </w:tr>
      <w:tr w:rsidR="008F7072" w:rsidRPr="00FC4AF8" w14:paraId="2EE4D0F2" w14:textId="77777777" w:rsidTr="00CF5715">
        <w:trPr>
          <w:gridAfter w:val="1"/>
          <w:wAfter w:w="10" w:type="dxa"/>
          <w:cantSplit/>
        </w:trPr>
        <w:tc>
          <w:tcPr>
            <w:tcW w:w="3600" w:type="dxa"/>
          </w:tcPr>
          <w:p w14:paraId="13CA63B8" w14:textId="2B344C15" w:rsidR="008F7072" w:rsidRPr="007432FB" w:rsidRDefault="008F7072" w:rsidP="007432FB">
            <w:pPr>
              <w:spacing w:line="300" w:lineRule="atLeast"/>
              <w:ind w:left="180" w:hanging="180"/>
              <w:rPr>
                <w:sz w:val="22"/>
                <w:szCs w:val="22"/>
              </w:rPr>
            </w:pPr>
            <w:r w:rsidRPr="007432FB">
              <w:rPr>
                <w:sz w:val="22"/>
                <w:szCs w:val="22"/>
              </w:rPr>
              <w:t>Increase</w:t>
            </w:r>
          </w:p>
        </w:tc>
        <w:tc>
          <w:tcPr>
            <w:tcW w:w="180" w:type="dxa"/>
          </w:tcPr>
          <w:p w14:paraId="56603CDE" w14:textId="77777777" w:rsidR="008F7072" w:rsidRPr="00FC4AF8" w:rsidRDefault="008F7072" w:rsidP="008F7072">
            <w:pPr>
              <w:pStyle w:val="acctfourfigures"/>
              <w:tabs>
                <w:tab w:val="clear" w:pos="765"/>
                <w:tab w:val="decimal" w:pos="1001"/>
              </w:tabs>
              <w:spacing w:line="300" w:lineRule="atLeast"/>
              <w:ind w:right="11"/>
              <w:rPr>
                <w:szCs w:val="22"/>
              </w:rPr>
            </w:pPr>
          </w:p>
        </w:tc>
        <w:tc>
          <w:tcPr>
            <w:tcW w:w="1260" w:type="dxa"/>
            <w:gridSpan w:val="2"/>
          </w:tcPr>
          <w:p w14:paraId="450C053D" w14:textId="1C1E8075" w:rsidR="008F7072" w:rsidRPr="00FC4AF8" w:rsidDel="00422BBD" w:rsidRDefault="008F7072" w:rsidP="008F7072">
            <w:pPr>
              <w:pStyle w:val="acctfourfigures"/>
              <w:tabs>
                <w:tab w:val="clear" w:pos="765"/>
                <w:tab w:val="decimal" w:pos="732"/>
              </w:tabs>
              <w:spacing w:line="300" w:lineRule="atLeast"/>
              <w:ind w:right="11"/>
              <w:rPr>
                <w:szCs w:val="22"/>
              </w:rPr>
            </w:pPr>
            <w:r>
              <w:rPr>
                <w:szCs w:val="22"/>
              </w:rPr>
              <w:t>-</w:t>
            </w:r>
          </w:p>
        </w:tc>
        <w:tc>
          <w:tcPr>
            <w:tcW w:w="180" w:type="dxa"/>
            <w:gridSpan w:val="2"/>
          </w:tcPr>
          <w:p w14:paraId="7931C0E9" w14:textId="77777777" w:rsidR="008F7072" w:rsidRPr="00FC4AF8" w:rsidRDefault="008F7072" w:rsidP="008F7072">
            <w:pPr>
              <w:pStyle w:val="acctfourfigures"/>
              <w:spacing w:line="300" w:lineRule="atLeast"/>
              <w:rPr>
                <w:szCs w:val="22"/>
              </w:rPr>
            </w:pPr>
          </w:p>
        </w:tc>
        <w:tc>
          <w:tcPr>
            <w:tcW w:w="1170" w:type="dxa"/>
            <w:gridSpan w:val="2"/>
            <w:vAlign w:val="bottom"/>
          </w:tcPr>
          <w:p w14:paraId="04C29CFD" w14:textId="52878D1C" w:rsidR="008F7072" w:rsidRPr="00FC4AF8" w:rsidRDefault="008F7072" w:rsidP="008F7072">
            <w:pPr>
              <w:pStyle w:val="acctfourfigures"/>
              <w:tabs>
                <w:tab w:val="clear" w:pos="765"/>
                <w:tab w:val="decimal" w:pos="720"/>
              </w:tabs>
              <w:spacing w:line="300" w:lineRule="atLeast"/>
              <w:ind w:right="11"/>
              <w:rPr>
                <w:szCs w:val="22"/>
              </w:rPr>
            </w:pPr>
            <w:r w:rsidRPr="00FC4AF8">
              <w:rPr>
                <w:szCs w:val="22"/>
              </w:rPr>
              <w:t>-</w:t>
            </w:r>
          </w:p>
        </w:tc>
        <w:tc>
          <w:tcPr>
            <w:tcW w:w="270" w:type="dxa"/>
            <w:gridSpan w:val="2"/>
          </w:tcPr>
          <w:p w14:paraId="390D5094" w14:textId="77777777" w:rsidR="008F7072" w:rsidRPr="00FC4AF8" w:rsidRDefault="008F7072" w:rsidP="008F7072">
            <w:pPr>
              <w:pStyle w:val="acctfourfigures"/>
              <w:spacing w:line="300" w:lineRule="atLeast"/>
              <w:rPr>
                <w:szCs w:val="22"/>
              </w:rPr>
            </w:pPr>
          </w:p>
        </w:tc>
        <w:tc>
          <w:tcPr>
            <w:tcW w:w="1170" w:type="dxa"/>
            <w:gridSpan w:val="2"/>
          </w:tcPr>
          <w:p w14:paraId="4ED92039" w14:textId="2843EE89" w:rsidR="008F7072" w:rsidRPr="00FC4AF8" w:rsidDel="00422BBD" w:rsidRDefault="008F7072" w:rsidP="008F7072">
            <w:pPr>
              <w:pStyle w:val="acctfourfigures"/>
              <w:shd w:val="clear" w:color="auto" w:fill="FFFFFF"/>
              <w:tabs>
                <w:tab w:val="clear" w:pos="765"/>
                <w:tab w:val="decimal" w:pos="733"/>
              </w:tabs>
              <w:spacing w:line="300" w:lineRule="atLeast"/>
              <w:ind w:left="-169" w:right="-79"/>
              <w:rPr>
                <w:szCs w:val="22"/>
              </w:rPr>
            </w:pPr>
            <w:r w:rsidRPr="000445EF">
              <w:t>-</w:t>
            </w:r>
          </w:p>
        </w:tc>
        <w:tc>
          <w:tcPr>
            <w:tcW w:w="180" w:type="dxa"/>
            <w:gridSpan w:val="2"/>
          </w:tcPr>
          <w:p w14:paraId="7AB5F81B" w14:textId="77777777" w:rsidR="008F7072" w:rsidRPr="00FC4AF8" w:rsidRDefault="008F7072" w:rsidP="008F7072">
            <w:pPr>
              <w:pStyle w:val="acctfourfigures"/>
              <w:spacing w:line="300" w:lineRule="atLeast"/>
              <w:rPr>
                <w:szCs w:val="22"/>
              </w:rPr>
            </w:pPr>
          </w:p>
        </w:tc>
        <w:tc>
          <w:tcPr>
            <w:tcW w:w="1175" w:type="dxa"/>
            <w:gridSpan w:val="2"/>
          </w:tcPr>
          <w:p w14:paraId="31FC1600" w14:textId="7D095D26" w:rsidR="008F7072" w:rsidRPr="00FC4AF8" w:rsidRDefault="008F7072" w:rsidP="008F7072">
            <w:pPr>
              <w:pStyle w:val="acctfourfigures"/>
              <w:shd w:val="clear" w:color="auto" w:fill="FFFFFF"/>
              <w:tabs>
                <w:tab w:val="clear" w:pos="765"/>
                <w:tab w:val="decimal" w:pos="997"/>
              </w:tabs>
              <w:spacing w:line="300" w:lineRule="atLeast"/>
              <w:ind w:left="-169" w:right="-79"/>
              <w:rPr>
                <w:szCs w:val="22"/>
              </w:rPr>
            </w:pPr>
            <w:r w:rsidRPr="00FC4AF8">
              <w:rPr>
                <w:rFonts w:cs="Angsana New"/>
                <w:szCs w:val="22"/>
                <w:lang w:val="en-US" w:bidi="th-TH"/>
              </w:rPr>
              <w:t>6</w:t>
            </w:r>
          </w:p>
        </w:tc>
      </w:tr>
      <w:tr w:rsidR="008F7072" w:rsidRPr="00FC4AF8" w14:paraId="31670682" w14:textId="77777777" w:rsidTr="00CF5715">
        <w:trPr>
          <w:gridAfter w:val="1"/>
          <w:wAfter w:w="10" w:type="dxa"/>
          <w:cantSplit/>
        </w:trPr>
        <w:tc>
          <w:tcPr>
            <w:tcW w:w="3600" w:type="dxa"/>
          </w:tcPr>
          <w:p w14:paraId="249E4143" w14:textId="58DFEDB7" w:rsidR="008F7072" w:rsidRPr="007432FB" w:rsidRDefault="007432FB" w:rsidP="007432FB">
            <w:pPr>
              <w:spacing w:line="300" w:lineRule="atLeast"/>
              <w:ind w:left="180" w:hanging="180"/>
              <w:rPr>
                <w:sz w:val="22"/>
                <w:szCs w:val="22"/>
              </w:rPr>
            </w:pPr>
            <w:r w:rsidRPr="007432FB">
              <w:rPr>
                <w:sz w:val="22"/>
                <w:szCs w:val="22"/>
              </w:rPr>
              <w:t>Investment received</w:t>
            </w:r>
          </w:p>
        </w:tc>
        <w:tc>
          <w:tcPr>
            <w:tcW w:w="180" w:type="dxa"/>
          </w:tcPr>
          <w:p w14:paraId="663A7796" w14:textId="77777777" w:rsidR="008F7072" w:rsidRPr="00FC4AF8" w:rsidRDefault="008F7072" w:rsidP="008F7072">
            <w:pPr>
              <w:pStyle w:val="acctfourfigures"/>
              <w:tabs>
                <w:tab w:val="clear" w:pos="765"/>
                <w:tab w:val="decimal" w:pos="1001"/>
              </w:tabs>
              <w:spacing w:line="300" w:lineRule="atLeast"/>
              <w:ind w:right="11"/>
              <w:rPr>
                <w:szCs w:val="22"/>
              </w:rPr>
            </w:pPr>
          </w:p>
        </w:tc>
        <w:tc>
          <w:tcPr>
            <w:tcW w:w="1260" w:type="dxa"/>
            <w:gridSpan w:val="2"/>
          </w:tcPr>
          <w:p w14:paraId="6C0AA3EF" w14:textId="5932BAA1" w:rsidR="008F7072" w:rsidRPr="00FC4AF8" w:rsidDel="00422BBD" w:rsidRDefault="008F7072" w:rsidP="008F7072">
            <w:pPr>
              <w:pStyle w:val="acctfourfigures"/>
              <w:tabs>
                <w:tab w:val="clear" w:pos="765"/>
                <w:tab w:val="decimal" w:pos="732"/>
              </w:tabs>
              <w:spacing w:line="300" w:lineRule="atLeast"/>
              <w:ind w:right="11"/>
              <w:rPr>
                <w:szCs w:val="22"/>
              </w:rPr>
            </w:pPr>
            <w:r>
              <w:rPr>
                <w:szCs w:val="22"/>
              </w:rPr>
              <w:t>-</w:t>
            </w:r>
          </w:p>
        </w:tc>
        <w:tc>
          <w:tcPr>
            <w:tcW w:w="180" w:type="dxa"/>
            <w:gridSpan w:val="2"/>
          </w:tcPr>
          <w:p w14:paraId="6F3FFDFC" w14:textId="77777777" w:rsidR="008F7072" w:rsidRPr="00FC4AF8" w:rsidRDefault="008F7072" w:rsidP="008F7072">
            <w:pPr>
              <w:pStyle w:val="acctfourfigures"/>
              <w:spacing w:line="300" w:lineRule="atLeast"/>
              <w:rPr>
                <w:szCs w:val="22"/>
              </w:rPr>
            </w:pPr>
          </w:p>
        </w:tc>
        <w:tc>
          <w:tcPr>
            <w:tcW w:w="1170" w:type="dxa"/>
            <w:gridSpan w:val="2"/>
            <w:vAlign w:val="bottom"/>
          </w:tcPr>
          <w:p w14:paraId="04FF97A0" w14:textId="0A2EA030" w:rsidR="008F7072" w:rsidRPr="00FC4AF8" w:rsidRDefault="008F7072" w:rsidP="008F7072">
            <w:pPr>
              <w:pStyle w:val="acctfourfigures"/>
              <w:tabs>
                <w:tab w:val="clear" w:pos="765"/>
                <w:tab w:val="decimal" w:pos="720"/>
              </w:tabs>
              <w:spacing w:line="300" w:lineRule="atLeast"/>
              <w:ind w:right="11"/>
              <w:rPr>
                <w:szCs w:val="22"/>
              </w:rPr>
            </w:pPr>
            <w:r>
              <w:rPr>
                <w:szCs w:val="22"/>
              </w:rPr>
              <w:t>-</w:t>
            </w:r>
          </w:p>
        </w:tc>
        <w:tc>
          <w:tcPr>
            <w:tcW w:w="270" w:type="dxa"/>
            <w:gridSpan w:val="2"/>
          </w:tcPr>
          <w:p w14:paraId="5C6877F7" w14:textId="77777777" w:rsidR="008F7072" w:rsidRPr="00FC4AF8" w:rsidRDefault="008F7072" w:rsidP="008F7072">
            <w:pPr>
              <w:pStyle w:val="acctfourfigures"/>
              <w:spacing w:line="300" w:lineRule="atLeast"/>
              <w:rPr>
                <w:szCs w:val="22"/>
              </w:rPr>
            </w:pPr>
          </w:p>
        </w:tc>
        <w:tc>
          <w:tcPr>
            <w:tcW w:w="1170" w:type="dxa"/>
            <w:gridSpan w:val="2"/>
          </w:tcPr>
          <w:p w14:paraId="2ECF2A54" w14:textId="2457F453" w:rsidR="008F7072" w:rsidRPr="00FC4AF8" w:rsidDel="00422BBD" w:rsidRDefault="008F7072" w:rsidP="008F7072">
            <w:pPr>
              <w:pStyle w:val="acctfourfigures"/>
              <w:shd w:val="clear" w:color="auto" w:fill="FFFFFF"/>
              <w:tabs>
                <w:tab w:val="clear" w:pos="765"/>
                <w:tab w:val="decimal" w:pos="997"/>
              </w:tabs>
              <w:spacing w:line="300" w:lineRule="atLeast"/>
              <w:ind w:left="-169" w:right="-79"/>
              <w:rPr>
                <w:szCs w:val="22"/>
              </w:rPr>
            </w:pPr>
            <w:r w:rsidRPr="000445EF">
              <w:t>(199,87</w:t>
            </w:r>
            <w:r w:rsidR="00A71F6F">
              <w:t>9</w:t>
            </w:r>
            <w:r w:rsidRPr="000445EF">
              <w:t>)</w:t>
            </w:r>
          </w:p>
        </w:tc>
        <w:tc>
          <w:tcPr>
            <w:tcW w:w="180" w:type="dxa"/>
            <w:gridSpan w:val="2"/>
          </w:tcPr>
          <w:p w14:paraId="5C97AC0F" w14:textId="77777777" w:rsidR="008F7072" w:rsidRPr="00FC4AF8" w:rsidRDefault="008F7072" w:rsidP="008F7072">
            <w:pPr>
              <w:pStyle w:val="acctfourfigures"/>
              <w:spacing w:line="300" w:lineRule="atLeast"/>
              <w:rPr>
                <w:szCs w:val="22"/>
              </w:rPr>
            </w:pPr>
          </w:p>
        </w:tc>
        <w:tc>
          <w:tcPr>
            <w:tcW w:w="1175" w:type="dxa"/>
            <w:gridSpan w:val="2"/>
          </w:tcPr>
          <w:p w14:paraId="41B0A998" w14:textId="41992990" w:rsidR="008F7072" w:rsidRPr="00FC4AF8" w:rsidRDefault="0086674D" w:rsidP="0063419B">
            <w:pPr>
              <w:pStyle w:val="acctfourfigures"/>
              <w:shd w:val="clear" w:color="auto" w:fill="FFFFFF"/>
              <w:tabs>
                <w:tab w:val="clear" w:pos="765"/>
                <w:tab w:val="decimal" w:pos="729"/>
              </w:tabs>
              <w:spacing w:line="300" w:lineRule="atLeast"/>
              <w:ind w:left="-169" w:right="-79"/>
              <w:rPr>
                <w:rFonts w:cs="Angsana New"/>
                <w:szCs w:val="22"/>
                <w:lang w:val="en-US" w:bidi="th-TH"/>
              </w:rPr>
            </w:pPr>
            <w:r>
              <w:rPr>
                <w:rFonts w:cs="Angsana New"/>
                <w:szCs w:val="22"/>
                <w:lang w:val="en-US" w:bidi="th-TH"/>
              </w:rPr>
              <w:t>-</w:t>
            </w:r>
          </w:p>
        </w:tc>
      </w:tr>
      <w:tr w:rsidR="008F7072" w:rsidRPr="00FC4AF8" w14:paraId="04115517" w14:textId="77777777" w:rsidTr="00FC4AF8">
        <w:trPr>
          <w:gridAfter w:val="1"/>
          <w:wAfter w:w="10" w:type="dxa"/>
          <w:cantSplit/>
        </w:trPr>
        <w:tc>
          <w:tcPr>
            <w:tcW w:w="3600" w:type="dxa"/>
          </w:tcPr>
          <w:p w14:paraId="3E0BC8DB" w14:textId="323438F9" w:rsidR="008F7072" w:rsidRPr="00FC4AF8" w:rsidRDefault="008F7072" w:rsidP="008F7072">
            <w:pPr>
              <w:spacing w:line="300" w:lineRule="atLeast"/>
              <w:rPr>
                <w:b/>
                <w:bCs/>
                <w:sz w:val="22"/>
                <w:szCs w:val="22"/>
              </w:rPr>
            </w:pPr>
            <w:r w:rsidRPr="00FC4AF8">
              <w:rPr>
                <w:b/>
                <w:bCs/>
                <w:sz w:val="22"/>
                <w:szCs w:val="22"/>
              </w:rPr>
              <w:t>At 30 September</w:t>
            </w:r>
          </w:p>
        </w:tc>
        <w:tc>
          <w:tcPr>
            <w:tcW w:w="180" w:type="dxa"/>
          </w:tcPr>
          <w:p w14:paraId="652541CA" w14:textId="77777777" w:rsidR="008F7072" w:rsidRPr="00FC4AF8" w:rsidRDefault="008F7072" w:rsidP="008F7072">
            <w:pPr>
              <w:pStyle w:val="acctfourfigures"/>
              <w:tabs>
                <w:tab w:val="clear" w:pos="765"/>
                <w:tab w:val="decimal" w:pos="1001"/>
              </w:tabs>
              <w:spacing w:line="300" w:lineRule="atLeast"/>
              <w:ind w:right="11"/>
              <w:rPr>
                <w:b/>
                <w:bCs/>
                <w:szCs w:val="22"/>
              </w:rPr>
            </w:pPr>
          </w:p>
        </w:tc>
        <w:tc>
          <w:tcPr>
            <w:tcW w:w="1260" w:type="dxa"/>
            <w:gridSpan w:val="2"/>
            <w:tcBorders>
              <w:top w:val="single" w:sz="4" w:space="0" w:color="auto"/>
              <w:bottom w:val="double" w:sz="4" w:space="0" w:color="auto"/>
            </w:tcBorders>
          </w:tcPr>
          <w:p w14:paraId="6159C01E" w14:textId="39C401EB" w:rsidR="008F7072" w:rsidRPr="00FC4AF8" w:rsidRDefault="008F7072" w:rsidP="008F7072">
            <w:pPr>
              <w:pStyle w:val="acctfourfigures"/>
              <w:tabs>
                <w:tab w:val="clear" w:pos="765"/>
                <w:tab w:val="decimal" w:pos="732"/>
              </w:tabs>
              <w:spacing w:line="300" w:lineRule="atLeast"/>
              <w:ind w:right="11"/>
              <w:rPr>
                <w:b/>
                <w:bCs/>
                <w:szCs w:val="22"/>
              </w:rPr>
            </w:pPr>
            <w:r>
              <w:rPr>
                <w:b/>
                <w:bCs/>
                <w:szCs w:val="22"/>
              </w:rPr>
              <w:t>-</w:t>
            </w:r>
          </w:p>
        </w:tc>
        <w:tc>
          <w:tcPr>
            <w:tcW w:w="180" w:type="dxa"/>
            <w:gridSpan w:val="2"/>
          </w:tcPr>
          <w:p w14:paraId="4B2C21A7" w14:textId="77777777" w:rsidR="008F7072" w:rsidRPr="00FC4AF8" w:rsidRDefault="008F7072" w:rsidP="008F7072">
            <w:pPr>
              <w:pStyle w:val="acctfourfigures"/>
              <w:tabs>
                <w:tab w:val="decimal" w:pos="821"/>
              </w:tabs>
              <w:spacing w:line="300" w:lineRule="atLeast"/>
              <w:rPr>
                <w:b/>
                <w:bCs/>
                <w:szCs w:val="22"/>
              </w:rPr>
            </w:pPr>
          </w:p>
        </w:tc>
        <w:tc>
          <w:tcPr>
            <w:tcW w:w="1170" w:type="dxa"/>
            <w:gridSpan w:val="2"/>
            <w:tcBorders>
              <w:top w:val="single" w:sz="4" w:space="0" w:color="auto"/>
              <w:bottom w:val="double" w:sz="4" w:space="0" w:color="auto"/>
            </w:tcBorders>
          </w:tcPr>
          <w:p w14:paraId="7713ECF0" w14:textId="77777777" w:rsidR="008F7072" w:rsidRPr="00FC4AF8" w:rsidRDefault="008F7072" w:rsidP="008F7072">
            <w:pPr>
              <w:pStyle w:val="acctfourfigures"/>
              <w:tabs>
                <w:tab w:val="clear" w:pos="765"/>
                <w:tab w:val="decimal" w:pos="720"/>
              </w:tabs>
              <w:spacing w:line="300" w:lineRule="atLeast"/>
              <w:ind w:right="11"/>
              <w:rPr>
                <w:b/>
                <w:bCs/>
                <w:szCs w:val="22"/>
              </w:rPr>
            </w:pPr>
            <w:r w:rsidRPr="00FC4AF8">
              <w:rPr>
                <w:b/>
                <w:bCs/>
                <w:szCs w:val="22"/>
              </w:rPr>
              <w:t>-</w:t>
            </w:r>
          </w:p>
        </w:tc>
        <w:tc>
          <w:tcPr>
            <w:tcW w:w="270" w:type="dxa"/>
            <w:gridSpan w:val="2"/>
          </w:tcPr>
          <w:p w14:paraId="5275BB42" w14:textId="77777777" w:rsidR="008F7072" w:rsidRPr="00FC4AF8" w:rsidRDefault="008F7072" w:rsidP="008F7072">
            <w:pPr>
              <w:pStyle w:val="acctfourfigures"/>
              <w:spacing w:line="300" w:lineRule="atLeast"/>
              <w:rPr>
                <w:szCs w:val="22"/>
              </w:rPr>
            </w:pPr>
          </w:p>
        </w:tc>
        <w:tc>
          <w:tcPr>
            <w:tcW w:w="1170" w:type="dxa"/>
            <w:gridSpan w:val="2"/>
            <w:tcBorders>
              <w:top w:val="single" w:sz="4" w:space="0" w:color="auto"/>
              <w:bottom w:val="double" w:sz="4" w:space="0" w:color="auto"/>
            </w:tcBorders>
          </w:tcPr>
          <w:p w14:paraId="099DA76D" w14:textId="0F0D021E" w:rsidR="008F7072" w:rsidRPr="00E0796B" w:rsidRDefault="008F7072" w:rsidP="008F7072">
            <w:pPr>
              <w:pStyle w:val="acctfourfigures"/>
              <w:shd w:val="clear" w:color="auto" w:fill="FFFFFF"/>
              <w:tabs>
                <w:tab w:val="clear" w:pos="765"/>
                <w:tab w:val="decimal" w:pos="1003"/>
              </w:tabs>
              <w:spacing w:line="300" w:lineRule="atLeast"/>
              <w:ind w:left="-169" w:right="-79"/>
              <w:rPr>
                <w:b/>
                <w:bCs/>
                <w:szCs w:val="22"/>
              </w:rPr>
            </w:pPr>
            <w:r w:rsidRPr="00E0796B">
              <w:rPr>
                <w:b/>
                <w:bCs/>
              </w:rPr>
              <w:t>3,000,5</w:t>
            </w:r>
            <w:r w:rsidR="00A71F6F" w:rsidRPr="00E0796B">
              <w:rPr>
                <w:b/>
                <w:bCs/>
              </w:rPr>
              <w:t>39</w:t>
            </w:r>
          </w:p>
        </w:tc>
        <w:tc>
          <w:tcPr>
            <w:tcW w:w="180" w:type="dxa"/>
            <w:gridSpan w:val="2"/>
          </w:tcPr>
          <w:p w14:paraId="002CA8EA" w14:textId="77777777" w:rsidR="008F7072" w:rsidRPr="00FC4AF8" w:rsidRDefault="008F7072" w:rsidP="008F7072">
            <w:pPr>
              <w:pStyle w:val="acctfourfigures"/>
              <w:spacing w:line="300" w:lineRule="atLeast"/>
              <w:rPr>
                <w:szCs w:val="22"/>
              </w:rPr>
            </w:pPr>
          </w:p>
        </w:tc>
        <w:tc>
          <w:tcPr>
            <w:tcW w:w="1175" w:type="dxa"/>
            <w:gridSpan w:val="2"/>
            <w:tcBorders>
              <w:top w:val="single" w:sz="4" w:space="0" w:color="auto"/>
              <w:bottom w:val="double" w:sz="4" w:space="0" w:color="auto"/>
            </w:tcBorders>
          </w:tcPr>
          <w:p w14:paraId="4C58C1D8" w14:textId="4F1FE9D4" w:rsidR="008F7072" w:rsidRPr="00FC4AF8" w:rsidRDefault="008F7072" w:rsidP="008F7072">
            <w:pPr>
              <w:pStyle w:val="acctfourfigures"/>
              <w:shd w:val="clear" w:color="auto" w:fill="FFFFFF"/>
              <w:tabs>
                <w:tab w:val="clear" w:pos="765"/>
                <w:tab w:val="decimal" w:pos="997"/>
              </w:tabs>
              <w:spacing w:line="300" w:lineRule="atLeast"/>
              <w:ind w:left="-169" w:right="-79"/>
              <w:rPr>
                <w:b/>
                <w:bCs/>
                <w:szCs w:val="22"/>
              </w:rPr>
            </w:pPr>
            <w:r w:rsidRPr="00FC4AF8">
              <w:rPr>
                <w:b/>
                <w:bCs/>
                <w:szCs w:val="22"/>
              </w:rPr>
              <w:t>3,000,418</w:t>
            </w:r>
          </w:p>
        </w:tc>
      </w:tr>
      <w:tr w:rsidR="00FC4AF8" w:rsidRPr="00FC4AF8" w14:paraId="20D10822" w14:textId="77777777" w:rsidTr="00FC4AF8">
        <w:trPr>
          <w:gridAfter w:val="1"/>
          <w:wAfter w:w="10" w:type="dxa"/>
          <w:cantSplit/>
        </w:trPr>
        <w:tc>
          <w:tcPr>
            <w:tcW w:w="3600" w:type="dxa"/>
          </w:tcPr>
          <w:p w14:paraId="42E6D688" w14:textId="77777777" w:rsidR="00FC4AF8" w:rsidRPr="00FC4AF8" w:rsidRDefault="00FC4AF8" w:rsidP="00300C45">
            <w:pPr>
              <w:spacing w:line="300" w:lineRule="atLeast"/>
              <w:rPr>
                <w:b/>
                <w:bCs/>
                <w:sz w:val="22"/>
                <w:szCs w:val="22"/>
              </w:rPr>
            </w:pPr>
          </w:p>
        </w:tc>
        <w:tc>
          <w:tcPr>
            <w:tcW w:w="180" w:type="dxa"/>
          </w:tcPr>
          <w:p w14:paraId="2CC0E4CB" w14:textId="77777777" w:rsidR="00FC4AF8" w:rsidRPr="00FC4AF8" w:rsidRDefault="00FC4AF8" w:rsidP="00300C45">
            <w:pPr>
              <w:pStyle w:val="acctfourfigures"/>
              <w:tabs>
                <w:tab w:val="clear" w:pos="765"/>
                <w:tab w:val="decimal" w:pos="1001"/>
              </w:tabs>
              <w:spacing w:line="300" w:lineRule="atLeast"/>
              <w:ind w:right="11"/>
              <w:rPr>
                <w:b/>
                <w:bCs/>
                <w:szCs w:val="22"/>
              </w:rPr>
            </w:pPr>
          </w:p>
        </w:tc>
        <w:tc>
          <w:tcPr>
            <w:tcW w:w="1260" w:type="dxa"/>
            <w:gridSpan w:val="2"/>
            <w:tcBorders>
              <w:top w:val="double" w:sz="4" w:space="0" w:color="auto"/>
            </w:tcBorders>
          </w:tcPr>
          <w:p w14:paraId="7F15FADC" w14:textId="77777777" w:rsidR="00FC4AF8" w:rsidRPr="00FC4AF8" w:rsidRDefault="00FC4AF8" w:rsidP="00300C45">
            <w:pPr>
              <w:pStyle w:val="acctfourfigures"/>
              <w:tabs>
                <w:tab w:val="clear" w:pos="765"/>
                <w:tab w:val="decimal" w:pos="732"/>
              </w:tabs>
              <w:spacing w:line="300" w:lineRule="atLeast"/>
              <w:ind w:right="11"/>
              <w:rPr>
                <w:b/>
                <w:bCs/>
                <w:szCs w:val="22"/>
              </w:rPr>
            </w:pPr>
          </w:p>
        </w:tc>
        <w:tc>
          <w:tcPr>
            <w:tcW w:w="180" w:type="dxa"/>
            <w:gridSpan w:val="2"/>
          </w:tcPr>
          <w:p w14:paraId="0945D631" w14:textId="77777777" w:rsidR="00FC4AF8" w:rsidRPr="00FC4AF8" w:rsidRDefault="00FC4AF8" w:rsidP="00300C45">
            <w:pPr>
              <w:pStyle w:val="acctfourfigures"/>
              <w:tabs>
                <w:tab w:val="decimal" w:pos="821"/>
              </w:tabs>
              <w:spacing w:line="300" w:lineRule="atLeast"/>
              <w:rPr>
                <w:b/>
                <w:bCs/>
                <w:szCs w:val="22"/>
              </w:rPr>
            </w:pPr>
          </w:p>
        </w:tc>
        <w:tc>
          <w:tcPr>
            <w:tcW w:w="1170" w:type="dxa"/>
            <w:gridSpan w:val="2"/>
            <w:tcBorders>
              <w:top w:val="double" w:sz="4" w:space="0" w:color="auto"/>
            </w:tcBorders>
          </w:tcPr>
          <w:p w14:paraId="5736CA79" w14:textId="77777777" w:rsidR="00FC4AF8" w:rsidRPr="00FC4AF8" w:rsidRDefault="00FC4AF8" w:rsidP="00300C45">
            <w:pPr>
              <w:pStyle w:val="acctfourfigures"/>
              <w:tabs>
                <w:tab w:val="clear" w:pos="765"/>
                <w:tab w:val="decimal" w:pos="720"/>
              </w:tabs>
              <w:spacing w:line="300" w:lineRule="atLeast"/>
              <w:ind w:right="11"/>
              <w:rPr>
                <w:b/>
                <w:bCs/>
                <w:szCs w:val="22"/>
              </w:rPr>
            </w:pPr>
          </w:p>
        </w:tc>
        <w:tc>
          <w:tcPr>
            <w:tcW w:w="270" w:type="dxa"/>
            <w:gridSpan w:val="2"/>
          </w:tcPr>
          <w:p w14:paraId="6C027865" w14:textId="77777777" w:rsidR="00FC4AF8" w:rsidRPr="00FC4AF8" w:rsidRDefault="00FC4AF8" w:rsidP="00300C45">
            <w:pPr>
              <w:pStyle w:val="acctfourfigures"/>
              <w:spacing w:line="300" w:lineRule="atLeast"/>
              <w:rPr>
                <w:szCs w:val="22"/>
              </w:rPr>
            </w:pPr>
          </w:p>
        </w:tc>
        <w:tc>
          <w:tcPr>
            <w:tcW w:w="1170" w:type="dxa"/>
            <w:gridSpan w:val="2"/>
            <w:tcBorders>
              <w:top w:val="double" w:sz="4" w:space="0" w:color="auto"/>
            </w:tcBorders>
          </w:tcPr>
          <w:p w14:paraId="35D19EDF" w14:textId="77777777" w:rsidR="00FC4AF8" w:rsidRPr="00FC4AF8" w:rsidRDefault="00FC4AF8" w:rsidP="00300C45">
            <w:pPr>
              <w:pStyle w:val="acctfourfigures"/>
              <w:shd w:val="clear" w:color="auto" w:fill="FFFFFF"/>
              <w:tabs>
                <w:tab w:val="clear" w:pos="765"/>
                <w:tab w:val="decimal" w:pos="1003"/>
              </w:tabs>
              <w:spacing w:line="300" w:lineRule="atLeast"/>
              <w:ind w:left="-169" w:right="-79"/>
              <w:rPr>
                <w:b/>
                <w:bCs/>
                <w:szCs w:val="22"/>
              </w:rPr>
            </w:pPr>
          </w:p>
        </w:tc>
        <w:tc>
          <w:tcPr>
            <w:tcW w:w="180" w:type="dxa"/>
            <w:gridSpan w:val="2"/>
          </w:tcPr>
          <w:p w14:paraId="45C8A54E" w14:textId="77777777" w:rsidR="00FC4AF8" w:rsidRPr="00FC4AF8" w:rsidRDefault="00FC4AF8" w:rsidP="00300C45">
            <w:pPr>
              <w:pStyle w:val="acctfourfigures"/>
              <w:spacing w:line="300" w:lineRule="atLeast"/>
              <w:rPr>
                <w:szCs w:val="22"/>
              </w:rPr>
            </w:pPr>
          </w:p>
        </w:tc>
        <w:tc>
          <w:tcPr>
            <w:tcW w:w="1175" w:type="dxa"/>
            <w:gridSpan w:val="2"/>
            <w:tcBorders>
              <w:top w:val="double" w:sz="4" w:space="0" w:color="auto"/>
            </w:tcBorders>
          </w:tcPr>
          <w:p w14:paraId="3D7A8870" w14:textId="77777777" w:rsidR="00FC4AF8" w:rsidRPr="00FC4AF8" w:rsidRDefault="00FC4AF8" w:rsidP="00300C45">
            <w:pPr>
              <w:pStyle w:val="acctfourfigures"/>
              <w:shd w:val="clear" w:color="auto" w:fill="FFFFFF"/>
              <w:tabs>
                <w:tab w:val="clear" w:pos="765"/>
                <w:tab w:val="decimal" w:pos="997"/>
              </w:tabs>
              <w:spacing w:line="300" w:lineRule="atLeast"/>
              <w:ind w:left="-169" w:right="-79"/>
              <w:rPr>
                <w:b/>
                <w:bCs/>
                <w:szCs w:val="22"/>
              </w:rPr>
            </w:pPr>
          </w:p>
        </w:tc>
      </w:tr>
      <w:tr w:rsidR="00422BBD" w:rsidRPr="00FC4AF8" w14:paraId="4317F67A" w14:textId="77777777" w:rsidTr="00275C14">
        <w:trPr>
          <w:cantSplit/>
        </w:trPr>
        <w:tc>
          <w:tcPr>
            <w:tcW w:w="3600" w:type="dxa"/>
          </w:tcPr>
          <w:p w14:paraId="64D421FE" w14:textId="77777777" w:rsidR="00422BBD" w:rsidRPr="00FC4AF8" w:rsidRDefault="00422BBD" w:rsidP="00422BBD">
            <w:pPr>
              <w:spacing w:line="300" w:lineRule="atLeast"/>
              <w:rPr>
                <w:sz w:val="22"/>
                <w:szCs w:val="22"/>
              </w:rPr>
            </w:pPr>
            <w:r w:rsidRPr="00FC4AF8">
              <w:rPr>
                <w:b/>
                <w:bCs/>
                <w:sz w:val="22"/>
                <w:szCs w:val="22"/>
              </w:rPr>
              <w:t>Associate</w:t>
            </w:r>
          </w:p>
        </w:tc>
        <w:tc>
          <w:tcPr>
            <w:tcW w:w="191" w:type="dxa"/>
            <w:gridSpan w:val="2"/>
          </w:tcPr>
          <w:p w14:paraId="39290CF4" w14:textId="77777777" w:rsidR="00422BBD" w:rsidRPr="00FC4AF8" w:rsidRDefault="00422BBD" w:rsidP="00422BBD">
            <w:pPr>
              <w:pStyle w:val="acctfourfigures"/>
              <w:tabs>
                <w:tab w:val="clear" w:pos="765"/>
                <w:tab w:val="decimal" w:pos="1001"/>
              </w:tabs>
              <w:spacing w:line="300" w:lineRule="atLeast"/>
              <w:ind w:right="11"/>
              <w:rPr>
                <w:szCs w:val="22"/>
              </w:rPr>
            </w:pPr>
          </w:p>
        </w:tc>
        <w:tc>
          <w:tcPr>
            <w:tcW w:w="1260" w:type="dxa"/>
            <w:gridSpan w:val="2"/>
          </w:tcPr>
          <w:p w14:paraId="76E2B3E5" w14:textId="77777777" w:rsidR="00422BBD" w:rsidRPr="00FC4AF8" w:rsidRDefault="00422BBD" w:rsidP="00422BBD">
            <w:pPr>
              <w:pStyle w:val="acctfourfigures"/>
              <w:tabs>
                <w:tab w:val="clear" w:pos="765"/>
                <w:tab w:val="decimal" w:pos="1001"/>
              </w:tabs>
              <w:spacing w:line="300" w:lineRule="atLeast"/>
              <w:ind w:right="11"/>
              <w:rPr>
                <w:szCs w:val="22"/>
              </w:rPr>
            </w:pPr>
          </w:p>
        </w:tc>
        <w:tc>
          <w:tcPr>
            <w:tcW w:w="181" w:type="dxa"/>
            <w:gridSpan w:val="2"/>
          </w:tcPr>
          <w:p w14:paraId="721C4E6D" w14:textId="77777777" w:rsidR="00422BBD" w:rsidRPr="00FC4AF8" w:rsidRDefault="00422BBD" w:rsidP="00422BBD">
            <w:pPr>
              <w:pStyle w:val="acctfourfigures"/>
              <w:spacing w:line="300" w:lineRule="atLeast"/>
              <w:rPr>
                <w:szCs w:val="22"/>
              </w:rPr>
            </w:pPr>
          </w:p>
        </w:tc>
        <w:tc>
          <w:tcPr>
            <w:tcW w:w="1169" w:type="dxa"/>
            <w:gridSpan w:val="2"/>
          </w:tcPr>
          <w:p w14:paraId="42F99DB7" w14:textId="77777777" w:rsidR="00422BBD" w:rsidRPr="00FC4AF8" w:rsidRDefault="00422BBD" w:rsidP="00422BBD">
            <w:pPr>
              <w:pStyle w:val="acctfourfigures"/>
              <w:tabs>
                <w:tab w:val="clear" w:pos="765"/>
                <w:tab w:val="decimal" w:pos="731"/>
              </w:tabs>
              <w:spacing w:line="300" w:lineRule="atLeast"/>
              <w:ind w:right="11"/>
              <w:rPr>
                <w:szCs w:val="22"/>
              </w:rPr>
            </w:pPr>
          </w:p>
        </w:tc>
        <w:tc>
          <w:tcPr>
            <w:tcW w:w="270" w:type="dxa"/>
            <w:gridSpan w:val="2"/>
          </w:tcPr>
          <w:p w14:paraId="7D244187" w14:textId="77777777" w:rsidR="00422BBD" w:rsidRPr="00FC4AF8" w:rsidRDefault="00422BBD" w:rsidP="00422BBD">
            <w:pPr>
              <w:pStyle w:val="acctfourfigures"/>
              <w:spacing w:line="300" w:lineRule="atLeast"/>
              <w:rPr>
                <w:szCs w:val="22"/>
              </w:rPr>
            </w:pPr>
          </w:p>
        </w:tc>
        <w:tc>
          <w:tcPr>
            <w:tcW w:w="1170" w:type="dxa"/>
            <w:gridSpan w:val="2"/>
          </w:tcPr>
          <w:p w14:paraId="72F2E641" w14:textId="77777777" w:rsidR="00422BBD" w:rsidRPr="00FC4AF8" w:rsidRDefault="00422BBD" w:rsidP="00422BBD">
            <w:pPr>
              <w:pStyle w:val="acctfourfigures"/>
              <w:tabs>
                <w:tab w:val="clear" w:pos="765"/>
                <w:tab w:val="decimal" w:pos="731"/>
              </w:tabs>
              <w:spacing w:line="300" w:lineRule="atLeast"/>
              <w:ind w:right="11"/>
              <w:rPr>
                <w:szCs w:val="22"/>
              </w:rPr>
            </w:pPr>
          </w:p>
        </w:tc>
        <w:tc>
          <w:tcPr>
            <w:tcW w:w="180" w:type="dxa"/>
            <w:gridSpan w:val="2"/>
          </w:tcPr>
          <w:p w14:paraId="6B784286" w14:textId="77777777" w:rsidR="00422BBD" w:rsidRPr="00FC4AF8" w:rsidRDefault="00422BBD" w:rsidP="00422BBD">
            <w:pPr>
              <w:pStyle w:val="acctfourfigures"/>
              <w:spacing w:line="300" w:lineRule="atLeast"/>
              <w:rPr>
                <w:szCs w:val="22"/>
              </w:rPr>
            </w:pPr>
          </w:p>
        </w:tc>
        <w:tc>
          <w:tcPr>
            <w:tcW w:w="1174" w:type="dxa"/>
            <w:gridSpan w:val="2"/>
          </w:tcPr>
          <w:p w14:paraId="7F9CF2B5" w14:textId="77777777" w:rsidR="00422BBD" w:rsidRPr="00FC4AF8" w:rsidRDefault="00422BBD" w:rsidP="00422BBD">
            <w:pPr>
              <w:pStyle w:val="acctfourfigures"/>
              <w:tabs>
                <w:tab w:val="clear" w:pos="765"/>
              </w:tabs>
              <w:spacing w:line="300" w:lineRule="atLeast"/>
              <w:ind w:right="11"/>
              <w:rPr>
                <w:szCs w:val="22"/>
              </w:rPr>
            </w:pPr>
          </w:p>
        </w:tc>
      </w:tr>
      <w:tr w:rsidR="00497A1F" w:rsidRPr="00FC4AF8" w14:paraId="0E35165C" w14:textId="77777777" w:rsidTr="00275C14">
        <w:trPr>
          <w:cantSplit/>
        </w:trPr>
        <w:tc>
          <w:tcPr>
            <w:tcW w:w="3600" w:type="dxa"/>
          </w:tcPr>
          <w:p w14:paraId="09576F61" w14:textId="77777777" w:rsidR="00497A1F" w:rsidRPr="00FC4AF8" w:rsidRDefault="00497A1F" w:rsidP="00497A1F">
            <w:pPr>
              <w:spacing w:line="300" w:lineRule="atLeast"/>
              <w:rPr>
                <w:sz w:val="22"/>
                <w:szCs w:val="22"/>
              </w:rPr>
            </w:pPr>
            <w:r w:rsidRPr="00FC4AF8">
              <w:rPr>
                <w:sz w:val="22"/>
                <w:szCs w:val="22"/>
              </w:rPr>
              <w:t>At 1 January</w:t>
            </w:r>
          </w:p>
        </w:tc>
        <w:tc>
          <w:tcPr>
            <w:tcW w:w="191" w:type="dxa"/>
            <w:gridSpan w:val="2"/>
          </w:tcPr>
          <w:p w14:paraId="7A589388" w14:textId="77777777" w:rsidR="00497A1F" w:rsidRPr="00FC4AF8" w:rsidRDefault="00497A1F" w:rsidP="00497A1F">
            <w:pPr>
              <w:pStyle w:val="acctfourfigures"/>
              <w:tabs>
                <w:tab w:val="clear" w:pos="765"/>
                <w:tab w:val="decimal" w:pos="1001"/>
              </w:tabs>
              <w:spacing w:line="300" w:lineRule="atLeast"/>
              <w:ind w:right="11"/>
              <w:rPr>
                <w:szCs w:val="22"/>
              </w:rPr>
            </w:pPr>
          </w:p>
        </w:tc>
        <w:tc>
          <w:tcPr>
            <w:tcW w:w="1260" w:type="dxa"/>
            <w:gridSpan w:val="2"/>
          </w:tcPr>
          <w:p w14:paraId="3320CA8F" w14:textId="5518AA61" w:rsidR="00497A1F" w:rsidRPr="00FC4AF8" w:rsidRDefault="00497A1F" w:rsidP="00497A1F">
            <w:pPr>
              <w:pStyle w:val="acctfourfigures"/>
              <w:shd w:val="clear" w:color="auto" w:fill="FFFFFF"/>
              <w:tabs>
                <w:tab w:val="clear" w:pos="765"/>
                <w:tab w:val="decimal" w:pos="1005"/>
              </w:tabs>
              <w:spacing w:line="300" w:lineRule="atLeast"/>
              <w:ind w:left="-169" w:right="-79"/>
              <w:rPr>
                <w:szCs w:val="22"/>
              </w:rPr>
            </w:pPr>
            <w:r w:rsidRPr="00FC4AF8">
              <w:rPr>
                <w:szCs w:val="22"/>
              </w:rPr>
              <w:t>32,981</w:t>
            </w:r>
          </w:p>
        </w:tc>
        <w:tc>
          <w:tcPr>
            <w:tcW w:w="181" w:type="dxa"/>
            <w:gridSpan w:val="2"/>
          </w:tcPr>
          <w:p w14:paraId="0C07970F" w14:textId="77777777" w:rsidR="00497A1F" w:rsidRPr="00FC4AF8" w:rsidRDefault="00497A1F" w:rsidP="00497A1F">
            <w:pPr>
              <w:pStyle w:val="acctfourfigures"/>
              <w:spacing w:line="300" w:lineRule="atLeast"/>
              <w:rPr>
                <w:szCs w:val="22"/>
              </w:rPr>
            </w:pPr>
          </w:p>
        </w:tc>
        <w:tc>
          <w:tcPr>
            <w:tcW w:w="1169" w:type="dxa"/>
            <w:gridSpan w:val="2"/>
          </w:tcPr>
          <w:p w14:paraId="1A3ADC64" w14:textId="165A51F2" w:rsidR="00497A1F" w:rsidRPr="00FC4AF8" w:rsidRDefault="00497A1F" w:rsidP="00497A1F">
            <w:pPr>
              <w:pStyle w:val="acctfourfigures"/>
              <w:shd w:val="clear" w:color="auto" w:fill="FFFFFF"/>
              <w:tabs>
                <w:tab w:val="clear" w:pos="765"/>
                <w:tab w:val="decimal" w:pos="980"/>
              </w:tabs>
              <w:spacing w:line="300" w:lineRule="atLeast"/>
              <w:ind w:left="-169" w:right="-79"/>
              <w:rPr>
                <w:szCs w:val="22"/>
              </w:rPr>
            </w:pPr>
            <w:r w:rsidRPr="00FC4AF8">
              <w:rPr>
                <w:szCs w:val="22"/>
              </w:rPr>
              <w:t>31,873</w:t>
            </w:r>
          </w:p>
        </w:tc>
        <w:tc>
          <w:tcPr>
            <w:tcW w:w="270" w:type="dxa"/>
            <w:gridSpan w:val="2"/>
          </w:tcPr>
          <w:p w14:paraId="5F2595CF" w14:textId="77777777" w:rsidR="00497A1F" w:rsidRPr="00FC4AF8" w:rsidRDefault="00497A1F" w:rsidP="00497A1F">
            <w:pPr>
              <w:pStyle w:val="acctfourfigures"/>
              <w:spacing w:line="300" w:lineRule="atLeast"/>
              <w:rPr>
                <w:szCs w:val="22"/>
              </w:rPr>
            </w:pPr>
          </w:p>
        </w:tc>
        <w:tc>
          <w:tcPr>
            <w:tcW w:w="1170" w:type="dxa"/>
            <w:gridSpan w:val="2"/>
          </w:tcPr>
          <w:p w14:paraId="3FF109DB" w14:textId="77C18C94" w:rsidR="00497A1F" w:rsidRPr="00FC4AF8" w:rsidRDefault="00497A1F" w:rsidP="00497A1F">
            <w:pPr>
              <w:pStyle w:val="acctfourfigures"/>
              <w:shd w:val="clear" w:color="auto" w:fill="FFFFFF"/>
              <w:tabs>
                <w:tab w:val="clear" w:pos="765"/>
                <w:tab w:val="decimal" w:pos="978"/>
              </w:tabs>
              <w:spacing w:line="300" w:lineRule="atLeast"/>
              <w:ind w:left="-169" w:right="-79"/>
              <w:rPr>
                <w:rFonts w:cs="Angsana New"/>
                <w:szCs w:val="22"/>
                <w:lang w:val="en-US" w:bidi="th-TH"/>
              </w:rPr>
            </w:pPr>
            <w:r w:rsidRPr="00FC4AF8">
              <w:rPr>
                <w:rFonts w:cs="Angsana New"/>
                <w:szCs w:val="22"/>
                <w:lang w:val="en-US" w:bidi="th-TH"/>
              </w:rPr>
              <w:t>1,642</w:t>
            </w:r>
          </w:p>
        </w:tc>
        <w:tc>
          <w:tcPr>
            <w:tcW w:w="180" w:type="dxa"/>
            <w:gridSpan w:val="2"/>
          </w:tcPr>
          <w:p w14:paraId="1D13E05E" w14:textId="77777777" w:rsidR="00497A1F" w:rsidRPr="00FC4AF8" w:rsidRDefault="00497A1F" w:rsidP="00497A1F">
            <w:pPr>
              <w:pStyle w:val="acctfourfigures"/>
              <w:spacing w:line="300" w:lineRule="atLeast"/>
              <w:rPr>
                <w:szCs w:val="22"/>
              </w:rPr>
            </w:pPr>
          </w:p>
        </w:tc>
        <w:tc>
          <w:tcPr>
            <w:tcW w:w="1174" w:type="dxa"/>
            <w:gridSpan w:val="2"/>
          </w:tcPr>
          <w:p w14:paraId="1E932668" w14:textId="7C4B189D" w:rsidR="00497A1F" w:rsidRPr="00FC4AF8" w:rsidRDefault="00497A1F" w:rsidP="00497A1F">
            <w:pPr>
              <w:pStyle w:val="acctfourfigures"/>
              <w:shd w:val="clear" w:color="auto" w:fill="FFFFFF"/>
              <w:tabs>
                <w:tab w:val="clear" w:pos="765"/>
                <w:tab w:val="decimal" w:pos="997"/>
              </w:tabs>
              <w:spacing w:line="300" w:lineRule="atLeast"/>
              <w:ind w:left="-169" w:right="-79"/>
              <w:rPr>
                <w:szCs w:val="22"/>
              </w:rPr>
            </w:pPr>
            <w:r w:rsidRPr="00FC4AF8">
              <w:rPr>
                <w:szCs w:val="22"/>
              </w:rPr>
              <w:t>1,642</w:t>
            </w:r>
          </w:p>
        </w:tc>
      </w:tr>
      <w:tr w:rsidR="008F7072" w:rsidRPr="00FC4AF8" w14:paraId="46615292" w14:textId="77777777" w:rsidTr="00275C14">
        <w:trPr>
          <w:cantSplit/>
        </w:trPr>
        <w:tc>
          <w:tcPr>
            <w:tcW w:w="3600" w:type="dxa"/>
          </w:tcPr>
          <w:p w14:paraId="25A79234" w14:textId="288109F4" w:rsidR="008F7072" w:rsidRPr="00FC4AF8" w:rsidRDefault="008F7072" w:rsidP="008F7072">
            <w:pPr>
              <w:spacing w:line="300" w:lineRule="atLeast"/>
              <w:ind w:left="180" w:hanging="180"/>
              <w:rPr>
                <w:sz w:val="22"/>
                <w:szCs w:val="22"/>
              </w:rPr>
            </w:pPr>
            <w:r w:rsidRPr="00FC4AF8">
              <w:rPr>
                <w:sz w:val="22"/>
                <w:szCs w:val="22"/>
              </w:rPr>
              <w:t>Share of profit from investment in associate using equity method</w:t>
            </w:r>
          </w:p>
        </w:tc>
        <w:tc>
          <w:tcPr>
            <w:tcW w:w="191" w:type="dxa"/>
            <w:gridSpan w:val="2"/>
          </w:tcPr>
          <w:p w14:paraId="28A09302" w14:textId="77777777" w:rsidR="008F7072" w:rsidRPr="00FC4AF8" w:rsidRDefault="008F7072" w:rsidP="008F7072">
            <w:pPr>
              <w:pStyle w:val="acctfourfigures"/>
              <w:tabs>
                <w:tab w:val="clear" w:pos="765"/>
                <w:tab w:val="decimal" w:pos="1001"/>
              </w:tabs>
              <w:spacing w:line="300" w:lineRule="atLeast"/>
              <w:ind w:right="11"/>
              <w:rPr>
                <w:szCs w:val="22"/>
              </w:rPr>
            </w:pPr>
          </w:p>
        </w:tc>
        <w:tc>
          <w:tcPr>
            <w:tcW w:w="1260" w:type="dxa"/>
            <w:gridSpan w:val="2"/>
          </w:tcPr>
          <w:p w14:paraId="596F4628" w14:textId="77777777" w:rsidR="008F7072" w:rsidRDefault="008F7072" w:rsidP="008F7072">
            <w:pPr>
              <w:pStyle w:val="acctfourfigures"/>
              <w:shd w:val="clear" w:color="auto" w:fill="FFFFFF"/>
              <w:tabs>
                <w:tab w:val="clear" w:pos="765"/>
                <w:tab w:val="decimal" w:pos="1005"/>
              </w:tabs>
              <w:spacing w:line="300" w:lineRule="atLeast"/>
              <w:ind w:left="-169" w:right="-79"/>
            </w:pPr>
          </w:p>
          <w:p w14:paraId="33347D75" w14:textId="4229D222" w:rsidR="008F7072" w:rsidRPr="00FC4AF8" w:rsidRDefault="008F7072" w:rsidP="008F7072">
            <w:pPr>
              <w:pStyle w:val="acctfourfigures"/>
              <w:shd w:val="clear" w:color="auto" w:fill="FFFFFF"/>
              <w:tabs>
                <w:tab w:val="clear" w:pos="765"/>
                <w:tab w:val="decimal" w:pos="1005"/>
              </w:tabs>
              <w:spacing w:line="300" w:lineRule="atLeast"/>
              <w:ind w:left="-169" w:right="-79"/>
              <w:rPr>
                <w:szCs w:val="22"/>
              </w:rPr>
            </w:pPr>
            <w:r w:rsidRPr="00CA206B">
              <w:t>8,647</w:t>
            </w:r>
          </w:p>
        </w:tc>
        <w:tc>
          <w:tcPr>
            <w:tcW w:w="181" w:type="dxa"/>
            <w:gridSpan w:val="2"/>
          </w:tcPr>
          <w:p w14:paraId="7FBDC126" w14:textId="77777777" w:rsidR="008F7072" w:rsidRPr="00FC4AF8" w:rsidRDefault="008F7072" w:rsidP="008F7072">
            <w:pPr>
              <w:pStyle w:val="acctfourfigures"/>
              <w:spacing w:line="300" w:lineRule="atLeast"/>
              <w:rPr>
                <w:szCs w:val="22"/>
              </w:rPr>
            </w:pPr>
          </w:p>
        </w:tc>
        <w:tc>
          <w:tcPr>
            <w:tcW w:w="1169" w:type="dxa"/>
            <w:gridSpan w:val="2"/>
          </w:tcPr>
          <w:p w14:paraId="4179B99B" w14:textId="77777777" w:rsidR="008F7072" w:rsidRPr="00FC4AF8" w:rsidRDefault="008F7072" w:rsidP="008F7072">
            <w:pPr>
              <w:pStyle w:val="acctfourfigures"/>
              <w:shd w:val="clear" w:color="auto" w:fill="FFFFFF"/>
              <w:tabs>
                <w:tab w:val="clear" w:pos="765"/>
                <w:tab w:val="decimal" w:pos="1005"/>
              </w:tabs>
              <w:spacing w:line="240" w:lineRule="atLeast"/>
              <w:ind w:left="-169" w:right="-79"/>
              <w:rPr>
                <w:szCs w:val="22"/>
              </w:rPr>
            </w:pPr>
          </w:p>
          <w:p w14:paraId="1A38EBFD" w14:textId="687F8CFF" w:rsidR="008F7072" w:rsidRPr="00FC4AF8" w:rsidRDefault="008F7072" w:rsidP="008F7072">
            <w:pPr>
              <w:pStyle w:val="acctfourfigures"/>
              <w:shd w:val="clear" w:color="auto" w:fill="FFFFFF"/>
              <w:tabs>
                <w:tab w:val="clear" w:pos="765"/>
                <w:tab w:val="decimal" w:pos="980"/>
              </w:tabs>
              <w:spacing w:line="300" w:lineRule="atLeast"/>
              <w:ind w:left="-169" w:right="-79"/>
              <w:rPr>
                <w:szCs w:val="22"/>
              </w:rPr>
            </w:pPr>
            <w:r w:rsidRPr="00FC4AF8">
              <w:rPr>
                <w:szCs w:val="22"/>
              </w:rPr>
              <w:t>11,737</w:t>
            </w:r>
          </w:p>
        </w:tc>
        <w:tc>
          <w:tcPr>
            <w:tcW w:w="270" w:type="dxa"/>
            <w:gridSpan w:val="2"/>
          </w:tcPr>
          <w:p w14:paraId="14C2187D" w14:textId="77777777" w:rsidR="008F7072" w:rsidRPr="00FC4AF8" w:rsidRDefault="008F7072" w:rsidP="008F7072">
            <w:pPr>
              <w:pStyle w:val="acctfourfigures"/>
              <w:spacing w:line="300" w:lineRule="atLeast"/>
              <w:rPr>
                <w:szCs w:val="22"/>
              </w:rPr>
            </w:pPr>
          </w:p>
        </w:tc>
        <w:tc>
          <w:tcPr>
            <w:tcW w:w="1170" w:type="dxa"/>
            <w:gridSpan w:val="2"/>
          </w:tcPr>
          <w:p w14:paraId="559A82A6" w14:textId="77777777" w:rsidR="008F7072" w:rsidRPr="00FC4AF8" w:rsidRDefault="008F7072" w:rsidP="008F7072">
            <w:pPr>
              <w:pStyle w:val="acctfourfigures"/>
              <w:shd w:val="clear" w:color="auto" w:fill="FFFFFF"/>
              <w:tabs>
                <w:tab w:val="decimal" w:pos="731"/>
              </w:tabs>
              <w:spacing w:line="300" w:lineRule="atLeast"/>
              <w:ind w:left="-169" w:right="-79"/>
              <w:rPr>
                <w:szCs w:val="22"/>
              </w:rPr>
            </w:pPr>
          </w:p>
          <w:p w14:paraId="75322323" w14:textId="2393053B" w:rsidR="008F7072" w:rsidRPr="00FC4AF8" w:rsidRDefault="008F7072" w:rsidP="008F7072">
            <w:pPr>
              <w:pStyle w:val="acctfourfigures"/>
              <w:tabs>
                <w:tab w:val="clear" w:pos="765"/>
                <w:tab w:val="decimal" w:pos="731"/>
              </w:tabs>
              <w:spacing w:line="300" w:lineRule="atLeast"/>
              <w:ind w:right="11"/>
              <w:rPr>
                <w:szCs w:val="22"/>
              </w:rPr>
            </w:pPr>
            <w:r w:rsidRPr="00FC4AF8">
              <w:rPr>
                <w:szCs w:val="22"/>
              </w:rPr>
              <w:t>-</w:t>
            </w:r>
          </w:p>
        </w:tc>
        <w:tc>
          <w:tcPr>
            <w:tcW w:w="180" w:type="dxa"/>
            <w:gridSpan w:val="2"/>
          </w:tcPr>
          <w:p w14:paraId="1F7AEA9B" w14:textId="77777777" w:rsidR="008F7072" w:rsidRPr="00FC4AF8" w:rsidRDefault="008F7072" w:rsidP="008F7072">
            <w:pPr>
              <w:pStyle w:val="acctfourfigures"/>
              <w:spacing w:line="300" w:lineRule="atLeast"/>
              <w:rPr>
                <w:szCs w:val="22"/>
              </w:rPr>
            </w:pPr>
          </w:p>
        </w:tc>
        <w:tc>
          <w:tcPr>
            <w:tcW w:w="1174" w:type="dxa"/>
            <w:gridSpan w:val="2"/>
          </w:tcPr>
          <w:p w14:paraId="06685CBE" w14:textId="77777777" w:rsidR="008F7072" w:rsidRPr="00FC4AF8" w:rsidRDefault="008F7072" w:rsidP="008F7072">
            <w:pPr>
              <w:pStyle w:val="acctfourfigures"/>
              <w:shd w:val="clear" w:color="auto" w:fill="FFFFFF"/>
              <w:tabs>
                <w:tab w:val="decimal" w:pos="731"/>
              </w:tabs>
              <w:spacing w:line="300" w:lineRule="atLeast"/>
              <w:ind w:left="-169" w:right="-79"/>
              <w:rPr>
                <w:szCs w:val="22"/>
              </w:rPr>
            </w:pPr>
          </w:p>
          <w:p w14:paraId="5ABAABE5" w14:textId="6CBA87DD" w:rsidR="008F7072" w:rsidRPr="00FC4AF8" w:rsidRDefault="008F7072" w:rsidP="008F7072">
            <w:pPr>
              <w:pStyle w:val="acctfourfigures"/>
              <w:tabs>
                <w:tab w:val="clear" w:pos="765"/>
                <w:tab w:val="decimal" w:pos="731"/>
              </w:tabs>
              <w:spacing w:line="300" w:lineRule="atLeast"/>
              <w:ind w:right="11"/>
              <w:rPr>
                <w:szCs w:val="22"/>
              </w:rPr>
            </w:pPr>
            <w:r w:rsidRPr="00FC4AF8">
              <w:rPr>
                <w:szCs w:val="22"/>
              </w:rPr>
              <w:t>-</w:t>
            </w:r>
          </w:p>
        </w:tc>
      </w:tr>
      <w:tr w:rsidR="008F7072" w:rsidRPr="00FC4AF8" w14:paraId="36DD145B" w14:textId="77777777" w:rsidTr="00275C14">
        <w:trPr>
          <w:cantSplit/>
        </w:trPr>
        <w:tc>
          <w:tcPr>
            <w:tcW w:w="3600" w:type="dxa"/>
          </w:tcPr>
          <w:p w14:paraId="4522586E" w14:textId="6242EBCF" w:rsidR="008F7072" w:rsidRPr="00FC4AF8" w:rsidRDefault="008F7072" w:rsidP="008F7072">
            <w:pPr>
              <w:spacing w:line="300" w:lineRule="atLeast"/>
              <w:ind w:left="180" w:hanging="180"/>
              <w:rPr>
                <w:sz w:val="22"/>
                <w:szCs w:val="22"/>
              </w:rPr>
            </w:pPr>
            <w:r w:rsidRPr="00FC4AF8">
              <w:rPr>
                <w:sz w:val="22"/>
                <w:szCs w:val="22"/>
              </w:rPr>
              <w:t>Dividend income</w:t>
            </w:r>
          </w:p>
        </w:tc>
        <w:tc>
          <w:tcPr>
            <w:tcW w:w="191" w:type="dxa"/>
            <w:gridSpan w:val="2"/>
          </w:tcPr>
          <w:p w14:paraId="51A73EBD" w14:textId="77777777" w:rsidR="008F7072" w:rsidRPr="00FC4AF8" w:rsidRDefault="008F7072" w:rsidP="008F7072">
            <w:pPr>
              <w:pStyle w:val="acctfourfigures"/>
              <w:tabs>
                <w:tab w:val="clear" w:pos="765"/>
                <w:tab w:val="decimal" w:pos="1001"/>
              </w:tabs>
              <w:spacing w:line="300" w:lineRule="atLeast"/>
              <w:ind w:right="11"/>
              <w:rPr>
                <w:szCs w:val="22"/>
              </w:rPr>
            </w:pPr>
          </w:p>
        </w:tc>
        <w:tc>
          <w:tcPr>
            <w:tcW w:w="1260" w:type="dxa"/>
            <w:gridSpan w:val="2"/>
          </w:tcPr>
          <w:p w14:paraId="181EBD24" w14:textId="44405954" w:rsidR="008F7072" w:rsidRPr="00FC4AF8" w:rsidRDefault="008F7072" w:rsidP="008F7072">
            <w:pPr>
              <w:pStyle w:val="acctfourfigures"/>
              <w:shd w:val="clear" w:color="auto" w:fill="FFFFFF"/>
              <w:tabs>
                <w:tab w:val="clear" w:pos="765"/>
                <w:tab w:val="decimal" w:pos="1005"/>
              </w:tabs>
              <w:spacing w:line="300" w:lineRule="atLeast"/>
              <w:ind w:left="-169" w:right="-79"/>
              <w:rPr>
                <w:szCs w:val="22"/>
              </w:rPr>
            </w:pPr>
            <w:r w:rsidRPr="00CA206B">
              <w:t>(15,404)</w:t>
            </w:r>
          </w:p>
        </w:tc>
        <w:tc>
          <w:tcPr>
            <w:tcW w:w="181" w:type="dxa"/>
            <w:gridSpan w:val="2"/>
          </w:tcPr>
          <w:p w14:paraId="6E4AD7CE" w14:textId="77777777" w:rsidR="008F7072" w:rsidRPr="00FC4AF8" w:rsidRDefault="008F7072" w:rsidP="008F7072">
            <w:pPr>
              <w:pStyle w:val="acctfourfigures"/>
              <w:spacing w:line="300" w:lineRule="atLeast"/>
              <w:rPr>
                <w:szCs w:val="22"/>
              </w:rPr>
            </w:pPr>
          </w:p>
        </w:tc>
        <w:tc>
          <w:tcPr>
            <w:tcW w:w="1169" w:type="dxa"/>
            <w:gridSpan w:val="2"/>
          </w:tcPr>
          <w:p w14:paraId="4845EFD9" w14:textId="59C9B5AC" w:rsidR="008F7072" w:rsidRPr="00FC4AF8" w:rsidRDefault="008F7072" w:rsidP="008F7072">
            <w:pPr>
              <w:pStyle w:val="acctfourfigures"/>
              <w:shd w:val="clear" w:color="auto" w:fill="FFFFFF"/>
              <w:tabs>
                <w:tab w:val="clear" w:pos="765"/>
                <w:tab w:val="decimal" w:pos="980"/>
              </w:tabs>
              <w:spacing w:line="300" w:lineRule="atLeast"/>
              <w:ind w:left="-169" w:right="-79"/>
              <w:rPr>
                <w:szCs w:val="22"/>
              </w:rPr>
            </w:pPr>
            <w:r w:rsidRPr="00FC4AF8">
              <w:rPr>
                <w:szCs w:val="22"/>
                <w:lang w:val="en-US"/>
              </w:rPr>
              <w:t>(13,668)</w:t>
            </w:r>
          </w:p>
        </w:tc>
        <w:tc>
          <w:tcPr>
            <w:tcW w:w="270" w:type="dxa"/>
            <w:gridSpan w:val="2"/>
          </w:tcPr>
          <w:p w14:paraId="3E0F34F8" w14:textId="77777777" w:rsidR="008F7072" w:rsidRPr="00FC4AF8" w:rsidRDefault="008F7072" w:rsidP="008F7072">
            <w:pPr>
              <w:pStyle w:val="acctfourfigures"/>
              <w:spacing w:line="300" w:lineRule="atLeast"/>
              <w:rPr>
                <w:szCs w:val="22"/>
              </w:rPr>
            </w:pPr>
          </w:p>
        </w:tc>
        <w:tc>
          <w:tcPr>
            <w:tcW w:w="1170" w:type="dxa"/>
            <w:gridSpan w:val="2"/>
          </w:tcPr>
          <w:p w14:paraId="686FDF77" w14:textId="5A3C63A0" w:rsidR="008F7072" w:rsidRPr="00FC4AF8" w:rsidRDefault="008F7072" w:rsidP="008F7072">
            <w:pPr>
              <w:pStyle w:val="acctfourfigures"/>
              <w:tabs>
                <w:tab w:val="clear" w:pos="765"/>
                <w:tab w:val="decimal" w:pos="731"/>
              </w:tabs>
              <w:spacing w:line="300" w:lineRule="atLeast"/>
              <w:ind w:right="11"/>
              <w:rPr>
                <w:szCs w:val="22"/>
              </w:rPr>
            </w:pPr>
            <w:r w:rsidRPr="00FC4AF8">
              <w:rPr>
                <w:szCs w:val="22"/>
              </w:rPr>
              <w:t>-</w:t>
            </w:r>
          </w:p>
        </w:tc>
        <w:tc>
          <w:tcPr>
            <w:tcW w:w="180" w:type="dxa"/>
            <w:gridSpan w:val="2"/>
          </w:tcPr>
          <w:p w14:paraId="26DCBC1D" w14:textId="77777777" w:rsidR="008F7072" w:rsidRPr="00FC4AF8" w:rsidRDefault="008F7072" w:rsidP="008F7072">
            <w:pPr>
              <w:pStyle w:val="acctfourfigures"/>
              <w:spacing w:line="300" w:lineRule="atLeast"/>
              <w:rPr>
                <w:szCs w:val="22"/>
              </w:rPr>
            </w:pPr>
          </w:p>
        </w:tc>
        <w:tc>
          <w:tcPr>
            <w:tcW w:w="1174" w:type="dxa"/>
            <w:gridSpan w:val="2"/>
          </w:tcPr>
          <w:p w14:paraId="7D295CE1" w14:textId="4AFB14E2" w:rsidR="008F7072" w:rsidRPr="00FC4AF8" w:rsidRDefault="008F7072" w:rsidP="008F7072">
            <w:pPr>
              <w:pStyle w:val="acctfourfigures"/>
              <w:tabs>
                <w:tab w:val="clear" w:pos="765"/>
                <w:tab w:val="decimal" w:pos="731"/>
              </w:tabs>
              <w:spacing w:line="300" w:lineRule="atLeast"/>
              <w:ind w:right="11"/>
              <w:rPr>
                <w:szCs w:val="22"/>
              </w:rPr>
            </w:pPr>
            <w:r w:rsidRPr="00FC4AF8">
              <w:rPr>
                <w:szCs w:val="22"/>
              </w:rPr>
              <w:t>-</w:t>
            </w:r>
          </w:p>
        </w:tc>
      </w:tr>
      <w:tr w:rsidR="008F7072" w:rsidRPr="00FC4AF8" w14:paraId="7359EC5B" w14:textId="77777777" w:rsidTr="00275C14">
        <w:trPr>
          <w:cantSplit/>
        </w:trPr>
        <w:tc>
          <w:tcPr>
            <w:tcW w:w="3600" w:type="dxa"/>
          </w:tcPr>
          <w:p w14:paraId="35EF6182" w14:textId="77777777" w:rsidR="008F7072" w:rsidRPr="00FC4AF8" w:rsidRDefault="008F7072" w:rsidP="008F7072">
            <w:pPr>
              <w:spacing w:line="300" w:lineRule="atLeast"/>
              <w:rPr>
                <w:sz w:val="22"/>
                <w:szCs w:val="22"/>
              </w:rPr>
            </w:pPr>
            <w:r w:rsidRPr="00FC4AF8">
              <w:rPr>
                <w:sz w:val="22"/>
                <w:szCs w:val="22"/>
              </w:rPr>
              <w:t xml:space="preserve">Foreign currency translation </w:t>
            </w:r>
          </w:p>
        </w:tc>
        <w:tc>
          <w:tcPr>
            <w:tcW w:w="191" w:type="dxa"/>
            <w:gridSpan w:val="2"/>
          </w:tcPr>
          <w:p w14:paraId="3B7C97B0" w14:textId="77777777" w:rsidR="008F7072" w:rsidRPr="00FC4AF8" w:rsidRDefault="008F7072" w:rsidP="008F7072">
            <w:pPr>
              <w:pStyle w:val="acctmergecolhdg"/>
              <w:spacing w:line="300" w:lineRule="atLeast"/>
              <w:ind w:left="-79" w:right="-79"/>
              <w:rPr>
                <w:b w:val="0"/>
                <w:bCs/>
                <w:i/>
                <w:iCs/>
                <w:szCs w:val="22"/>
              </w:rPr>
            </w:pPr>
          </w:p>
        </w:tc>
        <w:tc>
          <w:tcPr>
            <w:tcW w:w="1260" w:type="dxa"/>
            <w:gridSpan w:val="2"/>
          </w:tcPr>
          <w:p w14:paraId="35D3FE26" w14:textId="77777777" w:rsidR="008F7072" w:rsidRPr="00FC4AF8" w:rsidRDefault="008F7072" w:rsidP="008F7072">
            <w:pPr>
              <w:pStyle w:val="acctfourfigures"/>
              <w:shd w:val="clear" w:color="auto" w:fill="FFFFFF"/>
              <w:tabs>
                <w:tab w:val="clear" w:pos="765"/>
                <w:tab w:val="decimal" w:pos="1005"/>
              </w:tabs>
              <w:spacing w:line="300" w:lineRule="atLeast"/>
              <w:ind w:left="-169" w:right="-79"/>
              <w:rPr>
                <w:szCs w:val="22"/>
              </w:rPr>
            </w:pPr>
          </w:p>
        </w:tc>
        <w:tc>
          <w:tcPr>
            <w:tcW w:w="181" w:type="dxa"/>
            <w:gridSpan w:val="2"/>
          </w:tcPr>
          <w:p w14:paraId="20C9CF06" w14:textId="77777777" w:rsidR="008F7072" w:rsidRPr="00FC4AF8" w:rsidRDefault="008F7072" w:rsidP="008F7072">
            <w:pPr>
              <w:pStyle w:val="acctfourfigures"/>
              <w:spacing w:line="300" w:lineRule="atLeast"/>
              <w:rPr>
                <w:szCs w:val="22"/>
              </w:rPr>
            </w:pPr>
          </w:p>
        </w:tc>
        <w:tc>
          <w:tcPr>
            <w:tcW w:w="1169" w:type="dxa"/>
            <w:gridSpan w:val="2"/>
          </w:tcPr>
          <w:p w14:paraId="7917DD23" w14:textId="77777777" w:rsidR="008F7072" w:rsidRPr="00FC4AF8" w:rsidRDefault="008F7072" w:rsidP="008F7072">
            <w:pPr>
              <w:pStyle w:val="acctfourfigures"/>
              <w:tabs>
                <w:tab w:val="clear" w:pos="765"/>
                <w:tab w:val="decimal" w:pos="980"/>
              </w:tabs>
              <w:spacing w:line="300" w:lineRule="atLeast"/>
              <w:ind w:right="-80"/>
              <w:rPr>
                <w:szCs w:val="22"/>
              </w:rPr>
            </w:pPr>
          </w:p>
        </w:tc>
        <w:tc>
          <w:tcPr>
            <w:tcW w:w="270" w:type="dxa"/>
            <w:gridSpan w:val="2"/>
          </w:tcPr>
          <w:p w14:paraId="238B7E41" w14:textId="77777777" w:rsidR="008F7072" w:rsidRPr="00FC4AF8" w:rsidRDefault="008F7072" w:rsidP="008F7072">
            <w:pPr>
              <w:pStyle w:val="acctfourfigures"/>
              <w:spacing w:line="300" w:lineRule="atLeast"/>
              <w:rPr>
                <w:szCs w:val="22"/>
              </w:rPr>
            </w:pPr>
          </w:p>
        </w:tc>
        <w:tc>
          <w:tcPr>
            <w:tcW w:w="1170" w:type="dxa"/>
            <w:gridSpan w:val="2"/>
          </w:tcPr>
          <w:p w14:paraId="397744E0" w14:textId="77777777" w:rsidR="008F7072" w:rsidRPr="00FC4AF8" w:rsidRDefault="008F7072" w:rsidP="008F7072">
            <w:pPr>
              <w:pStyle w:val="acctfourfigures"/>
              <w:tabs>
                <w:tab w:val="clear" w:pos="765"/>
                <w:tab w:val="decimal" w:pos="551"/>
              </w:tabs>
              <w:spacing w:line="300" w:lineRule="atLeast"/>
              <w:ind w:right="11"/>
              <w:rPr>
                <w:szCs w:val="22"/>
              </w:rPr>
            </w:pPr>
          </w:p>
        </w:tc>
        <w:tc>
          <w:tcPr>
            <w:tcW w:w="180" w:type="dxa"/>
            <w:gridSpan w:val="2"/>
          </w:tcPr>
          <w:p w14:paraId="2F9A273C" w14:textId="77777777" w:rsidR="008F7072" w:rsidRPr="00FC4AF8" w:rsidRDefault="008F7072" w:rsidP="008F7072">
            <w:pPr>
              <w:pStyle w:val="acctfourfigures"/>
              <w:tabs>
                <w:tab w:val="decimal" w:pos="551"/>
              </w:tabs>
              <w:spacing w:line="300" w:lineRule="atLeast"/>
              <w:rPr>
                <w:szCs w:val="22"/>
              </w:rPr>
            </w:pPr>
          </w:p>
        </w:tc>
        <w:tc>
          <w:tcPr>
            <w:tcW w:w="1174" w:type="dxa"/>
            <w:gridSpan w:val="2"/>
          </w:tcPr>
          <w:p w14:paraId="47DFE4D0" w14:textId="77777777" w:rsidR="008F7072" w:rsidRPr="00FC4AF8" w:rsidRDefault="008F7072" w:rsidP="008F7072">
            <w:pPr>
              <w:pStyle w:val="acctfourfigures"/>
              <w:tabs>
                <w:tab w:val="clear" w:pos="765"/>
                <w:tab w:val="decimal" w:pos="731"/>
              </w:tabs>
              <w:spacing w:line="300" w:lineRule="atLeast"/>
              <w:ind w:right="11"/>
              <w:rPr>
                <w:szCs w:val="22"/>
              </w:rPr>
            </w:pPr>
          </w:p>
        </w:tc>
      </w:tr>
      <w:tr w:rsidR="008F7072" w:rsidRPr="00FC4AF8" w14:paraId="62161A43" w14:textId="77777777" w:rsidTr="00275C14">
        <w:trPr>
          <w:cantSplit/>
        </w:trPr>
        <w:tc>
          <w:tcPr>
            <w:tcW w:w="3600" w:type="dxa"/>
          </w:tcPr>
          <w:p w14:paraId="5BCD555E" w14:textId="77777777" w:rsidR="008F7072" w:rsidRPr="00FC4AF8" w:rsidRDefault="008F7072" w:rsidP="008F7072">
            <w:pPr>
              <w:spacing w:line="300" w:lineRule="atLeast"/>
              <w:ind w:right="-79"/>
              <w:rPr>
                <w:sz w:val="22"/>
                <w:szCs w:val="22"/>
              </w:rPr>
            </w:pPr>
            <w:r w:rsidRPr="00FC4AF8">
              <w:rPr>
                <w:sz w:val="22"/>
                <w:szCs w:val="22"/>
              </w:rPr>
              <w:t xml:space="preserve">   differences for foreign operations</w:t>
            </w:r>
          </w:p>
        </w:tc>
        <w:tc>
          <w:tcPr>
            <w:tcW w:w="191" w:type="dxa"/>
            <w:gridSpan w:val="2"/>
          </w:tcPr>
          <w:p w14:paraId="6F50F028" w14:textId="77777777" w:rsidR="008F7072" w:rsidRPr="00FC4AF8" w:rsidRDefault="008F7072" w:rsidP="008F7072">
            <w:pPr>
              <w:pStyle w:val="acctmergecolhdg"/>
              <w:spacing w:line="300" w:lineRule="atLeast"/>
              <w:ind w:left="-79" w:right="-79"/>
              <w:rPr>
                <w:b w:val="0"/>
                <w:bCs/>
                <w:i/>
                <w:iCs/>
                <w:szCs w:val="22"/>
              </w:rPr>
            </w:pPr>
          </w:p>
        </w:tc>
        <w:tc>
          <w:tcPr>
            <w:tcW w:w="1260" w:type="dxa"/>
            <w:gridSpan w:val="2"/>
            <w:tcBorders>
              <w:bottom w:val="single" w:sz="4" w:space="0" w:color="auto"/>
            </w:tcBorders>
          </w:tcPr>
          <w:p w14:paraId="0F1A15C9" w14:textId="73AFC846" w:rsidR="008F7072" w:rsidRPr="00FC4AF8" w:rsidRDefault="008F7072" w:rsidP="008F7072">
            <w:pPr>
              <w:pStyle w:val="acctfourfigures"/>
              <w:shd w:val="clear" w:color="auto" w:fill="FFFFFF"/>
              <w:tabs>
                <w:tab w:val="clear" w:pos="765"/>
                <w:tab w:val="decimal" w:pos="1005"/>
              </w:tabs>
              <w:spacing w:line="300" w:lineRule="atLeast"/>
              <w:ind w:left="-169" w:right="-79"/>
              <w:rPr>
                <w:szCs w:val="22"/>
              </w:rPr>
            </w:pPr>
            <w:r w:rsidRPr="00CA206B">
              <w:t>(464)</w:t>
            </w:r>
          </w:p>
        </w:tc>
        <w:tc>
          <w:tcPr>
            <w:tcW w:w="181" w:type="dxa"/>
            <w:gridSpan w:val="2"/>
          </w:tcPr>
          <w:p w14:paraId="76C27F2E" w14:textId="77777777" w:rsidR="008F7072" w:rsidRPr="00FC4AF8" w:rsidRDefault="008F7072" w:rsidP="008F7072">
            <w:pPr>
              <w:pStyle w:val="acctfourfigures"/>
              <w:spacing w:line="300" w:lineRule="atLeast"/>
              <w:rPr>
                <w:szCs w:val="22"/>
              </w:rPr>
            </w:pPr>
          </w:p>
        </w:tc>
        <w:tc>
          <w:tcPr>
            <w:tcW w:w="1169" w:type="dxa"/>
            <w:gridSpan w:val="2"/>
            <w:tcBorders>
              <w:bottom w:val="single" w:sz="4" w:space="0" w:color="auto"/>
            </w:tcBorders>
          </w:tcPr>
          <w:p w14:paraId="1E960CA3" w14:textId="4C5E12FE" w:rsidR="008F7072" w:rsidRPr="00FC4AF8" w:rsidRDefault="008F7072" w:rsidP="008F7072">
            <w:pPr>
              <w:pStyle w:val="acctfourfigures"/>
              <w:tabs>
                <w:tab w:val="clear" w:pos="765"/>
                <w:tab w:val="decimal" w:pos="980"/>
              </w:tabs>
              <w:spacing w:line="300" w:lineRule="atLeast"/>
              <w:ind w:right="-80"/>
              <w:rPr>
                <w:szCs w:val="22"/>
              </w:rPr>
            </w:pPr>
            <w:r w:rsidRPr="00FC4AF8">
              <w:rPr>
                <w:szCs w:val="22"/>
              </w:rPr>
              <w:t>(2,796)</w:t>
            </w:r>
          </w:p>
        </w:tc>
        <w:tc>
          <w:tcPr>
            <w:tcW w:w="270" w:type="dxa"/>
            <w:gridSpan w:val="2"/>
          </w:tcPr>
          <w:p w14:paraId="7D6F85AE" w14:textId="77777777" w:rsidR="008F7072" w:rsidRPr="00FC4AF8" w:rsidRDefault="008F7072" w:rsidP="008F7072">
            <w:pPr>
              <w:pStyle w:val="acctfourfigures"/>
              <w:spacing w:line="300" w:lineRule="atLeast"/>
              <w:rPr>
                <w:szCs w:val="22"/>
              </w:rPr>
            </w:pPr>
          </w:p>
        </w:tc>
        <w:tc>
          <w:tcPr>
            <w:tcW w:w="1170" w:type="dxa"/>
            <w:gridSpan w:val="2"/>
            <w:tcBorders>
              <w:bottom w:val="single" w:sz="4" w:space="0" w:color="auto"/>
            </w:tcBorders>
          </w:tcPr>
          <w:p w14:paraId="3A685474" w14:textId="59C6DDFF" w:rsidR="008F7072" w:rsidRPr="00FC4AF8" w:rsidRDefault="008F7072" w:rsidP="008F7072">
            <w:pPr>
              <w:pStyle w:val="acctfourfigures"/>
              <w:tabs>
                <w:tab w:val="clear" w:pos="765"/>
                <w:tab w:val="decimal" w:pos="731"/>
              </w:tabs>
              <w:spacing w:line="300" w:lineRule="atLeast"/>
              <w:ind w:right="11"/>
              <w:rPr>
                <w:szCs w:val="22"/>
              </w:rPr>
            </w:pPr>
            <w:r w:rsidRPr="00FC4AF8">
              <w:rPr>
                <w:szCs w:val="22"/>
              </w:rPr>
              <w:t>-</w:t>
            </w:r>
          </w:p>
        </w:tc>
        <w:tc>
          <w:tcPr>
            <w:tcW w:w="180" w:type="dxa"/>
            <w:gridSpan w:val="2"/>
          </w:tcPr>
          <w:p w14:paraId="4F7CC3E0" w14:textId="77777777" w:rsidR="008F7072" w:rsidRPr="00FC4AF8" w:rsidRDefault="008F7072" w:rsidP="008F7072">
            <w:pPr>
              <w:pStyle w:val="acctfourfigures"/>
              <w:tabs>
                <w:tab w:val="decimal" w:pos="551"/>
              </w:tabs>
              <w:spacing w:line="300" w:lineRule="atLeast"/>
              <w:rPr>
                <w:szCs w:val="22"/>
              </w:rPr>
            </w:pPr>
          </w:p>
        </w:tc>
        <w:tc>
          <w:tcPr>
            <w:tcW w:w="1174" w:type="dxa"/>
            <w:gridSpan w:val="2"/>
            <w:tcBorders>
              <w:bottom w:val="single" w:sz="4" w:space="0" w:color="auto"/>
            </w:tcBorders>
          </w:tcPr>
          <w:p w14:paraId="00734B22" w14:textId="1D5CF5A6" w:rsidR="008F7072" w:rsidRPr="00FC4AF8" w:rsidRDefault="008F7072" w:rsidP="008F7072">
            <w:pPr>
              <w:pStyle w:val="acctfourfigures"/>
              <w:tabs>
                <w:tab w:val="clear" w:pos="765"/>
                <w:tab w:val="decimal" w:pos="731"/>
              </w:tabs>
              <w:spacing w:line="300" w:lineRule="atLeast"/>
              <w:ind w:right="11"/>
              <w:rPr>
                <w:szCs w:val="22"/>
              </w:rPr>
            </w:pPr>
            <w:r w:rsidRPr="00FC4AF8">
              <w:rPr>
                <w:szCs w:val="22"/>
              </w:rPr>
              <w:t>-</w:t>
            </w:r>
          </w:p>
        </w:tc>
      </w:tr>
      <w:tr w:rsidR="008F7072" w:rsidRPr="00FC4AF8" w14:paraId="30194B4E" w14:textId="77777777" w:rsidTr="00275C14">
        <w:trPr>
          <w:cantSplit/>
        </w:trPr>
        <w:tc>
          <w:tcPr>
            <w:tcW w:w="3600" w:type="dxa"/>
          </w:tcPr>
          <w:p w14:paraId="04FA5E0D" w14:textId="64F0717F" w:rsidR="008F7072" w:rsidRPr="00FC4AF8" w:rsidRDefault="008F7072" w:rsidP="008F7072">
            <w:pPr>
              <w:spacing w:line="300" w:lineRule="atLeast"/>
              <w:ind w:right="-79"/>
              <w:rPr>
                <w:sz w:val="22"/>
                <w:szCs w:val="22"/>
              </w:rPr>
            </w:pPr>
            <w:r w:rsidRPr="00FC4AF8">
              <w:rPr>
                <w:b/>
                <w:bCs/>
                <w:sz w:val="22"/>
                <w:szCs w:val="22"/>
              </w:rPr>
              <w:t>At 30 September</w:t>
            </w:r>
          </w:p>
        </w:tc>
        <w:tc>
          <w:tcPr>
            <w:tcW w:w="191" w:type="dxa"/>
            <w:gridSpan w:val="2"/>
          </w:tcPr>
          <w:p w14:paraId="13F6D245" w14:textId="77777777" w:rsidR="008F7072" w:rsidRPr="00FC4AF8" w:rsidRDefault="008F7072" w:rsidP="008F7072">
            <w:pPr>
              <w:pStyle w:val="acctmergecolhdg"/>
              <w:spacing w:line="300" w:lineRule="atLeast"/>
              <w:ind w:left="-79" w:right="-79"/>
              <w:rPr>
                <w:b w:val="0"/>
                <w:bCs/>
                <w:i/>
                <w:iCs/>
                <w:szCs w:val="22"/>
              </w:rPr>
            </w:pPr>
          </w:p>
        </w:tc>
        <w:tc>
          <w:tcPr>
            <w:tcW w:w="1260" w:type="dxa"/>
            <w:gridSpan w:val="2"/>
            <w:tcBorders>
              <w:top w:val="single" w:sz="4" w:space="0" w:color="auto"/>
              <w:bottom w:val="double" w:sz="4" w:space="0" w:color="auto"/>
            </w:tcBorders>
          </w:tcPr>
          <w:p w14:paraId="7EED67B8" w14:textId="39A320B0" w:rsidR="008F7072" w:rsidRPr="008F7072" w:rsidRDefault="008F7072" w:rsidP="008F7072">
            <w:pPr>
              <w:pStyle w:val="acctfourfigures"/>
              <w:tabs>
                <w:tab w:val="clear" w:pos="765"/>
                <w:tab w:val="decimal" w:pos="1005"/>
              </w:tabs>
              <w:spacing w:line="300" w:lineRule="atLeast"/>
              <w:ind w:right="-80"/>
              <w:rPr>
                <w:b/>
                <w:bCs/>
                <w:szCs w:val="22"/>
              </w:rPr>
            </w:pPr>
            <w:r w:rsidRPr="008F7072">
              <w:rPr>
                <w:b/>
                <w:bCs/>
              </w:rPr>
              <w:t>25,760</w:t>
            </w:r>
          </w:p>
        </w:tc>
        <w:tc>
          <w:tcPr>
            <w:tcW w:w="181" w:type="dxa"/>
            <w:gridSpan w:val="2"/>
          </w:tcPr>
          <w:p w14:paraId="74B1090F" w14:textId="77777777" w:rsidR="008F7072" w:rsidRPr="00FC4AF8" w:rsidRDefault="008F7072" w:rsidP="008F7072">
            <w:pPr>
              <w:pStyle w:val="acctfourfigures"/>
              <w:spacing w:line="300" w:lineRule="atLeast"/>
              <w:rPr>
                <w:szCs w:val="22"/>
              </w:rPr>
            </w:pPr>
          </w:p>
        </w:tc>
        <w:tc>
          <w:tcPr>
            <w:tcW w:w="1169" w:type="dxa"/>
            <w:gridSpan w:val="2"/>
            <w:tcBorders>
              <w:top w:val="single" w:sz="4" w:space="0" w:color="auto"/>
              <w:bottom w:val="double" w:sz="4" w:space="0" w:color="auto"/>
            </w:tcBorders>
          </w:tcPr>
          <w:p w14:paraId="46B5712C" w14:textId="4531B52E" w:rsidR="008F7072" w:rsidRPr="00FC4AF8" w:rsidRDefault="008F7072" w:rsidP="008F7072">
            <w:pPr>
              <w:pStyle w:val="acctfourfigures"/>
              <w:tabs>
                <w:tab w:val="clear" w:pos="765"/>
                <w:tab w:val="decimal" w:pos="980"/>
              </w:tabs>
              <w:spacing w:line="300" w:lineRule="atLeast"/>
              <w:ind w:right="-80"/>
              <w:rPr>
                <w:b/>
                <w:bCs/>
                <w:szCs w:val="22"/>
              </w:rPr>
            </w:pPr>
            <w:r w:rsidRPr="00FC4AF8">
              <w:rPr>
                <w:b/>
                <w:bCs/>
                <w:szCs w:val="22"/>
              </w:rPr>
              <w:t>27,146</w:t>
            </w:r>
          </w:p>
        </w:tc>
        <w:tc>
          <w:tcPr>
            <w:tcW w:w="270" w:type="dxa"/>
            <w:gridSpan w:val="2"/>
          </w:tcPr>
          <w:p w14:paraId="39C36E0A" w14:textId="77777777" w:rsidR="008F7072" w:rsidRPr="00FC4AF8" w:rsidRDefault="008F7072" w:rsidP="008F7072">
            <w:pPr>
              <w:pStyle w:val="acctfourfigures"/>
              <w:spacing w:line="300" w:lineRule="atLeast"/>
              <w:rPr>
                <w:szCs w:val="22"/>
              </w:rPr>
            </w:pPr>
          </w:p>
        </w:tc>
        <w:tc>
          <w:tcPr>
            <w:tcW w:w="1170" w:type="dxa"/>
            <w:gridSpan w:val="2"/>
            <w:tcBorders>
              <w:top w:val="single" w:sz="4" w:space="0" w:color="auto"/>
              <w:bottom w:val="double" w:sz="4" w:space="0" w:color="auto"/>
            </w:tcBorders>
          </w:tcPr>
          <w:p w14:paraId="1961534C" w14:textId="3D3F568E" w:rsidR="008F7072" w:rsidRPr="00FC4AF8" w:rsidRDefault="008F7072" w:rsidP="008F7072">
            <w:pPr>
              <w:pStyle w:val="acctfourfigures"/>
              <w:shd w:val="clear" w:color="auto" w:fill="FFFFFF"/>
              <w:tabs>
                <w:tab w:val="clear" w:pos="765"/>
                <w:tab w:val="decimal" w:pos="1003"/>
              </w:tabs>
              <w:spacing w:line="300" w:lineRule="atLeast"/>
              <w:ind w:left="-169" w:right="-79"/>
              <w:rPr>
                <w:b/>
                <w:bCs/>
                <w:szCs w:val="22"/>
                <w:lang w:bidi="th-TH"/>
              </w:rPr>
            </w:pPr>
            <w:r w:rsidRPr="00FC4AF8">
              <w:rPr>
                <w:b/>
                <w:bCs/>
                <w:szCs w:val="22"/>
                <w:lang w:bidi="th-TH"/>
              </w:rPr>
              <w:t>1,642</w:t>
            </w:r>
          </w:p>
        </w:tc>
        <w:tc>
          <w:tcPr>
            <w:tcW w:w="180" w:type="dxa"/>
            <w:gridSpan w:val="2"/>
          </w:tcPr>
          <w:p w14:paraId="45C54009" w14:textId="77777777" w:rsidR="008F7072" w:rsidRPr="00FC4AF8" w:rsidRDefault="008F7072" w:rsidP="008F7072">
            <w:pPr>
              <w:pStyle w:val="acctfourfigures"/>
              <w:tabs>
                <w:tab w:val="decimal" w:pos="551"/>
              </w:tabs>
              <w:spacing w:line="300" w:lineRule="atLeast"/>
              <w:rPr>
                <w:szCs w:val="22"/>
              </w:rPr>
            </w:pPr>
          </w:p>
        </w:tc>
        <w:tc>
          <w:tcPr>
            <w:tcW w:w="1174" w:type="dxa"/>
            <w:gridSpan w:val="2"/>
            <w:tcBorders>
              <w:top w:val="single" w:sz="4" w:space="0" w:color="auto"/>
              <w:bottom w:val="double" w:sz="4" w:space="0" w:color="auto"/>
            </w:tcBorders>
          </w:tcPr>
          <w:p w14:paraId="3B36604D" w14:textId="1248A917" w:rsidR="008F7072" w:rsidRPr="00FC4AF8" w:rsidRDefault="008F7072" w:rsidP="008F7072">
            <w:pPr>
              <w:pStyle w:val="acctfourfigures"/>
              <w:shd w:val="clear" w:color="auto" w:fill="FFFFFF"/>
              <w:tabs>
                <w:tab w:val="clear" w:pos="765"/>
                <w:tab w:val="decimal" w:pos="997"/>
              </w:tabs>
              <w:spacing w:line="300" w:lineRule="atLeast"/>
              <w:ind w:left="-169" w:right="-79"/>
              <w:rPr>
                <w:szCs w:val="22"/>
              </w:rPr>
            </w:pPr>
            <w:r w:rsidRPr="00FC4AF8">
              <w:rPr>
                <w:b/>
                <w:bCs/>
                <w:szCs w:val="22"/>
                <w:lang w:bidi="th-TH"/>
              </w:rPr>
              <w:t>1,642</w:t>
            </w:r>
          </w:p>
        </w:tc>
      </w:tr>
    </w:tbl>
    <w:p w14:paraId="2264BD01" w14:textId="77777777" w:rsidR="00FC4AF8" w:rsidRDefault="00FC4AF8" w:rsidP="00FC4AF8">
      <w:pPr>
        <w:pStyle w:val="BodyText"/>
        <w:shd w:val="clear" w:color="auto" w:fill="FFFFFF"/>
        <w:spacing w:line="300" w:lineRule="atLeast"/>
        <w:ind w:right="3"/>
        <w:rPr>
          <w:rFonts w:cstheme="minorBidi"/>
          <w:sz w:val="22"/>
          <w:szCs w:val="22"/>
        </w:rPr>
      </w:pPr>
    </w:p>
    <w:p w14:paraId="6C37BAC2" w14:textId="0B8562BC" w:rsidR="004A48FF" w:rsidRDefault="004931A6" w:rsidP="004931A6">
      <w:pPr>
        <w:tabs>
          <w:tab w:val="left" w:pos="547"/>
        </w:tabs>
        <w:spacing w:line="300" w:lineRule="atLeast"/>
        <w:ind w:left="547"/>
        <w:jc w:val="thaiDistribute"/>
        <w:rPr>
          <w:rFonts w:cstheme="minorBidi"/>
          <w:sz w:val="22"/>
          <w:szCs w:val="22"/>
        </w:rPr>
      </w:pPr>
      <w:r>
        <w:rPr>
          <w:rFonts w:cstheme="minorBidi"/>
          <w:sz w:val="22"/>
          <w:szCs w:val="22"/>
        </w:rPr>
        <w:t xml:space="preserve">On 26 July 2024, the Extraordinary General Meeting of the </w:t>
      </w:r>
      <w:r w:rsidR="00A914EC">
        <w:rPr>
          <w:rFonts w:cstheme="minorBidi"/>
          <w:sz w:val="22"/>
          <w:szCs w:val="22"/>
        </w:rPr>
        <w:t>S</w:t>
      </w:r>
      <w:r>
        <w:rPr>
          <w:rFonts w:cstheme="minorBidi"/>
          <w:sz w:val="22"/>
          <w:szCs w:val="22"/>
        </w:rPr>
        <w:t>hareholders of K.C.E. International Co., Ltd., a subsidiary, appro</w:t>
      </w:r>
      <w:r w:rsidR="00E92ACD">
        <w:rPr>
          <w:rFonts w:cstheme="minorBidi"/>
          <w:sz w:val="22"/>
          <w:szCs w:val="22"/>
        </w:rPr>
        <w:t>ved</w:t>
      </w:r>
      <w:r>
        <w:rPr>
          <w:rFonts w:cstheme="minorBidi"/>
          <w:sz w:val="22"/>
          <w:szCs w:val="22"/>
        </w:rPr>
        <w:t xml:space="preserve"> the dissolution of </w:t>
      </w:r>
      <w:r w:rsidR="002B3B35">
        <w:rPr>
          <w:rFonts w:cstheme="minorBidi"/>
          <w:sz w:val="22"/>
          <w:szCs w:val="22"/>
        </w:rPr>
        <w:t>the</w:t>
      </w:r>
      <w:r>
        <w:rPr>
          <w:rFonts w:cstheme="minorBidi"/>
          <w:sz w:val="22"/>
          <w:szCs w:val="22"/>
        </w:rPr>
        <w:t xml:space="preserve"> </w:t>
      </w:r>
      <w:r w:rsidR="00141445">
        <w:rPr>
          <w:rFonts w:cstheme="minorBidi"/>
          <w:sz w:val="22"/>
          <w:szCs w:val="22"/>
        </w:rPr>
        <w:t>C</w:t>
      </w:r>
      <w:r>
        <w:rPr>
          <w:rFonts w:cstheme="minorBidi"/>
          <w:sz w:val="22"/>
          <w:szCs w:val="22"/>
        </w:rPr>
        <w:t xml:space="preserve">ompany. The liquidator of the subsidiary registered the dissolution with the Ministry of Commerce on 15 August 2024. Subsequently, the subsidiary returned its capital to the Company and registered the </w:t>
      </w:r>
      <w:r w:rsidR="002B3B35">
        <w:rPr>
          <w:rFonts w:cstheme="minorBidi"/>
          <w:sz w:val="22"/>
          <w:szCs w:val="22"/>
        </w:rPr>
        <w:t>completion of</w:t>
      </w:r>
      <w:r w:rsidR="00141445">
        <w:rPr>
          <w:rFonts w:cstheme="minorBidi"/>
          <w:sz w:val="22"/>
          <w:szCs w:val="22"/>
        </w:rPr>
        <w:t xml:space="preserve"> liquidation</w:t>
      </w:r>
      <w:r>
        <w:rPr>
          <w:rFonts w:cstheme="minorBidi"/>
          <w:sz w:val="22"/>
          <w:szCs w:val="22"/>
        </w:rPr>
        <w:t xml:space="preserve"> with the Ministry of Commerce on 5 September 2025.</w:t>
      </w:r>
    </w:p>
    <w:p w14:paraId="1A091AB7" w14:textId="77777777" w:rsidR="004A48FF" w:rsidRDefault="004A48FF" w:rsidP="00FC4AF8">
      <w:pPr>
        <w:pStyle w:val="BodyText"/>
        <w:shd w:val="clear" w:color="auto" w:fill="FFFFFF"/>
        <w:spacing w:line="300" w:lineRule="atLeast"/>
        <w:ind w:right="3"/>
        <w:rPr>
          <w:rFonts w:cstheme="minorBidi"/>
          <w:sz w:val="22"/>
          <w:szCs w:val="22"/>
        </w:rPr>
      </w:pPr>
    </w:p>
    <w:p w14:paraId="01032426" w14:textId="77777777" w:rsidR="004A48FF" w:rsidRDefault="004A48FF" w:rsidP="00FC4AF8">
      <w:pPr>
        <w:pStyle w:val="BodyText"/>
        <w:shd w:val="clear" w:color="auto" w:fill="FFFFFF"/>
        <w:spacing w:line="300" w:lineRule="atLeast"/>
        <w:ind w:right="3"/>
        <w:rPr>
          <w:rFonts w:cstheme="minorBidi"/>
          <w:sz w:val="22"/>
          <w:szCs w:val="22"/>
        </w:rPr>
      </w:pPr>
    </w:p>
    <w:p w14:paraId="23EC7B0C" w14:textId="77777777" w:rsidR="004A48FF" w:rsidRDefault="004A48FF" w:rsidP="00FC4AF8">
      <w:pPr>
        <w:pStyle w:val="BodyText"/>
        <w:shd w:val="clear" w:color="auto" w:fill="FFFFFF"/>
        <w:spacing w:line="300" w:lineRule="atLeast"/>
        <w:ind w:right="3"/>
        <w:rPr>
          <w:rFonts w:cstheme="minorBidi"/>
          <w:sz w:val="22"/>
          <w:szCs w:val="22"/>
        </w:rPr>
      </w:pPr>
    </w:p>
    <w:p w14:paraId="2B3EA5F2" w14:textId="77777777" w:rsidR="004A48FF" w:rsidRDefault="004A48FF" w:rsidP="00FC4AF8">
      <w:pPr>
        <w:pStyle w:val="BodyText"/>
        <w:shd w:val="clear" w:color="auto" w:fill="FFFFFF"/>
        <w:spacing w:line="300" w:lineRule="atLeast"/>
        <w:ind w:right="3"/>
        <w:rPr>
          <w:rFonts w:cstheme="minorBidi"/>
          <w:sz w:val="22"/>
          <w:szCs w:val="22"/>
        </w:rPr>
      </w:pPr>
    </w:p>
    <w:p w14:paraId="10E9067C" w14:textId="77777777" w:rsidR="004A48FF" w:rsidRDefault="004A48FF" w:rsidP="00FC4AF8">
      <w:pPr>
        <w:pStyle w:val="BodyText"/>
        <w:shd w:val="clear" w:color="auto" w:fill="FFFFFF"/>
        <w:spacing w:line="300" w:lineRule="atLeast"/>
        <w:ind w:right="3"/>
        <w:rPr>
          <w:rFonts w:cstheme="minorBidi"/>
          <w:sz w:val="22"/>
          <w:szCs w:val="22"/>
        </w:rPr>
      </w:pPr>
    </w:p>
    <w:p w14:paraId="65217DE2" w14:textId="77777777" w:rsidR="004A48FF" w:rsidRDefault="004A48FF" w:rsidP="00FC4AF8">
      <w:pPr>
        <w:pStyle w:val="BodyText"/>
        <w:shd w:val="clear" w:color="auto" w:fill="FFFFFF"/>
        <w:spacing w:line="300" w:lineRule="atLeast"/>
        <w:ind w:right="3"/>
        <w:rPr>
          <w:rFonts w:cstheme="minorBidi"/>
          <w:sz w:val="22"/>
          <w:szCs w:val="22"/>
        </w:rPr>
      </w:pPr>
    </w:p>
    <w:p w14:paraId="5173E65B" w14:textId="77777777" w:rsidR="004A48FF" w:rsidRDefault="004A48FF" w:rsidP="00FC4AF8">
      <w:pPr>
        <w:pStyle w:val="BodyText"/>
        <w:shd w:val="clear" w:color="auto" w:fill="FFFFFF"/>
        <w:spacing w:line="300" w:lineRule="atLeast"/>
        <w:ind w:right="3"/>
        <w:rPr>
          <w:rFonts w:cstheme="minorBidi"/>
          <w:sz w:val="22"/>
          <w:szCs w:val="22"/>
        </w:rPr>
      </w:pPr>
    </w:p>
    <w:p w14:paraId="01432863" w14:textId="77777777" w:rsidR="004A48FF" w:rsidRDefault="004A48FF" w:rsidP="00FC4AF8">
      <w:pPr>
        <w:pStyle w:val="BodyText"/>
        <w:shd w:val="clear" w:color="auto" w:fill="FFFFFF"/>
        <w:spacing w:line="300" w:lineRule="atLeast"/>
        <w:ind w:right="3"/>
        <w:rPr>
          <w:rFonts w:cstheme="minorBidi"/>
          <w:sz w:val="22"/>
          <w:szCs w:val="22"/>
        </w:rPr>
      </w:pPr>
    </w:p>
    <w:p w14:paraId="728F068D" w14:textId="77777777" w:rsidR="004A48FF" w:rsidRDefault="004A48FF" w:rsidP="00FC4AF8">
      <w:pPr>
        <w:pStyle w:val="BodyText"/>
        <w:shd w:val="clear" w:color="auto" w:fill="FFFFFF"/>
        <w:spacing w:line="300" w:lineRule="atLeast"/>
        <w:ind w:right="3"/>
        <w:rPr>
          <w:rFonts w:cstheme="minorBidi"/>
          <w:sz w:val="22"/>
          <w:szCs w:val="22"/>
        </w:rPr>
      </w:pPr>
    </w:p>
    <w:p w14:paraId="0AA2F024" w14:textId="77777777" w:rsidR="004A48FF" w:rsidRDefault="004A48FF" w:rsidP="00FC4AF8">
      <w:pPr>
        <w:pStyle w:val="BodyText"/>
        <w:shd w:val="clear" w:color="auto" w:fill="FFFFFF"/>
        <w:spacing w:line="300" w:lineRule="atLeast"/>
        <w:ind w:right="3"/>
        <w:rPr>
          <w:rFonts w:cstheme="minorBidi"/>
          <w:sz w:val="22"/>
          <w:szCs w:val="22"/>
        </w:rPr>
      </w:pPr>
    </w:p>
    <w:p w14:paraId="55A27E69" w14:textId="77777777" w:rsidR="004A48FF" w:rsidRDefault="004A48FF" w:rsidP="00FC4AF8">
      <w:pPr>
        <w:pStyle w:val="BodyText"/>
        <w:shd w:val="clear" w:color="auto" w:fill="FFFFFF"/>
        <w:spacing w:line="300" w:lineRule="atLeast"/>
        <w:ind w:right="3"/>
        <w:rPr>
          <w:rFonts w:cstheme="minorBidi"/>
          <w:sz w:val="22"/>
          <w:szCs w:val="22"/>
        </w:rPr>
      </w:pPr>
    </w:p>
    <w:p w14:paraId="6BE57AD5" w14:textId="77777777" w:rsidR="004A48FF" w:rsidRDefault="004A48FF" w:rsidP="00FC4AF8">
      <w:pPr>
        <w:pStyle w:val="BodyText"/>
        <w:shd w:val="clear" w:color="auto" w:fill="FFFFFF"/>
        <w:spacing w:line="300" w:lineRule="atLeast"/>
        <w:ind w:right="3"/>
        <w:rPr>
          <w:rFonts w:cstheme="minorBidi"/>
          <w:sz w:val="22"/>
          <w:szCs w:val="22"/>
        </w:rPr>
      </w:pPr>
    </w:p>
    <w:p w14:paraId="4B5C287B" w14:textId="77777777" w:rsidR="004A48FF" w:rsidRDefault="004A48FF" w:rsidP="00FC4AF8">
      <w:pPr>
        <w:pStyle w:val="BodyText"/>
        <w:shd w:val="clear" w:color="auto" w:fill="FFFFFF"/>
        <w:spacing w:line="300" w:lineRule="atLeast"/>
        <w:ind w:right="3"/>
        <w:rPr>
          <w:rFonts w:cstheme="minorBidi"/>
          <w:sz w:val="22"/>
          <w:szCs w:val="22"/>
        </w:rPr>
      </w:pPr>
    </w:p>
    <w:p w14:paraId="29983941" w14:textId="77777777" w:rsidR="004A48FF" w:rsidRDefault="004A48FF" w:rsidP="00FC4AF8">
      <w:pPr>
        <w:pStyle w:val="BodyText"/>
        <w:shd w:val="clear" w:color="auto" w:fill="FFFFFF"/>
        <w:spacing w:line="300" w:lineRule="atLeast"/>
        <w:ind w:right="3"/>
        <w:rPr>
          <w:rFonts w:cstheme="minorBidi"/>
          <w:sz w:val="22"/>
          <w:szCs w:val="22"/>
        </w:rPr>
      </w:pPr>
    </w:p>
    <w:p w14:paraId="0F55DB25" w14:textId="77777777" w:rsidR="004A48FF" w:rsidRDefault="004A48FF" w:rsidP="00FC4AF8">
      <w:pPr>
        <w:pStyle w:val="BodyText"/>
        <w:shd w:val="clear" w:color="auto" w:fill="FFFFFF"/>
        <w:spacing w:line="300" w:lineRule="atLeast"/>
        <w:ind w:right="3"/>
        <w:rPr>
          <w:rFonts w:cstheme="minorBidi"/>
          <w:sz w:val="22"/>
          <w:szCs w:val="22"/>
          <w:cs/>
        </w:rPr>
      </w:pPr>
    </w:p>
    <w:p w14:paraId="1CDF42D4" w14:textId="77777777" w:rsidR="008A1ABB" w:rsidRPr="00EF3F91" w:rsidRDefault="008A1ABB" w:rsidP="008A1ABB">
      <w:pPr>
        <w:pStyle w:val="Heading1"/>
        <w:spacing w:line="300" w:lineRule="atLeast"/>
        <w:ind w:left="540" w:hanging="540"/>
        <w:jc w:val="left"/>
        <w:rPr>
          <w:rStyle w:val="Heading1Char"/>
          <w:b/>
          <w:bCs/>
          <w:iCs/>
          <w:sz w:val="24"/>
          <w:szCs w:val="24"/>
        </w:rPr>
      </w:pPr>
      <w:r>
        <w:rPr>
          <w:rStyle w:val="Heading1Char"/>
          <w:b/>
          <w:bCs/>
          <w:iCs/>
          <w:sz w:val="24"/>
          <w:szCs w:val="24"/>
        </w:rPr>
        <w:lastRenderedPageBreak/>
        <w:t>7</w:t>
      </w:r>
      <w:r w:rsidRPr="00EF3F91">
        <w:rPr>
          <w:rStyle w:val="Heading1Char"/>
          <w:b/>
          <w:bCs/>
          <w:iCs/>
          <w:sz w:val="24"/>
          <w:szCs w:val="24"/>
          <w:cs/>
        </w:rPr>
        <w:tab/>
      </w:r>
      <w:r w:rsidRPr="00EF3F91">
        <w:rPr>
          <w:rStyle w:val="Heading1Char"/>
          <w:b/>
          <w:bCs/>
          <w:iCs/>
          <w:sz w:val="24"/>
          <w:szCs w:val="24"/>
        </w:rPr>
        <w:t>Property, plant and equipment</w:t>
      </w:r>
    </w:p>
    <w:p w14:paraId="17546CD1" w14:textId="77777777" w:rsidR="008A1ABB" w:rsidRPr="008A1ABB" w:rsidRDefault="008A1ABB" w:rsidP="008A1ABB">
      <w:pPr>
        <w:pStyle w:val="BodyText"/>
        <w:shd w:val="clear" w:color="auto" w:fill="FFFFFF"/>
        <w:spacing w:line="300" w:lineRule="atLeast"/>
        <w:ind w:left="547" w:right="3"/>
        <w:rPr>
          <w:rFonts w:cstheme="minorBidi"/>
          <w:sz w:val="22"/>
          <w:szCs w:val="22"/>
        </w:rPr>
      </w:pPr>
    </w:p>
    <w:p w14:paraId="0BD88B10" w14:textId="30548015" w:rsidR="00742046" w:rsidRDefault="00742046" w:rsidP="001A05CA">
      <w:pPr>
        <w:pStyle w:val="BodyText"/>
        <w:shd w:val="clear" w:color="auto" w:fill="FFFFFF"/>
        <w:spacing w:line="300" w:lineRule="atLeast"/>
        <w:ind w:left="547" w:right="3"/>
        <w:rPr>
          <w:sz w:val="22"/>
          <w:szCs w:val="22"/>
        </w:rPr>
      </w:pPr>
      <w:r w:rsidRPr="008A1ABB">
        <w:rPr>
          <w:rFonts w:cstheme="minorBidi"/>
          <w:sz w:val="22"/>
          <w:szCs w:val="22"/>
        </w:rPr>
        <w:t>Acquisitions, disp</w:t>
      </w:r>
      <w:r w:rsidRPr="00EF3F91">
        <w:rPr>
          <w:sz w:val="22"/>
          <w:szCs w:val="22"/>
        </w:rPr>
        <w:t>osals and transfers of property, plant and equipment</w:t>
      </w:r>
      <w:r w:rsidR="0073678F">
        <w:rPr>
          <w:sz w:val="22"/>
          <w:szCs w:val="22"/>
        </w:rPr>
        <w:t xml:space="preserve"> excluded right-of-use assets</w:t>
      </w:r>
      <w:r w:rsidRPr="00EF3F91">
        <w:rPr>
          <w:sz w:val="22"/>
          <w:szCs w:val="22"/>
        </w:rPr>
        <w:t xml:space="preserve"> during </w:t>
      </w:r>
      <w:r w:rsidR="00CC4D35" w:rsidRPr="00EF3F91">
        <w:rPr>
          <w:sz w:val="22"/>
          <w:szCs w:val="22"/>
        </w:rPr>
        <w:t xml:space="preserve">the </w:t>
      </w:r>
      <w:r w:rsidR="00A45E61">
        <w:rPr>
          <w:sz w:val="22"/>
          <w:szCs w:val="22"/>
        </w:rPr>
        <w:t>nine</w:t>
      </w:r>
      <w:r w:rsidR="00FE2B77" w:rsidRPr="00EF3F91">
        <w:rPr>
          <w:sz w:val="22"/>
          <w:szCs w:val="22"/>
        </w:rPr>
        <w:t xml:space="preserve">-month </w:t>
      </w:r>
      <w:r w:rsidR="00CC4D35" w:rsidRPr="00EF3F91">
        <w:rPr>
          <w:sz w:val="22"/>
          <w:szCs w:val="22"/>
        </w:rPr>
        <w:t xml:space="preserve">period </w:t>
      </w:r>
      <w:r w:rsidR="00CC4D35" w:rsidRPr="00B65490">
        <w:rPr>
          <w:sz w:val="22"/>
          <w:szCs w:val="22"/>
        </w:rPr>
        <w:t xml:space="preserve">ended </w:t>
      </w:r>
      <w:r w:rsidR="001742DD">
        <w:rPr>
          <w:sz w:val="22"/>
          <w:szCs w:val="22"/>
        </w:rPr>
        <w:t>30 September</w:t>
      </w:r>
      <w:r w:rsidR="00FE2B77" w:rsidRPr="00B65490">
        <w:rPr>
          <w:sz w:val="22"/>
          <w:szCs w:val="22"/>
        </w:rPr>
        <w:t xml:space="preserve"> </w:t>
      </w:r>
      <w:r w:rsidR="00CC4D35" w:rsidRPr="00B65490">
        <w:rPr>
          <w:sz w:val="22"/>
          <w:szCs w:val="22"/>
        </w:rPr>
        <w:t>202</w:t>
      </w:r>
      <w:r w:rsidR="00CC4D35">
        <w:rPr>
          <w:sz w:val="22"/>
          <w:szCs w:val="22"/>
        </w:rPr>
        <w:t xml:space="preserve">5 </w:t>
      </w:r>
      <w:r w:rsidR="007F24A5" w:rsidRPr="00B65490">
        <w:rPr>
          <w:sz w:val="22"/>
          <w:szCs w:val="22"/>
        </w:rPr>
        <w:t>and 202</w:t>
      </w:r>
      <w:r w:rsidR="00CC4D35">
        <w:rPr>
          <w:sz w:val="22"/>
          <w:szCs w:val="22"/>
        </w:rPr>
        <w:t>4</w:t>
      </w:r>
      <w:r w:rsidR="007F24A5">
        <w:rPr>
          <w:sz w:val="22"/>
          <w:szCs w:val="22"/>
        </w:rPr>
        <w:t xml:space="preserve"> </w:t>
      </w:r>
      <w:r w:rsidRPr="00B65490">
        <w:rPr>
          <w:sz w:val="22"/>
          <w:szCs w:val="22"/>
        </w:rPr>
        <w:t>were as follows</w:t>
      </w:r>
      <w:r w:rsidRPr="00EF3F91">
        <w:rPr>
          <w:sz w:val="22"/>
          <w:szCs w:val="22"/>
        </w:rPr>
        <w:t>:</w:t>
      </w:r>
    </w:p>
    <w:p w14:paraId="175D68A4" w14:textId="77777777" w:rsidR="00FC4AF8" w:rsidRDefault="00FC4AF8" w:rsidP="001A05CA">
      <w:pPr>
        <w:pStyle w:val="BodyText"/>
        <w:shd w:val="clear" w:color="auto" w:fill="FFFFFF"/>
        <w:spacing w:line="300" w:lineRule="atLeast"/>
        <w:ind w:left="547" w:right="3"/>
        <w:rPr>
          <w:sz w:val="22"/>
          <w:szCs w:val="22"/>
        </w:rPr>
      </w:pPr>
    </w:p>
    <w:tbl>
      <w:tblPr>
        <w:tblW w:w="9261" w:type="dxa"/>
        <w:tblInd w:w="459" w:type="dxa"/>
        <w:tblLayout w:type="fixed"/>
        <w:tblLook w:val="0000" w:firstRow="0" w:lastRow="0" w:firstColumn="0" w:lastColumn="0" w:noHBand="0" w:noVBand="0"/>
      </w:tblPr>
      <w:tblGrid>
        <w:gridCol w:w="3322"/>
        <w:gridCol w:w="539"/>
        <w:gridCol w:w="1171"/>
        <w:gridCol w:w="272"/>
        <w:gridCol w:w="1082"/>
        <w:gridCol w:w="265"/>
        <w:gridCol w:w="1171"/>
        <w:gridCol w:w="272"/>
        <w:gridCol w:w="1167"/>
      </w:tblGrid>
      <w:tr w:rsidR="00275C14" w:rsidRPr="00BC45CD" w14:paraId="4707E94C" w14:textId="77777777" w:rsidTr="00CF5715">
        <w:trPr>
          <w:trHeight w:val="70"/>
          <w:tblHeader/>
        </w:trPr>
        <w:tc>
          <w:tcPr>
            <w:tcW w:w="1794" w:type="pct"/>
          </w:tcPr>
          <w:p w14:paraId="45408FDA" w14:textId="77777777" w:rsidR="00275C14" w:rsidRPr="0070389E" w:rsidRDefault="00275C14" w:rsidP="001A05CA">
            <w:pPr>
              <w:spacing w:line="300" w:lineRule="atLeast"/>
              <w:ind w:right="3"/>
              <w:rPr>
                <w:b/>
                <w:bCs/>
                <w:i/>
                <w:iCs/>
                <w:sz w:val="22"/>
                <w:szCs w:val="22"/>
              </w:rPr>
            </w:pPr>
          </w:p>
          <w:p w14:paraId="650CA2CB" w14:textId="0A921E37" w:rsidR="00275C14" w:rsidRPr="0070389E" w:rsidRDefault="001742DD" w:rsidP="001A05CA">
            <w:pPr>
              <w:spacing w:line="300" w:lineRule="atLeast"/>
              <w:ind w:right="3"/>
              <w:rPr>
                <w:b/>
                <w:bCs/>
                <w:i/>
                <w:iCs/>
                <w:sz w:val="22"/>
                <w:szCs w:val="22"/>
              </w:rPr>
            </w:pPr>
            <w:r>
              <w:rPr>
                <w:b/>
                <w:bCs/>
                <w:i/>
                <w:iCs/>
                <w:sz w:val="22"/>
                <w:szCs w:val="22"/>
              </w:rPr>
              <w:t>For the nine-month period</w:t>
            </w:r>
            <w:r w:rsidR="00275C14" w:rsidRPr="00294A30">
              <w:rPr>
                <w:b/>
                <w:bCs/>
                <w:i/>
                <w:iCs/>
                <w:sz w:val="21"/>
                <w:szCs w:val="21"/>
              </w:rPr>
              <w:t xml:space="preserve"> ended</w:t>
            </w:r>
          </w:p>
        </w:tc>
        <w:tc>
          <w:tcPr>
            <w:tcW w:w="291" w:type="pct"/>
          </w:tcPr>
          <w:p w14:paraId="0C54DE1A" w14:textId="77777777" w:rsidR="00275C14" w:rsidRPr="0070389E" w:rsidRDefault="00275C14" w:rsidP="001A05CA">
            <w:pPr>
              <w:pStyle w:val="BodyText"/>
              <w:spacing w:line="300" w:lineRule="atLeast"/>
              <w:ind w:left="-108" w:right="3"/>
              <w:jc w:val="center"/>
              <w:rPr>
                <w:b/>
                <w:bCs/>
                <w:sz w:val="22"/>
                <w:szCs w:val="22"/>
              </w:rPr>
            </w:pPr>
          </w:p>
        </w:tc>
        <w:tc>
          <w:tcPr>
            <w:tcW w:w="1363" w:type="pct"/>
            <w:gridSpan w:val="3"/>
          </w:tcPr>
          <w:p w14:paraId="30CE3863" w14:textId="0C50A19E" w:rsidR="00275C14" w:rsidRPr="0070389E" w:rsidRDefault="00275C14" w:rsidP="001A05CA">
            <w:pPr>
              <w:pStyle w:val="BodyText"/>
              <w:spacing w:line="300" w:lineRule="atLeast"/>
              <w:ind w:left="-108" w:right="3"/>
              <w:jc w:val="center"/>
              <w:rPr>
                <w:b/>
                <w:bCs/>
                <w:sz w:val="22"/>
                <w:szCs w:val="22"/>
              </w:rPr>
            </w:pPr>
            <w:r w:rsidRPr="0070389E">
              <w:rPr>
                <w:b/>
                <w:bCs/>
                <w:sz w:val="22"/>
                <w:szCs w:val="22"/>
              </w:rPr>
              <w:t>Consolidated financial statements</w:t>
            </w:r>
          </w:p>
        </w:tc>
        <w:tc>
          <w:tcPr>
            <w:tcW w:w="143" w:type="pct"/>
            <w:vAlign w:val="bottom"/>
          </w:tcPr>
          <w:p w14:paraId="7256045B" w14:textId="77777777" w:rsidR="00275C14" w:rsidRPr="0070389E" w:rsidRDefault="00275C14" w:rsidP="001A05CA">
            <w:pPr>
              <w:pStyle w:val="BodyText"/>
              <w:spacing w:line="300" w:lineRule="atLeast"/>
              <w:ind w:left="-108" w:right="3"/>
              <w:jc w:val="center"/>
              <w:rPr>
                <w:b/>
                <w:bCs/>
                <w:sz w:val="22"/>
                <w:szCs w:val="22"/>
              </w:rPr>
            </w:pPr>
          </w:p>
        </w:tc>
        <w:tc>
          <w:tcPr>
            <w:tcW w:w="1409" w:type="pct"/>
            <w:gridSpan w:val="3"/>
          </w:tcPr>
          <w:p w14:paraId="68F20174" w14:textId="77777777" w:rsidR="00275C14" w:rsidRPr="0070389E" w:rsidRDefault="00275C14" w:rsidP="001A05CA">
            <w:pPr>
              <w:pStyle w:val="BodyText"/>
              <w:spacing w:line="300" w:lineRule="atLeast"/>
              <w:ind w:left="-108" w:right="3"/>
              <w:jc w:val="center"/>
              <w:rPr>
                <w:b/>
                <w:bCs/>
                <w:sz w:val="22"/>
                <w:szCs w:val="22"/>
              </w:rPr>
            </w:pPr>
            <w:r w:rsidRPr="0070389E">
              <w:rPr>
                <w:b/>
                <w:bCs/>
                <w:sz w:val="22"/>
                <w:szCs w:val="22"/>
              </w:rPr>
              <w:t xml:space="preserve">Separate </w:t>
            </w:r>
          </w:p>
          <w:p w14:paraId="272EBCA6" w14:textId="77777777" w:rsidR="00275C14" w:rsidRPr="0070389E" w:rsidRDefault="00275C14" w:rsidP="001A05CA">
            <w:pPr>
              <w:pStyle w:val="BodyText"/>
              <w:spacing w:line="300" w:lineRule="atLeast"/>
              <w:ind w:left="-108" w:right="3"/>
              <w:jc w:val="center"/>
              <w:rPr>
                <w:b/>
                <w:bCs/>
                <w:sz w:val="22"/>
                <w:szCs w:val="22"/>
              </w:rPr>
            </w:pPr>
            <w:r w:rsidRPr="0070389E">
              <w:rPr>
                <w:b/>
                <w:bCs/>
                <w:sz w:val="22"/>
                <w:szCs w:val="22"/>
              </w:rPr>
              <w:t>financial statements</w:t>
            </w:r>
          </w:p>
        </w:tc>
      </w:tr>
      <w:tr w:rsidR="00275C14" w:rsidRPr="00BC45CD" w14:paraId="17DE0C9E" w14:textId="77777777" w:rsidTr="00CF5715">
        <w:trPr>
          <w:trHeight w:val="60"/>
          <w:tblHeader/>
        </w:trPr>
        <w:tc>
          <w:tcPr>
            <w:tcW w:w="1794" w:type="pct"/>
            <w:vAlign w:val="center"/>
          </w:tcPr>
          <w:p w14:paraId="158DDCE8" w14:textId="229DD3A3" w:rsidR="00275C14" w:rsidRPr="009062B6" w:rsidRDefault="001742DD" w:rsidP="001A05CA">
            <w:pPr>
              <w:spacing w:line="300" w:lineRule="atLeast"/>
              <w:ind w:left="150" w:right="3"/>
              <w:rPr>
                <w:rFonts w:cstheme="minorBidi"/>
                <w:b/>
                <w:bCs/>
                <w:i/>
                <w:iCs/>
                <w:sz w:val="22"/>
                <w:szCs w:val="22"/>
                <w:highlight w:val="yellow"/>
                <w:cs/>
              </w:rPr>
            </w:pPr>
            <w:r>
              <w:rPr>
                <w:b/>
                <w:bCs/>
                <w:i/>
                <w:iCs/>
                <w:sz w:val="22"/>
                <w:szCs w:val="22"/>
              </w:rPr>
              <w:t>30 September</w:t>
            </w:r>
          </w:p>
        </w:tc>
        <w:tc>
          <w:tcPr>
            <w:tcW w:w="291" w:type="pct"/>
          </w:tcPr>
          <w:p w14:paraId="61385F6B" w14:textId="0E7E6DD5" w:rsidR="00275C14" w:rsidRPr="0070389E" w:rsidRDefault="00275C14" w:rsidP="001A05CA">
            <w:pPr>
              <w:pStyle w:val="BodyText"/>
              <w:spacing w:line="300" w:lineRule="atLeast"/>
              <w:ind w:left="-108" w:right="-111"/>
              <w:jc w:val="center"/>
              <w:rPr>
                <w:sz w:val="22"/>
                <w:szCs w:val="22"/>
              </w:rPr>
            </w:pPr>
            <w:r w:rsidRPr="00275C14">
              <w:rPr>
                <w:i/>
                <w:iCs/>
                <w:sz w:val="22"/>
                <w:szCs w:val="22"/>
              </w:rPr>
              <w:t>Note</w:t>
            </w:r>
          </w:p>
        </w:tc>
        <w:tc>
          <w:tcPr>
            <w:tcW w:w="632" w:type="pct"/>
            <w:vAlign w:val="bottom"/>
          </w:tcPr>
          <w:p w14:paraId="7E607104" w14:textId="2ED94BA9" w:rsidR="00275C14" w:rsidRPr="0070389E" w:rsidRDefault="00275C14" w:rsidP="001A05CA">
            <w:pPr>
              <w:pStyle w:val="BodyText"/>
              <w:spacing w:line="300" w:lineRule="atLeast"/>
              <w:ind w:left="-108" w:right="-111"/>
              <w:jc w:val="center"/>
              <w:rPr>
                <w:sz w:val="22"/>
                <w:szCs w:val="22"/>
              </w:rPr>
            </w:pPr>
            <w:r w:rsidRPr="0070389E">
              <w:rPr>
                <w:sz w:val="22"/>
                <w:szCs w:val="22"/>
              </w:rPr>
              <w:t>202</w:t>
            </w:r>
            <w:r>
              <w:rPr>
                <w:sz w:val="22"/>
                <w:szCs w:val="22"/>
              </w:rPr>
              <w:t>5</w:t>
            </w:r>
          </w:p>
        </w:tc>
        <w:tc>
          <w:tcPr>
            <w:tcW w:w="147" w:type="pct"/>
          </w:tcPr>
          <w:p w14:paraId="54DCA442" w14:textId="77777777" w:rsidR="00275C14" w:rsidRPr="0070389E" w:rsidRDefault="00275C14" w:rsidP="001A05CA">
            <w:pPr>
              <w:pStyle w:val="BodyText"/>
              <w:spacing w:line="300" w:lineRule="atLeast"/>
              <w:ind w:left="-108" w:right="3"/>
              <w:jc w:val="center"/>
              <w:rPr>
                <w:sz w:val="22"/>
                <w:szCs w:val="22"/>
              </w:rPr>
            </w:pPr>
          </w:p>
        </w:tc>
        <w:tc>
          <w:tcPr>
            <w:tcW w:w="584" w:type="pct"/>
            <w:vAlign w:val="bottom"/>
          </w:tcPr>
          <w:p w14:paraId="2F9650EB" w14:textId="306B91D6" w:rsidR="00275C14" w:rsidRPr="0070389E" w:rsidRDefault="00275C14" w:rsidP="001A05CA">
            <w:pPr>
              <w:pStyle w:val="BodyText"/>
              <w:spacing w:line="300" w:lineRule="atLeast"/>
              <w:ind w:left="-108" w:right="-101"/>
              <w:jc w:val="center"/>
              <w:rPr>
                <w:sz w:val="22"/>
                <w:szCs w:val="22"/>
              </w:rPr>
            </w:pPr>
            <w:r w:rsidRPr="0070389E">
              <w:rPr>
                <w:sz w:val="22"/>
                <w:szCs w:val="22"/>
              </w:rPr>
              <w:t>202</w:t>
            </w:r>
            <w:r>
              <w:rPr>
                <w:sz w:val="22"/>
                <w:szCs w:val="22"/>
              </w:rPr>
              <w:t>4</w:t>
            </w:r>
          </w:p>
        </w:tc>
        <w:tc>
          <w:tcPr>
            <w:tcW w:w="143" w:type="pct"/>
            <w:vAlign w:val="center"/>
          </w:tcPr>
          <w:p w14:paraId="34AB1227" w14:textId="77777777" w:rsidR="00275C14" w:rsidRPr="0070389E" w:rsidRDefault="00275C14" w:rsidP="001A05CA">
            <w:pPr>
              <w:pStyle w:val="BodyText"/>
              <w:spacing w:line="300" w:lineRule="atLeast"/>
              <w:ind w:left="-108" w:right="3"/>
              <w:jc w:val="center"/>
              <w:rPr>
                <w:b/>
                <w:bCs/>
                <w:sz w:val="22"/>
                <w:szCs w:val="22"/>
              </w:rPr>
            </w:pPr>
          </w:p>
        </w:tc>
        <w:tc>
          <w:tcPr>
            <w:tcW w:w="632" w:type="pct"/>
            <w:vAlign w:val="bottom"/>
          </w:tcPr>
          <w:p w14:paraId="21E42049" w14:textId="43065BBB" w:rsidR="00275C14" w:rsidRPr="0070389E" w:rsidRDefault="00275C14" w:rsidP="001A05CA">
            <w:pPr>
              <w:pStyle w:val="BodyText"/>
              <w:spacing w:line="300" w:lineRule="atLeast"/>
              <w:ind w:left="-108" w:right="-101"/>
              <w:jc w:val="center"/>
              <w:rPr>
                <w:sz w:val="22"/>
                <w:szCs w:val="22"/>
              </w:rPr>
            </w:pPr>
            <w:r w:rsidRPr="0070389E">
              <w:rPr>
                <w:sz w:val="22"/>
                <w:szCs w:val="22"/>
              </w:rPr>
              <w:t>202</w:t>
            </w:r>
            <w:r>
              <w:rPr>
                <w:sz w:val="22"/>
                <w:szCs w:val="22"/>
              </w:rPr>
              <w:t>5</w:t>
            </w:r>
          </w:p>
        </w:tc>
        <w:tc>
          <w:tcPr>
            <w:tcW w:w="147" w:type="pct"/>
          </w:tcPr>
          <w:p w14:paraId="47B75A40" w14:textId="77777777" w:rsidR="00275C14" w:rsidRPr="0070389E" w:rsidRDefault="00275C14" w:rsidP="001A05CA">
            <w:pPr>
              <w:pStyle w:val="BodyText"/>
              <w:spacing w:line="300" w:lineRule="atLeast"/>
              <w:ind w:left="-108" w:right="3"/>
              <w:jc w:val="center"/>
              <w:rPr>
                <w:sz w:val="22"/>
                <w:szCs w:val="22"/>
              </w:rPr>
            </w:pPr>
          </w:p>
        </w:tc>
        <w:tc>
          <w:tcPr>
            <w:tcW w:w="630" w:type="pct"/>
            <w:vAlign w:val="bottom"/>
          </w:tcPr>
          <w:p w14:paraId="600E18E6" w14:textId="41D6A1C1" w:rsidR="00275C14" w:rsidRPr="0070389E" w:rsidRDefault="00275C14" w:rsidP="001A05CA">
            <w:pPr>
              <w:pStyle w:val="BodyText"/>
              <w:spacing w:line="300" w:lineRule="atLeast"/>
              <w:ind w:left="-108" w:right="-129"/>
              <w:jc w:val="center"/>
              <w:rPr>
                <w:sz w:val="22"/>
                <w:szCs w:val="22"/>
              </w:rPr>
            </w:pPr>
            <w:r w:rsidRPr="0070389E">
              <w:rPr>
                <w:sz w:val="22"/>
                <w:szCs w:val="22"/>
              </w:rPr>
              <w:t>202</w:t>
            </w:r>
            <w:r>
              <w:rPr>
                <w:sz w:val="22"/>
                <w:szCs w:val="22"/>
              </w:rPr>
              <w:t>4</w:t>
            </w:r>
          </w:p>
        </w:tc>
      </w:tr>
      <w:tr w:rsidR="00275C14" w:rsidRPr="00BC45CD" w14:paraId="4CEACB4B" w14:textId="77777777" w:rsidTr="00275C14">
        <w:trPr>
          <w:trHeight w:val="258"/>
          <w:tblHeader/>
        </w:trPr>
        <w:tc>
          <w:tcPr>
            <w:tcW w:w="1794" w:type="pct"/>
          </w:tcPr>
          <w:p w14:paraId="3C96D3CE" w14:textId="77777777" w:rsidR="00275C14" w:rsidRPr="0070389E" w:rsidRDefault="00275C14" w:rsidP="001A05CA">
            <w:pPr>
              <w:spacing w:line="300" w:lineRule="atLeast"/>
              <w:ind w:right="3"/>
              <w:jc w:val="center"/>
              <w:rPr>
                <w:sz w:val="22"/>
                <w:szCs w:val="22"/>
              </w:rPr>
            </w:pPr>
          </w:p>
        </w:tc>
        <w:tc>
          <w:tcPr>
            <w:tcW w:w="291" w:type="pct"/>
          </w:tcPr>
          <w:p w14:paraId="16C518AF" w14:textId="77777777" w:rsidR="00275C14" w:rsidRPr="0070389E" w:rsidRDefault="00275C14" w:rsidP="001A05CA">
            <w:pPr>
              <w:pStyle w:val="BodyText"/>
              <w:spacing w:line="300" w:lineRule="atLeast"/>
              <w:ind w:left="-108" w:right="3"/>
              <w:jc w:val="center"/>
              <w:rPr>
                <w:i/>
                <w:iCs/>
                <w:sz w:val="22"/>
                <w:szCs w:val="22"/>
                <w:cs/>
              </w:rPr>
            </w:pPr>
          </w:p>
        </w:tc>
        <w:tc>
          <w:tcPr>
            <w:tcW w:w="2915" w:type="pct"/>
            <w:gridSpan w:val="7"/>
            <w:vAlign w:val="center"/>
          </w:tcPr>
          <w:p w14:paraId="0148477A" w14:textId="4AB18195" w:rsidR="00275C14" w:rsidRPr="0070389E" w:rsidRDefault="00275C14" w:rsidP="001A05CA">
            <w:pPr>
              <w:pStyle w:val="BodyText"/>
              <w:spacing w:line="300" w:lineRule="atLeast"/>
              <w:ind w:left="-108" w:right="3"/>
              <w:jc w:val="center"/>
              <w:rPr>
                <w:i/>
                <w:iCs/>
                <w:sz w:val="22"/>
                <w:szCs w:val="22"/>
                <w:cs/>
              </w:rPr>
            </w:pPr>
            <w:r w:rsidRPr="0070389E">
              <w:rPr>
                <w:i/>
                <w:iCs/>
                <w:sz w:val="22"/>
                <w:szCs w:val="22"/>
                <w:cs/>
              </w:rPr>
              <w:t>(</w:t>
            </w:r>
            <w:r w:rsidRPr="0070389E">
              <w:rPr>
                <w:i/>
                <w:iCs/>
                <w:sz w:val="22"/>
                <w:szCs w:val="22"/>
              </w:rPr>
              <w:t>in thousand Baht</w:t>
            </w:r>
            <w:r w:rsidRPr="0070389E">
              <w:rPr>
                <w:i/>
                <w:iCs/>
                <w:sz w:val="22"/>
                <w:szCs w:val="22"/>
                <w:cs/>
              </w:rPr>
              <w:t>)</w:t>
            </w:r>
          </w:p>
        </w:tc>
      </w:tr>
      <w:tr w:rsidR="00275C14" w:rsidRPr="00BC45CD" w14:paraId="7670CC0B" w14:textId="77777777" w:rsidTr="00CF5715">
        <w:trPr>
          <w:trHeight w:val="250"/>
          <w:tblHeader/>
        </w:trPr>
        <w:tc>
          <w:tcPr>
            <w:tcW w:w="1794" w:type="pct"/>
          </w:tcPr>
          <w:p w14:paraId="6685CA05" w14:textId="77777777" w:rsidR="00275C14" w:rsidRPr="0070389E" w:rsidRDefault="00275C14" w:rsidP="001A05CA">
            <w:pPr>
              <w:pStyle w:val="BodyText"/>
              <w:spacing w:line="300" w:lineRule="atLeast"/>
              <w:ind w:left="-122" w:right="3" w:firstLine="122"/>
              <w:rPr>
                <w:i/>
                <w:iCs/>
                <w:sz w:val="22"/>
                <w:szCs w:val="22"/>
              </w:rPr>
            </w:pPr>
            <w:r w:rsidRPr="0070389E">
              <w:rPr>
                <w:sz w:val="22"/>
                <w:szCs w:val="22"/>
              </w:rPr>
              <w:t xml:space="preserve">Net book value at 1 January </w:t>
            </w:r>
          </w:p>
        </w:tc>
        <w:tc>
          <w:tcPr>
            <w:tcW w:w="291" w:type="pct"/>
          </w:tcPr>
          <w:p w14:paraId="0B00F396" w14:textId="77777777" w:rsidR="00275C14" w:rsidRPr="002D123E" w:rsidRDefault="00275C14" w:rsidP="001A05CA">
            <w:pPr>
              <w:pStyle w:val="acctfourfigures"/>
              <w:tabs>
                <w:tab w:val="clear" w:pos="765"/>
                <w:tab w:val="decimal" w:pos="970"/>
              </w:tabs>
              <w:spacing w:line="300" w:lineRule="atLeast"/>
              <w:ind w:right="-102"/>
              <w:rPr>
                <w:szCs w:val="22"/>
              </w:rPr>
            </w:pPr>
          </w:p>
        </w:tc>
        <w:tc>
          <w:tcPr>
            <w:tcW w:w="632" w:type="pct"/>
          </w:tcPr>
          <w:p w14:paraId="35A41BF3" w14:textId="2250A61A" w:rsidR="00275C14" w:rsidRPr="002D123E" w:rsidRDefault="00275C14" w:rsidP="001A05CA">
            <w:pPr>
              <w:pStyle w:val="acctfourfigures"/>
              <w:tabs>
                <w:tab w:val="clear" w:pos="765"/>
                <w:tab w:val="decimal" w:pos="970"/>
              </w:tabs>
              <w:spacing w:line="300" w:lineRule="atLeast"/>
              <w:ind w:right="-102"/>
              <w:rPr>
                <w:szCs w:val="22"/>
              </w:rPr>
            </w:pPr>
            <w:r w:rsidRPr="002D123E">
              <w:rPr>
                <w:szCs w:val="22"/>
              </w:rPr>
              <w:t>7,645,373</w:t>
            </w:r>
          </w:p>
        </w:tc>
        <w:tc>
          <w:tcPr>
            <w:tcW w:w="147" w:type="pct"/>
          </w:tcPr>
          <w:p w14:paraId="73D115F6" w14:textId="77777777" w:rsidR="00275C14" w:rsidRPr="0070389E" w:rsidRDefault="00275C14" w:rsidP="001A05CA">
            <w:pPr>
              <w:pStyle w:val="acctfourfigures"/>
              <w:tabs>
                <w:tab w:val="clear" w:pos="765"/>
                <w:tab w:val="decimal" w:pos="1423"/>
              </w:tabs>
              <w:spacing w:line="300" w:lineRule="atLeast"/>
              <w:rPr>
                <w:szCs w:val="22"/>
              </w:rPr>
            </w:pPr>
          </w:p>
        </w:tc>
        <w:tc>
          <w:tcPr>
            <w:tcW w:w="584" w:type="pct"/>
          </w:tcPr>
          <w:p w14:paraId="374472A8" w14:textId="1D648FEA" w:rsidR="00275C14" w:rsidRPr="0070389E" w:rsidRDefault="00275C14" w:rsidP="00275C14">
            <w:pPr>
              <w:pStyle w:val="acctfourfigures"/>
              <w:tabs>
                <w:tab w:val="clear" w:pos="765"/>
                <w:tab w:val="decimal" w:pos="881"/>
              </w:tabs>
              <w:spacing w:line="300" w:lineRule="atLeast"/>
              <w:ind w:right="-114"/>
              <w:rPr>
                <w:szCs w:val="22"/>
              </w:rPr>
            </w:pPr>
            <w:r>
              <w:rPr>
                <w:szCs w:val="22"/>
              </w:rPr>
              <w:t>8,124,498</w:t>
            </w:r>
          </w:p>
        </w:tc>
        <w:tc>
          <w:tcPr>
            <w:tcW w:w="143" w:type="pct"/>
          </w:tcPr>
          <w:p w14:paraId="57EF6D46" w14:textId="77777777" w:rsidR="00275C14" w:rsidRPr="0070389E" w:rsidRDefault="00275C14" w:rsidP="001A05CA">
            <w:pPr>
              <w:pStyle w:val="BodyText"/>
              <w:tabs>
                <w:tab w:val="decimal" w:pos="873"/>
                <w:tab w:val="decimal" w:pos="1383"/>
              </w:tabs>
              <w:spacing w:line="300" w:lineRule="atLeast"/>
              <w:ind w:left="-108" w:right="3"/>
              <w:rPr>
                <w:sz w:val="22"/>
                <w:szCs w:val="22"/>
              </w:rPr>
            </w:pPr>
          </w:p>
        </w:tc>
        <w:tc>
          <w:tcPr>
            <w:tcW w:w="632" w:type="pct"/>
          </w:tcPr>
          <w:p w14:paraId="173FF2E5" w14:textId="7DF1C03C" w:rsidR="00275C14" w:rsidRPr="0070389E" w:rsidRDefault="00275C14" w:rsidP="001A05CA">
            <w:pPr>
              <w:pStyle w:val="acctfourfigures"/>
              <w:tabs>
                <w:tab w:val="clear" w:pos="765"/>
                <w:tab w:val="decimal" w:pos="954"/>
              </w:tabs>
              <w:spacing w:line="300" w:lineRule="atLeast"/>
              <w:ind w:right="-114"/>
              <w:rPr>
                <w:rFonts w:cstheme="minorBidi"/>
                <w:szCs w:val="28"/>
              </w:rPr>
            </w:pPr>
            <w:r w:rsidRPr="00C63B41">
              <w:rPr>
                <w:rFonts w:cstheme="minorBidi"/>
                <w:szCs w:val="28"/>
                <w:lang w:bidi="th-TH"/>
              </w:rPr>
              <w:t>4,746,573</w:t>
            </w:r>
          </w:p>
        </w:tc>
        <w:tc>
          <w:tcPr>
            <w:tcW w:w="147" w:type="pct"/>
          </w:tcPr>
          <w:p w14:paraId="0B55F437" w14:textId="77777777" w:rsidR="00275C14" w:rsidRPr="0070389E" w:rsidRDefault="00275C14" w:rsidP="001A05CA">
            <w:pPr>
              <w:pStyle w:val="acctfourfigures"/>
              <w:tabs>
                <w:tab w:val="clear" w:pos="765"/>
                <w:tab w:val="decimal" w:pos="1422"/>
              </w:tabs>
              <w:spacing w:line="300" w:lineRule="atLeast"/>
              <w:rPr>
                <w:szCs w:val="22"/>
              </w:rPr>
            </w:pPr>
          </w:p>
        </w:tc>
        <w:tc>
          <w:tcPr>
            <w:tcW w:w="630" w:type="pct"/>
          </w:tcPr>
          <w:p w14:paraId="7B869E38" w14:textId="6F204098" w:rsidR="00275C14" w:rsidRPr="0070389E" w:rsidRDefault="00275C14" w:rsidP="001A05CA">
            <w:pPr>
              <w:pStyle w:val="acctfourfigures"/>
              <w:tabs>
                <w:tab w:val="clear" w:pos="765"/>
                <w:tab w:val="decimal" w:pos="975"/>
              </w:tabs>
              <w:spacing w:line="300" w:lineRule="atLeast"/>
              <w:ind w:right="-129"/>
              <w:rPr>
                <w:szCs w:val="22"/>
              </w:rPr>
            </w:pPr>
            <w:r>
              <w:rPr>
                <w:rFonts w:cstheme="minorBidi"/>
                <w:szCs w:val="28"/>
                <w:lang w:bidi="th-TH"/>
              </w:rPr>
              <w:t>5,115,811</w:t>
            </w:r>
          </w:p>
        </w:tc>
      </w:tr>
      <w:tr w:rsidR="00DC101B" w:rsidRPr="00916247" w14:paraId="7BB1BEA1" w14:textId="77777777" w:rsidTr="00CF5715">
        <w:trPr>
          <w:trHeight w:val="254"/>
          <w:tblHeader/>
        </w:trPr>
        <w:tc>
          <w:tcPr>
            <w:tcW w:w="1794" w:type="pct"/>
          </w:tcPr>
          <w:p w14:paraId="232F26AC" w14:textId="77777777" w:rsidR="00DC101B" w:rsidRDefault="00DC101B" w:rsidP="00DC101B">
            <w:pPr>
              <w:pStyle w:val="BodyText"/>
              <w:spacing w:line="300" w:lineRule="atLeast"/>
              <w:ind w:left="-122" w:right="3" w:firstLine="122"/>
              <w:rPr>
                <w:sz w:val="22"/>
                <w:szCs w:val="22"/>
              </w:rPr>
            </w:pPr>
            <w:r w:rsidRPr="0070389E">
              <w:rPr>
                <w:sz w:val="22"/>
                <w:szCs w:val="22"/>
              </w:rPr>
              <w:t xml:space="preserve">Acquisitions during the period </w:t>
            </w:r>
          </w:p>
          <w:p w14:paraId="6050AC05" w14:textId="6F90DB04" w:rsidR="00DC101B" w:rsidRPr="0070389E" w:rsidRDefault="00DC101B" w:rsidP="00DC101B">
            <w:pPr>
              <w:pStyle w:val="BodyText"/>
              <w:spacing w:line="300" w:lineRule="atLeast"/>
              <w:ind w:left="150" w:right="3"/>
              <w:jc w:val="left"/>
              <w:rPr>
                <w:i/>
                <w:iCs/>
                <w:sz w:val="22"/>
                <w:szCs w:val="22"/>
              </w:rPr>
            </w:pPr>
            <w:r w:rsidRPr="0070389E">
              <w:rPr>
                <w:sz w:val="22"/>
                <w:szCs w:val="22"/>
              </w:rPr>
              <w:t>-</w:t>
            </w:r>
            <w:r w:rsidRPr="0070389E">
              <w:rPr>
                <w:sz w:val="22"/>
                <w:szCs w:val="22"/>
                <w:cs/>
              </w:rPr>
              <w:t xml:space="preserve"> </w:t>
            </w:r>
            <w:r w:rsidRPr="0070389E">
              <w:rPr>
                <w:sz w:val="22"/>
                <w:szCs w:val="22"/>
              </w:rPr>
              <w:t>cost</w:t>
            </w:r>
          </w:p>
        </w:tc>
        <w:tc>
          <w:tcPr>
            <w:tcW w:w="291" w:type="pct"/>
          </w:tcPr>
          <w:p w14:paraId="5695FFB1" w14:textId="77777777" w:rsidR="00DC101B" w:rsidRPr="001F2C4E" w:rsidRDefault="00DC101B" w:rsidP="00DC101B">
            <w:pPr>
              <w:pStyle w:val="acctfourfigures"/>
              <w:tabs>
                <w:tab w:val="clear" w:pos="765"/>
                <w:tab w:val="decimal" w:pos="970"/>
              </w:tabs>
              <w:spacing w:line="300" w:lineRule="atLeast"/>
              <w:ind w:right="-102"/>
            </w:pPr>
          </w:p>
        </w:tc>
        <w:tc>
          <w:tcPr>
            <w:tcW w:w="632" w:type="pct"/>
          </w:tcPr>
          <w:p w14:paraId="4F55DD40" w14:textId="77777777" w:rsidR="00DC101B" w:rsidRDefault="00DC101B" w:rsidP="00DC101B">
            <w:pPr>
              <w:pStyle w:val="acctfourfigures"/>
              <w:tabs>
                <w:tab w:val="clear" w:pos="765"/>
                <w:tab w:val="decimal" w:pos="970"/>
              </w:tabs>
              <w:spacing w:line="300" w:lineRule="atLeast"/>
              <w:ind w:right="-102"/>
              <w:rPr>
                <w:rFonts w:cs="Angsana New"/>
                <w:szCs w:val="22"/>
                <w:lang w:val="en-US" w:bidi="th-TH"/>
              </w:rPr>
            </w:pPr>
          </w:p>
          <w:p w14:paraId="11E4168F" w14:textId="13B81113" w:rsidR="008F7072" w:rsidRPr="002D123E" w:rsidRDefault="008F7072" w:rsidP="00DC101B">
            <w:pPr>
              <w:pStyle w:val="acctfourfigures"/>
              <w:tabs>
                <w:tab w:val="clear" w:pos="765"/>
                <w:tab w:val="decimal" w:pos="970"/>
              </w:tabs>
              <w:spacing w:line="300" w:lineRule="atLeast"/>
              <w:ind w:right="-102"/>
              <w:rPr>
                <w:rFonts w:cs="Angsana New"/>
                <w:szCs w:val="22"/>
                <w:lang w:val="en-US" w:bidi="th-TH"/>
              </w:rPr>
            </w:pPr>
            <w:r w:rsidRPr="008F7072">
              <w:rPr>
                <w:rFonts w:cs="Angsana New"/>
                <w:szCs w:val="22"/>
                <w:lang w:val="en-US" w:bidi="th-TH"/>
              </w:rPr>
              <w:t>436,505</w:t>
            </w:r>
          </w:p>
        </w:tc>
        <w:tc>
          <w:tcPr>
            <w:tcW w:w="147" w:type="pct"/>
          </w:tcPr>
          <w:p w14:paraId="76421E26" w14:textId="77777777" w:rsidR="00DC101B" w:rsidRPr="0070389E" w:rsidRDefault="00DC101B" w:rsidP="00DC101B">
            <w:pPr>
              <w:pStyle w:val="acctfourfigures"/>
              <w:tabs>
                <w:tab w:val="clear" w:pos="765"/>
                <w:tab w:val="decimal" w:pos="1423"/>
              </w:tabs>
              <w:spacing w:line="300" w:lineRule="atLeast"/>
              <w:rPr>
                <w:szCs w:val="22"/>
              </w:rPr>
            </w:pPr>
          </w:p>
        </w:tc>
        <w:tc>
          <w:tcPr>
            <w:tcW w:w="584" w:type="pct"/>
            <w:vAlign w:val="bottom"/>
          </w:tcPr>
          <w:p w14:paraId="618B8C77" w14:textId="3CD0DE8B" w:rsidR="00DC101B" w:rsidRPr="0070389E" w:rsidRDefault="00DC101B" w:rsidP="00DC101B">
            <w:pPr>
              <w:pStyle w:val="acctfourfigures"/>
              <w:tabs>
                <w:tab w:val="clear" w:pos="765"/>
                <w:tab w:val="decimal" w:pos="881"/>
              </w:tabs>
              <w:spacing w:line="300" w:lineRule="atLeast"/>
              <w:ind w:right="-114"/>
              <w:rPr>
                <w:szCs w:val="22"/>
              </w:rPr>
            </w:pPr>
            <w:r w:rsidRPr="003E2B6C">
              <w:rPr>
                <w:rFonts w:cs="Angsana New"/>
                <w:szCs w:val="22"/>
                <w:lang w:val="en-US" w:bidi="th-TH"/>
              </w:rPr>
              <w:t>316,492</w:t>
            </w:r>
          </w:p>
        </w:tc>
        <w:tc>
          <w:tcPr>
            <w:tcW w:w="143" w:type="pct"/>
          </w:tcPr>
          <w:p w14:paraId="4198AA64" w14:textId="77777777" w:rsidR="00DC101B" w:rsidRPr="0070389E" w:rsidRDefault="00DC101B" w:rsidP="00DC101B">
            <w:pPr>
              <w:pStyle w:val="BodyText"/>
              <w:tabs>
                <w:tab w:val="decimal" w:pos="873"/>
              </w:tabs>
              <w:spacing w:line="300" w:lineRule="atLeast"/>
              <w:ind w:right="3"/>
              <w:rPr>
                <w:sz w:val="22"/>
                <w:szCs w:val="22"/>
              </w:rPr>
            </w:pPr>
          </w:p>
        </w:tc>
        <w:tc>
          <w:tcPr>
            <w:tcW w:w="632" w:type="pct"/>
          </w:tcPr>
          <w:p w14:paraId="322C62D9" w14:textId="77777777" w:rsidR="008F7072" w:rsidRDefault="008F7072" w:rsidP="00DC101B">
            <w:pPr>
              <w:pStyle w:val="acctfourfigures"/>
              <w:tabs>
                <w:tab w:val="clear" w:pos="765"/>
                <w:tab w:val="decimal" w:pos="954"/>
              </w:tabs>
              <w:spacing w:line="300" w:lineRule="atLeast"/>
              <w:ind w:right="-114"/>
              <w:rPr>
                <w:szCs w:val="22"/>
              </w:rPr>
            </w:pPr>
          </w:p>
          <w:p w14:paraId="18CD8D28" w14:textId="66DFC8EF" w:rsidR="00DC101B" w:rsidRPr="0070389E" w:rsidRDefault="008F7072" w:rsidP="00DC101B">
            <w:pPr>
              <w:pStyle w:val="acctfourfigures"/>
              <w:tabs>
                <w:tab w:val="clear" w:pos="765"/>
                <w:tab w:val="decimal" w:pos="954"/>
              </w:tabs>
              <w:spacing w:line="300" w:lineRule="atLeast"/>
              <w:ind w:right="-114"/>
              <w:rPr>
                <w:szCs w:val="22"/>
              </w:rPr>
            </w:pPr>
            <w:r w:rsidRPr="008F7072">
              <w:rPr>
                <w:szCs w:val="22"/>
              </w:rPr>
              <w:t>289,025</w:t>
            </w:r>
          </w:p>
        </w:tc>
        <w:tc>
          <w:tcPr>
            <w:tcW w:w="147" w:type="pct"/>
          </w:tcPr>
          <w:p w14:paraId="20ACEE4E" w14:textId="77777777" w:rsidR="00DC101B" w:rsidRPr="0070389E" w:rsidRDefault="00DC101B" w:rsidP="00DC101B">
            <w:pPr>
              <w:pStyle w:val="acctfourfigures"/>
              <w:tabs>
                <w:tab w:val="clear" w:pos="765"/>
                <w:tab w:val="decimal" w:pos="1422"/>
              </w:tabs>
              <w:spacing w:line="300" w:lineRule="atLeast"/>
              <w:rPr>
                <w:szCs w:val="22"/>
              </w:rPr>
            </w:pPr>
          </w:p>
        </w:tc>
        <w:tc>
          <w:tcPr>
            <w:tcW w:w="630" w:type="pct"/>
            <w:vAlign w:val="bottom"/>
          </w:tcPr>
          <w:p w14:paraId="253EF7B6" w14:textId="69C081EC" w:rsidR="00DC101B" w:rsidRPr="0070389E" w:rsidRDefault="00DC101B" w:rsidP="00DC101B">
            <w:pPr>
              <w:pStyle w:val="acctfourfigures"/>
              <w:tabs>
                <w:tab w:val="clear" w:pos="765"/>
                <w:tab w:val="decimal" w:pos="975"/>
              </w:tabs>
              <w:spacing w:line="300" w:lineRule="atLeast"/>
              <w:ind w:right="-129"/>
              <w:rPr>
                <w:szCs w:val="22"/>
              </w:rPr>
            </w:pPr>
            <w:r w:rsidRPr="00904A6F">
              <w:rPr>
                <w:szCs w:val="22"/>
              </w:rPr>
              <w:t>223,064</w:t>
            </w:r>
          </w:p>
        </w:tc>
      </w:tr>
      <w:tr w:rsidR="008F7072" w:rsidRPr="00916247" w14:paraId="709D2D42" w14:textId="77777777" w:rsidTr="00CF5715">
        <w:trPr>
          <w:trHeight w:val="254"/>
          <w:tblHeader/>
        </w:trPr>
        <w:tc>
          <w:tcPr>
            <w:tcW w:w="1794" w:type="pct"/>
          </w:tcPr>
          <w:p w14:paraId="28E06B1D" w14:textId="77777777" w:rsidR="008F7072" w:rsidRDefault="008F7072" w:rsidP="008F7072">
            <w:pPr>
              <w:spacing w:line="240" w:lineRule="atLeast"/>
              <w:rPr>
                <w:rFonts w:cs="Cordia New"/>
                <w:sz w:val="22"/>
                <w:szCs w:val="22"/>
              </w:rPr>
            </w:pPr>
            <w:r>
              <w:rPr>
                <w:rFonts w:cs="Cordia New"/>
                <w:sz w:val="22"/>
                <w:szCs w:val="22"/>
              </w:rPr>
              <w:t xml:space="preserve">Acquisition through </w:t>
            </w:r>
          </w:p>
          <w:p w14:paraId="447A0383" w14:textId="77777777" w:rsidR="008F7072" w:rsidRPr="002A3341" w:rsidRDefault="008F7072" w:rsidP="008F7072">
            <w:pPr>
              <w:pStyle w:val="BodyText"/>
              <w:ind w:left="-122" w:right="3" w:firstLine="279"/>
              <w:jc w:val="left"/>
              <w:rPr>
                <w:rFonts w:cs="Cordia New"/>
                <w:sz w:val="22"/>
                <w:szCs w:val="22"/>
              </w:rPr>
            </w:pPr>
            <w:r>
              <w:rPr>
                <w:rFonts w:cs="Cordia New"/>
                <w:sz w:val="22"/>
                <w:szCs w:val="22"/>
              </w:rPr>
              <w:t>Entire Business Transfer</w:t>
            </w:r>
            <w:r>
              <w:rPr>
                <w:sz w:val="22"/>
                <w:szCs w:val="22"/>
              </w:rPr>
              <w:t xml:space="preserve"> - </w:t>
            </w:r>
          </w:p>
          <w:p w14:paraId="72D4A529" w14:textId="17E5997A" w:rsidR="008F7072" w:rsidRPr="0070389E" w:rsidRDefault="008F7072" w:rsidP="008F7072">
            <w:pPr>
              <w:pStyle w:val="BodyText"/>
              <w:spacing w:line="300" w:lineRule="atLeast"/>
              <w:ind w:left="-122" w:right="3" w:firstLine="277"/>
              <w:rPr>
                <w:sz w:val="22"/>
                <w:szCs w:val="22"/>
              </w:rPr>
            </w:pPr>
            <w:r w:rsidRPr="00BC45CD">
              <w:rPr>
                <w:sz w:val="22"/>
                <w:szCs w:val="22"/>
              </w:rPr>
              <w:t>net book value</w:t>
            </w:r>
          </w:p>
        </w:tc>
        <w:tc>
          <w:tcPr>
            <w:tcW w:w="291" w:type="pct"/>
          </w:tcPr>
          <w:p w14:paraId="62D11712" w14:textId="77777777" w:rsidR="008F7072" w:rsidRPr="001F2C4E" w:rsidRDefault="008F7072" w:rsidP="008F7072">
            <w:pPr>
              <w:pStyle w:val="acctfourfigures"/>
              <w:tabs>
                <w:tab w:val="clear" w:pos="765"/>
                <w:tab w:val="decimal" w:pos="970"/>
              </w:tabs>
              <w:spacing w:line="300" w:lineRule="atLeast"/>
              <w:ind w:right="-102"/>
            </w:pPr>
          </w:p>
        </w:tc>
        <w:tc>
          <w:tcPr>
            <w:tcW w:w="632" w:type="pct"/>
          </w:tcPr>
          <w:p w14:paraId="0339163B" w14:textId="77777777" w:rsidR="008F7072" w:rsidRDefault="008F7072" w:rsidP="008F7072">
            <w:pPr>
              <w:pStyle w:val="acctfourfigures"/>
              <w:tabs>
                <w:tab w:val="clear" w:pos="765"/>
                <w:tab w:val="decimal" w:pos="703"/>
              </w:tabs>
              <w:spacing w:line="240" w:lineRule="atLeast"/>
              <w:ind w:right="-102"/>
              <w:rPr>
                <w:szCs w:val="22"/>
              </w:rPr>
            </w:pPr>
          </w:p>
          <w:p w14:paraId="40167D5F" w14:textId="77777777" w:rsidR="008F7072" w:rsidRDefault="008F7072" w:rsidP="008F7072">
            <w:pPr>
              <w:pStyle w:val="acctfourfigures"/>
              <w:tabs>
                <w:tab w:val="clear" w:pos="765"/>
                <w:tab w:val="decimal" w:pos="703"/>
              </w:tabs>
              <w:spacing w:line="240" w:lineRule="atLeast"/>
              <w:ind w:right="-102"/>
              <w:rPr>
                <w:szCs w:val="22"/>
              </w:rPr>
            </w:pPr>
          </w:p>
          <w:p w14:paraId="0A6EED14" w14:textId="39D4783C" w:rsidR="008F7072" w:rsidDel="00185BE6" w:rsidRDefault="008F7072" w:rsidP="008F7072">
            <w:pPr>
              <w:pStyle w:val="acctfourfigures"/>
              <w:tabs>
                <w:tab w:val="clear" w:pos="765"/>
                <w:tab w:val="decimal" w:pos="697"/>
              </w:tabs>
              <w:spacing w:line="300" w:lineRule="atLeast"/>
              <w:ind w:right="-102"/>
            </w:pPr>
            <w:r w:rsidRPr="003E52EB">
              <w:rPr>
                <w:szCs w:val="22"/>
              </w:rPr>
              <w:t>-</w:t>
            </w:r>
          </w:p>
        </w:tc>
        <w:tc>
          <w:tcPr>
            <w:tcW w:w="147" w:type="pct"/>
          </w:tcPr>
          <w:p w14:paraId="5C89BC14" w14:textId="77777777" w:rsidR="008F7072" w:rsidRPr="0070389E" w:rsidRDefault="008F7072" w:rsidP="008F7072">
            <w:pPr>
              <w:pStyle w:val="acctfourfigures"/>
              <w:tabs>
                <w:tab w:val="clear" w:pos="765"/>
                <w:tab w:val="decimal" w:pos="1423"/>
              </w:tabs>
              <w:spacing w:line="300" w:lineRule="atLeast"/>
              <w:rPr>
                <w:szCs w:val="22"/>
              </w:rPr>
            </w:pPr>
          </w:p>
        </w:tc>
        <w:tc>
          <w:tcPr>
            <w:tcW w:w="584" w:type="pct"/>
          </w:tcPr>
          <w:p w14:paraId="54FB283C" w14:textId="77777777" w:rsidR="008F7072" w:rsidRDefault="008F7072" w:rsidP="008F7072">
            <w:pPr>
              <w:pStyle w:val="acctfourfigures"/>
              <w:tabs>
                <w:tab w:val="clear" w:pos="765"/>
                <w:tab w:val="decimal" w:pos="703"/>
              </w:tabs>
              <w:spacing w:line="240" w:lineRule="atLeast"/>
              <w:ind w:right="-102"/>
              <w:rPr>
                <w:szCs w:val="22"/>
              </w:rPr>
            </w:pPr>
          </w:p>
          <w:p w14:paraId="42436841" w14:textId="77777777" w:rsidR="008F7072" w:rsidRDefault="008F7072" w:rsidP="008F7072">
            <w:pPr>
              <w:pStyle w:val="acctfourfigures"/>
              <w:tabs>
                <w:tab w:val="clear" w:pos="765"/>
                <w:tab w:val="decimal" w:pos="703"/>
              </w:tabs>
              <w:spacing w:line="240" w:lineRule="atLeast"/>
              <w:ind w:right="-102"/>
              <w:rPr>
                <w:szCs w:val="22"/>
              </w:rPr>
            </w:pPr>
          </w:p>
          <w:p w14:paraId="2B0144BA" w14:textId="2F035304" w:rsidR="008F7072" w:rsidRDefault="008F7072" w:rsidP="008F7072">
            <w:pPr>
              <w:pStyle w:val="acctfourfigures"/>
              <w:tabs>
                <w:tab w:val="clear" w:pos="765"/>
                <w:tab w:val="decimal" w:pos="609"/>
              </w:tabs>
              <w:spacing w:line="300" w:lineRule="atLeast"/>
              <w:ind w:right="-114"/>
              <w:rPr>
                <w:rFonts w:cs="Angsana New"/>
                <w:szCs w:val="22"/>
                <w:lang w:val="en-US" w:bidi="th-TH"/>
              </w:rPr>
            </w:pPr>
            <w:r w:rsidRPr="003E52EB">
              <w:rPr>
                <w:szCs w:val="22"/>
              </w:rPr>
              <w:t>-</w:t>
            </w:r>
          </w:p>
        </w:tc>
        <w:tc>
          <w:tcPr>
            <w:tcW w:w="143" w:type="pct"/>
          </w:tcPr>
          <w:p w14:paraId="6AB657E7" w14:textId="77777777" w:rsidR="008F7072" w:rsidRPr="0070389E" w:rsidRDefault="008F7072" w:rsidP="008F7072">
            <w:pPr>
              <w:pStyle w:val="BodyText"/>
              <w:tabs>
                <w:tab w:val="decimal" w:pos="873"/>
              </w:tabs>
              <w:spacing w:line="300" w:lineRule="atLeast"/>
              <w:ind w:right="3"/>
              <w:rPr>
                <w:sz w:val="22"/>
                <w:szCs w:val="22"/>
              </w:rPr>
            </w:pPr>
          </w:p>
        </w:tc>
        <w:tc>
          <w:tcPr>
            <w:tcW w:w="632" w:type="pct"/>
          </w:tcPr>
          <w:p w14:paraId="05C281BC" w14:textId="77777777" w:rsidR="008F7072" w:rsidRDefault="008F7072" w:rsidP="008F7072">
            <w:pPr>
              <w:pStyle w:val="acctfourfigures"/>
              <w:tabs>
                <w:tab w:val="clear" w:pos="765"/>
                <w:tab w:val="decimal" w:pos="703"/>
              </w:tabs>
              <w:spacing w:line="240" w:lineRule="atLeast"/>
              <w:ind w:right="-102"/>
              <w:rPr>
                <w:szCs w:val="22"/>
              </w:rPr>
            </w:pPr>
          </w:p>
          <w:p w14:paraId="11F7CAA3" w14:textId="77777777" w:rsidR="008F7072" w:rsidRDefault="008F7072" w:rsidP="008F7072">
            <w:pPr>
              <w:pStyle w:val="acctfourfigures"/>
              <w:tabs>
                <w:tab w:val="clear" w:pos="765"/>
                <w:tab w:val="decimal" w:pos="703"/>
              </w:tabs>
              <w:spacing w:line="240" w:lineRule="atLeast"/>
              <w:ind w:right="-102"/>
              <w:rPr>
                <w:szCs w:val="22"/>
              </w:rPr>
            </w:pPr>
          </w:p>
          <w:p w14:paraId="70572BEE" w14:textId="6A2591AD" w:rsidR="008F7072" w:rsidDel="00185BE6" w:rsidRDefault="008F7072" w:rsidP="008F7072">
            <w:pPr>
              <w:pStyle w:val="acctfourfigures"/>
              <w:tabs>
                <w:tab w:val="clear" w:pos="765"/>
                <w:tab w:val="decimal" w:pos="615"/>
              </w:tabs>
              <w:spacing w:line="300" w:lineRule="atLeast"/>
              <w:ind w:right="-114"/>
            </w:pPr>
            <w:r w:rsidRPr="003E52EB">
              <w:rPr>
                <w:szCs w:val="22"/>
              </w:rPr>
              <w:t>-</w:t>
            </w:r>
          </w:p>
        </w:tc>
        <w:tc>
          <w:tcPr>
            <w:tcW w:w="147" w:type="pct"/>
          </w:tcPr>
          <w:p w14:paraId="5B3D42B2" w14:textId="77777777" w:rsidR="008F7072" w:rsidRPr="0070389E" w:rsidRDefault="008F7072" w:rsidP="008F7072">
            <w:pPr>
              <w:pStyle w:val="acctfourfigures"/>
              <w:tabs>
                <w:tab w:val="clear" w:pos="765"/>
                <w:tab w:val="decimal" w:pos="1422"/>
              </w:tabs>
              <w:spacing w:line="300" w:lineRule="atLeast"/>
              <w:rPr>
                <w:szCs w:val="22"/>
              </w:rPr>
            </w:pPr>
          </w:p>
        </w:tc>
        <w:tc>
          <w:tcPr>
            <w:tcW w:w="630" w:type="pct"/>
          </w:tcPr>
          <w:p w14:paraId="416A251B" w14:textId="77777777" w:rsidR="008F7072" w:rsidRDefault="008F7072" w:rsidP="008F7072">
            <w:pPr>
              <w:pStyle w:val="acctfourfigures"/>
              <w:tabs>
                <w:tab w:val="clear" w:pos="765"/>
                <w:tab w:val="decimal" w:pos="885"/>
              </w:tabs>
              <w:spacing w:line="240" w:lineRule="atLeast"/>
              <w:ind w:right="-101"/>
              <w:rPr>
                <w:szCs w:val="22"/>
              </w:rPr>
            </w:pPr>
          </w:p>
          <w:p w14:paraId="201E6722" w14:textId="77777777" w:rsidR="008F7072" w:rsidRDefault="008F7072" w:rsidP="008F7072">
            <w:pPr>
              <w:pStyle w:val="acctfourfigures"/>
              <w:tabs>
                <w:tab w:val="clear" w:pos="765"/>
                <w:tab w:val="decimal" w:pos="885"/>
              </w:tabs>
              <w:spacing w:line="240" w:lineRule="atLeast"/>
              <w:ind w:right="-101"/>
              <w:rPr>
                <w:szCs w:val="22"/>
              </w:rPr>
            </w:pPr>
          </w:p>
          <w:p w14:paraId="58347C9B" w14:textId="49675386" w:rsidR="008F7072" w:rsidRDefault="008F7072" w:rsidP="008F7072">
            <w:pPr>
              <w:pStyle w:val="acctfourfigures"/>
              <w:tabs>
                <w:tab w:val="clear" w:pos="765"/>
                <w:tab w:val="decimal" w:pos="975"/>
              </w:tabs>
              <w:spacing w:line="300" w:lineRule="atLeast"/>
              <w:ind w:right="-129"/>
              <w:rPr>
                <w:szCs w:val="22"/>
              </w:rPr>
            </w:pPr>
            <w:r w:rsidRPr="00904A6F">
              <w:rPr>
                <w:szCs w:val="22"/>
              </w:rPr>
              <w:t>1,020</w:t>
            </w:r>
          </w:p>
        </w:tc>
      </w:tr>
      <w:tr w:rsidR="00275C14" w:rsidRPr="00916247" w14:paraId="052C420D" w14:textId="77777777" w:rsidTr="00CF5715">
        <w:trPr>
          <w:trHeight w:val="254"/>
          <w:tblHeader/>
        </w:trPr>
        <w:tc>
          <w:tcPr>
            <w:tcW w:w="1794" w:type="pct"/>
          </w:tcPr>
          <w:p w14:paraId="5E22EE4B" w14:textId="77777777" w:rsidR="00275C14" w:rsidRDefault="00275C14" w:rsidP="00275C14">
            <w:pPr>
              <w:pStyle w:val="BodyText"/>
              <w:spacing w:line="300" w:lineRule="atLeast"/>
              <w:ind w:right="3"/>
              <w:rPr>
                <w:sz w:val="22"/>
                <w:szCs w:val="22"/>
              </w:rPr>
            </w:pPr>
            <w:r>
              <w:rPr>
                <w:sz w:val="22"/>
                <w:szCs w:val="22"/>
              </w:rPr>
              <w:t xml:space="preserve">Acquisitions through business </w:t>
            </w:r>
          </w:p>
          <w:p w14:paraId="5612B9D2" w14:textId="7917D1B4" w:rsidR="00275C14" w:rsidRPr="0070389E" w:rsidRDefault="00275C14" w:rsidP="00275C14">
            <w:pPr>
              <w:pStyle w:val="BodyText"/>
              <w:spacing w:line="300" w:lineRule="atLeast"/>
              <w:ind w:left="150" w:right="3"/>
              <w:jc w:val="left"/>
              <w:rPr>
                <w:sz w:val="22"/>
                <w:szCs w:val="22"/>
              </w:rPr>
            </w:pPr>
            <w:r>
              <w:rPr>
                <w:sz w:val="22"/>
                <w:szCs w:val="22"/>
              </w:rPr>
              <w:t>combination</w:t>
            </w:r>
            <w:r w:rsidR="00F52E4A">
              <w:rPr>
                <w:sz w:val="22"/>
                <w:szCs w:val="22"/>
              </w:rPr>
              <w:t>s</w:t>
            </w:r>
          </w:p>
        </w:tc>
        <w:tc>
          <w:tcPr>
            <w:tcW w:w="291" w:type="pct"/>
          </w:tcPr>
          <w:p w14:paraId="0C0CB3F8" w14:textId="77777777" w:rsidR="00275C14" w:rsidRDefault="00275C14" w:rsidP="00275C14">
            <w:pPr>
              <w:pStyle w:val="acctfourfigures"/>
              <w:tabs>
                <w:tab w:val="clear" w:pos="765"/>
              </w:tabs>
              <w:spacing w:line="300" w:lineRule="atLeast"/>
              <w:ind w:left="-104" w:right="-102"/>
              <w:jc w:val="center"/>
              <w:rPr>
                <w:i/>
                <w:iCs/>
              </w:rPr>
            </w:pPr>
          </w:p>
          <w:p w14:paraId="4CA7F6BB" w14:textId="07D83242" w:rsidR="00275C14" w:rsidRPr="00275C14" w:rsidRDefault="00275C14" w:rsidP="00275C14">
            <w:pPr>
              <w:pStyle w:val="acctfourfigures"/>
              <w:tabs>
                <w:tab w:val="clear" w:pos="765"/>
              </w:tabs>
              <w:spacing w:line="300" w:lineRule="atLeast"/>
              <w:ind w:left="-104" w:right="-102"/>
              <w:jc w:val="center"/>
              <w:rPr>
                <w:i/>
                <w:iCs/>
              </w:rPr>
            </w:pPr>
            <w:r w:rsidRPr="00275C14">
              <w:rPr>
                <w:i/>
                <w:iCs/>
              </w:rPr>
              <w:t>2</w:t>
            </w:r>
          </w:p>
        </w:tc>
        <w:tc>
          <w:tcPr>
            <w:tcW w:w="632" w:type="pct"/>
          </w:tcPr>
          <w:p w14:paraId="3DEFC55A" w14:textId="77777777" w:rsidR="00275C14" w:rsidRDefault="00275C14" w:rsidP="00275C14">
            <w:pPr>
              <w:pStyle w:val="acctfourfigures"/>
              <w:tabs>
                <w:tab w:val="clear" w:pos="765"/>
                <w:tab w:val="decimal" w:pos="970"/>
              </w:tabs>
              <w:spacing w:line="300" w:lineRule="atLeast"/>
              <w:ind w:right="-102"/>
              <w:rPr>
                <w:rFonts w:cs="Angsana New"/>
                <w:szCs w:val="22"/>
                <w:lang w:val="en-US" w:bidi="th-TH"/>
              </w:rPr>
            </w:pPr>
          </w:p>
          <w:p w14:paraId="276F961E" w14:textId="1FAC08EB" w:rsidR="008F7072" w:rsidRPr="002D123E" w:rsidRDefault="008F7072" w:rsidP="00275C14">
            <w:pPr>
              <w:pStyle w:val="acctfourfigures"/>
              <w:tabs>
                <w:tab w:val="clear" w:pos="765"/>
                <w:tab w:val="decimal" w:pos="970"/>
              </w:tabs>
              <w:spacing w:line="300" w:lineRule="atLeast"/>
              <w:ind w:right="-102"/>
              <w:rPr>
                <w:rFonts w:cs="Angsana New"/>
                <w:szCs w:val="22"/>
                <w:lang w:val="en-US" w:bidi="th-TH"/>
              </w:rPr>
            </w:pPr>
            <w:r w:rsidRPr="008F7072">
              <w:rPr>
                <w:rFonts w:cs="Angsana New"/>
                <w:szCs w:val="22"/>
                <w:lang w:val="en-US" w:bidi="th-TH"/>
              </w:rPr>
              <w:t>4,555</w:t>
            </w:r>
          </w:p>
        </w:tc>
        <w:tc>
          <w:tcPr>
            <w:tcW w:w="147" w:type="pct"/>
          </w:tcPr>
          <w:p w14:paraId="7EDEB4CB" w14:textId="77777777" w:rsidR="00275C14" w:rsidRPr="0070389E" w:rsidRDefault="00275C14" w:rsidP="00275C14">
            <w:pPr>
              <w:pStyle w:val="acctfourfigures"/>
              <w:tabs>
                <w:tab w:val="clear" w:pos="765"/>
                <w:tab w:val="decimal" w:pos="1423"/>
              </w:tabs>
              <w:spacing w:line="300" w:lineRule="atLeast"/>
              <w:rPr>
                <w:szCs w:val="22"/>
              </w:rPr>
            </w:pPr>
          </w:p>
        </w:tc>
        <w:tc>
          <w:tcPr>
            <w:tcW w:w="584" w:type="pct"/>
          </w:tcPr>
          <w:p w14:paraId="129FE87A" w14:textId="77777777" w:rsidR="00275C14" w:rsidRDefault="00275C14" w:rsidP="00275C14">
            <w:pPr>
              <w:pStyle w:val="acctfourfigures"/>
              <w:tabs>
                <w:tab w:val="clear" w:pos="765"/>
                <w:tab w:val="decimal" w:pos="787"/>
                <w:tab w:val="decimal" w:pos="881"/>
              </w:tabs>
              <w:spacing w:line="300" w:lineRule="atLeast"/>
              <w:ind w:right="-114"/>
              <w:rPr>
                <w:rFonts w:cs="Angsana New"/>
                <w:szCs w:val="22"/>
                <w:lang w:val="en-US" w:bidi="th-TH"/>
              </w:rPr>
            </w:pPr>
          </w:p>
          <w:p w14:paraId="40CABCEB" w14:textId="5690F8A6" w:rsidR="00275C14" w:rsidRPr="00D03D88" w:rsidRDefault="00275C14" w:rsidP="00275C14">
            <w:pPr>
              <w:pStyle w:val="acctfourfigures"/>
              <w:tabs>
                <w:tab w:val="clear" w:pos="765"/>
                <w:tab w:val="decimal" w:pos="611"/>
              </w:tabs>
              <w:spacing w:line="300" w:lineRule="atLeast"/>
              <w:ind w:right="-114"/>
              <w:rPr>
                <w:rFonts w:cs="Angsana New"/>
                <w:szCs w:val="22"/>
                <w:lang w:val="en-US" w:bidi="th-TH"/>
              </w:rPr>
            </w:pPr>
            <w:r>
              <w:rPr>
                <w:rFonts w:cs="Angsana New"/>
                <w:szCs w:val="22"/>
                <w:lang w:val="en-US" w:bidi="th-TH"/>
              </w:rPr>
              <w:t>-</w:t>
            </w:r>
          </w:p>
        </w:tc>
        <w:tc>
          <w:tcPr>
            <w:tcW w:w="143" w:type="pct"/>
          </w:tcPr>
          <w:p w14:paraId="3CBE4FE0" w14:textId="77777777" w:rsidR="00275C14" w:rsidRPr="0070389E" w:rsidRDefault="00275C14" w:rsidP="00275C14">
            <w:pPr>
              <w:pStyle w:val="BodyText"/>
              <w:tabs>
                <w:tab w:val="decimal" w:pos="873"/>
              </w:tabs>
              <w:spacing w:line="300" w:lineRule="atLeast"/>
              <w:ind w:right="3"/>
              <w:rPr>
                <w:sz w:val="22"/>
                <w:szCs w:val="22"/>
              </w:rPr>
            </w:pPr>
          </w:p>
        </w:tc>
        <w:tc>
          <w:tcPr>
            <w:tcW w:w="632" w:type="pct"/>
          </w:tcPr>
          <w:p w14:paraId="6A952B6E" w14:textId="77777777" w:rsidR="008F7072" w:rsidRDefault="008F7072" w:rsidP="00275C14">
            <w:pPr>
              <w:pStyle w:val="acctfourfigures"/>
              <w:tabs>
                <w:tab w:val="clear" w:pos="765"/>
                <w:tab w:val="decimal" w:pos="615"/>
              </w:tabs>
              <w:spacing w:line="300" w:lineRule="atLeast"/>
              <w:ind w:right="-114"/>
              <w:rPr>
                <w:szCs w:val="22"/>
              </w:rPr>
            </w:pPr>
          </w:p>
          <w:p w14:paraId="6C0B094F" w14:textId="122D2FF3" w:rsidR="008F7072" w:rsidRPr="0070389E" w:rsidRDefault="008F7072" w:rsidP="00275C14">
            <w:pPr>
              <w:pStyle w:val="acctfourfigures"/>
              <w:tabs>
                <w:tab w:val="clear" w:pos="765"/>
                <w:tab w:val="decimal" w:pos="615"/>
              </w:tabs>
              <w:spacing w:line="300" w:lineRule="atLeast"/>
              <w:ind w:right="-114"/>
              <w:rPr>
                <w:szCs w:val="22"/>
              </w:rPr>
            </w:pPr>
            <w:r>
              <w:rPr>
                <w:szCs w:val="22"/>
              </w:rPr>
              <w:t>-</w:t>
            </w:r>
          </w:p>
        </w:tc>
        <w:tc>
          <w:tcPr>
            <w:tcW w:w="147" w:type="pct"/>
          </w:tcPr>
          <w:p w14:paraId="7E70F9BB" w14:textId="77777777" w:rsidR="00275C14" w:rsidRPr="0070389E" w:rsidRDefault="00275C14" w:rsidP="00275C14">
            <w:pPr>
              <w:pStyle w:val="acctfourfigures"/>
              <w:tabs>
                <w:tab w:val="clear" w:pos="765"/>
                <w:tab w:val="decimal" w:pos="1422"/>
              </w:tabs>
              <w:spacing w:line="300" w:lineRule="atLeast"/>
              <w:rPr>
                <w:szCs w:val="22"/>
              </w:rPr>
            </w:pPr>
          </w:p>
        </w:tc>
        <w:tc>
          <w:tcPr>
            <w:tcW w:w="630" w:type="pct"/>
          </w:tcPr>
          <w:p w14:paraId="28B675DE" w14:textId="77777777" w:rsidR="00275C14" w:rsidRDefault="00275C14" w:rsidP="00275C14">
            <w:pPr>
              <w:pStyle w:val="acctfourfigures"/>
              <w:tabs>
                <w:tab w:val="clear" w:pos="765"/>
                <w:tab w:val="decimal" w:pos="701"/>
              </w:tabs>
              <w:spacing w:line="300" w:lineRule="atLeast"/>
              <w:ind w:right="-129"/>
              <w:rPr>
                <w:szCs w:val="22"/>
              </w:rPr>
            </w:pPr>
          </w:p>
          <w:p w14:paraId="4F2979A3" w14:textId="56CD9ABF" w:rsidR="00275C14" w:rsidRPr="00E05CB4" w:rsidRDefault="00275C14" w:rsidP="00275C14">
            <w:pPr>
              <w:pStyle w:val="acctfourfigures"/>
              <w:tabs>
                <w:tab w:val="clear" w:pos="765"/>
                <w:tab w:val="decimal" w:pos="701"/>
              </w:tabs>
              <w:spacing w:line="300" w:lineRule="atLeast"/>
              <w:ind w:right="-129"/>
              <w:rPr>
                <w:szCs w:val="22"/>
              </w:rPr>
            </w:pPr>
            <w:r>
              <w:rPr>
                <w:szCs w:val="22"/>
              </w:rPr>
              <w:t>-</w:t>
            </w:r>
          </w:p>
        </w:tc>
      </w:tr>
      <w:tr w:rsidR="00275C14" w:rsidRPr="00916247" w14:paraId="2E183297" w14:textId="77777777" w:rsidTr="00CF5715">
        <w:trPr>
          <w:trHeight w:val="51"/>
          <w:tblHeader/>
        </w:trPr>
        <w:tc>
          <w:tcPr>
            <w:tcW w:w="1794" w:type="pct"/>
          </w:tcPr>
          <w:p w14:paraId="1FCBFC0A" w14:textId="77777777" w:rsidR="00275C14" w:rsidRDefault="00275C14" w:rsidP="001A05CA">
            <w:pPr>
              <w:pStyle w:val="BodyText"/>
              <w:spacing w:line="300" w:lineRule="atLeast"/>
              <w:ind w:left="-122" w:right="3" w:firstLine="122"/>
              <w:jc w:val="left"/>
              <w:rPr>
                <w:sz w:val="22"/>
                <w:szCs w:val="22"/>
              </w:rPr>
            </w:pPr>
            <w:r w:rsidRPr="0070389E">
              <w:rPr>
                <w:sz w:val="22"/>
                <w:szCs w:val="22"/>
              </w:rPr>
              <w:t>Disposals/write-off</w:t>
            </w:r>
            <w:r>
              <w:rPr>
                <w:sz w:val="22"/>
                <w:szCs w:val="22"/>
              </w:rPr>
              <w:t xml:space="preserve"> </w:t>
            </w:r>
          </w:p>
          <w:p w14:paraId="14F2FD92" w14:textId="0E604F39" w:rsidR="00275C14" w:rsidRPr="0070389E" w:rsidRDefault="00275C14" w:rsidP="00275C14">
            <w:pPr>
              <w:pStyle w:val="BodyText"/>
              <w:spacing w:line="300" w:lineRule="atLeast"/>
              <w:ind w:left="150" w:right="3"/>
              <w:jc w:val="left"/>
              <w:rPr>
                <w:sz w:val="22"/>
                <w:szCs w:val="22"/>
              </w:rPr>
            </w:pPr>
            <w:r w:rsidRPr="0070389E">
              <w:rPr>
                <w:sz w:val="22"/>
                <w:szCs w:val="22"/>
              </w:rPr>
              <w:t>- net book value</w:t>
            </w:r>
          </w:p>
        </w:tc>
        <w:tc>
          <w:tcPr>
            <w:tcW w:w="291" w:type="pct"/>
          </w:tcPr>
          <w:p w14:paraId="43D82F65" w14:textId="77777777" w:rsidR="00275C14" w:rsidRPr="00275C14" w:rsidRDefault="00275C14" w:rsidP="001A05CA">
            <w:pPr>
              <w:pStyle w:val="acctfourfigures"/>
              <w:tabs>
                <w:tab w:val="clear" w:pos="765"/>
                <w:tab w:val="decimal" w:pos="970"/>
              </w:tabs>
              <w:spacing w:line="300" w:lineRule="atLeast"/>
              <w:ind w:right="-102"/>
              <w:rPr>
                <w:szCs w:val="22"/>
              </w:rPr>
            </w:pPr>
          </w:p>
        </w:tc>
        <w:tc>
          <w:tcPr>
            <w:tcW w:w="632" w:type="pct"/>
          </w:tcPr>
          <w:p w14:paraId="0A606290" w14:textId="77777777" w:rsidR="008F7072" w:rsidRDefault="008F7072" w:rsidP="001A05CA">
            <w:pPr>
              <w:pStyle w:val="acctfourfigures"/>
              <w:tabs>
                <w:tab w:val="clear" w:pos="765"/>
                <w:tab w:val="decimal" w:pos="970"/>
              </w:tabs>
              <w:spacing w:line="300" w:lineRule="atLeast"/>
              <w:ind w:right="-102"/>
              <w:rPr>
                <w:szCs w:val="22"/>
              </w:rPr>
            </w:pPr>
          </w:p>
          <w:p w14:paraId="48F67DD0" w14:textId="3A528260" w:rsidR="00275C14" w:rsidRPr="002D123E" w:rsidRDefault="008F7072" w:rsidP="001A05CA">
            <w:pPr>
              <w:pStyle w:val="acctfourfigures"/>
              <w:tabs>
                <w:tab w:val="clear" w:pos="765"/>
                <w:tab w:val="decimal" w:pos="970"/>
              </w:tabs>
              <w:spacing w:line="300" w:lineRule="atLeast"/>
              <w:ind w:right="-102"/>
              <w:rPr>
                <w:szCs w:val="22"/>
              </w:rPr>
            </w:pPr>
            <w:r w:rsidRPr="008F7072">
              <w:rPr>
                <w:szCs w:val="22"/>
              </w:rPr>
              <w:t>(79,174)</w:t>
            </w:r>
          </w:p>
        </w:tc>
        <w:tc>
          <w:tcPr>
            <w:tcW w:w="147" w:type="pct"/>
          </w:tcPr>
          <w:p w14:paraId="3345821C" w14:textId="77777777" w:rsidR="00275C14" w:rsidRPr="0070389E" w:rsidRDefault="00275C14" w:rsidP="001A05CA">
            <w:pPr>
              <w:pStyle w:val="acctfourfigures"/>
              <w:tabs>
                <w:tab w:val="clear" w:pos="765"/>
                <w:tab w:val="decimal" w:pos="1423"/>
              </w:tabs>
              <w:spacing w:line="300" w:lineRule="atLeast"/>
              <w:rPr>
                <w:rFonts w:cs="Angsana New"/>
                <w:color w:val="000000"/>
                <w:szCs w:val="22"/>
                <w:lang w:val="en-US" w:bidi="th-TH"/>
              </w:rPr>
            </w:pPr>
          </w:p>
        </w:tc>
        <w:tc>
          <w:tcPr>
            <w:tcW w:w="584" w:type="pct"/>
          </w:tcPr>
          <w:p w14:paraId="0150BF31" w14:textId="77777777" w:rsidR="00275C14" w:rsidRDefault="00275C14" w:rsidP="00275C14">
            <w:pPr>
              <w:pStyle w:val="acctfourfigures"/>
              <w:tabs>
                <w:tab w:val="clear" w:pos="765"/>
                <w:tab w:val="decimal" w:pos="881"/>
              </w:tabs>
              <w:spacing w:line="300" w:lineRule="atLeast"/>
              <w:ind w:right="-114"/>
              <w:rPr>
                <w:szCs w:val="22"/>
              </w:rPr>
            </w:pPr>
          </w:p>
          <w:p w14:paraId="4B1440F0" w14:textId="4A53B348" w:rsidR="00275C14" w:rsidRPr="0070389E" w:rsidRDefault="00275C14" w:rsidP="00275C14">
            <w:pPr>
              <w:pStyle w:val="acctfourfigures"/>
              <w:tabs>
                <w:tab w:val="clear" w:pos="765"/>
                <w:tab w:val="decimal" w:pos="881"/>
              </w:tabs>
              <w:spacing w:line="300" w:lineRule="atLeast"/>
              <w:ind w:right="-114"/>
              <w:rPr>
                <w:rFonts w:cs="Angsana New"/>
                <w:color w:val="000000"/>
                <w:szCs w:val="22"/>
                <w:lang w:val="en-US" w:bidi="th-TH"/>
              </w:rPr>
            </w:pPr>
            <w:r w:rsidRPr="00D03D88">
              <w:rPr>
                <w:szCs w:val="22"/>
              </w:rPr>
              <w:t>(1</w:t>
            </w:r>
            <w:r w:rsidR="000F7033">
              <w:rPr>
                <w:szCs w:val="22"/>
              </w:rPr>
              <w:t>8,965</w:t>
            </w:r>
            <w:r w:rsidRPr="00D03D88">
              <w:rPr>
                <w:szCs w:val="22"/>
              </w:rPr>
              <w:t>)</w:t>
            </w:r>
          </w:p>
        </w:tc>
        <w:tc>
          <w:tcPr>
            <w:tcW w:w="143" w:type="pct"/>
          </w:tcPr>
          <w:p w14:paraId="630C23D5" w14:textId="77777777" w:rsidR="00275C14" w:rsidRPr="0070389E" w:rsidRDefault="00275C14" w:rsidP="001A05CA">
            <w:pPr>
              <w:pStyle w:val="BodyText"/>
              <w:tabs>
                <w:tab w:val="decimal" w:pos="873"/>
              </w:tabs>
              <w:spacing w:line="300" w:lineRule="atLeast"/>
              <w:ind w:right="3"/>
              <w:rPr>
                <w:sz w:val="22"/>
                <w:szCs w:val="22"/>
              </w:rPr>
            </w:pPr>
          </w:p>
        </w:tc>
        <w:tc>
          <w:tcPr>
            <w:tcW w:w="632" w:type="pct"/>
          </w:tcPr>
          <w:p w14:paraId="449D9E8A" w14:textId="77777777" w:rsidR="00275C14" w:rsidRDefault="00275C14" w:rsidP="001A05CA">
            <w:pPr>
              <w:pStyle w:val="acctfourfigures"/>
              <w:tabs>
                <w:tab w:val="clear" w:pos="765"/>
                <w:tab w:val="decimal" w:pos="954"/>
              </w:tabs>
              <w:spacing w:line="300" w:lineRule="atLeast"/>
              <w:ind w:right="-114"/>
              <w:rPr>
                <w:szCs w:val="22"/>
              </w:rPr>
            </w:pPr>
          </w:p>
          <w:p w14:paraId="63C78AC1" w14:textId="5C860E36" w:rsidR="008F7072" w:rsidRPr="0070389E" w:rsidRDefault="008F7072" w:rsidP="001A05CA">
            <w:pPr>
              <w:pStyle w:val="acctfourfigures"/>
              <w:tabs>
                <w:tab w:val="clear" w:pos="765"/>
                <w:tab w:val="decimal" w:pos="954"/>
              </w:tabs>
              <w:spacing w:line="300" w:lineRule="atLeast"/>
              <w:ind w:right="-114"/>
              <w:rPr>
                <w:szCs w:val="22"/>
              </w:rPr>
            </w:pPr>
            <w:r w:rsidRPr="008F7072">
              <w:rPr>
                <w:szCs w:val="22"/>
              </w:rPr>
              <w:t>(10,122)</w:t>
            </w:r>
          </w:p>
        </w:tc>
        <w:tc>
          <w:tcPr>
            <w:tcW w:w="147" w:type="pct"/>
          </w:tcPr>
          <w:p w14:paraId="7922E8EC" w14:textId="77777777" w:rsidR="00275C14" w:rsidRPr="0070389E" w:rsidRDefault="00275C14" w:rsidP="001A05CA">
            <w:pPr>
              <w:pStyle w:val="acctfourfigures"/>
              <w:tabs>
                <w:tab w:val="clear" w:pos="765"/>
                <w:tab w:val="decimal" w:pos="1181"/>
                <w:tab w:val="decimal" w:pos="1422"/>
              </w:tabs>
              <w:spacing w:line="300" w:lineRule="atLeast"/>
              <w:rPr>
                <w:rFonts w:cs="Angsana New"/>
                <w:color w:val="000000"/>
                <w:szCs w:val="22"/>
                <w:lang w:val="en-US" w:bidi="th-TH"/>
              </w:rPr>
            </w:pPr>
          </w:p>
        </w:tc>
        <w:tc>
          <w:tcPr>
            <w:tcW w:w="630" w:type="pct"/>
          </w:tcPr>
          <w:p w14:paraId="05D14EF9" w14:textId="77777777" w:rsidR="00275C14" w:rsidRDefault="00275C14" w:rsidP="001A05CA">
            <w:pPr>
              <w:pStyle w:val="acctfourfigures"/>
              <w:tabs>
                <w:tab w:val="clear" w:pos="765"/>
                <w:tab w:val="decimal" w:pos="975"/>
              </w:tabs>
              <w:spacing w:line="300" w:lineRule="atLeast"/>
              <w:ind w:right="-129"/>
              <w:rPr>
                <w:szCs w:val="22"/>
              </w:rPr>
            </w:pPr>
          </w:p>
          <w:p w14:paraId="421155DF" w14:textId="2B4C6E1E" w:rsidR="00275C14" w:rsidRPr="0070389E" w:rsidRDefault="00275C14" w:rsidP="001A05CA">
            <w:pPr>
              <w:pStyle w:val="acctfourfigures"/>
              <w:tabs>
                <w:tab w:val="clear" w:pos="765"/>
                <w:tab w:val="decimal" w:pos="975"/>
              </w:tabs>
              <w:spacing w:line="300" w:lineRule="atLeast"/>
              <w:ind w:right="-129"/>
              <w:rPr>
                <w:rFonts w:cs="Angsana New"/>
                <w:color w:val="000000"/>
                <w:szCs w:val="22"/>
                <w:lang w:val="en-US" w:bidi="th-TH"/>
              </w:rPr>
            </w:pPr>
            <w:r w:rsidRPr="00E05CB4">
              <w:rPr>
                <w:szCs w:val="22"/>
              </w:rPr>
              <w:t>(1</w:t>
            </w:r>
            <w:r w:rsidR="00DC101B">
              <w:rPr>
                <w:szCs w:val="22"/>
              </w:rPr>
              <w:t>6,228</w:t>
            </w:r>
            <w:r w:rsidRPr="00E05CB4">
              <w:rPr>
                <w:szCs w:val="22"/>
              </w:rPr>
              <w:t>)</w:t>
            </w:r>
          </w:p>
        </w:tc>
      </w:tr>
      <w:tr w:rsidR="00275C14" w:rsidRPr="00916247" w14:paraId="6297194C" w14:textId="77777777" w:rsidTr="00CF5715">
        <w:trPr>
          <w:trHeight w:val="250"/>
          <w:tblHeader/>
        </w:trPr>
        <w:tc>
          <w:tcPr>
            <w:tcW w:w="1794" w:type="pct"/>
          </w:tcPr>
          <w:p w14:paraId="715997E1" w14:textId="0A9871DC" w:rsidR="00275C14" w:rsidRPr="0070389E" w:rsidRDefault="00275C14" w:rsidP="001A05CA">
            <w:pPr>
              <w:pStyle w:val="BodyText"/>
              <w:spacing w:line="300" w:lineRule="atLeast"/>
              <w:ind w:left="-18" w:right="3"/>
              <w:rPr>
                <w:i/>
                <w:iCs/>
                <w:sz w:val="22"/>
                <w:szCs w:val="22"/>
              </w:rPr>
            </w:pPr>
            <w:r w:rsidRPr="0070389E">
              <w:rPr>
                <w:sz w:val="22"/>
                <w:szCs w:val="22"/>
              </w:rPr>
              <w:t>Depreciation for the period</w:t>
            </w:r>
          </w:p>
        </w:tc>
        <w:tc>
          <w:tcPr>
            <w:tcW w:w="291" w:type="pct"/>
          </w:tcPr>
          <w:p w14:paraId="0DD2D2AF" w14:textId="77777777" w:rsidR="00275C14" w:rsidRPr="00275C14" w:rsidRDefault="00275C14" w:rsidP="001A05CA">
            <w:pPr>
              <w:pStyle w:val="acctfourfigures"/>
              <w:tabs>
                <w:tab w:val="clear" w:pos="765"/>
                <w:tab w:val="decimal" w:pos="970"/>
              </w:tabs>
              <w:spacing w:line="300" w:lineRule="atLeast"/>
              <w:ind w:right="-102"/>
              <w:rPr>
                <w:szCs w:val="22"/>
              </w:rPr>
            </w:pPr>
          </w:p>
        </w:tc>
        <w:tc>
          <w:tcPr>
            <w:tcW w:w="632" w:type="pct"/>
          </w:tcPr>
          <w:p w14:paraId="15248874" w14:textId="2BBF5E2C" w:rsidR="00275C14" w:rsidRPr="00FC0DEB" w:rsidRDefault="008F7072" w:rsidP="001A05CA">
            <w:pPr>
              <w:pStyle w:val="acctfourfigures"/>
              <w:tabs>
                <w:tab w:val="clear" w:pos="765"/>
                <w:tab w:val="decimal" w:pos="970"/>
              </w:tabs>
              <w:spacing w:line="300" w:lineRule="atLeast"/>
              <w:ind w:right="-102"/>
              <w:rPr>
                <w:szCs w:val="22"/>
                <w:highlight w:val="yellow"/>
              </w:rPr>
            </w:pPr>
            <w:r w:rsidRPr="008F7072">
              <w:rPr>
                <w:szCs w:val="22"/>
              </w:rPr>
              <w:t>(748,666)</w:t>
            </w:r>
          </w:p>
        </w:tc>
        <w:tc>
          <w:tcPr>
            <w:tcW w:w="147" w:type="pct"/>
          </w:tcPr>
          <w:p w14:paraId="35938B67" w14:textId="77777777" w:rsidR="00275C14" w:rsidRPr="0070389E" w:rsidRDefault="00275C14" w:rsidP="001A05CA">
            <w:pPr>
              <w:pStyle w:val="acctfourfigures"/>
              <w:tabs>
                <w:tab w:val="clear" w:pos="765"/>
                <w:tab w:val="decimal" w:pos="1423"/>
              </w:tabs>
              <w:spacing w:line="300" w:lineRule="atLeast"/>
              <w:rPr>
                <w:szCs w:val="22"/>
              </w:rPr>
            </w:pPr>
          </w:p>
        </w:tc>
        <w:tc>
          <w:tcPr>
            <w:tcW w:w="584" w:type="pct"/>
          </w:tcPr>
          <w:p w14:paraId="7857D045" w14:textId="7F4616C8" w:rsidR="00275C14" w:rsidRPr="0070389E" w:rsidRDefault="00275C14" w:rsidP="00275C14">
            <w:pPr>
              <w:pStyle w:val="acctfourfigures"/>
              <w:tabs>
                <w:tab w:val="clear" w:pos="765"/>
                <w:tab w:val="decimal" w:pos="881"/>
              </w:tabs>
              <w:spacing w:line="300" w:lineRule="atLeast"/>
              <w:ind w:right="-114"/>
              <w:rPr>
                <w:szCs w:val="22"/>
              </w:rPr>
            </w:pPr>
            <w:r w:rsidRPr="00D03D88">
              <w:rPr>
                <w:szCs w:val="22"/>
              </w:rPr>
              <w:t>(</w:t>
            </w:r>
            <w:r w:rsidR="000F7033">
              <w:rPr>
                <w:szCs w:val="22"/>
              </w:rPr>
              <w:t>750,523</w:t>
            </w:r>
            <w:r w:rsidRPr="00D03D88">
              <w:rPr>
                <w:szCs w:val="22"/>
              </w:rPr>
              <w:t>)</w:t>
            </w:r>
          </w:p>
        </w:tc>
        <w:tc>
          <w:tcPr>
            <w:tcW w:w="143" w:type="pct"/>
          </w:tcPr>
          <w:p w14:paraId="5BDDEFCF" w14:textId="77777777" w:rsidR="00275C14" w:rsidRPr="0070389E" w:rsidRDefault="00275C14" w:rsidP="001A05CA">
            <w:pPr>
              <w:pStyle w:val="BodyText"/>
              <w:tabs>
                <w:tab w:val="decimal" w:pos="873"/>
              </w:tabs>
              <w:spacing w:line="300" w:lineRule="atLeast"/>
              <w:ind w:right="3"/>
              <w:rPr>
                <w:sz w:val="22"/>
                <w:szCs w:val="22"/>
              </w:rPr>
            </w:pPr>
          </w:p>
        </w:tc>
        <w:tc>
          <w:tcPr>
            <w:tcW w:w="632" w:type="pct"/>
          </w:tcPr>
          <w:p w14:paraId="6C45C511" w14:textId="44D1A5AB" w:rsidR="00275C14" w:rsidRPr="0070389E" w:rsidRDefault="008F7072" w:rsidP="001A05CA">
            <w:pPr>
              <w:pStyle w:val="acctfourfigures"/>
              <w:tabs>
                <w:tab w:val="clear" w:pos="765"/>
                <w:tab w:val="decimal" w:pos="954"/>
              </w:tabs>
              <w:spacing w:line="300" w:lineRule="atLeast"/>
              <w:ind w:right="-114"/>
              <w:rPr>
                <w:szCs w:val="22"/>
              </w:rPr>
            </w:pPr>
            <w:r w:rsidRPr="008F7072">
              <w:rPr>
                <w:szCs w:val="22"/>
              </w:rPr>
              <w:t>(452,588)</w:t>
            </w:r>
          </w:p>
        </w:tc>
        <w:tc>
          <w:tcPr>
            <w:tcW w:w="147" w:type="pct"/>
          </w:tcPr>
          <w:p w14:paraId="4BA61A75" w14:textId="77777777" w:rsidR="00275C14" w:rsidRPr="0070389E" w:rsidRDefault="00275C14" w:rsidP="001A05CA">
            <w:pPr>
              <w:pStyle w:val="acctfourfigures"/>
              <w:tabs>
                <w:tab w:val="clear" w:pos="765"/>
                <w:tab w:val="decimal" w:pos="1422"/>
              </w:tabs>
              <w:spacing w:line="300" w:lineRule="atLeast"/>
              <w:rPr>
                <w:szCs w:val="22"/>
              </w:rPr>
            </w:pPr>
          </w:p>
        </w:tc>
        <w:tc>
          <w:tcPr>
            <w:tcW w:w="630" w:type="pct"/>
          </w:tcPr>
          <w:p w14:paraId="3E51C8F4" w14:textId="6EB180C1" w:rsidR="00275C14" w:rsidRPr="0070389E" w:rsidRDefault="00275C14" w:rsidP="001A05CA">
            <w:pPr>
              <w:pStyle w:val="acctfourfigures"/>
              <w:tabs>
                <w:tab w:val="clear" w:pos="765"/>
                <w:tab w:val="decimal" w:pos="975"/>
              </w:tabs>
              <w:spacing w:line="300" w:lineRule="atLeast"/>
              <w:ind w:right="-129"/>
              <w:rPr>
                <w:szCs w:val="22"/>
              </w:rPr>
            </w:pPr>
            <w:r w:rsidRPr="00E05CB4">
              <w:rPr>
                <w:szCs w:val="22"/>
              </w:rPr>
              <w:t>(</w:t>
            </w:r>
            <w:r w:rsidR="00DC101B">
              <w:rPr>
                <w:szCs w:val="22"/>
              </w:rPr>
              <w:t>446,935</w:t>
            </w:r>
            <w:r w:rsidRPr="00E05CB4">
              <w:rPr>
                <w:szCs w:val="22"/>
              </w:rPr>
              <w:t>)</w:t>
            </w:r>
          </w:p>
        </w:tc>
      </w:tr>
      <w:tr w:rsidR="00275C14" w:rsidRPr="00916247" w14:paraId="0D836638" w14:textId="77777777" w:rsidTr="00CF5715">
        <w:trPr>
          <w:trHeight w:val="254"/>
          <w:tblHeader/>
        </w:trPr>
        <w:tc>
          <w:tcPr>
            <w:tcW w:w="1794" w:type="pct"/>
          </w:tcPr>
          <w:p w14:paraId="7118915C" w14:textId="77777777" w:rsidR="00275C14" w:rsidRPr="0070389E" w:rsidRDefault="00275C14" w:rsidP="001A05CA">
            <w:pPr>
              <w:pStyle w:val="BodyText"/>
              <w:spacing w:line="300" w:lineRule="atLeast"/>
              <w:ind w:left="-18" w:right="3"/>
              <w:jc w:val="left"/>
              <w:rPr>
                <w:sz w:val="22"/>
                <w:szCs w:val="22"/>
              </w:rPr>
            </w:pPr>
            <w:r w:rsidRPr="0070389E">
              <w:rPr>
                <w:sz w:val="22"/>
                <w:szCs w:val="22"/>
              </w:rPr>
              <w:t xml:space="preserve">Difference from changes in foreign </w:t>
            </w:r>
          </w:p>
          <w:p w14:paraId="2AE38280" w14:textId="568D5AC0" w:rsidR="00275C14" w:rsidRPr="0070389E" w:rsidRDefault="00275C14" w:rsidP="001A05CA">
            <w:pPr>
              <w:pStyle w:val="BodyText"/>
              <w:spacing w:line="300" w:lineRule="atLeast"/>
              <w:ind w:left="150" w:right="3"/>
              <w:jc w:val="left"/>
              <w:rPr>
                <w:sz w:val="22"/>
                <w:szCs w:val="22"/>
              </w:rPr>
            </w:pPr>
            <w:r w:rsidRPr="0070389E">
              <w:rPr>
                <w:sz w:val="22"/>
                <w:szCs w:val="22"/>
              </w:rPr>
              <w:t>currency exchange rate</w:t>
            </w:r>
          </w:p>
        </w:tc>
        <w:tc>
          <w:tcPr>
            <w:tcW w:w="291" w:type="pct"/>
          </w:tcPr>
          <w:p w14:paraId="6C39C7AB" w14:textId="77777777" w:rsidR="00275C14" w:rsidRDefault="00275C14" w:rsidP="001A05CA">
            <w:pPr>
              <w:pStyle w:val="acctfourfigures"/>
              <w:tabs>
                <w:tab w:val="clear" w:pos="765"/>
                <w:tab w:val="decimal" w:pos="970"/>
              </w:tabs>
              <w:spacing w:line="300" w:lineRule="atLeast"/>
              <w:ind w:right="-102"/>
              <w:rPr>
                <w:szCs w:val="22"/>
              </w:rPr>
            </w:pPr>
          </w:p>
        </w:tc>
        <w:tc>
          <w:tcPr>
            <w:tcW w:w="632" w:type="pct"/>
          </w:tcPr>
          <w:p w14:paraId="182D8561" w14:textId="77777777" w:rsidR="00275C14" w:rsidRDefault="00275C14" w:rsidP="001A05CA">
            <w:pPr>
              <w:pStyle w:val="acctfourfigures"/>
              <w:tabs>
                <w:tab w:val="clear" w:pos="765"/>
                <w:tab w:val="decimal" w:pos="970"/>
              </w:tabs>
              <w:spacing w:line="300" w:lineRule="atLeast"/>
              <w:ind w:right="-102"/>
              <w:rPr>
                <w:szCs w:val="22"/>
                <w:highlight w:val="yellow"/>
              </w:rPr>
            </w:pPr>
          </w:p>
          <w:p w14:paraId="75123274" w14:textId="5EFAD743" w:rsidR="008F7072" w:rsidRPr="00FC0DEB" w:rsidRDefault="008F7072" w:rsidP="001A05CA">
            <w:pPr>
              <w:pStyle w:val="acctfourfigures"/>
              <w:tabs>
                <w:tab w:val="clear" w:pos="765"/>
                <w:tab w:val="decimal" w:pos="970"/>
              </w:tabs>
              <w:spacing w:line="300" w:lineRule="atLeast"/>
              <w:ind w:right="-102"/>
              <w:rPr>
                <w:szCs w:val="22"/>
                <w:highlight w:val="yellow"/>
              </w:rPr>
            </w:pPr>
            <w:r w:rsidRPr="008F7072">
              <w:rPr>
                <w:szCs w:val="22"/>
              </w:rPr>
              <w:t>(2,962)</w:t>
            </w:r>
          </w:p>
        </w:tc>
        <w:tc>
          <w:tcPr>
            <w:tcW w:w="147" w:type="pct"/>
          </w:tcPr>
          <w:p w14:paraId="562670B2" w14:textId="77777777" w:rsidR="00275C14" w:rsidRPr="0070389E" w:rsidRDefault="00275C14" w:rsidP="001A05CA">
            <w:pPr>
              <w:pStyle w:val="acctfourfigures"/>
              <w:tabs>
                <w:tab w:val="clear" w:pos="765"/>
                <w:tab w:val="decimal" w:pos="1423"/>
              </w:tabs>
              <w:spacing w:line="300" w:lineRule="atLeast"/>
              <w:rPr>
                <w:szCs w:val="22"/>
              </w:rPr>
            </w:pPr>
          </w:p>
        </w:tc>
        <w:tc>
          <w:tcPr>
            <w:tcW w:w="584" w:type="pct"/>
          </w:tcPr>
          <w:p w14:paraId="7B83B145" w14:textId="77777777" w:rsidR="00275C14" w:rsidRDefault="00275C14" w:rsidP="00275C14">
            <w:pPr>
              <w:pStyle w:val="acctfourfigures"/>
              <w:tabs>
                <w:tab w:val="clear" w:pos="765"/>
                <w:tab w:val="decimal" w:pos="881"/>
                <w:tab w:val="decimal" w:pos="970"/>
              </w:tabs>
              <w:spacing w:line="300" w:lineRule="atLeast"/>
              <w:rPr>
                <w:szCs w:val="22"/>
              </w:rPr>
            </w:pPr>
          </w:p>
          <w:p w14:paraId="69E4D40D" w14:textId="27479074" w:rsidR="00275C14" w:rsidRPr="0070389E" w:rsidRDefault="000F7033" w:rsidP="00275C14">
            <w:pPr>
              <w:pStyle w:val="acctfourfigures"/>
              <w:tabs>
                <w:tab w:val="clear" w:pos="765"/>
                <w:tab w:val="decimal" w:pos="881"/>
              </w:tabs>
              <w:spacing w:line="300" w:lineRule="atLeast"/>
              <w:ind w:right="-114"/>
              <w:rPr>
                <w:szCs w:val="22"/>
              </w:rPr>
            </w:pPr>
            <w:r>
              <w:rPr>
                <w:szCs w:val="22"/>
              </w:rPr>
              <w:t>(3,681)</w:t>
            </w:r>
          </w:p>
        </w:tc>
        <w:tc>
          <w:tcPr>
            <w:tcW w:w="143" w:type="pct"/>
          </w:tcPr>
          <w:p w14:paraId="0AA7F248" w14:textId="77777777" w:rsidR="00275C14" w:rsidRPr="0070389E" w:rsidRDefault="00275C14" w:rsidP="001A05CA">
            <w:pPr>
              <w:pStyle w:val="acctfourfigures"/>
              <w:tabs>
                <w:tab w:val="clear" w:pos="765"/>
                <w:tab w:val="decimal" w:pos="1152"/>
              </w:tabs>
              <w:spacing w:line="300" w:lineRule="atLeast"/>
              <w:ind w:left="-429" w:right="-439"/>
              <w:rPr>
                <w:szCs w:val="22"/>
              </w:rPr>
            </w:pPr>
          </w:p>
        </w:tc>
        <w:tc>
          <w:tcPr>
            <w:tcW w:w="632" w:type="pct"/>
          </w:tcPr>
          <w:p w14:paraId="74CA396D" w14:textId="77777777" w:rsidR="00275C14" w:rsidRDefault="00275C14" w:rsidP="001A05CA">
            <w:pPr>
              <w:pStyle w:val="acctfourfigures"/>
              <w:tabs>
                <w:tab w:val="clear" w:pos="765"/>
                <w:tab w:val="decimal" w:pos="615"/>
              </w:tabs>
              <w:spacing w:line="300" w:lineRule="atLeast"/>
              <w:ind w:right="-114"/>
              <w:rPr>
                <w:szCs w:val="22"/>
              </w:rPr>
            </w:pPr>
          </w:p>
          <w:p w14:paraId="68067BC9" w14:textId="0D09FC58" w:rsidR="008F7072" w:rsidRPr="0070389E" w:rsidRDefault="008F7072" w:rsidP="001A05CA">
            <w:pPr>
              <w:pStyle w:val="acctfourfigures"/>
              <w:tabs>
                <w:tab w:val="clear" w:pos="765"/>
                <w:tab w:val="decimal" w:pos="615"/>
              </w:tabs>
              <w:spacing w:line="300" w:lineRule="atLeast"/>
              <w:ind w:right="-114"/>
              <w:rPr>
                <w:szCs w:val="22"/>
              </w:rPr>
            </w:pPr>
            <w:r>
              <w:rPr>
                <w:szCs w:val="22"/>
              </w:rPr>
              <w:t>-</w:t>
            </w:r>
          </w:p>
        </w:tc>
        <w:tc>
          <w:tcPr>
            <w:tcW w:w="147" w:type="pct"/>
          </w:tcPr>
          <w:p w14:paraId="5BC7C0BC" w14:textId="77777777" w:rsidR="00275C14" w:rsidRPr="0070389E" w:rsidRDefault="00275C14" w:rsidP="001A05CA">
            <w:pPr>
              <w:pStyle w:val="acctfourfigures"/>
              <w:tabs>
                <w:tab w:val="clear" w:pos="765"/>
                <w:tab w:val="decimal" w:pos="1152"/>
              </w:tabs>
              <w:spacing w:line="300" w:lineRule="atLeast"/>
              <w:ind w:left="-429" w:right="-439"/>
              <w:rPr>
                <w:szCs w:val="22"/>
              </w:rPr>
            </w:pPr>
          </w:p>
        </w:tc>
        <w:tc>
          <w:tcPr>
            <w:tcW w:w="630" w:type="pct"/>
          </w:tcPr>
          <w:p w14:paraId="7EC56D10" w14:textId="77777777" w:rsidR="00275C14" w:rsidRDefault="00275C14" w:rsidP="001A05CA">
            <w:pPr>
              <w:pStyle w:val="acctfourfigures"/>
              <w:tabs>
                <w:tab w:val="clear" w:pos="765"/>
                <w:tab w:val="decimal" w:pos="705"/>
                <w:tab w:val="decimal" w:pos="885"/>
              </w:tabs>
              <w:spacing w:line="300" w:lineRule="atLeast"/>
              <w:ind w:right="-101"/>
              <w:rPr>
                <w:szCs w:val="22"/>
              </w:rPr>
            </w:pPr>
          </w:p>
          <w:p w14:paraId="58FA184F" w14:textId="76F5EA08" w:rsidR="00275C14" w:rsidRPr="0070389E" w:rsidRDefault="00275C14" w:rsidP="001A05CA">
            <w:pPr>
              <w:pStyle w:val="acctfourfigures"/>
              <w:tabs>
                <w:tab w:val="clear" w:pos="765"/>
                <w:tab w:val="decimal" w:pos="705"/>
              </w:tabs>
              <w:spacing w:line="300" w:lineRule="atLeast"/>
              <w:ind w:right="-129"/>
              <w:rPr>
                <w:szCs w:val="22"/>
              </w:rPr>
            </w:pPr>
            <w:r w:rsidRPr="0070389E">
              <w:rPr>
                <w:szCs w:val="22"/>
              </w:rPr>
              <w:t>-</w:t>
            </w:r>
          </w:p>
        </w:tc>
      </w:tr>
      <w:tr w:rsidR="00275C14" w:rsidRPr="00916247" w14:paraId="159C2AA8" w14:textId="77777777" w:rsidTr="00CF5715">
        <w:trPr>
          <w:trHeight w:val="254"/>
          <w:tblHeader/>
        </w:trPr>
        <w:tc>
          <w:tcPr>
            <w:tcW w:w="1794" w:type="pct"/>
          </w:tcPr>
          <w:p w14:paraId="4BE39FF1" w14:textId="797CCBEF" w:rsidR="00275C14" w:rsidRPr="0070389E" w:rsidRDefault="001F5E69" w:rsidP="00275C14">
            <w:pPr>
              <w:pStyle w:val="BodyText"/>
              <w:spacing w:line="300" w:lineRule="atLeast"/>
              <w:ind w:left="-18" w:right="3"/>
              <w:jc w:val="left"/>
              <w:rPr>
                <w:sz w:val="22"/>
                <w:szCs w:val="22"/>
              </w:rPr>
            </w:pPr>
            <w:r>
              <w:rPr>
                <w:sz w:val="22"/>
                <w:szCs w:val="22"/>
              </w:rPr>
              <w:t xml:space="preserve">Reversal of </w:t>
            </w:r>
            <w:r w:rsidR="003665D3">
              <w:rPr>
                <w:sz w:val="22"/>
                <w:szCs w:val="22"/>
              </w:rPr>
              <w:t xml:space="preserve">(loss on) </w:t>
            </w:r>
            <w:r>
              <w:rPr>
                <w:sz w:val="22"/>
                <w:szCs w:val="22"/>
              </w:rPr>
              <w:t>i</w:t>
            </w:r>
            <w:r w:rsidR="00275C14" w:rsidRPr="0070389E">
              <w:rPr>
                <w:sz w:val="22"/>
                <w:szCs w:val="22"/>
              </w:rPr>
              <w:t>mpairment</w:t>
            </w:r>
          </w:p>
        </w:tc>
        <w:tc>
          <w:tcPr>
            <w:tcW w:w="291" w:type="pct"/>
          </w:tcPr>
          <w:p w14:paraId="4D6629B1" w14:textId="77777777" w:rsidR="00275C14" w:rsidRPr="00F2729D" w:rsidRDefault="00275C14" w:rsidP="00275C14">
            <w:pPr>
              <w:pStyle w:val="acctfourfigures"/>
              <w:tabs>
                <w:tab w:val="clear" w:pos="765"/>
                <w:tab w:val="decimal" w:pos="970"/>
              </w:tabs>
              <w:spacing w:line="300" w:lineRule="atLeast"/>
              <w:ind w:right="-102"/>
            </w:pPr>
          </w:p>
        </w:tc>
        <w:tc>
          <w:tcPr>
            <w:tcW w:w="632" w:type="pct"/>
          </w:tcPr>
          <w:p w14:paraId="767BBD16" w14:textId="7E9A248C" w:rsidR="00275C14" w:rsidRPr="00FC0DEB" w:rsidRDefault="008F7072" w:rsidP="00275C14">
            <w:pPr>
              <w:pStyle w:val="acctfourfigures"/>
              <w:tabs>
                <w:tab w:val="clear" w:pos="765"/>
                <w:tab w:val="decimal" w:pos="970"/>
              </w:tabs>
              <w:spacing w:line="300" w:lineRule="atLeast"/>
              <w:ind w:right="-102"/>
              <w:rPr>
                <w:szCs w:val="22"/>
                <w:highlight w:val="yellow"/>
              </w:rPr>
            </w:pPr>
            <w:r w:rsidRPr="008F7072">
              <w:rPr>
                <w:szCs w:val="22"/>
              </w:rPr>
              <w:t>69,264</w:t>
            </w:r>
          </w:p>
        </w:tc>
        <w:tc>
          <w:tcPr>
            <w:tcW w:w="147" w:type="pct"/>
          </w:tcPr>
          <w:p w14:paraId="0411DB59" w14:textId="77777777" w:rsidR="00275C14" w:rsidRPr="0070389E" w:rsidRDefault="00275C14" w:rsidP="00275C14">
            <w:pPr>
              <w:pStyle w:val="acctfourfigures"/>
              <w:tabs>
                <w:tab w:val="clear" w:pos="765"/>
                <w:tab w:val="decimal" w:pos="1423"/>
              </w:tabs>
              <w:spacing w:line="300" w:lineRule="atLeast"/>
              <w:rPr>
                <w:szCs w:val="22"/>
              </w:rPr>
            </w:pPr>
          </w:p>
        </w:tc>
        <w:tc>
          <w:tcPr>
            <w:tcW w:w="584" w:type="pct"/>
          </w:tcPr>
          <w:p w14:paraId="3C189D9B" w14:textId="6BBA88BF" w:rsidR="00275C14" w:rsidRPr="0070389E" w:rsidRDefault="00275C14" w:rsidP="00275C14">
            <w:pPr>
              <w:pStyle w:val="acctfourfigures"/>
              <w:tabs>
                <w:tab w:val="clear" w:pos="765"/>
                <w:tab w:val="decimal" w:pos="881"/>
              </w:tabs>
              <w:spacing w:line="300" w:lineRule="atLeast"/>
              <w:ind w:right="-114"/>
              <w:rPr>
                <w:rFonts w:cs="Angsana New"/>
                <w:szCs w:val="22"/>
                <w:lang w:val="en-US" w:bidi="th-TH"/>
              </w:rPr>
            </w:pPr>
            <w:r w:rsidRPr="00D03D88">
              <w:rPr>
                <w:szCs w:val="22"/>
              </w:rPr>
              <w:t>(6</w:t>
            </w:r>
            <w:r w:rsidR="000F7033">
              <w:rPr>
                <w:szCs w:val="22"/>
              </w:rPr>
              <w:t>1,361</w:t>
            </w:r>
            <w:r w:rsidRPr="00D03D88">
              <w:rPr>
                <w:szCs w:val="22"/>
              </w:rPr>
              <w:t>)</w:t>
            </w:r>
          </w:p>
        </w:tc>
        <w:tc>
          <w:tcPr>
            <w:tcW w:w="143" w:type="pct"/>
          </w:tcPr>
          <w:p w14:paraId="17630699" w14:textId="77777777" w:rsidR="00275C14" w:rsidRPr="0070389E" w:rsidRDefault="00275C14" w:rsidP="00275C14">
            <w:pPr>
              <w:pStyle w:val="acctfourfigures"/>
              <w:tabs>
                <w:tab w:val="clear" w:pos="765"/>
                <w:tab w:val="decimal" w:pos="1152"/>
              </w:tabs>
              <w:spacing w:line="300" w:lineRule="atLeast"/>
              <w:ind w:left="-429" w:right="-439"/>
              <w:rPr>
                <w:szCs w:val="22"/>
              </w:rPr>
            </w:pPr>
          </w:p>
        </w:tc>
        <w:tc>
          <w:tcPr>
            <w:tcW w:w="632" w:type="pct"/>
          </w:tcPr>
          <w:p w14:paraId="4D00D367" w14:textId="7C3887B7" w:rsidR="00275C14" w:rsidRPr="0070389E" w:rsidRDefault="008F7072" w:rsidP="00275C14">
            <w:pPr>
              <w:pStyle w:val="acctfourfigures"/>
              <w:tabs>
                <w:tab w:val="clear" w:pos="765"/>
                <w:tab w:val="decimal" w:pos="954"/>
              </w:tabs>
              <w:spacing w:line="300" w:lineRule="atLeast"/>
              <w:ind w:right="-114"/>
              <w:rPr>
                <w:szCs w:val="22"/>
              </w:rPr>
            </w:pPr>
            <w:r w:rsidRPr="008F7072">
              <w:rPr>
                <w:szCs w:val="22"/>
              </w:rPr>
              <w:t>3,433</w:t>
            </w:r>
          </w:p>
        </w:tc>
        <w:tc>
          <w:tcPr>
            <w:tcW w:w="147" w:type="pct"/>
          </w:tcPr>
          <w:p w14:paraId="33BAFC9F" w14:textId="77777777" w:rsidR="00275C14" w:rsidRPr="0070389E" w:rsidRDefault="00275C14" w:rsidP="00275C14">
            <w:pPr>
              <w:pStyle w:val="acctfourfigures"/>
              <w:tabs>
                <w:tab w:val="clear" w:pos="765"/>
                <w:tab w:val="decimal" w:pos="1152"/>
              </w:tabs>
              <w:spacing w:line="300" w:lineRule="atLeast"/>
              <w:ind w:left="-429" w:right="-439"/>
              <w:rPr>
                <w:szCs w:val="22"/>
              </w:rPr>
            </w:pPr>
          </w:p>
        </w:tc>
        <w:tc>
          <w:tcPr>
            <w:tcW w:w="630" w:type="pct"/>
          </w:tcPr>
          <w:p w14:paraId="277A3050" w14:textId="0209BFF3" w:rsidR="00275C14" w:rsidRPr="0070389E" w:rsidRDefault="00275C14" w:rsidP="00275C14">
            <w:pPr>
              <w:pStyle w:val="acctfourfigures"/>
              <w:tabs>
                <w:tab w:val="clear" w:pos="765"/>
                <w:tab w:val="decimal" w:pos="975"/>
              </w:tabs>
              <w:spacing w:line="300" w:lineRule="atLeast"/>
              <w:ind w:right="-129"/>
              <w:rPr>
                <w:szCs w:val="22"/>
              </w:rPr>
            </w:pPr>
            <w:r w:rsidRPr="00E05CB4">
              <w:rPr>
                <w:szCs w:val="22"/>
              </w:rPr>
              <w:t>(</w:t>
            </w:r>
            <w:r w:rsidR="00DC101B">
              <w:rPr>
                <w:szCs w:val="22"/>
              </w:rPr>
              <w:t>54,731</w:t>
            </w:r>
            <w:r w:rsidRPr="00E05CB4">
              <w:rPr>
                <w:szCs w:val="22"/>
              </w:rPr>
              <w:t>)</w:t>
            </w:r>
          </w:p>
        </w:tc>
      </w:tr>
      <w:tr w:rsidR="00275C14" w:rsidRPr="00916247" w14:paraId="1615A022" w14:textId="77777777" w:rsidTr="00CF5715">
        <w:trPr>
          <w:trHeight w:val="250"/>
          <w:tblHeader/>
        </w:trPr>
        <w:tc>
          <w:tcPr>
            <w:tcW w:w="1794" w:type="pct"/>
          </w:tcPr>
          <w:p w14:paraId="56BD0970" w14:textId="4B156F98" w:rsidR="00275C14" w:rsidRPr="0070389E" w:rsidRDefault="00275C14" w:rsidP="00275C14">
            <w:pPr>
              <w:pStyle w:val="BodyText"/>
              <w:spacing w:line="300" w:lineRule="atLeast"/>
              <w:ind w:left="-18" w:right="3"/>
              <w:rPr>
                <w:b/>
                <w:bCs/>
                <w:sz w:val="22"/>
                <w:szCs w:val="22"/>
              </w:rPr>
            </w:pPr>
            <w:r w:rsidRPr="0070389E">
              <w:rPr>
                <w:b/>
                <w:bCs/>
                <w:sz w:val="22"/>
                <w:szCs w:val="22"/>
              </w:rPr>
              <w:t>Net book value at</w:t>
            </w:r>
            <w:r w:rsidRPr="0070389E">
              <w:rPr>
                <w:b/>
                <w:bCs/>
                <w:sz w:val="22"/>
                <w:szCs w:val="22"/>
                <w:cs/>
              </w:rPr>
              <w:t xml:space="preserve"> </w:t>
            </w:r>
            <w:r w:rsidR="001742DD">
              <w:rPr>
                <w:b/>
                <w:bCs/>
                <w:sz w:val="22"/>
                <w:szCs w:val="22"/>
              </w:rPr>
              <w:t>30 September</w:t>
            </w:r>
          </w:p>
        </w:tc>
        <w:tc>
          <w:tcPr>
            <w:tcW w:w="291" w:type="pct"/>
          </w:tcPr>
          <w:p w14:paraId="1BD8A832" w14:textId="77777777" w:rsidR="00275C14" w:rsidRPr="00F2729D" w:rsidRDefault="00275C14" w:rsidP="00275C14">
            <w:pPr>
              <w:pStyle w:val="acctfourfigures"/>
              <w:tabs>
                <w:tab w:val="clear" w:pos="765"/>
                <w:tab w:val="decimal" w:pos="970"/>
              </w:tabs>
              <w:spacing w:line="300" w:lineRule="atLeast"/>
              <w:ind w:right="-102"/>
            </w:pPr>
          </w:p>
        </w:tc>
        <w:tc>
          <w:tcPr>
            <w:tcW w:w="632" w:type="pct"/>
            <w:tcBorders>
              <w:top w:val="single" w:sz="4" w:space="0" w:color="auto"/>
              <w:bottom w:val="double" w:sz="4" w:space="0" w:color="auto"/>
            </w:tcBorders>
          </w:tcPr>
          <w:p w14:paraId="2D1FE2A8" w14:textId="081D542B" w:rsidR="00275C14" w:rsidRPr="008A1ABB" w:rsidRDefault="008F7072" w:rsidP="00275C14">
            <w:pPr>
              <w:pStyle w:val="acctfourfigures"/>
              <w:tabs>
                <w:tab w:val="clear" w:pos="765"/>
                <w:tab w:val="decimal" w:pos="970"/>
              </w:tabs>
              <w:spacing w:line="300" w:lineRule="atLeast"/>
              <w:ind w:right="-102"/>
              <w:rPr>
                <w:b/>
                <w:bCs/>
                <w:szCs w:val="22"/>
                <w:highlight w:val="yellow"/>
              </w:rPr>
            </w:pPr>
            <w:r w:rsidRPr="008F7072">
              <w:rPr>
                <w:b/>
                <w:bCs/>
                <w:szCs w:val="22"/>
              </w:rPr>
              <w:t>7,324,895</w:t>
            </w:r>
          </w:p>
        </w:tc>
        <w:tc>
          <w:tcPr>
            <w:tcW w:w="147" w:type="pct"/>
          </w:tcPr>
          <w:p w14:paraId="3B47201F" w14:textId="77777777" w:rsidR="00275C14" w:rsidRPr="0070389E" w:rsidRDefault="00275C14" w:rsidP="00275C14">
            <w:pPr>
              <w:pStyle w:val="acctfourfigures"/>
              <w:tabs>
                <w:tab w:val="clear" w:pos="765"/>
                <w:tab w:val="decimal" w:pos="1423"/>
              </w:tabs>
              <w:spacing w:line="300" w:lineRule="atLeast"/>
              <w:rPr>
                <w:b/>
                <w:bCs/>
                <w:szCs w:val="22"/>
              </w:rPr>
            </w:pPr>
          </w:p>
        </w:tc>
        <w:tc>
          <w:tcPr>
            <w:tcW w:w="584" w:type="pct"/>
            <w:tcBorders>
              <w:top w:val="single" w:sz="4" w:space="0" w:color="auto"/>
              <w:bottom w:val="double" w:sz="4" w:space="0" w:color="auto"/>
            </w:tcBorders>
          </w:tcPr>
          <w:p w14:paraId="32A81DFA" w14:textId="59C77F73" w:rsidR="00275C14" w:rsidRPr="0070389E" w:rsidRDefault="00275C14" w:rsidP="00275C14">
            <w:pPr>
              <w:pStyle w:val="acctfourfigures"/>
              <w:tabs>
                <w:tab w:val="clear" w:pos="765"/>
                <w:tab w:val="decimal" w:pos="881"/>
              </w:tabs>
              <w:spacing w:line="300" w:lineRule="atLeast"/>
              <w:ind w:right="-114"/>
              <w:rPr>
                <w:b/>
                <w:bCs/>
                <w:szCs w:val="22"/>
              </w:rPr>
            </w:pPr>
            <w:r w:rsidRPr="00E05CB4">
              <w:rPr>
                <w:b/>
                <w:bCs/>
                <w:szCs w:val="22"/>
              </w:rPr>
              <w:t>7,</w:t>
            </w:r>
            <w:r w:rsidR="000F7033">
              <w:rPr>
                <w:b/>
                <w:bCs/>
                <w:szCs w:val="22"/>
              </w:rPr>
              <w:t>606,460</w:t>
            </w:r>
          </w:p>
        </w:tc>
        <w:tc>
          <w:tcPr>
            <w:tcW w:w="143" w:type="pct"/>
          </w:tcPr>
          <w:p w14:paraId="7692DC0E" w14:textId="77777777" w:rsidR="00275C14" w:rsidRPr="0070389E" w:rsidRDefault="00275C14" w:rsidP="00275C14">
            <w:pPr>
              <w:pStyle w:val="acctfourfigures"/>
              <w:tabs>
                <w:tab w:val="clear" w:pos="765"/>
                <w:tab w:val="decimal" w:pos="1181"/>
              </w:tabs>
              <w:spacing w:line="300" w:lineRule="atLeast"/>
              <w:rPr>
                <w:b/>
                <w:bCs/>
                <w:szCs w:val="22"/>
              </w:rPr>
            </w:pPr>
          </w:p>
        </w:tc>
        <w:tc>
          <w:tcPr>
            <w:tcW w:w="632" w:type="pct"/>
            <w:tcBorders>
              <w:top w:val="single" w:sz="4" w:space="0" w:color="auto"/>
              <w:bottom w:val="double" w:sz="4" w:space="0" w:color="auto"/>
            </w:tcBorders>
          </w:tcPr>
          <w:p w14:paraId="7B10F5ED" w14:textId="66D67790" w:rsidR="00275C14" w:rsidRPr="00275C14" w:rsidRDefault="008F7072" w:rsidP="00275C14">
            <w:pPr>
              <w:pStyle w:val="acctfourfigures"/>
              <w:tabs>
                <w:tab w:val="clear" w:pos="765"/>
                <w:tab w:val="decimal" w:pos="954"/>
              </w:tabs>
              <w:spacing w:line="300" w:lineRule="atLeast"/>
              <w:ind w:right="-114"/>
              <w:rPr>
                <w:rFonts w:cstheme="minorBidi"/>
                <w:b/>
                <w:bCs/>
                <w:szCs w:val="22"/>
                <w:cs/>
                <w:lang w:bidi="th-TH"/>
              </w:rPr>
            </w:pPr>
            <w:r w:rsidRPr="008F7072">
              <w:rPr>
                <w:rFonts w:cstheme="minorBidi"/>
                <w:b/>
                <w:bCs/>
                <w:szCs w:val="22"/>
                <w:lang w:bidi="th-TH"/>
              </w:rPr>
              <w:t>4,576,321</w:t>
            </w:r>
          </w:p>
        </w:tc>
        <w:tc>
          <w:tcPr>
            <w:tcW w:w="147" w:type="pct"/>
          </w:tcPr>
          <w:p w14:paraId="54B77437" w14:textId="77777777" w:rsidR="00275C14" w:rsidRPr="0070389E" w:rsidRDefault="00275C14" w:rsidP="00275C14">
            <w:pPr>
              <w:pStyle w:val="acctfourfigures"/>
              <w:tabs>
                <w:tab w:val="clear" w:pos="765"/>
                <w:tab w:val="decimal" w:pos="1422"/>
              </w:tabs>
              <w:spacing w:line="300" w:lineRule="atLeast"/>
              <w:rPr>
                <w:b/>
                <w:bCs/>
                <w:szCs w:val="22"/>
              </w:rPr>
            </w:pPr>
          </w:p>
        </w:tc>
        <w:tc>
          <w:tcPr>
            <w:tcW w:w="630" w:type="pct"/>
            <w:tcBorders>
              <w:top w:val="single" w:sz="4" w:space="0" w:color="auto"/>
              <w:bottom w:val="double" w:sz="4" w:space="0" w:color="auto"/>
            </w:tcBorders>
          </w:tcPr>
          <w:p w14:paraId="1CF24A35" w14:textId="74E06832" w:rsidR="00275C14" w:rsidRPr="0070389E" w:rsidRDefault="00275C14" w:rsidP="00275C14">
            <w:pPr>
              <w:pStyle w:val="acctfourfigures"/>
              <w:tabs>
                <w:tab w:val="clear" w:pos="765"/>
                <w:tab w:val="decimal" w:pos="975"/>
              </w:tabs>
              <w:spacing w:line="300" w:lineRule="atLeast"/>
              <w:ind w:right="-129"/>
              <w:rPr>
                <w:b/>
                <w:bCs/>
                <w:szCs w:val="22"/>
              </w:rPr>
            </w:pPr>
            <w:r w:rsidRPr="00E05CB4">
              <w:rPr>
                <w:rFonts w:cstheme="minorBidi"/>
                <w:b/>
                <w:bCs/>
                <w:szCs w:val="22"/>
                <w:lang w:bidi="th-TH"/>
              </w:rPr>
              <w:t>4,8</w:t>
            </w:r>
            <w:r w:rsidR="00DC101B">
              <w:rPr>
                <w:rFonts w:cstheme="minorBidi"/>
                <w:b/>
                <w:bCs/>
                <w:szCs w:val="22"/>
                <w:lang w:bidi="th-TH"/>
              </w:rPr>
              <w:t>22,001</w:t>
            </w:r>
          </w:p>
        </w:tc>
      </w:tr>
    </w:tbl>
    <w:p w14:paraId="676C8FB8" w14:textId="77777777" w:rsidR="001638C8" w:rsidRDefault="001638C8" w:rsidP="001A05CA">
      <w:pPr>
        <w:spacing w:line="300" w:lineRule="atLeast"/>
        <w:ind w:left="540" w:right="-25"/>
        <w:jc w:val="both"/>
        <w:rPr>
          <w:i/>
          <w:iCs/>
          <w:sz w:val="22"/>
          <w:szCs w:val="22"/>
        </w:rPr>
      </w:pPr>
    </w:p>
    <w:p w14:paraId="480F8F12" w14:textId="34A2DFB2" w:rsidR="0029659B" w:rsidRPr="00EF3F91" w:rsidRDefault="0029659B" w:rsidP="001A05CA">
      <w:pPr>
        <w:spacing w:line="300" w:lineRule="atLeast"/>
        <w:ind w:left="540" w:right="-25"/>
        <w:jc w:val="both"/>
        <w:rPr>
          <w:i/>
          <w:iCs/>
          <w:sz w:val="22"/>
          <w:szCs w:val="22"/>
        </w:rPr>
      </w:pPr>
      <w:r w:rsidRPr="00EF3F91">
        <w:rPr>
          <w:i/>
          <w:iCs/>
          <w:sz w:val="22"/>
          <w:szCs w:val="22"/>
        </w:rPr>
        <w:t>Mortgage and pledge</w:t>
      </w:r>
    </w:p>
    <w:p w14:paraId="17F07664" w14:textId="77777777" w:rsidR="0029659B" w:rsidRPr="00F8649B" w:rsidRDefault="0029659B" w:rsidP="001A05CA">
      <w:pPr>
        <w:spacing w:line="300" w:lineRule="atLeast"/>
        <w:rPr>
          <w:sz w:val="22"/>
          <w:szCs w:val="22"/>
        </w:rPr>
      </w:pPr>
    </w:p>
    <w:p w14:paraId="2D614C9C" w14:textId="7868C4EB" w:rsidR="00E939CE" w:rsidRPr="004F4CC8" w:rsidRDefault="00175A31" w:rsidP="001A05CA">
      <w:pPr>
        <w:spacing w:line="300" w:lineRule="atLeast"/>
        <w:ind w:left="540" w:right="3" w:hanging="540"/>
        <w:jc w:val="thaiDistribute"/>
        <w:rPr>
          <w:rFonts w:eastAsia="Arial Unicode MS"/>
          <w:color w:val="000000"/>
          <w:sz w:val="22"/>
          <w:szCs w:val="22"/>
        </w:rPr>
      </w:pPr>
      <w:r>
        <w:rPr>
          <w:rFonts w:eastAsia="Arial Unicode MS"/>
          <w:color w:val="000000"/>
          <w:sz w:val="22"/>
          <w:szCs w:val="22"/>
        </w:rPr>
        <w:t>7</w:t>
      </w:r>
      <w:r w:rsidR="004E5611" w:rsidRPr="00EF3F91">
        <w:rPr>
          <w:rFonts w:eastAsia="Arial Unicode MS"/>
          <w:color w:val="000000"/>
          <w:sz w:val="22"/>
          <w:szCs w:val="22"/>
        </w:rPr>
        <w:t>.1</w:t>
      </w:r>
      <w:r w:rsidR="004E5611" w:rsidRPr="00EF3F91">
        <w:rPr>
          <w:rFonts w:eastAsia="Arial Unicode MS"/>
          <w:color w:val="000000"/>
          <w:sz w:val="22"/>
          <w:szCs w:val="22"/>
        </w:rPr>
        <w:tab/>
        <w:t>The Company and its subsidiar</w:t>
      </w:r>
      <w:r w:rsidR="005A6FCC">
        <w:rPr>
          <w:rFonts w:eastAsia="Arial Unicode MS" w:cs="Angsana New"/>
          <w:color w:val="000000"/>
          <w:sz w:val="22"/>
          <w:szCs w:val="28"/>
        </w:rPr>
        <w:t>y</w:t>
      </w:r>
      <w:r w:rsidR="004E5611" w:rsidRPr="00EF3F91">
        <w:rPr>
          <w:rFonts w:eastAsia="Arial Unicode MS"/>
          <w:color w:val="000000"/>
          <w:sz w:val="22"/>
          <w:szCs w:val="22"/>
        </w:rPr>
        <w:t>,</w:t>
      </w:r>
      <w:r w:rsidR="005A6FCC">
        <w:rPr>
          <w:rFonts w:eastAsia="Arial Unicode MS"/>
          <w:color w:val="000000"/>
          <w:sz w:val="22"/>
          <w:szCs w:val="22"/>
        </w:rPr>
        <w:t xml:space="preserve"> </w:t>
      </w:r>
      <w:r w:rsidR="004E5611" w:rsidRPr="00EF3F91">
        <w:rPr>
          <w:rFonts w:eastAsia="Arial Unicode MS"/>
          <w:color w:val="000000"/>
          <w:sz w:val="22"/>
          <w:szCs w:val="22"/>
        </w:rPr>
        <w:t>Thai Laminate Manufacturer Co., Ltd., entered into negative pledge memorandums which are part of bank overdrafts and loan</w:t>
      </w:r>
      <w:r w:rsidR="006E1A69">
        <w:rPr>
          <w:rFonts w:eastAsia="Arial Unicode MS" w:cstheme="minorBidi" w:hint="cs"/>
          <w:color w:val="000000"/>
          <w:sz w:val="22"/>
          <w:szCs w:val="22"/>
          <w:cs/>
        </w:rPr>
        <w:t xml:space="preserve"> </w:t>
      </w:r>
      <w:r w:rsidR="006E1A69">
        <w:rPr>
          <w:rFonts w:eastAsia="Arial Unicode MS" w:cstheme="minorBidi"/>
          <w:color w:val="000000"/>
          <w:sz w:val="22"/>
          <w:szCs w:val="22"/>
        </w:rPr>
        <w:t>facility</w:t>
      </w:r>
      <w:r w:rsidR="004E5611" w:rsidRPr="00EF3F91">
        <w:rPr>
          <w:rFonts w:eastAsia="Arial Unicode MS"/>
          <w:color w:val="000000"/>
          <w:sz w:val="22"/>
          <w:szCs w:val="22"/>
        </w:rPr>
        <w:t>. Under these memorandums, the Company and its subsidiaries are not allowed to dispose of, transfer, mortgage or provide any lien on their assets, as stipulated in such memorandums.</w:t>
      </w:r>
    </w:p>
    <w:p w14:paraId="3A049A90" w14:textId="77777777" w:rsidR="001A05CA" w:rsidRPr="00F8649B" w:rsidRDefault="001A05CA" w:rsidP="001A05CA">
      <w:pPr>
        <w:tabs>
          <w:tab w:val="left" w:pos="540"/>
        </w:tabs>
        <w:spacing w:line="300" w:lineRule="atLeast"/>
        <w:jc w:val="thaiDistribute"/>
        <w:rPr>
          <w:rFonts w:cstheme="minorBidi"/>
          <w:sz w:val="22"/>
          <w:szCs w:val="22"/>
        </w:rPr>
      </w:pPr>
    </w:p>
    <w:p w14:paraId="2E90E83D" w14:textId="3FFAF86D" w:rsidR="004E5611" w:rsidRPr="00EF3F91" w:rsidRDefault="00175A31" w:rsidP="001A05CA">
      <w:pPr>
        <w:spacing w:line="300" w:lineRule="atLeast"/>
        <w:ind w:left="540" w:right="3" w:hanging="540"/>
        <w:jc w:val="both"/>
        <w:rPr>
          <w:rFonts w:eastAsia="Arial Unicode MS"/>
          <w:color w:val="000000"/>
          <w:sz w:val="22"/>
          <w:szCs w:val="22"/>
        </w:rPr>
      </w:pPr>
      <w:r>
        <w:rPr>
          <w:rFonts w:eastAsia="Arial Unicode MS"/>
          <w:color w:val="000000"/>
          <w:sz w:val="22"/>
          <w:szCs w:val="22"/>
        </w:rPr>
        <w:t>7</w:t>
      </w:r>
      <w:r w:rsidR="004E5611" w:rsidRPr="00EF3F91">
        <w:rPr>
          <w:rFonts w:eastAsia="Arial Unicode MS"/>
          <w:color w:val="000000"/>
          <w:sz w:val="22"/>
          <w:szCs w:val="22"/>
        </w:rPr>
        <w:t>.2</w:t>
      </w:r>
      <w:r w:rsidR="004E5611" w:rsidRPr="00EF3F91">
        <w:rPr>
          <w:rFonts w:eastAsia="Arial Unicode MS"/>
          <w:color w:val="000000"/>
          <w:sz w:val="22"/>
          <w:szCs w:val="22"/>
        </w:rPr>
        <w:tab/>
        <w:t>The subsidiaries have mortgaged and pledged the following property, plant and equipment.</w:t>
      </w:r>
    </w:p>
    <w:p w14:paraId="082A3F8F" w14:textId="77777777" w:rsidR="00EE79D8" w:rsidRPr="00F8649B" w:rsidRDefault="00EE79D8" w:rsidP="001A05CA">
      <w:pPr>
        <w:tabs>
          <w:tab w:val="left" w:pos="540"/>
        </w:tabs>
        <w:spacing w:line="300" w:lineRule="atLeast"/>
        <w:ind w:right="3"/>
        <w:jc w:val="both"/>
        <w:rPr>
          <w:sz w:val="22"/>
          <w:szCs w:val="22"/>
        </w:rPr>
      </w:pPr>
    </w:p>
    <w:p w14:paraId="230BF047" w14:textId="103B9890" w:rsidR="004E5611" w:rsidRDefault="004E5611" w:rsidP="001A05CA">
      <w:pPr>
        <w:tabs>
          <w:tab w:val="left" w:pos="540"/>
          <w:tab w:val="left" w:pos="630"/>
        </w:tabs>
        <w:spacing w:line="300" w:lineRule="atLeast"/>
        <w:ind w:left="1260" w:right="3" w:hanging="900"/>
        <w:jc w:val="both"/>
        <w:rPr>
          <w:rFonts w:eastAsia="Arial Unicode MS"/>
          <w:color w:val="000000"/>
          <w:sz w:val="22"/>
          <w:szCs w:val="22"/>
        </w:rPr>
      </w:pPr>
      <w:r w:rsidRPr="00EF3F91">
        <w:rPr>
          <w:rFonts w:eastAsia="Arial Unicode MS"/>
          <w:color w:val="000000"/>
          <w:sz w:val="22"/>
          <w:szCs w:val="22"/>
        </w:rPr>
        <w:tab/>
      </w:r>
      <w:r w:rsidR="00175A31">
        <w:rPr>
          <w:rFonts w:eastAsia="Arial Unicode MS"/>
          <w:color w:val="000000"/>
          <w:sz w:val="22"/>
          <w:szCs w:val="22"/>
        </w:rPr>
        <w:t>7</w:t>
      </w:r>
      <w:r w:rsidRPr="00EF3F91">
        <w:rPr>
          <w:rFonts w:eastAsia="Arial Unicode MS"/>
          <w:color w:val="000000"/>
          <w:sz w:val="22"/>
          <w:szCs w:val="22"/>
        </w:rPr>
        <w:t>.2.</w:t>
      </w:r>
      <w:r w:rsidR="0029659B" w:rsidRPr="00EF3F91">
        <w:rPr>
          <w:rFonts w:eastAsia="Arial Unicode MS"/>
          <w:color w:val="000000"/>
          <w:sz w:val="22"/>
          <w:szCs w:val="22"/>
        </w:rPr>
        <w:t>1</w:t>
      </w:r>
      <w:r w:rsidRPr="00EF3F91">
        <w:rPr>
          <w:rFonts w:eastAsia="Arial Unicode MS"/>
          <w:color w:val="000000"/>
          <w:sz w:val="22"/>
          <w:szCs w:val="22"/>
        </w:rPr>
        <w:tab/>
      </w:r>
      <w:r w:rsidR="005C6F5D" w:rsidRPr="002C0893">
        <w:rPr>
          <w:rFonts w:eastAsia="Arial Unicode MS"/>
          <w:color w:val="000000"/>
          <w:sz w:val="22"/>
          <w:szCs w:val="22"/>
        </w:rPr>
        <w:t xml:space="preserve">KCE Singapore Pte., Ltd. has mortgaged its office building with a total net book value as at </w:t>
      </w:r>
      <w:r w:rsidR="005C6F5D" w:rsidRPr="002C0893">
        <w:rPr>
          <w:rFonts w:eastAsia="Arial Unicode MS"/>
          <w:color w:val="000000"/>
          <w:sz w:val="22"/>
          <w:szCs w:val="22"/>
        </w:rPr>
        <w:br/>
      </w:r>
      <w:r w:rsidR="001742DD">
        <w:rPr>
          <w:rFonts w:eastAsia="Arial Unicode MS"/>
          <w:color w:val="000000"/>
          <w:sz w:val="22"/>
          <w:szCs w:val="22"/>
        </w:rPr>
        <w:t>30 September</w:t>
      </w:r>
      <w:r w:rsidR="001D0BA1">
        <w:rPr>
          <w:rFonts w:eastAsia="Arial Unicode MS"/>
          <w:color w:val="000000"/>
          <w:sz w:val="22"/>
          <w:szCs w:val="22"/>
        </w:rPr>
        <w:t xml:space="preserve"> </w:t>
      </w:r>
      <w:r w:rsidR="005C6F5D" w:rsidRPr="002C0893">
        <w:rPr>
          <w:rFonts w:eastAsia="Arial Unicode MS"/>
          <w:color w:val="000000"/>
          <w:sz w:val="22"/>
          <w:szCs w:val="22"/>
        </w:rPr>
        <w:t>202</w:t>
      </w:r>
      <w:r w:rsidR="00C63B41">
        <w:rPr>
          <w:rFonts w:eastAsia="Arial Unicode MS"/>
          <w:color w:val="000000"/>
          <w:sz w:val="22"/>
          <w:szCs w:val="22"/>
        </w:rPr>
        <w:t>5</w:t>
      </w:r>
      <w:r w:rsidR="005C6F5D" w:rsidRPr="002C0893">
        <w:rPr>
          <w:rFonts w:eastAsia="Arial Unicode MS"/>
          <w:color w:val="000000"/>
          <w:sz w:val="22"/>
          <w:szCs w:val="22"/>
        </w:rPr>
        <w:t xml:space="preserve"> of Baht </w:t>
      </w:r>
      <w:r w:rsidR="00666FC9">
        <w:rPr>
          <w:rFonts w:eastAsia="Arial Unicode MS"/>
          <w:color w:val="000000"/>
          <w:sz w:val="22"/>
          <w:szCs w:val="22"/>
        </w:rPr>
        <w:t>12</w:t>
      </w:r>
      <w:r w:rsidR="009E6469">
        <w:rPr>
          <w:rFonts w:eastAsia="Arial Unicode MS"/>
          <w:color w:val="000000"/>
          <w:sz w:val="22"/>
          <w:szCs w:val="22"/>
        </w:rPr>
        <w:t>8</w:t>
      </w:r>
      <w:r w:rsidR="005C6F5D" w:rsidRPr="002C0893">
        <w:rPr>
          <w:rFonts w:eastAsia="Arial Unicode MS"/>
          <w:color w:val="000000"/>
          <w:sz w:val="22"/>
          <w:szCs w:val="22"/>
        </w:rPr>
        <w:t xml:space="preserve"> million </w:t>
      </w:r>
      <w:r w:rsidR="005C6F5D" w:rsidRPr="002C0893">
        <w:rPr>
          <w:rFonts w:eastAsia="Arial Unicode MS"/>
          <w:i/>
          <w:iCs/>
          <w:color w:val="000000"/>
          <w:sz w:val="22"/>
          <w:szCs w:val="22"/>
        </w:rPr>
        <w:t>(31 December 202</w:t>
      </w:r>
      <w:r w:rsidR="00C63B41">
        <w:rPr>
          <w:rFonts w:eastAsia="Arial Unicode MS"/>
          <w:i/>
          <w:iCs/>
          <w:color w:val="000000"/>
          <w:sz w:val="22"/>
          <w:szCs w:val="22"/>
        </w:rPr>
        <w:t>4</w:t>
      </w:r>
      <w:r w:rsidR="005C6F5D" w:rsidRPr="002C0893">
        <w:rPr>
          <w:rFonts w:eastAsia="Arial Unicode MS"/>
          <w:i/>
          <w:iCs/>
          <w:color w:val="000000"/>
          <w:sz w:val="22"/>
          <w:szCs w:val="22"/>
        </w:rPr>
        <w:t xml:space="preserve">: Baht </w:t>
      </w:r>
      <w:r w:rsidR="005C6F5D" w:rsidRPr="002C0893">
        <w:rPr>
          <w:rFonts w:eastAsia="Arial Unicode MS" w:cs="Angsana New"/>
          <w:i/>
          <w:iCs/>
          <w:color w:val="000000"/>
          <w:sz w:val="22"/>
          <w:szCs w:val="28"/>
        </w:rPr>
        <w:t>13</w:t>
      </w:r>
      <w:r w:rsidR="00C63B41">
        <w:rPr>
          <w:rFonts w:eastAsia="Arial Unicode MS" w:cs="Angsana New"/>
          <w:i/>
          <w:iCs/>
          <w:color w:val="000000"/>
          <w:sz w:val="22"/>
          <w:szCs w:val="28"/>
        </w:rPr>
        <w:t>1</w:t>
      </w:r>
      <w:r w:rsidR="005C6F5D" w:rsidRPr="002C0893">
        <w:rPr>
          <w:rFonts w:eastAsia="Arial Unicode MS"/>
          <w:i/>
          <w:iCs/>
          <w:color w:val="000000"/>
          <w:sz w:val="22"/>
          <w:szCs w:val="22"/>
        </w:rPr>
        <w:t xml:space="preserve"> million)</w:t>
      </w:r>
      <w:r w:rsidR="005C6F5D" w:rsidRPr="002C0893">
        <w:rPr>
          <w:rFonts w:eastAsia="Arial Unicode MS"/>
          <w:color w:val="000000"/>
          <w:sz w:val="22"/>
          <w:szCs w:val="22"/>
        </w:rPr>
        <w:t>, as collateral</w:t>
      </w:r>
      <w:r w:rsidR="004137CE">
        <w:rPr>
          <w:rFonts w:eastAsia="Arial Unicode MS"/>
          <w:color w:val="000000"/>
          <w:sz w:val="22"/>
          <w:szCs w:val="22"/>
        </w:rPr>
        <w:t xml:space="preserve"> </w:t>
      </w:r>
      <w:r w:rsidR="005C6F5D" w:rsidRPr="002C0893">
        <w:rPr>
          <w:rFonts w:eastAsia="Arial Unicode MS"/>
          <w:color w:val="000000"/>
          <w:sz w:val="22"/>
          <w:szCs w:val="22"/>
        </w:rPr>
        <w:t>for loans from banks.</w:t>
      </w:r>
    </w:p>
    <w:p w14:paraId="0A95BB3B" w14:textId="77777777" w:rsidR="004F4CC8" w:rsidRPr="00D60F79" w:rsidRDefault="004F4CC8" w:rsidP="001A05CA">
      <w:pPr>
        <w:tabs>
          <w:tab w:val="left" w:pos="540"/>
          <w:tab w:val="left" w:pos="630"/>
        </w:tabs>
        <w:spacing w:line="300" w:lineRule="atLeast"/>
        <w:ind w:left="1260" w:right="3" w:hanging="900"/>
        <w:jc w:val="both"/>
        <w:rPr>
          <w:rFonts w:eastAsia="Arial Unicode MS"/>
          <w:color w:val="000000"/>
          <w:sz w:val="22"/>
          <w:szCs w:val="22"/>
        </w:rPr>
      </w:pPr>
    </w:p>
    <w:p w14:paraId="6E46278A" w14:textId="14A02465" w:rsidR="00E568FC" w:rsidRDefault="00345CE5" w:rsidP="001A05CA">
      <w:pPr>
        <w:tabs>
          <w:tab w:val="left" w:pos="540"/>
          <w:tab w:val="left" w:pos="630"/>
        </w:tabs>
        <w:spacing w:line="300" w:lineRule="atLeast"/>
        <w:ind w:left="1260" w:right="3" w:hanging="900"/>
        <w:jc w:val="both"/>
        <w:rPr>
          <w:rFonts w:eastAsia="Arial Unicode MS"/>
          <w:color w:val="000000"/>
          <w:sz w:val="22"/>
          <w:szCs w:val="22"/>
        </w:rPr>
      </w:pPr>
      <w:r w:rsidRPr="002C0893">
        <w:rPr>
          <w:rFonts w:eastAsia="Arial Unicode MS"/>
          <w:color w:val="000000"/>
          <w:sz w:val="22"/>
          <w:szCs w:val="22"/>
        </w:rPr>
        <w:tab/>
      </w:r>
      <w:r w:rsidR="00175A31">
        <w:rPr>
          <w:rFonts w:eastAsia="Arial Unicode MS"/>
          <w:color w:val="000000"/>
          <w:sz w:val="22"/>
          <w:szCs w:val="22"/>
        </w:rPr>
        <w:t>7</w:t>
      </w:r>
      <w:r w:rsidRPr="002C0893">
        <w:rPr>
          <w:rFonts w:eastAsia="Arial Unicode MS"/>
          <w:color w:val="000000"/>
          <w:sz w:val="22"/>
          <w:szCs w:val="22"/>
        </w:rPr>
        <w:t>.2.</w:t>
      </w:r>
      <w:r w:rsidR="0029659B" w:rsidRPr="002C0893">
        <w:rPr>
          <w:rFonts w:eastAsia="Arial Unicode MS"/>
          <w:color w:val="000000"/>
          <w:sz w:val="22"/>
          <w:szCs w:val="22"/>
        </w:rPr>
        <w:t>2</w:t>
      </w:r>
      <w:r w:rsidRPr="002C0893">
        <w:rPr>
          <w:rFonts w:eastAsia="Arial Unicode MS"/>
          <w:color w:val="000000"/>
          <w:sz w:val="22"/>
          <w:szCs w:val="22"/>
        </w:rPr>
        <w:tab/>
      </w:r>
      <w:r w:rsidR="004F4CC8" w:rsidRPr="00FD35F9">
        <w:rPr>
          <w:rFonts w:eastAsia="Arial Unicode MS"/>
          <w:color w:val="000000"/>
          <w:sz w:val="22"/>
          <w:szCs w:val="22"/>
        </w:rPr>
        <w:t xml:space="preserve">Chemtronic Products Co., Ltd. has mortgaged </w:t>
      </w:r>
      <w:r w:rsidR="00276ADC" w:rsidRPr="002C0893">
        <w:rPr>
          <w:sz w:val="22"/>
          <w:szCs w:val="22"/>
        </w:rPr>
        <w:t xml:space="preserve">its land and </w:t>
      </w:r>
      <w:r w:rsidR="004F4CC8" w:rsidRPr="00FD35F9">
        <w:rPr>
          <w:rFonts w:eastAsia="Arial Unicode MS"/>
          <w:color w:val="000000"/>
          <w:sz w:val="22"/>
          <w:szCs w:val="22"/>
        </w:rPr>
        <w:t>construction</w:t>
      </w:r>
      <w:r w:rsidR="002325B4">
        <w:rPr>
          <w:rFonts w:eastAsia="Arial Unicode MS"/>
          <w:color w:val="000000"/>
          <w:sz w:val="22"/>
          <w:szCs w:val="22"/>
        </w:rPr>
        <w:t xml:space="preserve"> </w:t>
      </w:r>
      <w:r w:rsidR="004F4CC8" w:rsidRPr="00FD35F9">
        <w:rPr>
          <w:rFonts w:eastAsia="Arial Unicode MS"/>
          <w:color w:val="000000"/>
          <w:sz w:val="22"/>
          <w:szCs w:val="22"/>
        </w:rPr>
        <w:t xml:space="preserve">with a total net book value as at </w:t>
      </w:r>
      <w:r w:rsidR="001742DD">
        <w:rPr>
          <w:rFonts w:eastAsia="Arial Unicode MS"/>
          <w:color w:val="000000"/>
          <w:sz w:val="22"/>
          <w:szCs w:val="22"/>
        </w:rPr>
        <w:t>30 September</w:t>
      </w:r>
      <w:r w:rsidR="00FE2B77">
        <w:rPr>
          <w:rFonts w:eastAsia="Arial Unicode MS"/>
          <w:color w:val="000000"/>
          <w:sz w:val="22"/>
          <w:szCs w:val="22"/>
        </w:rPr>
        <w:t xml:space="preserve"> </w:t>
      </w:r>
      <w:r w:rsidR="00C63B41" w:rsidRPr="002C0893">
        <w:rPr>
          <w:rFonts w:eastAsia="Arial Unicode MS"/>
          <w:color w:val="000000"/>
          <w:sz w:val="22"/>
          <w:szCs w:val="22"/>
        </w:rPr>
        <w:t>202</w:t>
      </w:r>
      <w:r w:rsidR="00C63B41">
        <w:rPr>
          <w:rFonts w:eastAsia="Arial Unicode MS"/>
          <w:color w:val="000000"/>
          <w:sz w:val="22"/>
          <w:szCs w:val="22"/>
        </w:rPr>
        <w:t>5</w:t>
      </w:r>
      <w:r w:rsidR="00C63B41" w:rsidRPr="002C0893">
        <w:rPr>
          <w:rFonts w:eastAsia="Arial Unicode MS"/>
          <w:color w:val="000000"/>
          <w:sz w:val="22"/>
          <w:szCs w:val="22"/>
        </w:rPr>
        <w:t xml:space="preserve"> </w:t>
      </w:r>
      <w:r w:rsidR="004F4CC8" w:rsidRPr="00FD35F9">
        <w:rPr>
          <w:rFonts w:eastAsia="Arial Unicode MS"/>
          <w:color w:val="000000"/>
          <w:sz w:val="22"/>
          <w:szCs w:val="22"/>
        </w:rPr>
        <w:t>of</w:t>
      </w:r>
      <w:r w:rsidR="00FD35F9">
        <w:rPr>
          <w:rFonts w:eastAsia="Arial Unicode MS"/>
          <w:color w:val="000000"/>
          <w:sz w:val="22"/>
          <w:szCs w:val="22"/>
        </w:rPr>
        <w:t xml:space="preserve"> </w:t>
      </w:r>
      <w:r w:rsidR="004F4CC8" w:rsidRPr="00FD35F9">
        <w:rPr>
          <w:rFonts w:eastAsia="Arial Unicode MS"/>
          <w:color w:val="000000"/>
          <w:sz w:val="22"/>
          <w:szCs w:val="22"/>
        </w:rPr>
        <w:t xml:space="preserve">Baht </w:t>
      </w:r>
      <w:r w:rsidR="00666FC9">
        <w:rPr>
          <w:rFonts w:eastAsia="Arial Unicode MS"/>
          <w:color w:val="000000"/>
          <w:sz w:val="22"/>
          <w:szCs w:val="22"/>
        </w:rPr>
        <w:t>115</w:t>
      </w:r>
      <w:r w:rsidR="001D0BA1">
        <w:rPr>
          <w:rFonts w:eastAsia="Arial Unicode MS"/>
          <w:color w:val="000000"/>
          <w:sz w:val="22"/>
          <w:szCs w:val="22"/>
        </w:rPr>
        <w:t xml:space="preserve"> </w:t>
      </w:r>
      <w:r w:rsidR="004F4CC8" w:rsidRPr="00FD35F9">
        <w:rPr>
          <w:rFonts w:eastAsia="Arial Unicode MS"/>
          <w:color w:val="000000"/>
          <w:sz w:val="22"/>
          <w:szCs w:val="22"/>
        </w:rPr>
        <w:t xml:space="preserve">million </w:t>
      </w:r>
      <w:r w:rsidR="004F4CC8" w:rsidRPr="00FD35F9">
        <w:rPr>
          <w:rFonts w:eastAsia="Arial Unicode MS"/>
          <w:i/>
          <w:iCs/>
          <w:color w:val="000000"/>
          <w:sz w:val="22"/>
          <w:szCs w:val="22"/>
        </w:rPr>
        <w:t>(</w:t>
      </w:r>
      <w:r w:rsidR="005A43B4">
        <w:rPr>
          <w:rFonts w:eastAsia="Arial Unicode MS"/>
          <w:i/>
          <w:iCs/>
          <w:color w:val="000000"/>
          <w:sz w:val="22"/>
          <w:szCs w:val="22"/>
        </w:rPr>
        <w:t xml:space="preserve">31 December </w:t>
      </w:r>
      <w:r w:rsidR="004F4CC8" w:rsidRPr="00FD35F9">
        <w:rPr>
          <w:rFonts w:eastAsia="Arial Unicode MS"/>
          <w:i/>
          <w:iCs/>
          <w:color w:val="000000"/>
          <w:sz w:val="22"/>
          <w:szCs w:val="22"/>
        </w:rPr>
        <w:t>202</w:t>
      </w:r>
      <w:r w:rsidR="00C63B41">
        <w:rPr>
          <w:rFonts w:eastAsia="Arial Unicode MS"/>
          <w:i/>
          <w:iCs/>
          <w:color w:val="000000"/>
          <w:sz w:val="22"/>
          <w:szCs w:val="22"/>
        </w:rPr>
        <w:t>4</w:t>
      </w:r>
      <w:r w:rsidR="004F4CC8" w:rsidRPr="00FD35F9">
        <w:rPr>
          <w:rFonts w:eastAsia="Arial Unicode MS"/>
          <w:i/>
          <w:iCs/>
          <w:color w:val="000000"/>
          <w:sz w:val="22"/>
          <w:szCs w:val="22"/>
        </w:rPr>
        <w:t>: Baht 1</w:t>
      </w:r>
      <w:r w:rsidR="00C63B41">
        <w:rPr>
          <w:rFonts w:eastAsia="Arial Unicode MS"/>
          <w:i/>
          <w:iCs/>
          <w:color w:val="000000"/>
          <w:sz w:val="22"/>
          <w:szCs w:val="22"/>
        </w:rPr>
        <w:t>17</w:t>
      </w:r>
      <w:r w:rsidR="004F4CC8" w:rsidRPr="00FD35F9">
        <w:rPr>
          <w:rFonts w:eastAsia="Arial Unicode MS"/>
          <w:i/>
          <w:iCs/>
          <w:color w:val="000000"/>
          <w:sz w:val="22"/>
          <w:szCs w:val="22"/>
        </w:rPr>
        <w:t xml:space="preserve"> million)</w:t>
      </w:r>
      <w:r w:rsidR="004F4CC8" w:rsidRPr="00FD35F9">
        <w:rPr>
          <w:rFonts w:eastAsia="Arial Unicode MS"/>
          <w:color w:val="000000"/>
          <w:sz w:val="22"/>
          <w:szCs w:val="22"/>
        </w:rPr>
        <w:t>, as collateral for loans from banks</w:t>
      </w:r>
      <w:r w:rsidR="00FD35F9" w:rsidRPr="00FD35F9">
        <w:rPr>
          <w:rFonts w:eastAsia="Arial Unicode MS"/>
          <w:color w:val="000000"/>
          <w:sz w:val="22"/>
          <w:szCs w:val="22"/>
        </w:rPr>
        <w:t>.</w:t>
      </w:r>
    </w:p>
    <w:p w14:paraId="64181DB0" w14:textId="77777777" w:rsidR="004F4CC8" w:rsidRPr="00F8649B" w:rsidRDefault="004F4CC8" w:rsidP="001A05CA">
      <w:pPr>
        <w:tabs>
          <w:tab w:val="left" w:pos="540"/>
          <w:tab w:val="left" w:pos="630"/>
        </w:tabs>
        <w:spacing w:line="300" w:lineRule="atLeast"/>
        <w:ind w:left="1260" w:right="3" w:hanging="900"/>
        <w:jc w:val="both"/>
        <w:rPr>
          <w:rFonts w:eastAsia="Arial Unicode MS"/>
          <w:color w:val="000000"/>
          <w:sz w:val="22"/>
          <w:szCs w:val="22"/>
        </w:rPr>
      </w:pPr>
    </w:p>
    <w:p w14:paraId="662804AE" w14:textId="1DCD5164" w:rsidR="007919DC" w:rsidRDefault="00175A31" w:rsidP="001A05CA">
      <w:pPr>
        <w:tabs>
          <w:tab w:val="left" w:pos="1620"/>
        </w:tabs>
        <w:spacing w:line="300" w:lineRule="atLeast"/>
        <w:ind w:left="1260" w:right="-25" w:hanging="720"/>
        <w:jc w:val="thaiDistribute"/>
        <w:rPr>
          <w:sz w:val="22"/>
          <w:szCs w:val="22"/>
        </w:rPr>
      </w:pPr>
      <w:r>
        <w:rPr>
          <w:rFonts w:eastAsia="Arial Unicode MS"/>
          <w:color w:val="000000"/>
          <w:sz w:val="22"/>
          <w:szCs w:val="22"/>
        </w:rPr>
        <w:t>7</w:t>
      </w:r>
      <w:r w:rsidR="007B5267" w:rsidRPr="002C0893">
        <w:rPr>
          <w:rFonts w:eastAsia="Arial Unicode MS"/>
          <w:color w:val="000000"/>
          <w:sz w:val="22"/>
          <w:szCs w:val="22"/>
        </w:rPr>
        <w:t>.2.</w:t>
      </w:r>
      <w:r w:rsidR="00AD035B" w:rsidRPr="002C0893">
        <w:rPr>
          <w:rFonts w:eastAsia="Arial Unicode MS"/>
          <w:color w:val="000000"/>
          <w:sz w:val="22"/>
          <w:szCs w:val="22"/>
        </w:rPr>
        <w:t>3</w:t>
      </w:r>
      <w:r w:rsidR="007B5267" w:rsidRPr="002C0893">
        <w:rPr>
          <w:rFonts w:eastAsia="Arial Unicode MS"/>
          <w:color w:val="000000"/>
          <w:sz w:val="22"/>
          <w:szCs w:val="22"/>
        </w:rPr>
        <w:tab/>
      </w:r>
      <w:r w:rsidR="007B5267" w:rsidRPr="002C0893">
        <w:rPr>
          <w:sz w:val="22"/>
          <w:szCs w:val="22"/>
        </w:rPr>
        <w:t>KCE America Partner Co., Ltd</w:t>
      </w:r>
      <w:r w:rsidR="00276ADC">
        <w:rPr>
          <w:sz w:val="22"/>
          <w:szCs w:val="22"/>
        </w:rPr>
        <w:t>,</w:t>
      </w:r>
      <w:r w:rsidR="007B5267" w:rsidRPr="002C0893">
        <w:rPr>
          <w:sz w:val="22"/>
          <w:szCs w:val="22"/>
        </w:rPr>
        <w:t xml:space="preserve"> </w:t>
      </w:r>
      <w:r w:rsidR="00276ADC">
        <w:rPr>
          <w:sz w:val="22"/>
          <w:szCs w:val="22"/>
        </w:rPr>
        <w:t xml:space="preserve">an </w:t>
      </w:r>
      <w:r w:rsidR="006215DC" w:rsidRPr="002D123E">
        <w:rPr>
          <w:sz w:val="22"/>
          <w:szCs w:val="22"/>
        </w:rPr>
        <w:t>i</w:t>
      </w:r>
      <w:r w:rsidR="00276ADC" w:rsidRPr="002D123E">
        <w:rPr>
          <w:sz w:val="22"/>
          <w:szCs w:val="22"/>
        </w:rPr>
        <w:t xml:space="preserve">ndirect </w:t>
      </w:r>
      <w:r w:rsidR="006215DC" w:rsidRPr="002D123E">
        <w:rPr>
          <w:sz w:val="22"/>
          <w:szCs w:val="22"/>
        </w:rPr>
        <w:t>s</w:t>
      </w:r>
      <w:r w:rsidR="00276ADC" w:rsidRPr="002D123E">
        <w:rPr>
          <w:sz w:val="22"/>
          <w:szCs w:val="22"/>
        </w:rPr>
        <w:t>ubsidiary</w:t>
      </w:r>
      <w:r w:rsidR="006215DC">
        <w:t>,</w:t>
      </w:r>
      <w:r w:rsidR="00276ADC" w:rsidRPr="002C0893">
        <w:rPr>
          <w:sz w:val="22"/>
          <w:szCs w:val="22"/>
        </w:rPr>
        <w:t xml:space="preserve"> </w:t>
      </w:r>
      <w:r w:rsidR="007B5267" w:rsidRPr="002C0893">
        <w:rPr>
          <w:sz w:val="22"/>
          <w:szCs w:val="22"/>
        </w:rPr>
        <w:t xml:space="preserve">has mortgaged its land and construction with a total net book value as at </w:t>
      </w:r>
      <w:r w:rsidR="001742DD">
        <w:rPr>
          <w:rFonts w:eastAsia="Arial Unicode MS"/>
          <w:color w:val="000000"/>
          <w:sz w:val="22"/>
          <w:szCs w:val="22"/>
        </w:rPr>
        <w:t>30 September</w:t>
      </w:r>
      <w:r w:rsidR="00FE2B77">
        <w:rPr>
          <w:rFonts w:eastAsia="Arial Unicode MS"/>
          <w:color w:val="000000"/>
          <w:sz w:val="22"/>
          <w:szCs w:val="22"/>
        </w:rPr>
        <w:t xml:space="preserve"> </w:t>
      </w:r>
      <w:r w:rsidR="00C63B41" w:rsidRPr="002C0893">
        <w:rPr>
          <w:rFonts w:eastAsia="Arial Unicode MS"/>
          <w:color w:val="000000"/>
          <w:sz w:val="22"/>
          <w:szCs w:val="22"/>
        </w:rPr>
        <w:t>202</w:t>
      </w:r>
      <w:r w:rsidR="00C63B41">
        <w:rPr>
          <w:rFonts w:eastAsia="Arial Unicode MS"/>
          <w:color w:val="000000"/>
          <w:sz w:val="22"/>
          <w:szCs w:val="22"/>
        </w:rPr>
        <w:t>5</w:t>
      </w:r>
      <w:r w:rsidR="00C63B41" w:rsidRPr="002C0893">
        <w:rPr>
          <w:rFonts w:eastAsia="Arial Unicode MS"/>
          <w:color w:val="000000"/>
          <w:sz w:val="22"/>
          <w:szCs w:val="22"/>
        </w:rPr>
        <w:t xml:space="preserve"> </w:t>
      </w:r>
      <w:r w:rsidR="006659D1" w:rsidRPr="002C0893">
        <w:rPr>
          <w:rFonts w:eastAsia="Arial Unicode MS"/>
          <w:color w:val="000000"/>
          <w:sz w:val="22"/>
          <w:szCs w:val="22"/>
        </w:rPr>
        <w:t xml:space="preserve">of Baht </w:t>
      </w:r>
      <w:r w:rsidR="00666FC9">
        <w:rPr>
          <w:rFonts w:eastAsia="Arial Unicode MS"/>
          <w:color w:val="000000"/>
          <w:sz w:val="22"/>
          <w:szCs w:val="22"/>
        </w:rPr>
        <w:t>121</w:t>
      </w:r>
      <w:r w:rsidR="00F35943">
        <w:rPr>
          <w:rFonts w:eastAsia="Arial Unicode MS"/>
          <w:color w:val="000000"/>
          <w:sz w:val="22"/>
          <w:szCs w:val="22"/>
        </w:rPr>
        <w:t xml:space="preserve"> </w:t>
      </w:r>
      <w:r w:rsidR="007B5267" w:rsidRPr="002C0893">
        <w:rPr>
          <w:sz w:val="22"/>
          <w:szCs w:val="22"/>
        </w:rPr>
        <w:t>million</w:t>
      </w:r>
      <w:r w:rsidR="008774A2" w:rsidRPr="002C0893">
        <w:rPr>
          <w:sz w:val="22"/>
          <w:szCs w:val="22"/>
        </w:rPr>
        <w:t xml:space="preserve"> (</w:t>
      </w:r>
      <w:r w:rsidR="00AA16CA" w:rsidRPr="002C0893">
        <w:rPr>
          <w:rFonts w:eastAsia="Arial Unicode MS"/>
          <w:i/>
          <w:iCs/>
          <w:color w:val="000000"/>
          <w:sz w:val="22"/>
          <w:szCs w:val="22"/>
        </w:rPr>
        <w:t>31 December 20</w:t>
      </w:r>
      <w:r w:rsidR="0029659B" w:rsidRPr="002C0893">
        <w:rPr>
          <w:rFonts w:eastAsia="Arial Unicode MS"/>
          <w:i/>
          <w:iCs/>
          <w:color w:val="000000"/>
          <w:sz w:val="22"/>
          <w:szCs w:val="22"/>
        </w:rPr>
        <w:t>2</w:t>
      </w:r>
      <w:r w:rsidR="00C63B41">
        <w:rPr>
          <w:rFonts w:eastAsia="Arial Unicode MS"/>
          <w:i/>
          <w:iCs/>
          <w:color w:val="000000"/>
          <w:sz w:val="22"/>
          <w:szCs w:val="22"/>
        </w:rPr>
        <w:t>4</w:t>
      </w:r>
      <w:r w:rsidR="00AA16CA" w:rsidRPr="002C0893">
        <w:rPr>
          <w:rFonts w:eastAsia="Arial Unicode MS"/>
          <w:i/>
          <w:iCs/>
          <w:color w:val="000000"/>
          <w:sz w:val="22"/>
          <w:szCs w:val="22"/>
        </w:rPr>
        <w:t xml:space="preserve">: </w:t>
      </w:r>
      <w:r w:rsidR="00CF3674">
        <w:rPr>
          <w:rFonts w:eastAsia="Arial Unicode MS"/>
          <w:i/>
          <w:iCs/>
          <w:color w:val="000000"/>
          <w:sz w:val="22"/>
          <w:szCs w:val="22"/>
        </w:rPr>
        <w:br/>
      </w:r>
      <w:r w:rsidR="00AA16CA" w:rsidRPr="002C0893">
        <w:rPr>
          <w:rFonts w:eastAsia="Arial Unicode MS"/>
          <w:i/>
          <w:iCs/>
          <w:color w:val="000000"/>
          <w:sz w:val="22"/>
          <w:szCs w:val="22"/>
        </w:rPr>
        <w:t xml:space="preserve">Baht </w:t>
      </w:r>
      <w:r w:rsidR="00AA16CA" w:rsidRPr="002C0893">
        <w:rPr>
          <w:rFonts w:eastAsia="Arial Unicode MS" w:cs="Angsana New"/>
          <w:i/>
          <w:iCs/>
          <w:color w:val="000000"/>
          <w:sz w:val="22"/>
          <w:szCs w:val="28"/>
        </w:rPr>
        <w:t>1</w:t>
      </w:r>
      <w:r w:rsidR="00C63B41">
        <w:rPr>
          <w:rFonts w:eastAsia="Arial Unicode MS" w:cs="Angsana New"/>
          <w:i/>
          <w:iCs/>
          <w:color w:val="000000"/>
          <w:sz w:val="22"/>
          <w:szCs w:val="28"/>
        </w:rPr>
        <w:t>25</w:t>
      </w:r>
      <w:r w:rsidR="00AA16CA" w:rsidRPr="002C0893">
        <w:rPr>
          <w:rFonts w:eastAsia="Arial Unicode MS"/>
          <w:i/>
          <w:iCs/>
          <w:color w:val="000000"/>
          <w:sz w:val="22"/>
          <w:szCs w:val="22"/>
        </w:rPr>
        <w:t xml:space="preserve"> million)</w:t>
      </w:r>
      <w:r w:rsidR="007B5267" w:rsidRPr="002C0893">
        <w:rPr>
          <w:sz w:val="22"/>
          <w:szCs w:val="22"/>
        </w:rPr>
        <w:t>, as</w:t>
      </w:r>
      <w:r w:rsidR="00276ADC">
        <w:rPr>
          <w:sz w:val="22"/>
          <w:szCs w:val="22"/>
        </w:rPr>
        <w:t xml:space="preserve"> </w:t>
      </w:r>
      <w:r w:rsidR="007B5267" w:rsidRPr="002C0893">
        <w:rPr>
          <w:sz w:val="22"/>
          <w:szCs w:val="22"/>
        </w:rPr>
        <w:t>collateral for loans from banks</w:t>
      </w:r>
      <w:r w:rsidR="00525551" w:rsidRPr="002C0893">
        <w:rPr>
          <w:sz w:val="22"/>
          <w:szCs w:val="22"/>
        </w:rPr>
        <w:t>.</w:t>
      </w:r>
    </w:p>
    <w:p w14:paraId="5F546200" w14:textId="755F5AB7" w:rsidR="007919DC" w:rsidRPr="004F4CC8" w:rsidRDefault="007919DC" w:rsidP="001A05CA">
      <w:pPr>
        <w:tabs>
          <w:tab w:val="left" w:pos="1620"/>
        </w:tabs>
        <w:spacing w:line="300" w:lineRule="atLeast"/>
        <w:ind w:left="1260" w:right="-25" w:hanging="720"/>
        <w:jc w:val="thaiDistribute"/>
        <w:rPr>
          <w:sz w:val="22"/>
          <w:szCs w:val="22"/>
        </w:rPr>
        <w:sectPr w:rsidR="007919DC" w:rsidRPr="004F4CC8" w:rsidSect="005F216F">
          <w:headerReference w:type="default" r:id="rId11"/>
          <w:footerReference w:type="default" r:id="rId12"/>
          <w:pgSz w:w="11909" w:h="16834" w:code="9"/>
          <w:pgMar w:top="691" w:right="1152" w:bottom="576" w:left="1152" w:header="720" w:footer="720" w:gutter="0"/>
          <w:pgNumType w:start="15"/>
          <w:cols w:space="720"/>
          <w:noEndnote/>
          <w:docGrid w:linePitch="272"/>
        </w:sectPr>
      </w:pPr>
    </w:p>
    <w:p w14:paraId="4340823A" w14:textId="422058E6" w:rsidR="00EE05A3" w:rsidRPr="00EF3F91" w:rsidRDefault="00175A31" w:rsidP="001A05CA">
      <w:pPr>
        <w:pStyle w:val="Heading1"/>
        <w:spacing w:line="300" w:lineRule="atLeast"/>
        <w:ind w:left="540" w:hanging="540"/>
        <w:jc w:val="left"/>
        <w:rPr>
          <w:rFonts w:eastAsia="Arial Unicode MS"/>
          <w:sz w:val="24"/>
          <w:szCs w:val="24"/>
        </w:rPr>
      </w:pPr>
      <w:r>
        <w:rPr>
          <w:color w:val="auto"/>
          <w:sz w:val="24"/>
          <w:szCs w:val="24"/>
        </w:rPr>
        <w:lastRenderedPageBreak/>
        <w:t>8</w:t>
      </w:r>
      <w:r w:rsidR="00345CE5" w:rsidRPr="00EF3F91">
        <w:rPr>
          <w:color w:val="auto"/>
          <w:sz w:val="24"/>
          <w:szCs w:val="24"/>
        </w:rPr>
        <w:tab/>
      </w:r>
      <w:r w:rsidR="00581679" w:rsidRPr="00EF3F91">
        <w:rPr>
          <w:sz w:val="24"/>
          <w:szCs w:val="24"/>
          <w:lang w:val="fr-FR"/>
        </w:rPr>
        <w:t xml:space="preserve">Segment information and </w:t>
      </w:r>
      <w:r w:rsidR="007919DC" w:rsidRPr="00B76510">
        <w:rPr>
          <w:sz w:val="24"/>
          <w:szCs w:val="24"/>
          <w:lang w:val="fr-FR"/>
        </w:rPr>
        <w:t>d</w:t>
      </w:r>
      <w:r w:rsidR="00B76510" w:rsidRPr="00B76510">
        <w:rPr>
          <w:sz w:val="24"/>
          <w:szCs w:val="24"/>
          <w:lang w:val="fr-FR"/>
        </w:rPr>
        <w:t>i</w:t>
      </w:r>
      <w:r w:rsidR="007919DC" w:rsidRPr="00B76510">
        <w:rPr>
          <w:sz w:val="24"/>
          <w:szCs w:val="24"/>
          <w:lang w:val="fr-FR"/>
        </w:rPr>
        <w:t>sa</w:t>
      </w:r>
      <w:r w:rsidR="00B76510" w:rsidRPr="00B76510">
        <w:rPr>
          <w:sz w:val="24"/>
          <w:szCs w:val="24"/>
          <w:lang w:val="fr-FR"/>
        </w:rPr>
        <w:t>g</w:t>
      </w:r>
      <w:r w:rsidR="007919DC" w:rsidRPr="00B76510">
        <w:rPr>
          <w:sz w:val="24"/>
          <w:szCs w:val="24"/>
          <w:lang w:val="fr-FR"/>
        </w:rPr>
        <w:t>gr</w:t>
      </w:r>
      <w:r w:rsidR="00B76510" w:rsidRPr="00B76510">
        <w:rPr>
          <w:sz w:val="24"/>
          <w:szCs w:val="24"/>
          <w:lang w:val="fr-FR"/>
        </w:rPr>
        <w:t>e</w:t>
      </w:r>
      <w:r w:rsidR="007919DC" w:rsidRPr="00B76510">
        <w:rPr>
          <w:sz w:val="24"/>
          <w:szCs w:val="24"/>
          <w:lang w:val="fr-FR"/>
        </w:rPr>
        <w:t>gation</w:t>
      </w:r>
      <w:r w:rsidR="00581679" w:rsidRPr="00EF3F91">
        <w:rPr>
          <w:sz w:val="24"/>
          <w:szCs w:val="24"/>
          <w:lang w:val="fr-FR"/>
        </w:rPr>
        <w:t xml:space="preserve"> of revenue</w:t>
      </w:r>
    </w:p>
    <w:p w14:paraId="1CD0B7F3" w14:textId="77777777" w:rsidR="00EE05A3" w:rsidRPr="00EF3F91" w:rsidRDefault="00EE05A3" w:rsidP="001A05CA">
      <w:pPr>
        <w:spacing w:line="300" w:lineRule="atLeast"/>
        <w:ind w:left="540"/>
        <w:jc w:val="thaiDistribute"/>
        <w:rPr>
          <w:rFonts w:eastAsia="Arial Unicode MS"/>
          <w:sz w:val="22"/>
          <w:szCs w:val="22"/>
        </w:rPr>
      </w:pPr>
    </w:p>
    <w:p w14:paraId="0E2DA6B1" w14:textId="72D5CCCF" w:rsidR="00EE05A3" w:rsidRPr="00EF3F91" w:rsidRDefault="00EE05A3" w:rsidP="001A05CA">
      <w:pPr>
        <w:spacing w:line="300" w:lineRule="atLeast"/>
        <w:ind w:left="540"/>
        <w:jc w:val="thaiDistribute"/>
        <w:rPr>
          <w:rFonts w:eastAsia="Arial Unicode MS"/>
          <w:sz w:val="22"/>
          <w:szCs w:val="22"/>
        </w:rPr>
      </w:pPr>
      <w:r w:rsidRPr="00EF3F91">
        <w:rPr>
          <w:rFonts w:eastAsia="Arial Unicode MS"/>
          <w:sz w:val="22"/>
          <w:szCs w:val="22"/>
        </w:rPr>
        <w:t xml:space="preserve">The Company and its subsidiaries’ operations mainly involve business segments in manufacture and sale of prepreg and laminate, printed circuit board, and chemical products with production facilities in Thailand and operate in both local and overseas markets. Financial information of the Company and its subsidiaries by business </w:t>
      </w:r>
      <w:r w:rsidR="001742DD">
        <w:rPr>
          <w:rFonts w:eastAsia="Arial Unicode MS"/>
          <w:sz w:val="22"/>
          <w:szCs w:val="22"/>
        </w:rPr>
        <w:t>for the nine-month period</w:t>
      </w:r>
      <w:r w:rsidR="00CE0A99">
        <w:rPr>
          <w:rFonts w:eastAsia="Arial Unicode MS"/>
          <w:sz w:val="22"/>
          <w:szCs w:val="22"/>
        </w:rPr>
        <w:t>s</w:t>
      </w:r>
      <w:r w:rsidRPr="00B65490">
        <w:rPr>
          <w:rFonts w:eastAsia="Arial Unicode MS"/>
          <w:sz w:val="22"/>
          <w:szCs w:val="22"/>
        </w:rPr>
        <w:t xml:space="preserve"> ended </w:t>
      </w:r>
      <w:r w:rsidR="001742DD">
        <w:rPr>
          <w:rFonts w:eastAsia="Arial Unicode MS"/>
          <w:color w:val="000000"/>
          <w:sz w:val="22"/>
          <w:szCs w:val="22"/>
        </w:rPr>
        <w:t>30 September</w:t>
      </w:r>
      <w:r w:rsidR="00A075BB">
        <w:rPr>
          <w:rFonts w:eastAsia="Arial Unicode MS"/>
          <w:color w:val="000000"/>
          <w:sz w:val="22"/>
          <w:szCs w:val="22"/>
        </w:rPr>
        <w:t xml:space="preserve"> </w:t>
      </w:r>
      <w:r w:rsidR="00A075BB" w:rsidRPr="002C0893">
        <w:rPr>
          <w:rFonts w:eastAsia="Arial Unicode MS"/>
          <w:color w:val="000000"/>
          <w:sz w:val="22"/>
          <w:szCs w:val="22"/>
        </w:rPr>
        <w:t>202</w:t>
      </w:r>
      <w:r w:rsidR="00C63B41">
        <w:rPr>
          <w:rFonts w:eastAsia="Arial Unicode MS"/>
          <w:color w:val="000000"/>
          <w:sz w:val="22"/>
          <w:szCs w:val="22"/>
        </w:rPr>
        <w:t>5</w:t>
      </w:r>
      <w:r w:rsidR="00A075BB">
        <w:rPr>
          <w:rFonts w:eastAsia="Arial Unicode MS"/>
          <w:color w:val="000000"/>
          <w:sz w:val="22"/>
          <w:szCs w:val="22"/>
        </w:rPr>
        <w:t xml:space="preserve"> </w:t>
      </w:r>
      <w:r w:rsidR="00581679" w:rsidRPr="00B65490">
        <w:rPr>
          <w:rFonts w:eastAsia="Arial Unicode MS"/>
          <w:sz w:val="22"/>
          <w:szCs w:val="22"/>
        </w:rPr>
        <w:t>and 20</w:t>
      </w:r>
      <w:r w:rsidR="00C95117" w:rsidRPr="00B65490">
        <w:rPr>
          <w:rFonts w:eastAsia="Arial Unicode MS"/>
          <w:sz w:val="22"/>
          <w:szCs w:val="22"/>
        </w:rPr>
        <w:t>2</w:t>
      </w:r>
      <w:r w:rsidR="00C63B41">
        <w:rPr>
          <w:rFonts w:eastAsia="Arial Unicode MS"/>
          <w:sz w:val="22"/>
          <w:szCs w:val="22"/>
        </w:rPr>
        <w:t>4</w:t>
      </w:r>
      <w:r w:rsidRPr="00B65490">
        <w:rPr>
          <w:rFonts w:eastAsia="Arial Unicode MS"/>
          <w:sz w:val="22"/>
          <w:szCs w:val="22"/>
        </w:rPr>
        <w:t xml:space="preserve"> </w:t>
      </w:r>
      <w:r w:rsidR="00CE0A99">
        <w:rPr>
          <w:rFonts w:eastAsia="Arial Unicode MS"/>
          <w:sz w:val="22"/>
          <w:szCs w:val="22"/>
        </w:rPr>
        <w:t>are</w:t>
      </w:r>
      <w:r w:rsidRPr="00B65490">
        <w:rPr>
          <w:rFonts w:eastAsia="Arial Unicode MS"/>
          <w:sz w:val="22"/>
          <w:szCs w:val="22"/>
        </w:rPr>
        <w:t xml:space="preserve"> as follows</w:t>
      </w:r>
      <w:r w:rsidRPr="00EF3F91">
        <w:rPr>
          <w:rFonts w:eastAsia="Arial Unicode MS"/>
          <w:sz w:val="22"/>
          <w:szCs w:val="22"/>
        </w:rPr>
        <w:t>:</w:t>
      </w:r>
    </w:p>
    <w:p w14:paraId="28205A80" w14:textId="3582B8CE" w:rsidR="00255F27" w:rsidRPr="00953DE5" w:rsidRDefault="00255F27" w:rsidP="001A05CA">
      <w:pPr>
        <w:spacing w:line="300" w:lineRule="atLeast"/>
        <w:jc w:val="thaiDistribute"/>
        <w:rPr>
          <w:rFonts w:eastAsia="Arial Unicode MS"/>
          <w:spacing w:val="-4"/>
          <w:sz w:val="22"/>
          <w:szCs w:val="22"/>
        </w:rPr>
      </w:pPr>
    </w:p>
    <w:tbl>
      <w:tblPr>
        <w:tblW w:w="14760" w:type="dxa"/>
        <w:tblLayout w:type="fixed"/>
        <w:tblCellMar>
          <w:left w:w="0" w:type="dxa"/>
          <w:right w:w="0" w:type="dxa"/>
        </w:tblCellMar>
        <w:tblLook w:val="0000" w:firstRow="0" w:lastRow="0" w:firstColumn="0" w:lastColumn="0" w:noHBand="0" w:noVBand="0"/>
      </w:tblPr>
      <w:tblGrid>
        <w:gridCol w:w="2809"/>
        <w:gridCol w:w="724"/>
        <w:gridCol w:w="725"/>
        <w:gridCol w:w="724"/>
        <w:gridCol w:w="726"/>
        <w:gridCol w:w="725"/>
        <w:gridCol w:w="726"/>
        <w:gridCol w:w="725"/>
        <w:gridCol w:w="726"/>
        <w:gridCol w:w="725"/>
        <w:gridCol w:w="729"/>
        <w:gridCol w:w="725"/>
        <w:gridCol w:w="726"/>
        <w:gridCol w:w="815"/>
        <w:gridCol w:w="816"/>
        <w:gridCol w:w="804"/>
        <w:gridCol w:w="810"/>
      </w:tblGrid>
      <w:tr w:rsidR="00953DE5" w:rsidRPr="006D7790" w14:paraId="56A4EEE6" w14:textId="77777777" w:rsidTr="0091026D">
        <w:trPr>
          <w:cantSplit/>
          <w:trHeight w:val="20"/>
        </w:trPr>
        <w:tc>
          <w:tcPr>
            <w:tcW w:w="2809" w:type="dxa"/>
            <w:vAlign w:val="bottom"/>
          </w:tcPr>
          <w:p w14:paraId="4705C090" w14:textId="77777777" w:rsidR="00953DE5" w:rsidRPr="006D7790" w:rsidRDefault="00953DE5" w:rsidP="001A05CA">
            <w:pPr>
              <w:spacing w:line="300" w:lineRule="atLeast"/>
              <w:ind w:left="90" w:right="90"/>
              <w:rPr>
                <w:sz w:val="14"/>
                <w:szCs w:val="14"/>
              </w:rPr>
            </w:pPr>
          </w:p>
        </w:tc>
        <w:tc>
          <w:tcPr>
            <w:tcW w:w="11951" w:type="dxa"/>
            <w:gridSpan w:val="16"/>
            <w:vAlign w:val="bottom"/>
          </w:tcPr>
          <w:p w14:paraId="42B937F8" w14:textId="77777777" w:rsidR="00953DE5" w:rsidRPr="006D7790" w:rsidRDefault="00953DE5" w:rsidP="001A05CA">
            <w:pPr>
              <w:spacing w:line="300" w:lineRule="atLeast"/>
              <w:ind w:left="90" w:right="90"/>
              <w:jc w:val="center"/>
              <w:rPr>
                <w:sz w:val="14"/>
                <w:szCs w:val="14"/>
                <w:u w:val="single"/>
              </w:rPr>
            </w:pPr>
            <w:r w:rsidRPr="006D7790">
              <w:rPr>
                <w:rFonts w:eastAsia="Arial Unicode MS"/>
                <w:b/>
                <w:bCs/>
                <w:sz w:val="14"/>
                <w:szCs w:val="14"/>
              </w:rPr>
              <w:t>Consolidated financial statements</w:t>
            </w:r>
          </w:p>
        </w:tc>
      </w:tr>
      <w:tr w:rsidR="00953DE5" w:rsidRPr="006D7790" w14:paraId="7FC2E2DF" w14:textId="77777777" w:rsidTr="0091026D">
        <w:trPr>
          <w:cantSplit/>
          <w:trHeight w:val="20"/>
        </w:trPr>
        <w:tc>
          <w:tcPr>
            <w:tcW w:w="2809" w:type="dxa"/>
            <w:vAlign w:val="bottom"/>
          </w:tcPr>
          <w:p w14:paraId="106DC42D" w14:textId="77777777" w:rsidR="00953DE5" w:rsidRPr="006D7790" w:rsidRDefault="00953DE5" w:rsidP="001A05CA">
            <w:pPr>
              <w:spacing w:line="300" w:lineRule="atLeast"/>
              <w:ind w:left="90" w:right="90"/>
              <w:rPr>
                <w:sz w:val="14"/>
                <w:szCs w:val="14"/>
              </w:rPr>
            </w:pPr>
          </w:p>
        </w:tc>
        <w:tc>
          <w:tcPr>
            <w:tcW w:w="11951" w:type="dxa"/>
            <w:gridSpan w:val="16"/>
            <w:vAlign w:val="bottom"/>
          </w:tcPr>
          <w:p w14:paraId="5E0BA4EC" w14:textId="1E0CEF9F" w:rsidR="00953DE5" w:rsidRPr="006D7790" w:rsidRDefault="00CE0A99" w:rsidP="001A05CA">
            <w:pPr>
              <w:spacing w:line="300" w:lineRule="atLeast"/>
              <w:ind w:left="90" w:right="90"/>
              <w:jc w:val="center"/>
              <w:rPr>
                <w:sz w:val="14"/>
                <w:szCs w:val="14"/>
                <w:u w:val="single"/>
              </w:rPr>
            </w:pPr>
            <w:r>
              <w:rPr>
                <w:rFonts w:eastAsia="Arial Unicode MS"/>
                <w:sz w:val="14"/>
                <w:szCs w:val="14"/>
              </w:rPr>
              <w:t>Reportable s</w:t>
            </w:r>
            <w:r w:rsidR="00953DE5" w:rsidRPr="006D7790">
              <w:rPr>
                <w:rFonts w:eastAsia="Arial Unicode MS"/>
                <w:sz w:val="14"/>
                <w:szCs w:val="14"/>
              </w:rPr>
              <w:t>egments</w:t>
            </w:r>
          </w:p>
        </w:tc>
      </w:tr>
      <w:tr w:rsidR="00953DE5" w:rsidRPr="006D7790" w14:paraId="454F6AD3" w14:textId="77777777" w:rsidTr="0091026D">
        <w:trPr>
          <w:cantSplit/>
          <w:trHeight w:val="20"/>
        </w:trPr>
        <w:tc>
          <w:tcPr>
            <w:tcW w:w="2809" w:type="dxa"/>
            <w:vAlign w:val="bottom"/>
          </w:tcPr>
          <w:p w14:paraId="72868FDA" w14:textId="77777777" w:rsidR="00953DE5" w:rsidRPr="006D7790" w:rsidRDefault="00953DE5" w:rsidP="001A05CA">
            <w:pPr>
              <w:spacing w:line="300" w:lineRule="atLeast"/>
              <w:ind w:left="90" w:right="90"/>
              <w:rPr>
                <w:sz w:val="14"/>
                <w:szCs w:val="14"/>
              </w:rPr>
            </w:pPr>
          </w:p>
        </w:tc>
        <w:tc>
          <w:tcPr>
            <w:tcW w:w="1449" w:type="dxa"/>
            <w:gridSpan w:val="2"/>
            <w:vAlign w:val="bottom"/>
          </w:tcPr>
          <w:p w14:paraId="2F498E5D" w14:textId="77777777" w:rsidR="00953DE5" w:rsidRPr="006D7790" w:rsidRDefault="00953DE5" w:rsidP="001A05CA">
            <w:pPr>
              <w:spacing w:line="300" w:lineRule="atLeast"/>
              <w:ind w:left="90" w:right="90"/>
              <w:jc w:val="center"/>
              <w:rPr>
                <w:sz w:val="14"/>
                <w:szCs w:val="14"/>
              </w:rPr>
            </w:pPr>
            <w:r w:rsidRPr="006D7790">
              <w:rPr>
                <w:rFonts w:eastAsia="Arial Unicode MS"/>
                <w:color w:val="000000"/>
                <w:sz w:val="14"/>
                <w:szCs w:val="14"/>
              </w:rPr>
              <w:t xml:space="preserve">Prepreg and Laminate </w:t>
            </w:r>
          </w:p>
        </w:tc>
        <w:tc>
          <w:tcPr>
            <w:tcW w:w="5806" w:type="dxa"/>
            <w:gridSpan w:val="8"/>
            <w:vAlign w:val="bottom"/>
          </w:tcPr>
          <w:p w14:paraId="33E75C7A" w14:textId="77777777" w:rsidR="00953DE5" w:rsidRPr="006D7790" w:rsidRDefault="00953DE5" w:rsidP="001A05CA">
            <w:pPr>
              <w:pBdr>
                <w:bottom w:val="single" w:sz="4" w:space="1" w:color="auto"/>
              </w:pBdr>
              <w:spacing w:line="300" w:lineRule="atLeast"/>
              <w:ind w:left="113" w:right="132"/>
              <w:jc w:val="center"/>
              <w:rPr>
                <w:sz w:val="14"/>
                <w:szCs w:val="14"/>
              </w:rPr>
            </w:pPr>
            <w:r w:rsidRPr="006D7790">
              <w:rPr>
                <w:rFonts w:eastAsia="Arial Unicode MS"/>
                <w:color w:val="000000"/>
                <w:sz w:val="14"/>
                <w:szCs w:val="14"/>
              </w:rPr>
              <w:t>Printed Circuit Board business</w:t>
            </w:r>
          </w:p>
        </w:tc>
        <w:tc>
          <w:tcPr>
            <w:tcW w:w="1451" w:type="dxa"/>
            <w:gridSpan w:val="2"/>
          </w:tcPr>
          <w:p w14:paraId="4DD3943A" w14:textId="77777777" w:rsidR="00953DE5" w:rsidRPr="006D7790" w:rsidRDefault="00953DE5" w:rsidP="001A05CA">
            <w:pPr>
              <w:spacing w:line="300" w:lineRule="atLeast"/>
              <w:ind w:left="90" w:right="90"/>
              <w:jc w:val="center"/>
              <w:rPr>
                <w:sz w:val="14"/>
                <w:szCs w:val="14"/>
                <w:u w:val="single"/>
              </w:rPr>
            </w:pPr>
          </w:p>
        </w:tc>
        <w:tc>
          <w:tcPr>
            <w:tcW w:w="1631" w:type="dxa"/>
            <w:gridSpan w:val="2"/>
            <w:vAlign w:val="bottom"/>
          </w:tcPr>
          <w:p w14:paraId="48EA6217" w14:textId="77777777" w:rsidR="00953DE5" w:rsidRPr="006D7790" w:rsidRDefault="00953DE5" w:rsidP="001A05CA">
            <w:pPr>
              <w:spacing w:line="300" w:lineRule="atLeast"/>
              <w:ind w:left="90" w:right="90"/>
              <w:jc w:val="center"/>
              <w:rPr>
                <w:sz w:val="14"/>
                <w:szCs w:val="14"/>
                <w:u w:val="single"/>
              </w:rPr>
            </w:pPr>
          </w:p>
        </w:tc>
        <w:tc>
          <w:tcPr>
            <w:tcW w:w="1614" w:type="dxa"/>
            <w:gridSpan w:val="2"/>
            <w:vAlign w:val="bottom"/>
          </w:tcPr>
          <w:p w14:paraId="62C1F135" w14:textId="77777777" w:rsidR="00953DE5" w:rsidRPr="006D7790" w:rsidRDefault="00953DE5" w:rsidP="001A05CA">
            <w:pPr>
              <w:spacing w:line="300" w:lineRule="atLeast"/>
              <w:ind w:left="90" w:right="90"/>
              <w:jc w:val="center"/>
              <w:rPr>
                <w:sz w:val="14"/>
                <w:szCs w:val="14"/>
                <w:u w:val="single"/>
              </w:rPr>
            </w:pPr>
          </w:p>
        </w:tc>
      </w:tr>
      <w:tr w:rsidR="00FE2B77" w:rsidRPr="006D7790" w14:paraId="4AC4DA4F" w14:textId="77777777" w:rsidTr="0091026D">
        <w:trPr>
          <w:cantSplit/>
          <w:trHeight w:val="20"/>
        </w:trPr>
        <w:tc>
          <w:tcPr>
            <w:tcW w:w="2809" w:type="dxa"/>
            <w:vAlign w:val="bottom"/>
          </w:tcPr>
          <w:p w14:paraId="12C20210" w14:textId="18511E57" w:rsidR="00FE2B77" w:rsidRPr="006F2D73" w:rsidRDefault="001742DD" w:rsidP="001A05CA">
            <w:pPr>
              <w:spacing w:line="300" w:lineRule="atLeast"/>
              <w:ind w:left="90" w:right="90"/>
              <w:rPr>
                <w:i/>
                <w:iCs/>
                <w:sz w:val="14"/>
                <w:szCs w:val="14"/>
              </w:rPr>
            </w:pPr>
            <w:r>
              <w:rPr>
                <w:rFonts w:eastAsia="Arial Unicode MS"/>
                <w:b/>
                <w:bCs/>
                <w:i/>
                <w:iCs/>
                <w:sz w:val="14"/>
                <w:szCs w:val="14"/>
              </w:rPr>
              <w:t>For the nine-month period</w:t>
            </w:r>
            <w:r w:rsidR="00FE2B77" w:rsidRPr="005A43B4">
              <w:rPr>
                <w:rFonts w:eastAsia="Arial Unicode MS"/>
                <w:b/>
                <w:bCs/>
                <w:i/>
                <w:iCs/>
                <w:sz w:val="14"/>
                <w:szCs w:val="14"/>
              </w:rPr>
              <w:t xml:space="preserve"> ended</w:t>
            </w:r>
          </w:p>
        </w:tc>
        <w:tc>
          <w:tcPr>
            <w:tcW w:w="1449" w:type="dxa"/>
            <w:gridSpan w:val="2"/>
            <w:vAlign w:val="bottom"/>
          </w:tcPr>
          <w:p w14:paraId="37D5D862" w14:textId="77777777" w:rsidR="00FE2B77" w:rsidRPr="006D7790" w:rsidRDefault="00FE2B77" w:rsidP="001A05CA">
            <w:pPr>
              <w:pBdr>
                <w:bottom w:val="single" w:sz="4" w:space="1" w:color="auto"/>
              </w:pBdr>
              <w:spacing w:line="300" w:lineRule="atLeast"/>
              <w:ind w:right="65"/>
              <w:jc w:val="center"/>
              <w:rPr>
                <w:rFonts w:eastAsia="Arial Unicode MS"/>
                <w:color w:val="000000"/>
                <w:sz w:val="14"/>
                <w:szCs w:val="14"/>
              </w:rPr>
            </w:pPr>
            <w:r w:rsidRPr="006D7790">
              <w:rPr>
                <w:rFonts w:eastAsia="Arial Unicode MS"/>
                <w:color w:val="000000"/>
                <w:sz w:val="14"/>
                <w:szCs w:val="14"/>
              </w:rPr>
              <w:t>Business</w:t>
            </w:r>
          </w:p>
        </w:tc>
        <w:tc>
          <w:tcPr>
            <w:tcW w:w="1450" w:type="dxa"/>
            <w:gridSpan w:val="2"/>
            <w:vAlign w:val="bottom"/>
          </w:tcPr>
          <w:p w14:paraId="21DB06C3"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America</w:t>
            </w:r>
          </w:p>
        </w:tc>
        <w:tc>
          <w:tcPr>
            <w:tcW w:w="1451" w:type="dxa"/>
            <w:gridSpan w:val="2"/>
            <w:vAlign w:val="bottom"/>
          </w:tcPr>
          <w:p w14:paraId="6A9F348A"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Europe</w:t>
            </w:r>
          </w:p>
        </w:tc>
        <w:tc>
          <w:tcPr>
            <w:tcW w:w="1451" w:type="dxa"/>
            <w:gridSpan w:val="2"/>
            <w:vAlign w:val="bottom"/>
          </w:tcPr>
          <w:p w14:paraId="78AF79D5"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Asia</w:t>
            </w:r>
          </w:p>
        </w:tc>
        <w:tc>
          <w:tcPr>
            <w:tcW w:w="1454" w:type="dxa"/>
            <w:gridSpan w:val="2"/>
            <w:vAlign w:val="bottom"/>
          </w:tcPr>
          <w:p w14:paraId="7EE1C933"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Total</w:t>
            </w:r>
          </w:p>
        </w:tc>
        <w:tc>
          <w:tcPr>
            <w:tcW w:w="1451" w:type="dxa"/>
            <w:gridSpan w:val="2"/>
          </w:tcPr>
          <w:p w14:paraId="36F0AE3A"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sz w:val="14"/>
                <w:szCs w:val="14"/>
              </w:rPr>
              <w:t>Chemical business</w:t>
            </w:r>
          </w:p>
        </w:tc>
        <w:tc>
          <w:tcPr>
            <w:tcW w:w="1631" w:type="dxa"/>
            <w:gridSpan w:val="2"/>
            <w:vAlign w:val="bottom"/>
          </w:tcPr>
          <w:p w14:paraId="4A58B4EC"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sz w:val="14"/>
                <w:szCs w:val="14"/>
              </w:rPr>
              <w:t>Eliminating entries</w:t>
            </w:r>
          </w:p>
        </w:tc>
        <w:tc>
          <w:tcPr>
            <w:tcW w:w="1614" w:type="dxa"/>
            <w:gridSpan w:val="2"/>
            <w:vAlign w:val="bottom"/>
          </w:tcPr>
          <w:p w14:paraId="48219102"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Total</w:t>
            </w:r>
          </w:p>
        </w:tc>
      </w:tr>
      <w:tr w:rsidR="00FE2B77" w:rsidRPr="006D7790" w14:paraId="2EE8E040" w14:textId="77777777" w:rsidTr="0091026D">
        <w:trPr>
          <w:cantSplit/>
          <w:trHeight w:val="20"/>
        </w:trPr>
        <w:tc>
          <w:tcPr>
            <w:tcW w:w="2809" w:type="dxa"/>
            <w:vAlign w:val="bottom"/>
          </w:tcPr>
          <w:p w14:paraId="7CF7E7B4" w14:textId="745FA0D5" w:rsidR="00FE2B77" w:rsidRPr="006F2D73" w:rsidRDefault="00FE2B77" w:rsidP="001A05CA">
            <w:pPr>
              <w:spacing w:line="300" w:lineRule="atLeast"/>
              <w:ind w:left="90" w:right="90"/>
              <w:rPr>
                <w:i/>
                <w:iCs/>
                <w:sz w:val="14"/>
                <w:szCs w:val="14"/>
              </w:rPr>
            </w:pPr>
            <w:r w:rsidRPr="005A43B4">
              <w:rPr>
                <w:rFonts w:eastAsia="Arial Unicode MS"/>
                <w:b/>
                <w:bCs/>
                <w:i/>
                <w:iCs/>
                <w:sz w:val="14"/>
                <w:szCs w:val="14"/>
              </w:rPr>
              <w:t xml:space="preserve">  </w:t>
            </w:r>
            <w:r w:rsidR="001742DD">
              <w:rPr>
                <w:rFonts w:eastAsia="Arial Unicode MS"/>
                <w:b/>
                <w:bCs/>
                <w:i/>
                <w:iCs/>
                <w:sz w:val="14"/>
                <w:szCs w:val="14"/>
              </w:rPr>
              <w:t>30 September</w:t>
            </w:r>
          </w:p>
        </w:tc>
        <w:tc>
          <w:tcPr>
            <w:tcW w:w="724" w:type="dxa"/>
            <w:vAlign w:val="bottom"/>
          </w:tcPr>
          <w:p w14:paraId="4D80F0E1" w14:textId="6172F898"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5" w:type="dxa"/>
            <w:vAlign w:val="bottom"/>
          </w:tcPr>
          <w:p w14:paraId="66A5D7C1" w14:textId="2D4EC59B"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4" w:type="dxa"/>
            <w:vAlign w:val="bottom"/>
          </w:tcPr>
          <w:p w14:paraId="0352F629" w14:textId="2BA60658"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6" w:type="dxa"/>
            <w:vAlign w:val="bottom"/>
          </w:tcPr>
          <w:p w14:paraId="20BA3DB7" w14:textId="222D3878"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14:paraId="23DE5F84" w14:textId="54F42F4F"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6" w:type="dxa"/>
            <w:vAlign w:val="bottom"/>
          </w:tcPr>
          <w:p w14:paraId="250300C1" w14:textId="27CDC082"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14:paraId="7F40AF9F" w14:textId="5F16045D"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6" w:type="dxa"/>
            <w:vAlign w:val="bottom"/>
          </w:tcPr>
          <w:p w14:paraId="6F9E59D9" w14:textId="5418279B"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14:paraId="28E9DA09" w14:textId="10606C02"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9" w:type="dxa"/>
            <w:vAlign w:val="bottom"/>
          </w:tcPr>
          <w:p w14:paraId="2E5E5D05" w14:textId="7C44284D"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14:paraId="752342CF" w14:textId="53955AE3"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6" w:type="dxa"/>
            <w:vAlign w:val="bottom"/>
          </w:tcPr>
          <w:p w14:paraId="64C6EFAA" w14:textId="79B1D30A"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815" w:type="dxa"/>
            <w:vAlign w:val="bottom"/>
          </w:tcPr>
          <w:p w14:paraId="3EE53F53" w14:textId="3D6665A9"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816" w:type="dxa"/>
            <w:vAlign w:val="bottom"/>
          </w:tcPr>
          <w:p w14:paraId="7BBB2293" w14:textId="4A0BC751"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804" w:type="dxa"/>
            <w:vAlign w:val="bottom"/>
          </w:tcPr>
          <w:p w14:paraId="552A4FEC" w14:textId="2D781ED5"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810" w:type="dxa"/>
            <w:vAlign w:val="bottom"/>
          </w:tcPr>
          <w:p w14:paraId="5348E793" w14:textId="6037F59B"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r>
      <w:tr w:rsidR="00FE2B77" w:rsidRPr="006D7790" w14:paraId="4FFB4EF3" w14:textId="77777777" w:rsidTr="0091026D">
        <w:trPr>
          <w:cantSplit/>
          <w:trHeight w:val="20"/>
        </w:trPr>
        <w:tc>
          <w:tcPr>
            <w:tcW w:w="2809" w:type="dxa"/>
          </w:tcPr>
          <w:p w14:paraId="36EFB5AB" w14:textId="77777777" w:rsidR="00FE2B77" w:rsidRPr="006D7790" w:rsidRDefault="00FE2B77" w:rsidP="001A05CA">
            <w:pPr>
              <w:spacing w:line="300" w:lineRule="atLeast"/>
              <w:rPr>
                <w:rFonts w:eastAsia="Arial Unicode MS"/>
                <w:sz w:val="14"/>
                <w:szCs w:val="14"/>
              </w:rPr>
            </w:pPr>
          </w:p>
        </w:tc>
        <w:tc>
          <w:tcPr>
            <w:tcW w:w="11951" w:type="dxa"/>
            <w:gridSpan w:val="16"/>
            <w:vAlign w:val="bottom"/>
          </w:tcPr>
          <w:p w14:paraId="2519205D" w14:textId="77777777" w:rsidR="00FE2B77" w:rsidRPr="006D7790" w:rsidRDefault="00FE2B77" w:rsidP="001A05CA">
            <w:pPr>
              <w:spacing w:line="300" w:lineRule="atLeast"/>
              <w:ind w:right="86"/>
              <w:jc w:val="center"/>
              <w:rPr>
                <w:sz w:val="14"/>
                <w:szCs w:val="14"/>
              </w:rPr>
            </w:pPr>
            <w:r w:rsidRPr="006D7790">
              <w:rPr>
                <w:rFonts w:eastAsia="Arial Unicode MS"/>
                <w:i/>
                <w:iCs/>
                <w:sz w:val="14"/>
                <w:szCs w:val="14"/>
              </w:rPr>
              <w:t>(in thousand Baht)</w:t>
            </w:r>
          </w:p>
        </w:tc>
      </w:tr>
      <w:tr w:rsidR="00FE2B77" w:rsidRPr="006D7790" w14:paraId="495BC39D" w14:textId="77777777" w:rsidTr="0091026D">
        <w:trPr>
          <w:cantSplit/>
          <w:trHeight w:val="20"/>
        </w:trPr>
        <w:tc>
          <w:tcPr>
            <w:tcW w:w="2809" w:type="dxa"/>
          </w:tcPr>
          <w:p w14:paraId="77109ED5" w14:textId="77777777" w:rsidR="00FE2B77" w:rsidRPr="006D7790" w:rsidRDefault="00FE2B77" w:rsidP="001A05CA">
            <w:pPr>
              <w:pStyle w:val="BodyText"/>
              <w:spacing w:line="300" w:lineRule="atLeast"/>
              <w:ind w:left="180" w:right="90" w:hanging="90"/>
              <w:jc w:val="left"/>
              <w:rPr>
                <w:rFonts w:eastAsia="Arial Unicode MS" w:cs="Times New Roman"/>
                <w:b/>
                <w:bCs/>
                <w:i/>
                <w:iCs/>
                <w:sz w:val="14"/>
                <w:szCs w:val="14"/>
              </w:rPr>
            </w:pPr>
            <w:r w:rsidRPr="006D7790">
              <w:rPr>
                <w:rFonts w:eastAsia="Arial Unicode MS" w:cs="Times New Roman"/>
                <w:b/>
                <w:bCs/>
                <w:i/>
                <w:iCs/>
                <w:sz w:val="14"/>
                <w:szCs w:val="14"/>
              </w:rPr>
              <w:t>Information about reportable segments</w:t>
            </w:r>
          </w:p>
        </w:tc>
        <w:tc>
          <w:tcPr>
            <w:tcW w:w="11951" w:type="dxa"/>
            <w:gridSpan w:val="16"/>
            <w:vAlign w:val="bottom"/>
          </w:tcPr>
          <w:p w14:paraId="53AA5A6C" w14:textId="77777777" w:rsidR="00FE2B77" w:rsidRPr="006D7790" w:rsidRDefault="00FE2B77" w:rsidP="001A05CA">
            <w:pPr>
              <w:spacing w:line="300" w:lineRule="atLeast"/>
              <w:ind w:right="86"/>
              <w:jc w:val="center"/>
              <w:rPr>
                <w:rFonts w:eastAsia="Arial Unicode MS"/>
                <w:i/>
                <w:iCs/>
                <w:sz w:val="14"/>
                <w:szCs w:val="14"/>
              </w:rPr>
            </w:pPr>
          </w:p>
        </w:tc>
      </w:tr>
      <w:tr w:rsidR="00DC4968" w:rsidRPr="00C5010B" w14:paraId="554A5DE8" w14:textId="77777777" w:rsidTr="00156B69">
        <w:trPr>
          <w:cantSplit/>
          <w:trHeight w:val="60"/>
        </w:trPr>
        <w:tc>
          <w:tcPr>
            <w:tcW w:w="2809" w:type="dxa"/>
          </w:tcPr>
          <w:p w14:paraId="606C4AD4" w14:textId="77777777" w:rsidR="00DC4968" w:rsidRPr="006D7790" w:rsidRDefault="00DC4968" w:rsidP="00DC4968">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sz w:val="14"/>
                <w:szCs w:val="14"/>
              </w:rPr>
              <w:t>Revenues from external customers</w:t>
            </w:r>
          </w:p>
        </w:tc>
        <w:tc>
          <w:tcPr>
            <w:tcW w:w="724" w:type="dxa"/>
          </w:tcPr>
          <w:p w14:paraId="357F9D54" w14:textId="700644BB" w:rsidR="00DC4968" w:rsidRPr="00666FC9" w:rsidRDefault="00DC4968" w:rsidP="00DC4968">
            <w:pPr>
              <w:tabs>
                <w:tab w:val="decimal" w:pos="615"/>
              </w:tabs>
              <w:spacing w:line="300" w:lineRule="atLeast"/>
              <w:rPr>
                <w:sz w:val="14"/>
                <w:szCs w:val="14"/>
              </w:rPr>
            </w:pPr>
            <w:r w:rsidRPr="00666FC9">
              <w:rPr>
                <w:sz w:val="14"/>
                <w:szCs w:val="14"/>
              </w:rPr>
              <w:t>562,367</w:t>
            </w:r>
          </w:p>
        </w:tc>
        <w:tc>
          <w:tcPr>
            <w:tcW w:w="725" w:type="dxa"/>
            <w:vAlign w:val="bottom"/>
          </w:tcPr>
          <w:p w14:paraId="7BC37215" w14:textId="7CE46C60" w:rsidR="00DC4968" w:rsidRPr="00DE0303" w:rsidRDefault="00DC4968" w:rsidP="00DC4968">
            <w:pPr>
              <w:tabs>
                <w:tab w:val="decimal" w:pos="604"/>
              </w:tabs>
              <w:spacing w:line="300" w:lineRule="atLeast"/>
              <w:rPr>
                <w:sz w:val="14"/>
                <w:szCs w:val="14"/>
              </w:rPr>
            </w:pPr>
            <w:r w:rsidRPr="00904A6F">
              <w:rPr>
                <w:sz w:val="14"/>
                <w:szCs w:val="14"/>
              </w:rPr>
              <w:t>683,357</w:t>
            </w:r>
          </w:p>
        </w:tc>
        <w:tc>
          <w:tcPr>
            <w:tcW w:w="724" w:type="dxa"/>
          </w:tcPr>
          <w:p w14:paraId="13FC9647" w14:textId="5C1182CB" w:rsidR="00DC4968" w:rsidRPr="00DC4968" w:rsidRDefault="00DC4968" w:rsidP="00DC4968">
            <w:pPr>
              <w:tabs>
                <w:tab w:val="decimal" w:pos="604"/>
              </w:tabs>
              <w:spacing w:line="300" w:lineRule="atLeast"/>
              <w:ind w:right="90"/>
              <w:rPr>
                <w:sz w:val="14"/>
                <w:szCs w:val="14"/>
                <w:cs/>
              </w:rPr>
            </w:pPr>
            <w:r w:rsidRPr="00DC4968">
              <w:rPr>
                <w:sz w:val="14"/>
                <w:szCs w:val="14"/>
              </w:rPr>
              <w:t>2,111,872</w:t>
            </w:r>
          </w:p>
        </w:tc>
        <w:tc>
          <w:tcPr>
            <w:tcW w:w="726" w:type="dxa"/>
            <w:vAlign w:val="bottom"/>
          </w:tcPr>
          <w:p w14:paraId="5C1DE501" w14:textId="48571BA4" w:rsidR="00DC4968" w:rsidRPr="00DE0303" w:rsidRDefault="00DC4968" w:rsidP="00DC4968">
            <w:pPr>
              <w:tabs>
                <w:tab w:val="decimal" w:pos="610"/>
              </w:tabs>
              <w:spacing w:line="300" w:lineRule="atLeast"/>
              <w:ind w:right="90"/>
              <w:rPr>
                <w:sz w:val="14"/>
                <w:szCs w:val="14"/>
              </w:rPr>
            </w:pPr>
            <w:r w:rsidRPr="00904A6F">
              <w:rPr>
                <w:sz w:val="14"/>
                <w:szCs w:val="14"/>
              </w:rPr>
              <w:t>2,371,476</w:t>
            </w:r>
          </w:p>
        </w:tc>
        <w:tc>
          <w:tcPr>
            <w:tcW w:w="725" w:type="dxa"/>
          </w:tcPr>
          <w:p w14:paraId="01E72E95" w14:textId="2D94F5B0" w:rsidR="00DC4968" w:rsidRPr="00DC4968" w:rsidRDefault="00DC4968" w:rsidP="00DC4968">
            <w:pPr>
              <w:tabs>
                <w:tab w:val="decimal" w:pos="610"/>
              </w:tabs>
              <w:spacing w:line="300" w:lineRule="atLeast"/>
              <w:ind w:right="90"/>
              <w:rPr>
                <w:sz w:val="14"/>
                <w:szCs w:val="14"/>
                <w:cs/>
              </w:rPr>
            </w:pPr>
            <w:r w:rsidRPr="00DC4968">
              <w:rPr>
                <w:sz w:val="14"/>
                <w:szCs w:val="14"/>
              </w:rPr>
              <w:t>4,532,467</w:t>
            </w:r>
          </w:p>
        </w:tc>
        <w:tc>
          <w:tcPr>
            <w:tcW w:w="726" w:type="dxa"/>
            <w:vAlign w:val="bottom"/>
          </w:tcPr>
          <w:p w14:paraId="1CF2CE17" w14:textId="4605C8BE" w:rsidR="00DC4968" w:rsidRPr="00DE0303" w:rsidRDefault="00DC4968" w:rsidP="00DC4968">
            <w:pPr>
              <w:tabs>
                <w:tab w:val="decimal" w:pos="610"/>
              </w:tabs>
              <w:spacing w:line="300" w:lineRule="atLeast"/>
              <w:ind w:right="90"/>
              <w:rPr>
                <w:sz w:val="14"/>
                <w:szCs w:val="14"/>
              </w:rPr>
            </w:pPr>
            <w:r w:rsidRPr="00904A6F">
              <w:rPr>
                <w:sz w:val="14"/>
                <w:szCs w:val="14"/>
              </w:rPr>
              <w:t>5,315,260</w:t>
            </w:r>
          </w:p>
        </w:tc>
        <w:tc>
          <w:tcPr>
            <w:tcW w:w="725" w:type="dxa"/>
          </w:tcPr>
          <w:p w14:paraId="29D91888" w14:textId="032CFA4D" w:rsidR="00DC4968" w:rsidRPr="00DC4968" w:rsidRDefault="00DC4968" w:rsidP="00DC4968">
            <w:pPr>
              <w:tabs>
                <w:tab w:val="decimal" w:pos="610"/>
              </w:tabs>
              <w:spacing w:line="300" w:lineRule="atLeast"/>
              <w:ind w:right="90"/>
              <w:rPr>
                <w:sz w:val="14"/>
                <w:szCs w:val="14"/>
                <w:cs/>
              </w:rPr>
            </w:pPr>
            <w:r w:rsidRPr="00DC4968">
              <w:rPr>
                <w:sz w:val="14"/>
                <w:szCs w:val="14"/>
              </w:rPr>
              <w:t>2,377,214</w:t>
            </w:r>
          </w:p>
        </w:tc>
        <w:tc>
          <w:tcPr>
            <w:tcW w:w="726" w:type="dxa"/>
          </w:tcPr>
          <w:p w14:paraId="088EF187" w14:textId="117DAE3F" w:rsidR="00DC4968" w:rsidRPr="00DE0303" w:rsidRDefault="00DC4968" w:rsidP="00DC4968">
            <w:pPr>
              <w:tabs>
                <w:tab w:val="decimal" w:pos="610"/>
              </w:tabs>
              <w:spacing w:line="300" w:lineRule="atLeast"/>
              <w:ind w:right="90"/>
              <w:rPr>
                <w:sz w:val="14"/>
                <w:szCs w:val="14"/>
              </w:rPr>
            </w:pPr>
            <w:r w:rsidRPr="00DF5E24">
              <w:rPr>
                <w:sz w:val="14"/>
                <w:szCs w:val="14"/>
              </w:rPr>
              <w:t>2,734,992</w:t>
            </w:r>
          </w:p>
        </w:tc>
        <w:tc>
          <w:tcPr>
            <w:tcW w:w="725" w:type="dxa"/>
          </w:tcPr>
          <w:p w14:paraId="6ED46C88" w14:textId="6D505547" w:rsidR="00DC4968" w:rsidRPr="00666FC9" w:rsidRDefault="00DC4968" w:rsidP="00DC4968">
            <w:pPr>
              <w:spacing w:line="300" w:lineRule="atLeast"/>
              <w:ind w:right="90"/>
              <w:jc w:val="right"/>
              <w:rPr>
                <w:sz w:val="14"/>
                <w:szCs w:val="14"/>
                <w:cs/>
              </w:rPr>
            </w:pPr>
            <w:r w:rsidRPr="00666FC9">
              <w:rPr>
                <w:sz w:val="14"/>
                <w:szCs w:val="14"/>
              </w:rPr>
              <w:t>9,021,553</w:t>
            </w:r>
          </w:p>
        </w:tc>
        <w:tc>
          <w:tcPr>
            <w:tcW w:w="729" w:type="dxa"/>
          </w:tcPr>
          <w:p w14:paraId="665488DA" w14:textId="13BE06A8" w:rsidR="00DC4968" w:rsidRPr="00DE0303" w:rsidRDefault="00DC4968" w:rsidP="00DC4968">
            <w:pPr>
              <w:spacing w:line="300" w:lineRule="atLeast"/>
              <w:ind w:right="90"/>
              <w:jc w:val="right"/>
              <w:rPr>
                <w:sz w:val="14"/>
                <w:szCs w:val="14"/>
              </w:rPr>
            </w:pPr>
            <w:r w:rsidRPr="00DF5E24">
              <w:rPr>
                <w:sz w:val="14"/>
                <w:szCs w:val="14"/>
              </w:rPr>
              <w:t>10,421,728</w:t>
            </w:r>
          </w:p>
        </w:tc>
        <w:tc>
          <w:tcPr>
            <w:tcW w:w="725" w:type="dxa"/>
          </w:tcPr>
          <w:p w14:paraId="5412FF51" w14:textId="2F2DF5E5" w:rsidR="00DC4968" w:rsidRPr="00666FC9" w:rsidRDefault="00DC4968" w:rsidP="00DC4968">
            <w:pPr>
              <w:tabs>
                <w:tab w:val="decimal" w:pos="610"/>
              </w:tabs>
              <w:spacing w:line="300" w:lineRule="atLeast"/>
              <w:ind w:right="90"/>
              <w:rPr>
                <w:sz w:val="14"/>
                <w:szCs w:val="14"/>
                <w:cs/>
              </w:rPr>
            </w:pPr>
            <w:r w:rsidRPr="00666FC9">
              <w:rPr>
                <w:sz w:val="14"/>
                <w:szCs w:val="14"/>
              </w:rPr>
              <w:t>469,394</w:t>
            </w:r>
          </w:p>
        </w:tc>
        <w:tc>
          <w:tcPr>
            <w:tcW w:w="726" w:type="dxa"/>
          </w:tcPr>
          <w:p w14:paraId="77D9A462" w14:textId="5DCBAB7D" w:rsidR="00DC4968" w:rsidRPr="00DE0303" w:rsidRDefault="00DC4968" w:rsidP="00DC4968">
            <w:pPr>
              <w:tabs>
                <w:tab w:val="decimal" w:pos="610"/>
              </w:tabs>
              <w:spacing w:line="300" w:lineRule="atLeast"/>
              <w:ind w:right="90"/>
              <w:rPr>
                <w:sz w:val="14"/>
                <w:szCs w:val="14"/>
              </w:rPr>
            </w:pPr>
            <w:r w:rsidRPr="00DF5E24">
              <w:rPr>
                <w:sz w:val="14"/>
                <w:szCs w:val="14"/>
              </w:rPr>
              <w:t>488,848</w:t>
            </w:r>
          </w:p>
        </w:tc>
        <w:tc>
          <w:tcPr>
            <w:tcW w:w="815" w:type="dxa"/>
          </w:tcPr>
          <w:p w14:paraId="73843B42" w14:textId="69EBC85B" w:rsidR="00DC4968" w:rsidRPr="00666FC9" w:rsidRDefault="00DC4968" w:rsidP="00DC4968">
            <w:pPr>
              <w:tabs>
                <w:tab w:val="decimal" w:pos="463"/>
              </w:tabs>
              <w:spacing w:line="300" w:lineRule="atLeast"/>
              <w:rPr>
                <w:sz w:val="14"/>
                <w:szCs w:val="14"/>
              </w:rPr>
            </w:pPr>
            <w:r w:rsidRPr="00666FC9">
              <w:rPr>
                <w:sz w:val="14"/>
                <w:szCs w:val="14"/>
              </w:rPr>
              <w:t>-</w:t>
            </w:r>
          </w:p>
        </w:tc>
        <w:tc>
          <w:tcPr>
            <w:tcW w:w="816" w:type="dxa"/>
          </w:tcPr>
          <w:p w14:paraId="32E25654" w14:textId="3FFAA8B6" w:rsidR="00DC4968" w:rsidRPr="00DE0303" w:rsidRDefault="00DC4968" w:rsidP="00DC4968">
            <w:pPr>
              <w:tabs>
                <w:tab w:val="decimal" w:pos="463"/>
              </w:tabs>
              <w:spacing w:line="300" w:lineRule="atLeast"/>
              <w:ind w:right="90"/>
              <w:rPr>
                <w:sz w:val="14"/>
                <w:szCs w:val="14"/>
              </w:rPr>
            </w:pPr>
            <w:r w:rsidRPr="00ED605B">
              <w:rPr>
                <w:sz w:val="14"/>
                <w:szCs w:val="14"/>
              </w:rPr>
              <w:t>-</w:t>
            </w:r>
          </w:p>
        </w:tc>
        <w:tc>
          <w:tcPr>
            <w:tcW w:w="804" w:type="dxa"/>
          </w:tcPr>
          <w:p w14:paraId="30169807" w14:textId="389E6B25" w:rsidR="00DC4968" w:rsidRPr="00666FC9" w:rsidRDefault="00DC4968" w:rsidP="00DC4968">
            <w:pPr>
              <w:tabs>
                <w:tab w:val="decimal" w:pos="703"/>
              </w:tabs>
              <w:spacing w:line="300" w:lineRule="atLeast"/>
              <w:ind w:right="90"/>
              <w:rPr>
                <w:sz w:val="14"/>
                <w:szCs w:val="14"/>
                <w:cs/>
              </w:rPr>
            </w:pPr>
            <w:r w:rsidRPr="00666FC9">
              <w:rPr>
                <w:sz w:val="14"/>
                <w:szCs w:val="14"/>
              </w:rPr>
              <w:t>10,053,314</w:t>
            </w:r>
          </w:p>
        </w:tc>
        <w:tc>
          <w:tcPr>
            <w:tcW w:w="810" w:type="dxa"/>
          </w:tcPr>
          <w:p w14:paraId="6DD31144" w14:textId="0EB079A1" w:rsidR="00DC4968" w:rsidRPr="00DE0303" w:rsidRDefault="00DC4968" w:rsidP="00DC4968">
            <w:pPr>
              <w:tabs>
                <w:tab w:val="decimal" w:pos="720"/>
              </w:tabs>
              <w:spacing w:line="300" w:lineRule="atLeast"/>
              <w:ind w:right="90"/>
              <w:rPr>
                <w:sz w:val="14"/>
                <w:szCs w:val="14"/>
              </w:rPr>
            </w:pPr>
            <w:r w:rsidRPr="00313A43">
              <w:rPr>
                <w:sz w:val="14"/>
                <w:szCs w:val="14"/>
              </w:rPr>
              <w:t>11,593,933</w:t>
            </w:r>
          </w:p>
        </w:tc>
      </w:tr>
      <w:tr w:rsidR="00DC4968" w:rsidRPr="00C5010B" w14:paraId="6194479B" w14:textId="77777777" w:rsidTr="00156B69">
        <w:trPr>
          <w:cantSplit/>
          <w:trHeight w:val="70"/>
        </w:trPr>
        <w:tc>
          <w:tcPr>
            <w:tcW w:w="2809" w:type="dxa"/>
          </w:tcPr>
          <w:p w14:paraId="21015F08" w14:textId="77777777" w:rsidR="00DC4968" w:rsidRPr="006D7790" w:rsidRDefault="00DC4968" w:rsidP="00DC4968">
            <w:pPr>
              <w:pStyle w:val="BodyText"/>
              <w:spacing w:line="300" w:lineRule="atLeast"/>
              <w:ind w:left="180" w:right="90" w:hanging="90"/>
              <w:jc w:val="left"/>
              <w:rPr>
                <w:rFonts w:cs="Times New Roman"/>
                <w:sz w:val="14"/>
                <w:szCs w:val="14"/>
              </w:rPr>
            </w:pPr>
            <w:r w:rsidRPr="006D7790">
              <w:rPr>
                <w:rFonts w:eastAsia="Arial Unicode MS" w:cs="Times New Roman"/>
                <w:sz w:val="14"/>
                <w:szCs w:val="14"/>
              </w:rPr>
              <w:t>Inter-segment revenues</w:t>
            </w:r>
          </w:p>
        </w:tc>
        <w:tc>
          <w:tcPr>
            <w:tcW w:w="724" w:type="dxa"/>
          </w:tcPr>
          <w:p w14:paraId="4CA76FE6" w14:textId="3B87B454" w:rsidR="00DC4968" w:rsidRPr="00666FC9" w:rsidRDefault="00DC4968" w:rsidP="00DC4968">
            <w:pPr>
              <w:pBdr>
                <w:bottom w:val="single" w:sz="4" w:space="1" w:color="auto"/>
              </w:pBdr>
              <w:tabs>
                <w:tab w:val="decimal" w:pos="615"/>
              </w:tabs>
              <w:spacing w:line="300" w:lineRule="atLeast"/>
              <w:ind w:right="90"/>
              <w:rPr>
                <w:sz w:val="14"/>
                <w:szCs w:val="14"/>
              </w:rPr>
            </w:pPr>
            <w:r w:rsidRPr="00666FC9">
              <w:rPr>
                <w:sz w:val="14"/>
                <w:szCs w:val="14"/>
              </w:rPr>
              <w:t>1,475,140</w:t>
            </w:r>
          </w:p>
        </w:tc>
        <w:tc>
          <w:tcPr>
            <w:tcW w:w="725" w:type="dxa"/>
            <w:vAlign w:val="bottom"/>
          </w:tcPr>
          <w:p w14:paraId="4E7CBB06" w14:textId="07610210" w:rsidR="00DC4968" w:rsidRPr="00DE0303" w:rsidRDefault="00DC4968" w:rsidP="00DC4968">
            <w:pPr>
              <w:pBdr>
                <w:bottom w:val="single" w:sz="4" w:space="1" w:color="auto"/>
              </w:pBdr>
              <w:tabs>
                <w:tab w:val="decimal" w:pos="604"/>
              </w:tabs>
              <w:spacing w:line="300" w:lineRule="atLeast"/>
              <w:ind w:right="90"/>
              <w:rPr>
                <w:sz w:val="14"/>
                <w:szCs w:val="14"/>
              </w:rPr>
            </w:pPr>
            <w:r w:rsidRPr="00904A6F">
              <w:rPr>
                <w:sz w:val="14"/>
                <w:szCs w:val="14"/>
              </w:rPr>
              <w:t>1,616,936</w:t>
            </w:r>
          </w:p>
        </w:tc>
        <w:tc>
          <w:tcPr>
            <w:tcW w:w="724" w:type="dxa"/>
          </w:tcPr>
          <w:p w14:paraId="221FA14F" w14:textId="26D388BA" w:rsidR="00DC4968" w:rsidRPr="00DC4968" w:rsidRDefault="00DC4968" w:rsidP="00DC4968">
            <w:pPr>
              <w:pBdr>
                <w:bottom w:val="single" w:sz="4" w:space="1" w:color="auto"/>
              </w:pBdr>
              <w:tabs>
                <w:tab w:val="decimal" w:pos="604"/>
              </w:tabs>
              <w:spacing w:line="300" w:lineRule="atLeast"/>
              <w:ind w:right="90"/>
              <w:rPr>
                <w:sz w:val="14"/>
                <w:szCs w:val="14"/>
                <w:cs/>
              </w:rPr>
            </w:pPr>
            <w:r w:rsidRPr="00DC4968">
              <w:rPr>
                <w:sz w:val="14"/>
                <w:szCs w:val="14"/>
              </w:rPr>
              <w:t>131,314</w:t>
            </w:r>
          </w:p>
        </w:tc>
        <w:tc>
          <w:tcPr>
            <w:tcW w:w="726" w:type="dxa"/>
            <w:vAlign w:val="bottom"/>
          </w:tcPr>
          <w:p w14:paraId="327C1C28" w14:textId="1419D921" w:rsidR="00DC4968" w:rsidRPr="00DE0303" w:rsidRDefault="00DC4968" w:rsidP="00DC4968">
            <w:pPr>
              <w:pBdr>
                <w:bottom w:val="single" w:sz="4" w:space="1" w:color="auto"/>
              </w:pBdr>
              <w:tabs>
                <w:tab w:val="decimal" w:pos="610"/>
              </w:tabs>
              <w:spacing w:line="300" w:lineRule="atLeast"/>
              <w:ind w:right="90"/>
              <w:rPr>
                <w:sz w:val="14"/>
                <w:szCs w:val="14"/>
                <w:cs/>
              </w:rPr>
            </w:pPr>
            <w:r w:rsidRPr="00904A6F">
              <w:rPr>
                <w:sz w:val="14"/>
                <w:szCs w:val="14"/>
              </w:rPr>
              <w:t>392,603</w:t>
            </w:r>
          </w:p>
        </w:tc>
        <w:tc>
          <w:tcPr>
            <w:tcW w:w="725" w:type="dxa"/>
          </w:tcPr>
          <w:p w14:paraId="5E50F6CF" w14:textId="46A219E2" w:rsidR="00DC4968" w:rsidRPr="00DC4968" w:rsidRDefault="00DC4968" w:rsidP="00DC4968">
            <w:pPr>
              <w:pBdr>
                <w:bottom w:val="single" w:sz="4" w:space="1" w:color="auto"/>
              </w:pBdr>
              <w:tabs>
                <w:tab w:val="decimal" w:pos="610"/>
              </w:tabs>
              <w:spacing w:line="300" w:lineRule="atLeast"/>
              <w:ind w:right="90"/>
              <w:rPr>
                <w:sz w:val="14"/>
                <w:szCs w:val="14"/>
                <w:cs/>
              </w:rPr>
            </w:pPr>
            <w:r w:rsidRPr="00DC4968">
              <w:rPr>
                <w:sz w:val="14"/>
                <w:szCs w:val="14"/>
              </w:rPr>
              <w:t>1,316,078</w:t>
            </w:r>
          </w:p>
        </w:tc>
        <w:tc>
          <w:tcPr>
            <w:tcW w:w="726" w:type="dxa"/>
            <w:vAlign w:val="bottom"/>
          </w:tcPr>
          <w:p w14:paraId="63193997" w14:textId="5329FD0A" w:rsidR="00DC4968" w:rsidRPr="00DE0303" w:rsidRDefault="00DC4968" w:rsidP="00DC4968">
            <w:pPr>
              <w:pBdr>
                <w:bottom w:val="single" w:sz="4" w:space="1" w:color="auto"/>
              </w:pBdr>
              <w:tabs>
                <w:tab w:val="decimal" w:pos="420"/>
              </w:tabs>
              <w:spacing w:line="300" w:lineRule="atLeast"/>
              <w:ind w:right="90"/>
              <w:rPr>
                <w:sz w:val="14"/>
                <w:szCs w:val="14"/>
                <w:cs/>
              </w:rPr>
            </w:pPr>
            <w:r w:rsidRPr="00904A6F">
              <w:rPr>
                <w:sz w:val="14"/>
                <w:szCs w:val="14"/>
              </w:rPr>
              <w:t>-</w:t>
            </w:r>
          </w:p>
        </w:tc>
        <w:tc>
          <w:tcPr>
            <w:tcW w:w="725" w:type="dxa"/>
          </w:tcPr>
          <w:p w14:paraId="59C34041" w14:textId="41F12214" w:rsidR="00DC4968" w:rsidRPr="00DC4968" w:rsidRDefault="00DC4968" w:rsidP="00DC4968">
            <w:pPr>
              <w:pBdr>
                <w:bottom w:val="single" w:sz="4" w:space="1" w:color="auto"/>
              </w:pBdr>
              <w:tabs>
                <w:tab w:val="decimal" w:pos="610"/>
              </w:tabs>
              <w:spacing w:line="300" w:lineRule="atLeast"/>
              <w:ind w:right="90"/>
              <w:rPr>
                <w:sz w:val="14"/>
                <w:szCs w:val="14"/>
              </w:rPr>
            </w:pPr>
            <w:r w:rsidRPr="00DC4968">
              <w:rPr>
                <w:sz w:val="14"/>
                <w:szCs w:val="14"/>
              </w:rPr>
              <w:t>2,289,107</w:t>
            </w:r>
          </w:p>
        </w:tc>
        <w:tc>
          <w:tcPr>
            <w:tcW w:w="726" w:type="dxa"/>
          </w:tcPr>
          <w:p w14:paraId="3284D4C2" w14:textId="21BE9170" w:rsidR="00DC4968" w:rsidRPr="00DE0303" w:rsidRDefault="00DC4968" w:rsidP="00DC4968">
            <w:pPr>
              <w:pBdr>
                <w:bottom w:val="single" w:sz="4" w:space="1" w:color="auto"/>
              </w:pBdr>
              <w:tabs>
                <w:tab w:val="decimal" w:pos="610"/>
              </w:tabs>
              <w:spacing w:line="300" w:lineRule="atLeast"/>
              <w:ind w:right="90"/>
              <w:rPr>
                <w:sz w:val="14"/>
                <w:szCs w:val="14"/>
              </w:rPr>
            </w:pPr>
            <w:r w:rsidRPr="00DF5E24">
              <w:rPr>
                <w:sz w:val="14"/>
                <w:szCs w:val="14"/>
              </w:rPr>
              <w:t>2,102,960</w:t>
            </w:r>
          </w:p>
        </w:tc>
        <w:tc>
          <w:tcPr>
            <w:tcW w:w="725" w:type="dxa"/>
          </w:tcPr>
          <w:p w14:paraId="2CE2D378" w14:textId="71B3444B" w:rsidR="00DC4968" w:rsidRPr="00666FC9" w:rsidRDefault="00DC4968" w:rsidP="00DC4968">
            <w:pPr>
              <w:pBdr>
                <w:bottom w:val="single" w:sz="4" w:space="1" w:color="auto"/>
              </w:pBdr>
              <w:spacing w:line="300" w:lineRule="atLeast"/>
              <w:ind w:right="90"/>
              <w:jc w:val="right"/>
              <w:rPr>
                <w:sz w:val="14"/>
                <w:szCs w:val="14"/>
                <w:cs/>
              </w:rPr>
            </w:pPr>
            <w:r w:rsidRPr="00666FC9">
              <w:rPr>
                <w:sz w:val="14"/>
                <w:szCs w:val="14"/>
              </w:rPr>
              <w:t>3,736,49</w:t>
            </w:r>
            <w:r>
              <w:rPr>
                <w:sz w:val="14"/>
                <w:szCs w:val="14"/>
              </w:rPr>
              <w:t>9</w:t>
            </w:r>
          </w:p>
        </w:tc>
        <w:tc>
          <w:tcPr>
            <w:tcW w:w="729" w:type="dxa"/>
          </w:tcPr>
          <w:p w14:paraId="14D776E4" w14:textId="37255C2B" w:rsidR="00DC4968" w:rsidRPr="00DE0303" w:rsidRDefault="00DC4968" w:rsidP="00DC4968">
            <w:pPr>
              <w:pBdr>
                <w:bottom w:val="single" w:sz="4" w:space="1" w:color="auto"/>
              </w:pBdr>
              <w:spacing w:line="300" w:lineRule="atLeast"/>
              <w:ind w:right="90"/>
              <w:jc w:val="right"/>
              <w:rPr>
                <w:sz w:val="14"/>
                <w:szCs w:val="14"/>
                <w:cs/>
              </w:rPr>
            </w:pPr>
            <w:r w:rsidRPr="00DF5E24">
              <w:rPr>
                <w:sz w:val="14"/>
                <w:szCs w:val="14"/>
              </w:rPr>
              <w:t>2,495,56</w:t>
            </w:r>
            <w:r>
              <w:rPr>
                <w:sz w:val="14"/>
                <w:szCs w:val="14"/>
              </w:rPr>
              <w:t>3</w:t>
            </w:r>
          </w:p>
        </w:tc>
        <w:tc>
          <w:tcPr>
            <w:tcW w:w="725" w:type="dxa"/>
          </w:tcPr>
          <w:p w14:paraId="28F8C991" w14:textId="113F0C0A" w:rsidR="00DC4968" w:rsidRPr="00666FC9" w:rsidRDefault="00DC4968" w:rsidP="00DC4968">
            <w:pPr>
              <w:pBdr>
                <w:bottom w:val="single" w:sz="4" w:space="1" w:color="auto"/>
              </w:pBdr>
              <w:tabs>
                <w:tab w:val="decimal" w:pos="610"/>
              </w:tabs>
              <w:spacing w:line="300" w:lineRule="atLeast"/>
              <w:ind w:right="90"/>
              <w:rPr>
                <w:sz w:val="14"/>
                <w:szCs w:val="14"/>
                <w:cs/>
              </w:rPr>
            </w:pPr>
            <w:r w:rsidRPr="00666FC9">
              <w:rPr>
                <w:sz w:val="14"/>
                <w:szCs w:val="14"/>
              </w:rPr>
              <w:t>201,190</w:t>
            </w:r>
          </w:p>
        </w:tc>
        <w:tc>
          <w:tcPr>
            <w:tcW w:w="726" w:type="dxa"/>
          </w:tcPr>
          <w:p w14:paraId="6B59971D" w14:textId="515654A1" w:rsidR="00DC4968" w:rsidRPr="00DE0303" w:rsidRDefault="00DC4968" w:rsidP="00DC4968">
            <w:pPr>
              <w:pBdr>
                <w:bottom w:val="single" w:sz="4" w:space="1" w:color="auto"/>
              </w:pBdr>
              <w:tabs>
                <w:tab w:val="decimal" w:pos="610"/>
              </w:tabs>
              <w:spacing w:line="300" w:lineRule="atLeast"/>
              <w:ind w:right="90"/>
              <w:rPr>
                <w:sz w:val="14"/>
                <w:szCs w:val="14"/>
                <w:cs/>
              </w:rPr>
            </w:pPr>
            <w:r w:rsidRPr="00DF5E24">
              <w:rPr>
                <w:sz w:val="14"/>
                <w:szCs w:val="14"/>
              </w:rPr>
              <w:t>209,094</w:t>
            </w:r>
          </w:p>
        </w:tc>
        <w:tc>
          <w:tcPr>
            <w:tcW w:w="815" w:type="dxa"/>
          </w:tcPr>
          <w:p w14:paraId="670732C3" w14:textId="41E2FEF0" w:rsidR="00DC4968" w:rsidRPr="00666FC9" w:rsidRDefault="00DC4968" w:rsidP="00DC4968">
            <w:pPr>
              <w:pBdr>
                <w:bottom w:val="single" w:sz="4" w:space="1" w:color="auto"/>
              </w:pBdr>
              <w:tabs>
                <w:tab w:val="decimal" w:pos="703"/>
              </w:tabs>
              <w:spacing w:line="300" w:lineRule="atLeast"/>
              <w:ind w:right="90"/>
              <w:rPr>
                <w:sz w:val="14"/>
                <w:szCs w:val="14"/>
                <w:cs/>
              </w:rPr>
            </w:pPr>
            <w:r w:rsidRPr="00666FC9">
              <w:rPr>
                <w:sz w:val="14"/>
                <w:szCs w:val="14"/>
              </w:rPr>
              <w:t>(5,412,8</w:t>
            </w:r>
            <w:r>
              <w:rPr>
                <w:sz w:val="14"/>
                <w:szCs w:val="14"/>
              </w:rPr>
              <w:t>29</w:t>
            </w:r>
            <w:r w:rsidRPr="00666FC9">
              <w:rPr>
                <w:sz w:val="14"/>
                <w:szCs w:val="14"/>
              </w:rPr>
              <w:t>)</w:t>
            </w:r>
          </w:p>
        </w:tc>
        <w:tc>
          <w:tcPr>
            <w:tcW w:w="816" w:type="dxa"/>
          </w:tcPr>
          <w:p w14:paraId="1A334D2A" w14:textId="38733992" w:rsidR="00DC4968" w:rsidRPr="00DE0303" w:rsidRDefault="00DC4968" w:rsidP="00DC4968">
            <w:pPr>
              <w:pBdr>
                <w:bottom w:val="single" w:sz="4" w:space="1" w:color="auto"/>
              </w:pBdr>
              <w:tabs>
                <w:tab w:val="decimal" w:pos="720"/>
              </w:tabs>
              <w:spacing w:line="300" w:lineRule="atLeast"/>
              <w:ind w:right="90"/>
              <w:rPr>
                <w:sz w:val="14"/>
                <w:szCs w:val="14"/>
                <w:cs/>
              </w:rPr>
            </w:pPr>
            <w:r w:rsidRPr="00313A43">
              <w:rPr>
                <w:sz w:val="14"/>
                <w:szCs w:val="14"/>
              </w:rPr>
              <w:t>(4,321,593)</w:t>
            </w:r>
          </w:p>
        </w:tc>
        <w:tc>
          <w:tcPr>
            <w:tcW w:w="804" w:type="dxa"/>
          </w:tcPr>
          <w:p w14:paraId="3D24146E" w14:textId="30814A77" w:rsidR="00DC4968" w:rsidRPr="00666FC9" w:rsidRDefault="00DC4968" w:rsidP="00DC4968">
            <w:pPr>
              <w:pBdr>
                <w:bottom w:val="single" w:sz="4" w:space="1" w:color="auto"/>
              </w:pBdr>
              <w:tabs>
                <w:tab w:val="decimal" w:pos="540"/>
              </w:tabs>
              <w:spacing w:line="300" w:lineRule="atLeast"/>
              <w:ind w:right="90"/>
              <w:rPr>
                <w:sz w:val="14"/>
                <w:szCs w:val="14"/>
                <w:cs/>
              </w:rPr>
            </w:pPr>
            <w:r w:rsidRPr="00666FC9">
              <w:rPr>
                <w:sz w:val="14"/>
                <w:szCs w:val="14"/>
              </w:rPr>
              <w:t>-</w:t>
            </w:r>
          </w:p>
        </w:tc>
        <w:tc>
          <w:tcPr>
            <w:tcW w:w="810" w:type="dxa"/>
          </w:tcPr>
          <w:p w14:paraId="2C30A770" w14:textId="05C48124" w:rsidR="00DC4968" w:rsidRPr="00DE0303" w:rsidRDefault="00DC4968" w:rsidP="00DC4968">
            <w:pPr>
              <w:pBdr>
                <w:bottom w:val="single" w:sz="4" w:space="1" w:color="auto"/>
              </w:pBdr>
              <w:tabs>
                <w:tab w:val="decimal" w:pos="541"/>
              </w:tabs>
              <w:spacing w:line="300" w:lineRule="atLeast"/>
              <w:ind w:right="90"/>
              <w:rPr>
                <w:sz w:val="14"/>
                <w:szCs w:val="14"/>
                <w:cs/>
              </w:rPr>
            </w:pPr>
            <w:r w:rsidRPr="00ED605B">
              <w:rPr>
                <w:sz w:val="14"/>
                <w:szCs w:val="14"/>
              </w:rPr>
              <w:t>-</w:t>
            </w:r>
          </w:p>
        </w:tc>
      </w:tr>
      <w:tr w:rsidR="00666FC9" w:rsidRPr="00ED605B" w14:paraId="542708B3" w14:textId="77777777" w:rsidTr="00CF5715">
        <w:trPr>
          <w:cantSplit/>
          <w:trHeight w:val="20"/>
        </w:trPr>
        <w:tc>
          <w:tcPr>
            <w:tcW w:w="2809" w:type="dxa"/>
          </w:tcPr>
          <w:p w14:paraId="108BEFEF" w14:textId="77777777" w:rsidR="00666FC9" w:rsidRPr="006D7790" w:rsidRDefault="00666FC9" w:rsidP="00666FC9">
            <w:pPr>
              <w:pStyle w:val="BodyText"/>
              <w:spacing w:line="300" w:lineRule="atLeast"/>
              <w:ind w:left="180" w:right="90" w:hanging="90"/>
              <w:jc w:val="left"/>
              <w:rPr>
                <w:rFonts w:cs="Times New Roman"/>
                <w:b/>
                <w:bCs/>
                <w:sz w:val="14"/>
                <w:szCs w:val="14"/>
              </w:rPr>
            </w:pPr>
            <w:r w:rsidRPr="006D7790">
              <w:rPr>
                <w:rFonts w:eastAsia="Arial Unicode MS" w:cs="Times New Roman"/>
                <w:b/>
                <w:bCs/>
                <w:sz w:val="14"/>
                <w:szCs w:val="14"/>
              </w:rPr>
              <w:t>Total revenues</w:t>
            </w:r>
          </w:p>
        </w:tc>
        <w:tc>
          <w:tcPr>
            <w:tcW w:w="724" w:type="dxa"/>
          </w:tcPr>
          <w:p w14:paraId="63806981" w14:textId="601DDC72" w:rsidR="00666FC9" w:rsidRPr="00BF5324" w:rsidRDefault="00666FC9" w:rsidP="00666FC9">
            <w:pPr>
              <w:pBdr>
                <w:bottom w:val="double" w:sz="4" w:space="1" w:color="auto"/>
              </w:pBdr>
              <w:tabs>
                <w:tab w:val="decimal" w:pos="615"/>
              </w:tabs>
              <w:spacing w:line="300" w:lineRule="atLeast"/>
              <w:ind w:right="90"/>
              <w:rPr>
                <w:b/>
                <w:bCs/>
                <w:sz w:val="14"/>
                <w:szCs w:val="14"/>
                <w:cs/>
              </w:rPr>
            </w:pPr>
            <w:r w:rsidRPr="00BF5324">
              <w:rPr>
                <w:b/>
                <w:bCs/>
                <w:sz w:val="14"/>
                <w:szCs w:val="14"/>
              </w:rPr>
              <w:t>2,037,507</w:t>
            </w:r>
          </w:p>
        </w:tc>
        <w:tc>
          <w:tcPr>
            <w:tcW w:w="725" w:type="dxa"/>
            <w:vAlign w:val="bottom"/>
          </w:tcPr>
          <w:p w14:paraId="505C7738" w14:textId="7CA53968" w:rsidR="00666FC9" w:rsidRPr="00BF5324" w:rsidRDefault="00666FC9" w:rsidP="00666FC9">
            <w:pPr>
              <w:pBdr>
                <w:bottom w:val="double" w:sz="4" w:space="1" w:color="auto"/>
              </w:pBdr>
              <w:tabs>
                <w:tab w:val="decimal" w:pos="604"/>
              </w:tabs>
              <w:spacing w:line="300" w:lineRule="atLeast"/>
              <w:ind w:right="90"/>
              <w:rPr>
                <w:b/>
                <w:bCs/>
                <w:sz w:val="14"/>
                <w:szCs w:val="14"/>
              </w:rPr>
            </w:pPr>
            <w:r w:rsidRPr="00BF5324">
              <w:rPr>
                <w:b/>
                <w:bCs/>
                <w:sz w:val="14"/>
                <w:szCs w:val="14"/>
              </w:rPr>
              <w:t>2,300,293</w:t>
            </w:r>
          </w:p>
        </w:tc>
        <w:tc>
          <w:tcPr>
            <w:tcW w:w="724" w:type="dxa"/>
          </w:tcPr>
          <w:p w14:paraId="065674C4" w14:textId="238DEE4F" w:rsidR="00666FC9" w:rsidRPr="00BF5324" w:rsidRDefault="00666FC9" w:rsidP="00666FC9">
            <w:pPr>
              <w:pBdr>
                <w:bottom w:val="double" w:sz="4" w:space="1" w:color="auto"/>
              </w:pBdr>
              <w:tabs>
                <w:tab w:val="decimal" w:pos="604"/>
              </w:tabs>
              <w:spacing w:line="300" w:lineRule="atLeast"/>
              <w:ind w:right="90"/>
              <w:rPr>
                <w:b/>
                <w:bCs/>
                <w:sz w:val="14"/>
                <w:szCs w:val="14"/>
                <w:cs/>
              </w:rPr>
            </w:pPr>
            <w:r w:rsidRPr="00BF5324">
              <w:rPr>
                <w:b/>
                <w:bCs/>
                <w:sz w:val="14"/>
                <w:szCs w:val="14"/>
              </w:rPr>
              <w:t>2,243,18</w:t>
            </w:r>
            <w:r w:rsidR="00DC4968" w:rsidRPr="00BF5324">
              <w:rPr>
                <w:b/>
                <w:bCs/>
                <w:sz w:val="14"/>
                <w:szCs w:val="14"/>
              </w:rPr>
              <w:t>6</w:t>
            </w:r>
          </w:p>
        </w:tc>
        <w:tc>
          <w:tcPr>
            <w:tcW w:w="726" w:type="dxa"/>
            <w:vAlign w:val="bottom"/>
          </w:tcPr>
          <w:p w14:paraId="3DCA3960" w14:textId="10CC8AF4"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2,764,079</w:t>
            </w:r>
          </w:p>
        </w:tc>
        <w:tc>
          <w:tcPr>
            <w:tcW w:w="725" w:type="dxa"/>
          </w:tcPr>
          <w:p w14:paraId="1207FE3B" w14:textId="0405415F"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5,848,545</w:t>
            </w:r>
          </w:p>
        </w:tc>
        <w:tc>
          <w:tcPr>
            <w:tcW w:w="726" w:type="dxa"/>
            <w:vAlign w:val="bottom"/>
          </w:tcPr>
          <w:p w14:paraId="57B0D58E" w14:textId="77665D97"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5,315,260</w:t>
            </w:r>
          </w:p>
        </w:tc>
        <w:tc>
          <w:tcPr>
            <w:tcW w:w="725" w:type="dxa"/>
          </w:tcPr>
          <w:p w14:paraId="35FD844D" w14:textId="69B71E61"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4,666,321</w:t>
            </w:r>
          </w:p>
        </w:tc>
        <w:tc>
          <w:tcPr>
            <w:tcW w:w="726" w:type="dxa"/>
          </w:tcPr>
          <w:p w14:paraId="59C93E09" w14:textId="739B8DE4"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4,837,952</w:t>
            </w:r>
          </w:p>
        </w:tc>
        <w:tc>
          <w:tcPr>
            <w:tcW w:w="725" w:type="dxa"/>
          </w:tcPr>
          <w:p w14:paraId="185DC4BA" w14:textId="63904152" w:rsidR="00666FC9" w:rsidRPr="00BF5324" w:rsidRDefault="00666FC9" w:rsidP="00666FC9">
            <w:pPr>
              <w:pBdr>
                <w:bottom w:val="double" w:sz="4" w:space="1" w:color="auto"/>
              </w:pBdr>
              <w:spacing w:line="300" w:lineRule="atLeast"/>
              <w:ind w:right="90"/>
              <w:jc w:val="right"/>
              <w:rPr>
                <w:b/>
                <w:bCs/>
                <w:sz w:val="14"/>
                <w:szCs w:val="14"/>
                <w:cs/>
              </w:rPr>
            </w:pPr>
            <w:r w:rsidRPr="00BF5324">
              <w:rPr>
                <w:b/>
                <w:bCs/>
                <w:sz w:val="14"/>
                <w:szCs w:val="14"/>
              </w:rPr>
              <w:t>12,758,05</w:t>
            </w:r>
            <w:r w:rsidR="00DC4968" w:rsidRPr="00BF5324">
              <w:rPr>
                <w:b/>
                <w:bCs/>
                <w:sz w:val="14"/>
                <w:szCs w:val="14"/>
              </w:rPr>
              <w:t>2</w:t>
            </w:r>
          </w:p>
        </w:tc>
        <w:tc>
          <w:tcPr>
            <w:tcW w:w="729" w:type="dxa"/>
          </w:tcPr>
          <w:p w14:paraId="6050C4CC" w14:textId="46582C12" w:rsidR="00666FC9" w:rsidRPr="00BF5324" w:rsidRDefault="00666FC9" w:rsidP="00666FC9">
            <w:pPr>
              <w:pBdr>
                <w:bottom w:val="double" w:sz="4" w:space="1" w:color="auto"/>
              </w:pBdr>
              <w:spacing w:line="300" w:lineRule="atLeast"/>
              <w:ind w:right="90"/>
              <w:jc w:val="right"/>
              <w:rPr>
                <w:b/>
                <w:bCs/>
                <w:sz w:val="14"/>
                <w:szCs w:val="14"/>
                <w:cs/>
              </w:rPr>
            </w:pPr>
            <w:r w:rsidRPr="00BF5324">
              <w:rPr>
                <w:b/>
                <w:bCs/>
                <w:sz w:val="14"/>
                <w:szCs w:val="14"/>
              </w:rPr>
              <w:t>12,917,291</w:t>
            </w:r>
          </w:p>
        </w:tc>
        <w:tc>
          <w:tcPr>
            <w:tcW w:w="725" w:type="dxa"/>
          </w:tcPr>
          <w:p w14:paraId="159AACEA" w14:textId="3ABD97CD" w:rsidR="00666FC9" w:rsidRPr="00BF5324" w:rsidRDefault="00666FC9" w:rsidP="00666FC9">
            <w:pPr>
              <w:pBdr>
                <w:bottom w:val="double" w:sz="4" w:space="1" w:color="auto"/>
              </w:pBdr>
              <w:tabs>
                <w:tab w:val="decimal" w:pos="610"/>
              </w:tabs>
              <w:spacing w:line="300" w:lineRule="atLeast"/>
              <w:ind w:right="90"/>
              <w:rPr>
                <w:b/>
                <w:bCs/>
                <w:sz w:val="14"/>
                <w:szCs w:val="14"/>
              </w:rPr>
            </w:pPr>
            <w:r w:rsidRPr="00BF5324">
              <w:rPr>
                <w:b/>
                <w:bCs/>
                <w:sz w:val="14"/>
                <w:szCs w:val="14"/>
              </w:rPr>
              <w:t>670,584</w:t>
            </w:r>
          </w:p>
        </w:tc>
        <w:tc>
          <w:tcPr>
            <w:tcW w:w="726" w:type="dxa"/>
          </w:tcPr>
          <w:p w14:paraId="69E84893" w14:textId="663CE30A" w:rsidR="00666FC9" w:rsidRPr="00BF5324" w:rsidRDefault="00666FC9" w:rsidP="00666FC9">
            <w:pPr>
              <w:pBdr>
                <w:bottom w:val="double" w:sz="4" w:space="1" w:color="auto"/>
              </w:pBdr>
              <w:tabs>
                <w:tab w:val="decimal" w:pos="610"/>
              </w:tabs>
              <w:spacing w:line="300" w:lineRule="atLeast"/>
              <w:ind w:right="90"/>
              <w:rPr>
                <w:b/>
                <w:bCs/>
                <w:sz w:val="14"/>
                <w:szCs w:val="14"/>
              </w:rPr>
            </w:pPr>
            <w:r w:rsidRPr="00BF5324">
              <w:rPr>
                <w:b/>
                <w:bCs/>
                <w:sz w:val="14"/>
                <w:szCs w:val="14"/>
              </w:rPr>
              <w:t>697,942</w:t>
            </w:r>
          </w:p>
        </w:tc>
        <w:tc>
          <w:tcPr>
            <w:tcW w:w="815" w:type="dxa"/>
          </w:tcPr>
          <w:p w14:paraId="0F3518C1" w14:textId="0AFA16F7" w:rsidR="00666FC9" w:rsidRPr="00BF5324" w:rsidRDefault="00666FC9" w:rsidP="00666FC9">
            <w:pPr>
              <w:pBdr>
                <w:bottom w:val="double" w:sz="4" w:space="1" w:color="auto"/>
              </w:pBdr>
              <w:tabs>
                <w:tab w:val="decimal" w:pos="720"/>
              </w:tabs>
              <w:spacing w:line="300" w:lineRule="atLeast"/>
              <w:ind w:right="90"/>
              <w:rPr>
                <w:b/>
                <w:bCs/>
                <w:sz w:val="14"/>
                <w:szCs w:val="14"/>
                <w:cs/>
              </w:rPr>
            </w:pPr>
            <w:r w:rsidRPr="00BF5324">
              <w:rPr>
                <w:b/>
                <w:bCs/>
                <w:sz w:val="14"/>
                <w:szCs w:val="14"/>
              </w:rPr>
              <w:t>(5,412,82</w:t>
            </w:r>
            <w:r w:rsidR="00DC4968" w:rsidRPr="00BF5324">
              <w:rPr>
                <w:b/>
                <w:bCs/>
                <w:sz w:val="14"/>
                <w:szCs w:val="14"/>
              </w:rPr>
              <w:t>9</w:t>
            </w:r>
            <w:r w:rsidRPr="00BF5324">
              <w:rPr>
                <w:b/>
                <w:bCs/>
                <w:sz w:val="14"/>
                <w:szCs w:val="14"/>
              </w:rPr>
              <w:t>)</w:t>
            </w:r>
          </w:p>
        </w:tc>
        <w:tc>
          <w:tcPr>
            <w:tcW w:w="816" w:type="dxa"/>
          </w:tcPr>
          <w:p w14:paraId="0303666E" w14:textId="277D5D4B" w:rsidR="00666FC9" w:rsidRPr="00BF5324" w:rsidRDefault="00666FC9" w:rsidP="00666FC9">
            <w:pPr>
              <w:pBdr>
                <w:bottom w:val="double" w:sz="4" w:space="1" w:color="auto"/>
              </w:pBdr>
              <w:tabs>
                <w:tab w:val="decimal" w:pos="720"/>
              </w:tabs>
              <w:spacing w:line="300" w:lineRule="atLeast"/>
              <w:ind w:right="90"/>
              <w:rPr>
                <w:b/>
                <w:bCs/>
                <w:sz w:val="14"/>
                <w:szCs w:val="14"/>
                <w:cs/>
              </w:rPr>
            </w:pPr>
            <w:r w:rsidRPr="00BF5324">
              <w:rPr>
                <w:b/>
                <w:bCs/>
                <w:sz w:val="14"/>
                <w:szCs w:val="14"/>
              </w:rPr>
              <w:t>(4,321,593)</w:t>
            </w:r>
          </w:p>
        </w:tc>
        <w:tc>
          <w:tcPr>
            <w:tcW w:w="804" w:type="dxa"/>
          </w:tcPr>
          <w:p w14:paraId="347D33EC" w14:textId="6B12751E" w:rsidR="00666FC9" w:rsidRPr="00BF5324" w:rsidRDefault="00666FC9" w:rsidP="00666FC9">
            <w:pPr>
              <w:pBdr>
                <w:bottom w:val="double" w:sz="4" w:space="1" w:color="auto"/>
              </w:pBdr>
              <w:tabs>
                <w:tab w:val="decimal" w:pos="720"/>
              </w:tabs>
              <w:spacing w:line="300" w:lineRule="atLeast"/>
              <w:ind w:right="90"/>
              <w:rPr>
                <w:b/>
                <w:bCs/>
                <w:sz w:val="14"/>
                <w:szCs w:val="14"/>
                <w:cs/>
              </w:rPr>
            </w:pPr>
            <w:r w:rsidRPr="00BF5324">
              <w:rPr>
                <w:b/>
                <w:bCs/>
                <w:sz w:val="14"/>
                <w:szCs w:val="14"/>
              </w:rPr>
              <w:t>10,053,314</w:t>
            </w:r>
          </w:p>
        </w:tc>
        <w:tc>
          <w:tcPr>
            <w:tcW w:w="810" w:type="dxa"/>
          </w:tcPr>
          <w:p w14:paraId="423DB3C9" w14:textId="76BC2FE5" w:rsidR="00666FC9" w:rsidRPr="00BF5324" w:rsidRDefault="00666FC9" w:rsidP="00666FC9">
            <w:pPr>
              <w:pBdr>
                <w:bottom w:val="double" w:sz="4" w:space="1" w:color="auto"/>
              </w:pBdr>
              <w:tabs>
                <w:tab w:val="decimal" w:pos="720"/>
              </w:tabs>
              <w:spacing w:line="300" w:lineRule="atLeast"/>
              <w:ind w:right="90"/>
              <w:rPr>
                <w:b/>
                <w:bCs/>
                <w:sz w:val="14"/>
                <w:szCs w:val="14"/>
                <w:cs/>
              </w:rPr>
            </w:pPr>
            <w:r w:rsidRPr="00BF5324">
              <w:rPr>
                <w:b/>
                <w:bCs/>
                <w:sz w:val="14"/>
                <w:szCs w:val="14"/>
              </w:rPr>
              <w:t>11,593,933</w:t>
            </w:r>
          </w:p>
        </w:tc>
      </w:tr>
      <w:tr w:rsidR="00666FC9" w:rsidRPr="00916247" w14:paraId="1440A82C" w14:textId="77777777" w:rsidTr="00CF5715">
        <w:trPr>
          <w:cantSplit/>
          <w:trHeight w:val="20"/>
        </w:trPr>
        <w:tc>
          <w:tcPr>
            <w:tcW w:w="2809" w:type="dxa"/>
          </w:tcPr>
          <w:p w14:paraId="78859D55" w14:textId="77777777" w:rsidR="00666FC9" w:rsidRPr="006D7790" w:rsidRDefault="00666FC9" w:rsidP="00666FC9">
            <w:pPr>
              <w:pStyle w:val="BodyText"/>
              <w:spacing w:line="300" w:lineRule="atLeast"/>
              <w:ind w:left="180" w:right="90" w:hanging="90"/>
              <w:jc w:val="left"/>
              <w:rPr>
                <w:rFonts w:eastAsia="Arial Unicode MS" w:cs="Times New Roman"/>
                <w:sz w:val="14"/>
                <w:szCs w:val="14"/>
              </w:rPr>
            </w:pPr>
          </w:p>
        </w:tc>
        <w:tc>
          <w:tcPr>
            <w:tcW w:w="724" w:type="dxa"/>
          </w:tcPr>
          <w:p w14:paraId="38F1ABB5" w14:textId="77777777" w:rsidR="00666FC9" w:rsidRPr="00666FC9" w:rsidRDefault="00666FC9" w:rsidP="00666FC9">
            <w:pPr>
              <w:tabs>
                <w:tab w:val="decimal" w:pos="615"/>
              </w:tabs>
              <w:spacing w:line="300" w:lineRule="atLeast"/>
              <w:rPr>
                <w:sz w:val="14"/>
                <w:szCs w:val="14"/>
              </w:rPr>
            </w:pPr>
          </w:p>
        </w:tc>
        <w:tc>
          <w:tcPr>
            <w:tcW w:w="725" w:type="dxa"/>
          </w:tcPr>
          <w:p w14:paraId="2A5512E6" w14:textId="77777777" w:rsidR="00666FC9" w:rsidRPr="00DE0303" w:rsidRDefault="00666FC9" w:rsidP="00666FC9">
            <w:pPr>
              <w:tabs>
                <w:tab w:val="decimal" w:pos="604"/>
              </w:tabs>
              <w:spacing w:line="300" w:lineRule="atLeast"/>
              <w:rPr>
                <w:sz w:val="14"/>
                <w:szCs w:val="14"/>
              </w:rPr>
            </w:pPr>
          </w:p>
        </w:tc>
        <w:tc>
          <w:tcPr>
            <w:tcW w:w="724" w:type="dxa"/>
          </w:tcPr>
          <w:p w14:paraId="1CC2DAB9" w14:textId="77777777" w:rsidR="00666FC9" w:rsidRPr="00666FC9" w:rsidRDefault="00666FC9" w:rsidP="00666FC9">
            <w:pPr>
              <w:tabs>
                <w:tab w:val="decimal" w:pos="604"/>
              </w:tabs>
              <w:spacing w:line="300" w:lineRule="atLeast"/>
              <w:ind w:right="90"/>
              <w:rPr>
                <w:sz w:val="14"/>
                <w:szCs w:val="14"/>
                <w:cs/>
              </w:rPr>
            </w:pPr>
          </w:p>
        </w:tc>
        <w:tc>
          <w:tcPr>
            <w:tcW w:w="726" w:type="dxa"/>
            <w:vAlign w:val="bottom"/>
          </w:tcPr>
          <w:p w14:paraId="7A4DA486" w14:textId="77777777" w:rsidR="00666FC9" w:rsidRPr="00DE0303" w:rsidRDefault="00666FC9" w:rsidP="00666FC9">
            <w:pPr>
              <w:tabs>
                <w:tab w:val="decimal" w:pos="610"/>
              </w:tabs>
              <w:spacing w:line="300" w:lineRule="atLeast"/>
              <w:ind w:right="90"/>
              <w:rPr>
                <w:sz w:val="14"/>
                <w:szCs w:val="14"/>
              </w:rPr>
            </w:pPr>
          </w:p>
        </w:tc>
        <w:tc>
          <w:tcPr>
            <w:tcW w:w="725" w:type="dxa"/>
          </w:tcPr>
          <w:p w14:paraId="0FADA729" w14:textId="77777777" w:rsidR="00666FC9" w:rsidRPr="00666FC9" w:rsidRDefault="00666FC9" w:rsidP="00666FC9">
            <w:pPr>
              <w:tabs>
                <w:tab w:val="decimal" w:pos="685"/>
                <w:tab w:val="decimal" w:pos="720"/>
              </w:tabs>
              <w:spacing w:line="300" w:lineRule="atLeast"/>
              <w:ind w:left="90"/>
              <w:rPr>
                <w:sz w:val="14"/>
                <w:szCs w:val="14"/>
                <w:cs/>
              </w:rPr>
            </w:pPr>
          </w:p>
        </w:tc>
        <w:tc>
          <w:tcPr>
            <w:tcW w:w="726" w:type="dxa"/>
            <w:vAlign w:val="bottom"/>
          </w:tcPr>
          <w:p w14:paraId="13F29AC0" w14:textId="77777777" w:rsidR="00666FC9" w:rsidRPr="00DE0303" w:rsidRDefault="00666FC9" w:rsidP="00666FC9">
            <w:pPr>
              <w:tabs>
                <w:tab w:val="decimal" w:pos="610"/>
              </w:tabs>
              <w:spacing w:line="300" w:lineRule="atLeast"/>
              <w:ind w:right="90"/>
              <w:rPr>
                <w:sz w:val="14"/>
                <w:szCs w:val="14"/>
                <w:cs/>
              </w:rPr>
            </w:pPr>
          </w:p>
        </w:tc>
        <w:tc>
          <w:tcPr>
            <w:tcW w:w="725" w:type="dxa"/>
          </w:tcPr>
          <w:p w14:paraId="5D277CD5" w14:textId="77777777" w:rsidR="00666FC9" w:rsidRPr="00666FC9" w:rsidRDefault="00666FC9" w:rsidP="00666FC9">
            <w:pPr>
              <w:tabs>
                <w:tab w:val="decimal" w:pos="610"/>
              </w:tabs>
              <w:spacing w:line="300" w:lineRule="atLeast"/>
              <w:ind w:right="90"/>
              <w:rPr>
                <w:sz w:val="14"/>
                <w:szCs w:val="14"/>
                <w:cs/>
              </w:rPr>
            </w:pPr>
          </w:p>
        </w:tc>
        <w:tc>
          <w:tcPr>
            <w:tcW w:w="726" w:type="dxa"/>
          </w:tcPr>
          <w:p w14:paraId="4EECE35A" w14:textId="77777777" w:rsidR="00666FC9" w:rsidRPr="00DE0303" w:rsidRDefault="00666FC9" w:rsidP="00666FC9">
            <w:pPr>
              <w:tabs>
                <w:tab w:val="decimal" w:pos="610"/>
              </w:tabs>
              <w:spacing w:line="300" w:lineRule="atLeast"/>
              <w:ind w:right="90"/>
              <w:rPr>
                <w:sz w:val="14"/>
                <w:szCs w:val="14"/>
                <w:cs/>
              </w:rPr>
            </w:pPr>
          </w:p>
        </w:tc>
        <w:tc>
          <w:tcPr>
            <w:tcW w:w="725" w:type="dxa"/>
          </w:tcPr>
          <w:p w14:paraId="70DAC3B7" w14:textId="77777777" w:rsidR="00666FC9" w:rsidRPr="00666FC9" w:rsidRDefault="00666FC9" w:rsidP="00666FC9">
            <w:pPr>
              <w:spacing w:line="300" w:lineRule="atLeast"/>
              <w:ind w:right="90"/>
              <w:jc w:val="right"/>
              <w:rPr>
                <w:sz w:val="14"/>
                <w:szCs w:val="14"/>
              </w:rPr>
            </w:pPr>
          </w:p>
        </w:tc>
        <w:tc>
          <w:tcPr>
            <w:tcW w:w="729" w:type="dxa"/>
          </w:tcPr>
          <w:p w14:paraId="13934363" w14:textId="77777777" w:rsidR="00666FC9" w:rsidRPr="00DE0303" w:rsidRDefault="00666FC9" w:rsidP="00666FC9">
            <w:pPr>
              <w:spacing w:line="300" w:lineRule="atLeast"/>
              <w:ind w:right="90"/>
              <w:jc w:val="right"/>
              <w:rPr>
                <w:sz w:val="14"/>
                <w:szCs w:val="14"/>
                <w:cs/>
              </w:rPr>
            </w:pPr>
          </w:p>
        </w:tc>
        <w:tc>
          <w:tcPr>
            <w:tcW w:w="725" w:type="dxa"/>
          </w:tcPr>
          <w:p w14:paraId="138CE2D7" w14:textId="77777777" w:rsidR="00666FC9" w:rsidRPr="00666FC9" w:rsidRDefault="00666FC9" w:rsidP="00666FC9">
            <w:pPr>
              <w:tabs>
                <w:tab w:val="decimal" w:pos="720"/>
              </w:tabs>
              <w:spacing w:line="300" w:lineRule="atLeast"/>
              <w:ind w:right="90"/>
              <w:rPr>
                <w:sz w:val="14"/>
                <w:szCs w:val="14"/>
              </w:rPr>
            </w:pPr>
          </w:p>
        </w:tc>
        <w:tc>
          <w:tcPr>
            <w:tcW w:w="726" w:type="dxa"/>
          </w:tcPr>
          <w:p w14:paraId="1EE71C96" w14:textId="77777777" w:rsidR="00666FC9" w:rsidRPr="00DE0303" w:rsidRDefault="00666FC9" w:rsidP="00666FC9">
            <w:pPr>
              <w:tabs>
                <w:tab w:val="decimal" w:pos="610"/>
              </w:tabs>
              <w:spacing w:line="300" w:lineRule="atLeast"/>
              <w:ind w:right="90"/>
              <w:rPr>
                <w:sz w:val="14"/>
                <w:szCs w:val="14"/>
                <w:cs/>
              </w:rPr>
            </w:pPr>
          </w:p>
        </w:tc>
        <w:tc>
          <w:tcPr>
            <w:tcW w:w="815" w:type="dxa"/>
          </w:tcPr>
          <w:p w14:paraId="23406F1A" w14:textId="77777777" w:rsidR="00666FC9" w:rsidRPr="00666FC9" w:rsidRDefault="00666FC9" w:rsidP="00666FC9">
            <w:pPr>
              <w:tabs>
                <w:tab w:val="decimal" w:pos="703"/>
              </w:tabs>
              <w:spacing w:line="300" w:lineRule="atLeast"/>
              <w:ind w:right="90"/>
              <w:rPr>
                <w:sz w:val="14"/>
                <w:szCs w:val="14"/>
              </w:rPr>
            </w:pPr>
          </w:p>
        </w:tc>
        <w:tc>
          <w:tcPr>
            <w:tcW w:w="816" w:type="dxa"/>
          </w:tcPr>
          <w:p w14:paraId="79F2EC4B" w14:textId="77777777" w:rsidR="00666FC9" w:rsidRPr="00DE0303" w:rsidRDefault="00666FC9" w:rsidP="00666FC9">
            <w:pPr>
              <w:tabs>
                <w:tab w:val="decimal" w:pos="720"/>
              </w:tabs>
              <w:spacing w:line="300" w:lineRule="atLeast"/>
              <w:ind w:right="90"/>
              <w:rPr>
                <w:sz w:val="14"/>
                <w:szCs w:val="14"/>
              </w:rPr>
            </w:pPr>
          </w:p>
        </w:tc>
        <w:tc>
          <w:tcPr>
            <w:tcW w:w="804" w:type="dxa"/>
          </w:tcPr>
          <w:p w14:paraId="775FEDC2" w14:textId="77777777" w:rsidR="00666FC9" w:rsidRPr="00666FC9" w:rsidRDefault="00666FC9" w:rsidP="00666FC9">
            <w:pPr>
              <w:tabs>
                <w:tab w:val="decimal" w:pos="715"/>
              </w:tabs>
              <w:spacing w:line="300" w:lineRule="atLeast"/>
              <w:ind w:right="90"/>
              <w:rPr>
                <w:sz w:val="14"/>
                <w:szCs w:val="14"/>
              </w:rPr>
            </w:pPr>
          </w:p>
        </w:tc>
        <w:tc>
          <w:tcPr>
            <w:tcW w:w="810" w:type="dxa"/>
          </w:tcPr>
          <w:p w14:paraId="363116B3" w14:textId="77777777" w:rsidR="00666FC9" w:rsidRPr="00DE0303" w:rsidRDefault="00666FC9" w:rsidP="00666FC9">
            <w:pPr>
              <w:tabs>
                <w:tab w:val="decimal" w:pos="720"/>
              </w:tabs>
              <w:spacing w:line="300" w:lineRule="atLeast"/>
              <w:ind w:right="90"/>
              <w:rPr>
                <w:sz w:val="14"/>
                <w:szCs w:val="14"/>
                <w:cs/>
              </w:rPr>
            </w:pPr>
          </w:p>
        </w:tc>
      </w:tr>
      <w:tr w:rsidR="00666FC9" w:rsidRPr="00916247" w14:paraId="5F7439CB" w14:textId="77777777" w:rsidTr="00CF5715">
        <w:trPr>
          <w:cantSplit/>
          <w:trHeight w:val="20"/>
        </w:trPr>
        <w:tc>
          <w:tcPr>
            <w:tcW w:w="2809" w:type="dxa"/>
          </w:tcPr>
          <w:p w14:paraId="0F805CFB" w14:textId="77777777" w:rsidR="00666FC9" w:rsidRPr="006D7790" w:rsidRDefault="00666FC9" w:rsidP="00666FC9">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b/>
                <w:bCs/>
                <w:i/>
                <w:iCs/>
                <w:sz w:val="14"/>
                <w:szCs w:val="14"/>
              </w:rPr>
              <w:t>Disaggregation of revenue</w:t>
            </w:r>
          </w:p>
        </w:tc>
        <w:tc>
          <w:tcPr>
            <w:tcW w:w="724" w:type="dxa"/>
          </w:tcPr>
          <w:p w14:paraId="4A7BB71D" w14:textId="77777777" w:rsidR="00666FC9" w:rsidRPr="00666FC9" w:rsidRDefault="00666FC9" w:rsidP="00666FC9">
            <w:pPr>
              <w:tabs>
                <w:tab w:val="decimal" w:pos="615"/>
              </w:tabs>
              <w:spacing w:line="300" w:lineRule="atLeast"/>
              <w:rPr>
                <w:sz w:val="14"/>
                <w:szCs w:val="14"/>
              </w:rPr>
            </w:pPr>
          </w:p>
        </w:tc>
        <w:tc>
          <w:tcPr>
            <w:tcW w:w="725" w:type="dxa"/>
          </w:tcPr>
          <w:p w14:paraId="072CBAA4" w14:textId="77777777" w:rsidR="00666FC9" w:rsidRPr="00DE0303" w:rsidRDefault="00666FC9" w:rsidP="00666FC9">
            <w:pPr>
              <w:tabs>
                <w:tab w:val="decimal" w:pos="604"/>
              </w:tabs>
              <w:spacing w:line="300" w:lineRule="atLeast"/>
              <w:rPr>
                <w:sz w:val="14"/>
                <w:szCs w:val="14"/>
              </w:rPr>
            </w:pPr>
          </w:p>
        </w:tc>
        <w:tc>
          <w:tcPr>
            <w:tcW w:w="724" w:type="dxa"/>
          </w:tcPr>
          <w:p w14:paraId="5A00D6A8" w14:textId="77777777" w:rsidR="00666FC9" w:rsidRPr="00666FC9" w:rsidRDefault="00666FC9" w:rsidP="00666FC9">
            <w:pPr>
              <w:tabs>
                <w:tab w:val="decimal" w:pos="604"/>
              </w:tabs>
              <w:spacing w:line="300" w:lineRule="atLeast"/>
              <w:ind w:right="90"/>
              <w:rPr>
                <w:sz w:val="14"/>
                <w:szCs w:val="14"/>
                <w:cs/>
              </w:rPr>
            </w:pPr>
          </w:p>
        </w:tc>
        <w:tc>
          <w:tcPr>
            <w:tcW w:w="726" w:type="dxa"/>
            <w:vAlign w:val="bottom"/>
          </w:tcPr>
          <w:p w14:paraId="6D37C3E5" w14:textId="77777777" w:rsidR="00666FC9" w:rsidRPr="00DE0303" w:rsidRDefault="00666FC9" w:rsidP="00666FC9">
            <w:pPr>
              <w:tabs>
                <w:tab w:val="decimal" w:pos="610"/>
              </w:tabs>
              <w:spacing w:line="300" w:lineRule="atLeast"/>
              <w:ind w:right="90"/>
              <w:rPr>
                <w:sz w:val="14"/>
                <w:szCs w:val="14"/>
              </w:rPr>
            </w:pPr>
          </w:p>
        </w:tc>
        <w:tc>
          <w:tcPr>
            <w:tcW w:w="725" w:type="dxa"/>
          </w:tcPr>
          <w:p w14:paraId="0F63125E" w14:textId="77777777" w:rsidR="00666FC9" w:rsidRPr="00666FC9" w:rsidRDefault="00666FC9" w:rsidP="00666FC9">
            <w:pPr>
              <w:tabs>
                <w:tab w:val="decimal" w:pos="685"/>
                <w:tab w:val="decimal" w:pos="720"/>
              </w:tabs>
              <w:spacing w:line="300" w:lineRule="atLeast"/>
              <w:ind w:left="90"/>
              <w:rPr>
                <w:sz w:val="14"/>
                <w:szCs w:val="14"/>
                <w:cs/>
              </w:rPr>
            </w:pPr>
          </w:p>
        </w:tc>
        <w:tc>
          <w:tcPr>
            <w:tcW w:w="726" w:type="dxa"/>
            <w:vAlign w:val="bottom"/>
          </w:tcPr>
          <w:p w14:paraId="66C46275" w14:textId="77777777" w:rsidR="00666FC9" w:rsidRPr="00DE0303" w:rsidRDefault="00666FC9" w:rsidP="00666FC9">
            <w:pPr>
              <w:tabs>
                <w:tab w:val="decimal" w:pos="610"/>
              </w:tabs>
              <w:spacing w:line="300" w:lineRule="atLeast"/>
              <w:ind w:right="90"/>
              <w:rPr>
                <w:sz w:val="14"/>
                <w:szCs w:val="14"/>
                <w:cs/>
              </w:rPr>
            </w:pPr>
          </w:p>
        </w:tc>
        <w:tc>
          <w:tcPr>
            <w:tcW w:w="725" w:type="dxa"/>
          </w:tcPr>
          <w:p w14:paraId="17021931" w14:textId="77777777" w:rsidR="00666FC9" w:rsidRPr="00666FC9" w:rsidRDefault="00666FC9" w:rsidP="00666FC9">
            <w:pPr>
              <w:tabs>
                <w:tab w:val="decimal" w:pos="610"/>
              </w:tabs>
              <w:spacing w:line="300" w:lineRule="atLeast"/>
              <w:ind w:right="90"/>
              <w:rPr>
                <w:sz w:val="14"/>
                <w:szCs w:val="14"/>
                <w:cs/>
              </w:rPr>
            </w:pPr>
          </w:p>
        </w:tc>
        <w:tc>
          <w:tcPr>
            <w:tcW w:w="726" w:type="dxa"/>
          </w:tcPr>
          <w:p w14:paraId="468D3BDA" w14:textId="77777777" w:rsidR="00666FC9" w:rsidRPr="00DE0303" w:rsidRDefault="00666FC9" w:rsidP="00666FC9">
            <w:pPr>
              <w:tabs>
                <w:tab w:val="decimal" w:pos="610"/>
              </w:tabs>
              <w:spacing w:line="300" w:lineRule="atLeast"/>
              <w:ind w:right="90"/>
              <w:rPr>
                <w:sz w:val="14"/>
                <w:szCs w:val="14"/>
                <w:cs/>
              </w:rPr>
            </w:pPr>
          </w:p>
        </w:tc>
        <w:tc>
          <w:tcPr>
            <w:tcW w:w="725" w:type="dxa"/>
          </w:tcPr>
          <w:p w14:paraId="333DE5E0" w14:textId="77777777" w:rsidR="00666FC9" w:rsidRPr="00666FC9" w:rsidRDefault="00666FC9" w:rsidP="00666FC9">
            <w:pPr>
              <w:spacing w:line="300" w:lineRule="atLeast"/>
              <w:ind w:right="90"/>
              <w:jc w:val="right"/>
              <w:rPr>
                <w:sz w:val="14"/>
                <w:szCs w:val="14"/>
              </w:rPr>
            </w:pPr>
          </w:p>
        </w:tc>
        <w:tc>
          <w:tcPr>
            <w:tcW w:w="729" w:type="dxa"/>
          </w:tcPr>
          <w:p w14:paraId="68A88762" w14:textId="77777777" w:rsidR="00666FC9" w:rsidRPr="00DE0303" w:rsidRDefault="00666FC9" w:rsidP="00666FC9">
            <w:pPr>
              <w:spacing w:line="300" w:lineRule="atLeast"/>
              <w:ind w:right="90"/>
              <w:jc w:val="right"/>
              <w:rPr>
                <w:sz w:val="14"/>
                <w:szCs w:val="14"/>
                <w:cs/>
              </w:rPr>
            </w:pPr>
          </w:p>
        </w:tc>
        <w:tc>
          <w:tcPr>
            <w:tcW w:w="725" w:type="dxa"/>
          </w:tcPr>
          <w:p w14:paraId="245E9F9B" w14:textId="77777777" w:rsidR="00666FC9" w:rsidRPr="00666FC9" w:rsidRDefault="00666FC9" w:rsidP="00666FC9">
            <w:pPr>
              <w:tabs>
                <w:tab w:val="decimal" w:pos="720"/>
              </w:tabs>
              <w:spacing w:line="300" w:lineRule="atLeast"/>
              <w:ind w:right="90"/>
              <w:rPr>
                <w:sz w:val="14"/>
                <w:szCs w:val="14"/>
              </w:rPr>
            </w:pPr>
          </w:p>
        </w:tc>
        <w:tc>
          <w:tcPr>
            <w:tcW w:w="726" w:type="dxa"/>
          </w:tcPr>
          <w:p w14:paraId="5D1DD174" w14:textId="77777777" w:rsidR="00666FC9" w:rsidRPr="00DE0303" w:rsidRDefault="00666FC9" w:rsidP="00666FC9">
            <w:pPr>
              <w:tabs>
                <w:tab w:val="decimal" w:pos="610"/>
              </w:tabs>
              <w:spacing w:line="300" w:lineRule="atLeast"/>
              <w:ind w:right="90"/>
              <w:rPr>
                <w:sz w:val="14"/>
                <w:szCs w:val="14"/>
                <w:cs/>
              </w:rPr>
            </w:pPr>
          </w:p>
        </w:tc>
        <w:tc>
          <w:tcPr>
            <w:tcW w:w="815" w:type="dxa"/>
          </w:tcPr>
          <w:p w14:paraId="5BF9284E" w14:textId="77777777" w:rsidR="00666FC9" w:rsidRPr="00666FC9" w:rsidRDefault="00666FC9" w:rsidP="00666FC9">
            <w:pPr>
              <w:tabs>
                <w:tab w:val="decimal" w:pos="703"/>
              </w:tabs>
              <w:spacing w:line="300" w:lineRule="atLeast"/>
              <w:ind w:right="90"/>
              <w:rPr>
                <w:sz w:val="14"/>
                <w:szCs w:val="14"/>
              </w:rPr>
            </w:pPr>
          </w:p>
        </w:tc>
        <w:tc>
          <w:tcPr>
            <w:tcW w:w="816" w:type="dxa"/>
          </w:tcPr>
          <w:p w14:paraId="008C1806" w14:textId="77777777" w:rsidR="00666FC9" w:rsidRPr="00DE0303" w:rsidRDefault="00666FC9" w:rsidP="00666FC9">
            <w:pPr>
              <w:tabs>
                <w:tab w:val="decimal" w:pos="720"/>
              </w:tabs>
              <w:spacing w:line="300" w:lineRule="atLeast"/>
              <w:ind w:right="90"/>
              <w:rPr>
                <w:sz w:val="14"/>
                <w:szCs w:val="14"/>
              </w:rPr>
            </w:pPr>
          </w:p>
        </w:tc>
        <w:tc>
          <w:tcPr>
            <w:tcW w:w="804" w:type="dxa"/>
          </w:tcPr>
          <w:p w14:paraId="19824FEF" w14:textId="77777777" w:rsidR="00666FC9" w:rsidRPr="00666FC9" w:rsidRDefault="00666FC9" w:rsidP="00666FC9">
            <w:pPr>
              <w:tabs>
                <w:tab w:val="decimal" w:pos="715"/>
              </w:tabs>
              <w:spacing w:line="300" w:lineRule="atLeast"/>
              <w:ind w:right="90"/>
              <w:rPr>
                <w:sz w:val="14"/>
                <w:szCs w:val="14"/>
              </w:rPr>
            </w:pPr>
          </w:p>
        </w:tc>
        <w:tc>
          <w:tcPr>
            <w:tcW w:w="810" w:type="dxa"/>
          </w:tcPr>
          <w:p w14:paraId="37414EAE" w14:textId="77777777" w:rsidR="00666FC9" w:rsidRPr="00DE0303" w:rsidRDefault="00666FC9" w:rsidP="00666FC9">
            <w:pPr>
              <w:tabs>
                <w:tab w:val="decimal" w:pos="720"/>
              </w:tabs>
              <w:spacing w:line="300" w:lineRule="atLeast"/>
              <w:ind w:right="90"/>
              <w:rPr>
                <w:sz w:val="14"/>
                <w:szCs w:val="14"/>
                <w:cs/>
              </w:rPr>
            </w:pPr>
          </w:p>
        </w:tc>
      </w:tr>
      <w:tr w:rsidR="00666FC9" w:rsidRPr="00C5010B" w14:paraId="3FD38258" w14:textId="77777777" w:rsidTr="00CF5715">
        <w:trPr>
          <w:cantSplit/>
          <w:trHeight w:val="20"/>
        </w:trPr>
        <w:tc>
          <w:tcPr>
            <w:tcW w:w="2809" w:type="dxa"/>
          </w:tcPr>
          <w:p w14:paraId="08DA1B55" w14:textId="77777777" w:rsidR="00666FC9" w:rsidRPr="006D7790" w:rsidRDefault="00666FC9" w:rsidP="00666FC9">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sz w:val="14"/>
                <w:szCs w:val="14"/>
              </w:rPr>
              <w:t xml:space="preserve">Revenues from sales </w:t>
            </w:r>
          </w:p>
        </w:tc>
        <w:tc>
          <w:tcPr>
            <w:tcW w:w="724" w:type="dxa"/>
          </w:tcPr>
          <w:p w14:paraId="325745A6" w14:textId="749EEAC3" w:rsidR="00666FC9" w:rsidRPr="00666FC9" w:rsidRDefault="00666FC9" w:rsidP="00666FC9">
            <w:pPr>
              <w:tabs>
                <w:tab w:val="decimal" w:pos="615"/>
              </w:tabs>
              <w:spacing w:line="300" w:lineRule="atLeast"/>
              <w:rPr>
                <w:sz w:val="14"/>
                <w:szCs w:val="14"/>
              </w:rPr>
            </w:pPr>
            <w:r w:rsidRPr="00666FC9">
              <w:rPr>
                <w:sz w:val="14"/>
                <w:szCs w:val="14"/>
              </w:rPr>
              <w:t>2,025,656</w:t>
            </w:r>
          </w:p>
        </w:tc>
        <w:tc>
          <w:tcPr>
            <w:tcW w:w="725" w:type="dxa"/>
            <w:vAlign w:val="bottom"/>
          </w:tcPr>
          <w:p w14:paraId="5917CCDE" w14:textId="3B8C9F71" w:rsidR="00666FC9" w:rsidRPr="00DE0303" w:rsidRDefault="00666FC9" w:rsidP="00666FC9">
            <w:pPr>
              <w:tabs>
                <w:tab w:val="decimal" w:pos="604"/>
              </w:tabs>
              <w:spacing w:line="300" w:lineRule="atLeast"/>
              <w:rPr>
                <w:sz w:val="14"/>
                <w:szCs w:val="14"/>
              </w:rPr>
            </w:pPr>
            <w:r w:rsidRPr="00904A6F">
              <w:rPr>
                <w:sz w:val="14"/>
                <w:szCs w:val="14"/>
              </w:rPr>
              <w:t>2,286,516</w:t>
            </w:r>
          </w:p>
        </w:tc>
        <w:tc>
          <w:tcPr>
            <w:tcW w:w="724" w:type="dxa"/>
          </w:tcPr>
          <w:p w14:paraId="011B3925" w14:textId="61BB752D" w:rsidR="00666FC9" w:rsidRPr="00666FC9" w:rsidRDefault="00666FC9" w:rsidP="00666FC9">
            <w:pPr>
              <w:tabs>
                <w:tab w:val="decimal" w:pos="604"/>
              </w:tabs>
              <w:spacing w:line="300" w:lineRule="atLeast"/>
              <w:ind w:right="90"/>
              <w:rPr>
                <w:sz w:val="14"/>
                <w:szCs w:val="14"/>
              </w:rPr>
            </w:pPr>
            <w:r w:rsidRPr="00666FC9">
              <w:rPr>
                <w:sz w:val="14"/>
                <w:szCs w:val="14"/>
              </w:rPr>
              <w:t>2,243,18</w:t>
            </w:r>
            <w:r w:rsidR="00DC4968">
              <w:rPr>
                <w:sz w:val="14"/>
                <w:szCs w:val="14"/>
              </w:rPr>
              <w:t>6</w:t>
            </w:r>
          </w:p>
        </w:tc>
        <w:tc>
          <w:tcPr>
            <w:tcW w:w="726" w:type="dxa"/>
            <w:vAlign w:val="bottom"/>
          </w:tcPr>
          <w:p w14:paraId="0C6BE16A" w14:textId="120CB791" w:rsidR="00666FC9" w:rsidRPr="00DE0303" w:rsidRDefault="00666FC9" w:rsidP="00666FC9">
            <w:pPr>
              <w:tabs>
                <w:tab w:val="decimal" w:pos="610"/>
              </w:tabs>
              <w:spacing w:line="300" w:lineRule="atLeast"/>
              <w:ind w:right="90"/>
              <w:rPr>
                <w:sz w:val="14"/>
                <w:szCs w:val="14"/>
                <w:cs/>
              </w:rPr>
            </w:pPr>
            <w:r w:rsidRPr="00904A6F">
              <w:rPr>
                <w:sz w:val="14"/>
                <w:szCs w:val="14"/>
              </w:rPr>
              <w:t>2,764,079</w:t>
            </w:r>
          </w:p>
        </w:tc>
        <w:tc>
          <w:tcPr>
            <w:tcW w:w="725" w:type="dxa"/>
          </w:tcPr>
          <w:p w14:paraId="21B34FFD" w14:textId="58A9868B" w:rsidR="00666FC9" w:rsidRPr="00666FC9" w:rsidRDefault="00666FC9" w:rsidP="00666FC9">
            <w:pPr>
              <w:tabs>
                <w:tab w:val="decimal" w:pos="610"/>
              </w:tabs>
              <w:spacing w:line="300" w:lineRule="atLeast"/>
              <w:ind w:right="90"/>
              <w:rPr>
                <w:sz w:val="14"/>
                <w:szCs w:val="14"/>
                <w:cs/>
              </w:rPr>
            </w:pPr>
            <w:r w:rsidRPr="00666FC9">
              <w:rPr>
                <w:sz w:val="14"/>
                <w:szCs w:val="14"/>
              </w:rPr>
              <w:t>5,848,545</w:t>
            </w:r>
          </w:p>
        </w:tc>
        <w:tc>
          <w:tcPr>
            <w:tcW w:w="726" w:type="dxa"/>
            <w:vAlign w:val="bottom"/>
          </w:tcPr>
          <w:p w14:paraId="77106FE4" w14:textId="2CB71B0E" w:rsidR="00666FC9" w:rsidRPr="00DE0303" w:rsidRDefault="00666FC9" w:rsidP="00666FC9">
            <w:pPr>
              <w:tabs>
                <w:tab w:val="decimal" w:pos="610"/>
              </w:tabs>
              <w:spacing w:line="300" w:lineRule="atLeast"/>
              <w:ind w:right="90"/>
              <w:rPr>
                <w:sz w:val="14"/>
                <w:szCs w:val="14"/>
                <w:cs/>
              </w:rPr>
            </w:pPr>
            <w:r w:rsidRPr="00904A6F">
              <w:rPr>
                <w:sz w:val="14"/>
                <w:szCs w:val="14"/>
              </w:rPr>
              <w:t>5,315,260</w:t>
            </w:r>
          </w:p>
        </w:tc>
        <w:tc>
          <w:tcPr>
            <w:tcW w:w="725" w:type="dxa"/>
          </w:tcPr>
          <w:p w14:paraId="4CA17141" w14:textId="31155FDB" w:rsidR="00666FC9" w:rsidRPr="00666FC9" w:rsidRDefault="00666FC9" w:rsidP="00666FC9">
            <w:pPr>
              <w:tabs>
                <w:tab w:val="decimal" w:pos="610"/>
              </w:tabs>
              <w:spacing w:line="300" w:lineRule="atLeast"/>
              <w:ind w:right="90"/>
              <w:rPr>
                <w:sz w:val="14"/>
                <w:szCs w:val="14"/>
                <w:cs/>
              </w:rPr>
            </w:pPr>
            <w:r w:rsidRPr="00666FC9">
              <w:rPr>
                <w:sz w:val="14"/>
                <w:szCs w:val="14"/>
              </w:rPr>
              <w:t>4,585,731</w:t>
            </w:r>
          </w:p>
        </w:tc>
        <w:tc>
          <w:tcPr>
            <w:tcW w:w="726" w:type="dxa"/>
          </w:tcPr>
          <w:p w14:paraId="6882B0BD" w14:textId="14AB3063" w:rsidR="00666FC9" w:rsidRPr="00DE0303" w:rsidRDefault="00666FC9" w:rsidP="00666FC9">
            <w:pPr>
              <w:tabs>
                <w:tab w:val="decimal" w:pos="610"/>
              </w:tabs>
              <w:spacing w:line="300" w:lineRule="atLeast"/>
              <w:ind w:right="90"/>
              <w:rPr>
                <w:sz w:val="14"/>
                <w:szCs w:val="14"/>
                <w:cs/>
              </w:rPr>
            </w:pPr>
            <w:r w:rsidRPr="00DF5E24">
              <w:rPr>
                <w:sz w:val="14"/>
                <w:szCs w:val="14"/>
              </w:rPr>
              <w:t>4,742,142</w:t>
            </w:r>
          </w:p>
        </w:tc>
        <w:tc>
          <w:tcPr>
            <w:tcW w:w="725" w:type="dxa"/>
          </w:tcPr>
          <w:p w14:paraId="78C3329A" w14:textId="5C0037E8" w:rsidR="00666FC9" w:rsidRPr="00666FC9" w:rsidRDefault="00666FC9" w:rsidP="00666FC9">
            <w:pPr>
              <w:spacing w:line="300" w:lineRule="atLeast"/>
              <w:ind w:right="90"/>
              <w:jc w:val="right"/>
              <w:rPr>
                <w:sz w:val="14"/>
                <w:szCs w:val="14"/>
                <w:cs/>
              </w:rPr>
            </w:pPr>
            <w:r w:rsidRPr="00666FC9">
              <w:rPr>
                <w:sz w:val="14"/>
                <w:szCs w:val="14"/>
              </w:rPr>
              <w:t>12,677,46</w:t>
            </w:r>
            <w:r w:rsidR="00DC4968">
              <w:rPr>
                <w:sz w:val="14"/>
                <w:szCs w:val="14"/>
              </w:rPr>
              <w:t>2</w:t>
            </w:r>
          </w:p>
        </w:tc>
        <w:tc>
          <w:tcPr>
            <w:tcW w:w="729" w:type="dxa"/>
          </w:tcPr>
          <w:p w14:paraId="73792605" w14:textId="7AAE6ECB" w:rsidR="00666FC9" w:rsidRPr="00DE0303" w:rsidRDefault="00666FC9" w:rsidP="00666FC9">
            <w:pPr>
              <w:spacing w:line="300" w:lineRule="atLeast"/>
              <w:ind w:right="90"/>
              <w:jc w:val="right"/>
              <w:rPr>
                <w:sz w:val="14"/>
                <w:szCs w:val="14"/>
                <w:cs/>
              </w:rPr>
            </w:pPr>
            <w:r w:rsidRPr="00DF5E24">
              <w:rPr>
                <w:sz w:val="14"/>
                <w:szCs w:val="14"/>
              </w:rPr>
              <w:t>12,821,481</w:t>
            </w:r>
          </w:p>
        </w:tc>
        <w:tc>
          <w:tcPr>
            <w:tcW w:w="725" w:type="dxa"/>
          </w:tcPr>
          <w:p w14:paraId="09B47333" w14:textId="167567D8" w:rsidR="00666FC9" w:rsidRPr="00666FC9" w:rsidRDefault="00666FC9" w:rsidP="00666FC9">
            <w:pPr>
              <w:tabs>
                <w:tab w:val="decimal" w:pos="610"/>
              </w:tabs>
              <w:spacing w:line="300" w:lineRule="atLeast"/>
              <w:ind w:right="90"/>
              <w:rPr>
                <w:sz w:val="14"/>
                <w:szCs w:val="14"/>
                <w:cs/>
              </w:rPr>
            </w:pPr>
            <w:r w:rsidRPr="00666FC9">
              <w:rPr>
                <w:sz w:val="14"/>
                <w:szCs w:val="14"/>
              </w:rPr>
              <w:t>670,584</w:t>
            </w:r>
          </w:p>
        </w:tc>
        <w:tc>
          <w:tcPr>
            <w:tcW w:w="726" w:type="dxa"/>
          </w:tcPr>
          <w:p w14:paraId="6AB415DC" w14:textId="1606AFFE" w:rsidR="00666FC9" w:rsidRPr="00DE0303" w:rsidRDefault="00666FC9" w:rsidP="00666FC9">
            <w:pPr>
              <w:tabs>
                <w:tab w:val="decimal" w:pos="610"/>
              </w:tabs>
              <w:spacing w:line="300" w:lineRule="atLeast"/>
              <w:ind w:right="90"/>
              <w:rPr>
                <w:sz w:val="14"/>
                <w:szCs w:val="14"/>
                <w:cs/>
              </w:rPr>
            </w:pPr>
            <w:r w:rsidRPr="00DF5E24">
              <w:rPr>
                <w:sz w:val="14"/>
                <w:szCs w:val="14"/>
              </w:rPr>
              <w:t>697,942</w:t>
            </w:r>
          </w:p>
        </w:tc>
        <w:tc>
          <w:tcPr>
            <w:tcW w:w="815" w:type="dxa"/>
          </w:tcPr>
          <w:p w14:paraId="19B78AD1" w14:textId="0627181B" w:rsidR="00666FC9" w:rsidRPr="00666FC9" w:rsidRDefault="00666FC9" w:rsidP="00666FC9">
            <w:pPr>
              <w:tabs>
                <w:tab w:val="decimal" w:pos="703"/>
              </w:tabs>
              <w:spacing w:line="300" w:lineRule="atLeast"/>
              <w:ind w:right="90"/>
              <w:rPr>
                <w:sz w:val="14"/>
                <w:szCs w:val="14"/>
              </w:rPr>
            </w:pPr>
            <w:r w:rsidRPr="00666FC9">
              <w:rPr>
                <w:sz w:val="14"/>
                <w:szCs w:val="14"/>
              </w:rPr>
              <w:t>(5,320,38</w:t>
            </w:r>
            <w:r w:rsidR="00DC4968">
              <w:rPr>
                <w:sz w:val="14"/>
                <w:szCs w:val="14"/>
              </w:rPr>
              <w:t>8</w:t>
            </w:r>
            <w:r w:rsidRPr="00666FC9">
              <w:rPr>
                <w:sz w:val="14"/>
                <w:szCs w:val="14"/>
              </w:rPr>
              <w:t>)</w:t>
            </w:r>
          </w:p>
        </w:tc>
        <w:tc>
          <w:tcPr>
            <w:tcW w:w="816" w:type="dxa"/>
          </w:tcPr>
          <w:p w14:paraId="31552B00" w14:textId="53185D3D" w:rsidR="00666FC9" w:rsidRPr="00DE0303" w:rsidRDefault="00666FC9" w:rsidP="00666FC9">
            <w:pPr>
              <w:tabs>
                <w:tab w:val="decimal" w:pos="720"/>
              </w:tabs>
              <w:spacing w:line="300" w:lineRule="atLeast"/>
              <w:ind w:right="90"/>
              <w:rPr>
                <w:sz w:val="14"/>
                <w:szCs w:val="14"/>
              </w:rPr>
            </w:pPr>
            <w:r w:rsidRPr="00313A43">
              <w:rPr>
                <w:sz w:val="14"/>
                <w:szCs w:val="14"/>
              </w:rPr>
              <w:t>(4,212,006)</w:t>
            </w:r>
          </w:p>
        </w:tc>
        <w:tc>
          <w:tcPr>
            <w:tcW w:w="804" w:type="dxa"/>
          </w:tcPr>
          <w:p w14:paraId="2B5F65E2" w14:textId="3E240173" w:rsidR="00666FC9" w:rsidRPr="00666FC9" w:rsidRDefault="00666FC9" w:rsidP="00666FC9">
            <w:pPr>
              <w:tabs>
                <w:tab w:val="decimal" w:pos="703"/>
              </w:tabs>
              <w:spacing w:line="300" w:lineRule="atLeast"/>
              <w:ind w:right="90"/>
              <w:rPr>
                <w:sz w:val="14"/>
                <w:szCs w:val="14"/>
                <w:cs/>
              </w:rPr>
            </w:pPr>
            <w:r w:rsidRPr="00666FC9">
              <w:rPr>
                <w:sz w:val="14"/>
                <w:szCs w:val="14"/>
              </w:rPr>
              <w:t>10,053,314</w:t>
            </w:r>
          </w:p>
        </w:tc>
        <w:tc>
          <w:tcPr>
            <w:tcW w:w="810" w:type="dxa"/>
          </w:tcPr>
          <w:p w14:paraId="05D46280" w14:textId="52F58344" w:rsidR="00666FC9" w:rsidRPr="00DE0303" w:rsidRDefault="00666FC9" w:rsidP="00666FC9">
            <w:pPr>
              <w:tabs>
                <w:tab w:val="decimal" w:pos="720"/>
              </w:tabs>
              <w:spacing w:line="300" w:lineRule="atLeast"/>
              <w:ind w:right="90"/>
              <w:rPr>
                <w:sz w:val="14"/>
                <w:szCs w:val="14"/>
                <w:cs/>
              </w:rPr>
            </w:pPr>
            <w:r w:rsidRPr="00313A43">
              <w:rPr>
                <w:sz w:val="14"/>
                <w:szCs w:val="14"/>
              </w:rPr>
              <w:t>11,593,933</w:t>
            </w:r>
          </w:p>
        </w:tc>
      </w:tr>
      <w:tr w:rsidR="00587250" w:rsidRPr="00C5010B" w14:paraId="3738839B" w14:textId="77777777" w:rsidTr="00BE110E">
        <w:trPr>
          <w:cantSplit/>
          <w:trHeight w:val="20"/>
        </w:trPr>
        <w:tc>
          <w:tcPr>
            <w:tcW w:w="2809" w:type="dxa"/>
          </w:tcPr>
          <w:p w14:paraId="303C4C80" w14:textId="77777777" w:rsidR="00587250" w:rsidRPr="006D7790" w:rsidRDefault="00587250" w:rsidP="00587250">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sz w:val="14"/>
                <w:szCs w:val="14"/>
              </w:rPr>
              <w:t>Revenues from rendering of services</w:t>
            </w:r>
          </w:p>
        </w:tc>
        <w:tc>
          <w:tcPr>
            <w:tcW w:w="724" w:type="dxa"/>
          </w:tcPr>
          <w:p w14:paraId="144F9EDF" w14:textId="0FA12385" w:rsidR="00587250" w:rsidRPr="00666FC9" w:rsidRDefault="00587250" w:rsidP="00587250">
            <w:pPr>
              <w:pBdr>
                <w:bottom w:val="single" w:sz="4" w:space="1" w:color="auto"/>
              </w:pBdr>
              <w:tabs>
                <w:tab w:val="decimal" w:pos="615"/>
              </w:tabs>
              <w:spacing w:line="300" w:lineRule="atLeast"/>
              <w:ind w:right="90"/>
              <w:rPr>
                <w:sz w:val="14"/>
                <w:szCs w:val="14"/>
              </w:rPr>
            </w:pPr>
            <w:r w:rsidRPr="00666FC9">
              <w:rPr>
                <w:sz w:val="14"/>
                <w:szCs w:val="14"/>
              </w:rPr>
              <w:t>11,851</w:t>
            </w:r>
          </w:p>
        </w:tc>
        <w:tc>
          <w:tcPr>
            <w:tcW w:w="725" w:type="dxa"/>
            <w:vAlign w:val="bottom"/>
          </w:tcPr>
          <w:p w14:paraId="4D8E98B8" w14:textId="02262443" w:rsidR="00587250" w:rsidRPr="00DE0303" w:rsidRDefault="00587250" w:rsidP="00587250">
            <w:pPr>
              <w:pBdr>
                <w:bottom w:val="single" w:sz="4" w:space="1" w:color="auto"/>
              </w:pBdr>
              <w:tabs>
                <w:tab w:val="decimal" w:pos="604"/>
              </w:tabs>
              <w:spacing w:line="300" w:lineRule="atLeast"/>
              <w:ind w:right="90"/>
              <w:rPr>
                <w:sz w:val="14"/>
                <w:szCs w:val="14"/>
                <w:cs/>
              </w:rPr>
            </w:pPr>
            <w:r w:rsidRPr="00904A6F">
              <w:rPr>
                <w:sz w:val="14"/>
                <w:szCs w:val="14"/>
              </w:rPr>
              <w:t>13,777</w:t>
            </w:r>
          </w:p>
        </w:tc>
        <w:tc>
          <w:tcPr>
            <w:tcW w:w="724" w:type="dxa"/>
          </w:tcPr>
          <w:p w14:paraId="72859E29" w14:textId="7C6F8A82" w:rsidR="00587250" w:rsidRPr="00666FC9" w:rsidRDefault="00587250" w:rsidP="00587250">
            <w:pPr>
              <w:pBdr>
                <w:bottom w:val="single" w:sz="4" w:space="1" w:color="auto"/>
              </w:pBdr>
              <w:tabs>
                <w:tab w:val="decimal" w:pos="420"/>
              </w:tabs>
              <w:spacing w:line="300" w:lineRule="atLeast"/>
              <w:ind w:right="90"/>
              <w:rPr>
                <w:sz w:val="14"/>
                <w:szCs w:val="14"/>
              </w:rPr>
            </w:pPr>
            <w:r w:rsidRPr="00666FC9">
              <w:rPr>
                <w:sz w:val="14"/>
                <w:szCs w:val="14"/>
              </w:rPr>
              <w:t>-</w:t>
            </w:r>
          </w:p>
        </w:tc>
        <w:tc>
          <w:tcPr>
            <w:tcW w:w="726" w:type="dxa"/>
            <w:vAlign w:val="bottom"/>
          </w:tcPr>
          <w:p w14:paraId="0B118A80" w14:textId="08D1DBC8" w:rsidR="00587250" w:rsidRPr="00DE0303" w:rsidRDefault="00587250" w:rsidP="00587250">
            <w:pPr>
              <w:pBdr>
                <w:bottom w:val="single" w:sz="4" w:space="1" w:color="auto"/>
              </w:pBdr>
              <w:tabs>
                <w:tab w:val="decimal" w:pos="420"/>
              </w:tabs>
              <w:spacing w:line="300" w:lineRule="atLeast"/>
              <w:ind w:right="90"/>
              <w:rPr>
                <w:sz w:val="14"/>
                <w:szCs w:val="14"/>
                <w:cs/>
              </w:rPr>
            </w:pPr>
            <w:r w:rsidRPr="00904A6F">
              <w:rPr>
                <w:sz w:val="14"/>
                <w:szCs w:val="14"/>
              </w:rPr>
              <w:t>-</w:t>
            </w:r>
          </w:p>
        </w:tc>
        <w:tc>
          <w:tcPr>
            <w:tcW w:w="725" w:type="dxa"/>
          </w:tcPr>
          <w:p w14:paraId="3AFB10DD" w14:textId="7A9B62B3" w:rsidR="00587250" w:rsidRPr="00666FC9" w:rsidRDefault="00587250" w:rsidP="00587250">
            <w:pPr>
              <w:pBdr>
                <w:bottom w:val="single" w:sz="4" w:space="1" w:color="auto"/>
              </w:pBdr>
              <w:tabs>
                <w:tab w:val="decimal" w:pos="420"/>
              </w:tabs>
              <w:spacing w:line="300" w:lineRule="atLeast"/>
              <w:ind w:right="90"/>
              <w:rPr>
                <w:sz w:val="14"/>
                <w:szCs w:val="14"/>
              </w:rPr>
            </w:pPr>
            <w:r w:rsidRPr="00666FC9">
              <w:rPr>
                <w:sz w:val="14"/>
                <w:szCs w:val="14"/>
              </w:rPr>
              <w:t>-</w:t>
            </w:r>
          </w:p>
        </w:tc>
        <w:tc>
          <w:tcPr>
            <w:tcW w:w="726" w:type="dxa"/>
          </w:tcPr>
          <w:p w14:paraId="4CC2C93F" w14:textId="4CD9DB9E" w:rsidR="00587250" w:rsidRPr="00DE0303" w:rsidRDefault="00587250" w:rsidP="00587250">
            <w:pPr>
              <w:pBdr>
                <w:bottom w:val="single" w:sz="4" w:space="1" w:color="auto"/>
              </w:pBdr>
              <w:tabs>
                <w:tab w:val="decimal" w:pos="420"/>
              </w:tabs>
              <w:spacing w:line="300" w:lineRule="atLeast"/>
              <w:ind w:right="90"/>
              <w:rPr>
                <w:sz w:val="14"/>
                <w:szCs w:val="14"/>
                <w:cs/>
              </w:rPr>
            </w:pPr>
            <w:r w:rsidRPr="00666FC9">
              <w:rPr>
                <w:sz w:val="14"/>
                <w:szCs w:val="14"/>
              </w:rPr>
              <w:t>-</w:t>
            </w:r>
          </w:p>
        </w:tc>
        <w:tc>
          <w:tcPr>
            <w:tcW w:w="725" w:type="dxa"/>
          </w:tcPr>
          <w:p w14:paraId="67AF635B" w14:textId="1C0B2EA0" w:rsidR="00587250" w:rsidRPr="00666FC9" w:rsidRDefault="00587250" w:rsidP="00587250">
            <w:pPr>
              <w:pBdr>
                <w:bottom w:val="single" w:sz="4" w:space="1" w:color="auto"/>
              </w:pBdr>
              <w:tabs>
                <w:tab w:val="decimal" w:pos="610"/>
              </w:tabs>
              <w:spacing w:line="300" w:lineRule="atLeast"/>
              <w:ind w:right="90"/>
              <w:rPr>
                <w:sz w:val="14"/>
                <w:szCs w:val="14"/>
              </w:rPr>
            </w:pPr>
            <w:r w:rsidRPr="00666FC9">
              <w:rPr>
                <w:sz w:val="14"/>
                <w:szCs w:val="14"/>
              </w:rPr>
              <w:t>80,590</w:t>
            </w:r>
          </w:p>
        </w:tc>
        <w:tc>
          <w:tcPr>
            <w:tcW w:w="726" w:type="dxa"/>
          </w:tcPr>
          <w:p w14:paraId="4E83825C" w14:textId="4D44A382" w:rsidR="00587250" w:rsidRPr="00DE0303" w:rsidRDefault="00587250" w:rsidP="00587250">
            <w:pPr>
              <w:pBdr>
                <w:bottom w:val="single" w:sz="4" w:space="1" w:color="auto"/>
              </w:pBdr>
              <w:tabs>
                <w:tab w:val="decimal" w:pos="610"/>
              </w:tabs>
              <w:spacing w:line="300" w:lineRule="atLeast"/>
              <w:ind w:right="90"/>
              <w:rPr>
                <w:sz w:val="14"/>
                <w:szCs w:val="14"/>
              </w:rPr>
            </w:pPr>
            <w:r w:rsidRPr="00DF5E24">
              <w:rPr>
                <w:sz w:val="14"/>
                <w:szCs w:val="14"/>
              </w:rPr>
              <w:t>95,810</w:t>
            </w:r>
          </w:p>
        </w:tc>
        <w:tc>
          <w:tcPr>
            <w:tcW w:w="725" w:type="dxa"/>
          </w:tcPr>
          <w:p w14:paraId="262CD745" w14:textId="40E5FEC6" w:rsidR="00587250" w:rsidRPr="00666FC9" w:rsidRDefault="00587250" w:rsidP="00587250">
            <w:pPr>
              <w:pBdr>
                <w:bottom w:val="single" w:sz="4" w:space="1" w:color="auto"/>
              </w:pBdr>
              <w:spacing w:line="300" w:lineRule="atLeast"/>
              <w:ind w:right="90"/>
              <w:jc w:val="right"/>
              <w:rPr>
                <w:sz w:val="14"/>
                <w:szCs w:val="14"/>
                <w:cs/>
              </w:rPr>
            </w:pPr>
            <w:r w:rsidRPr="00666FC9">
              <w:rPr>
                <w:sz w:val="14"/>
                <w:szCs w:val="14"/>
              </w:rPr>
              <w:t>80,590</w:t>
            </w:r>
          </w:p>
        </w:tc>
        <w:tc>
          <w:tcPr>
            <w:tcW w:w="729" w:type="dxa"/>
          </w:tcPr>
          <w:p w14:paraId="214B2F5C" w14:textId="376AB10E" w:rsidR="00587250" w:rsidRPr="00DE0303" w:rsidRDefault="00587250" w:rsidP="00587250">
            <w:pPr>
              <w:pBdr>
                <w:bottom w:val="single" w:sz="4" w:space="1" w:color="auto"/>
              </w:pBdr>
              <w:spacing w:line="300" w:lineRule="atLeast"/>
              <w:ind w:right="90"/>
              <w:jc w:val="right"/>
              <w:rPr>
                <w:sz w:val="14"/>
                <w:szCs w:val="14"/>
                <w:cs/>
              </w:rPr>
            </w:pPr>
            <w:r w:rsidRPr="00DF5E24">
              <w:rPr>
                <w:sz w:val="14"/>
                <w:szCs w:val="14"/>
              </w:rPr>
              <w:t>95,810</w:t>
            </w:r>
          </w:p>
        </w:tc>
        <w:tc>
          <w:tcPr>
            <w:tcW w:w="725" w:type="dxa"/>
          </w:tcPr>
          <w:p w14:paraId="5C64A63A" w14:textId="311D912D" w:rsidR="00587250" w:rsidRPr="00666FC9" w:rsidRDefault="00587250" w:rsidP="00587250">
            <w:pPr>
              <w:pBdr>
                <w:bottom w:val="single" w:sz="4" w:space="1" w:color="auto"/>
              </w:pBdr>
              <w:tabs>
                <w:tab w:val="decimal" w:pos="463"/>
              </w:tabs>
              <w:spacing w:line="300" w:lineRule="atLeast"/>
              <w:ind w:right="90"/>
              <w:rPr>
                <w:sz w:val="14"/>
                <w:szCs w:val="14"/>
                <w:cs/>
              </w:rPr>
            </w:pPr>
            <w:r w:rsidRPr="00666FC9">
              <w:rPr>
                <w:sz w:val="14"/>
                <w:szCs w:val="14"/>
              </w:rPr>
              <w:t>-</w:t>
            </w:r>
          </w:p>
        </w:tc>
        <w:tc>
          <w:tcPr>
            <w:tcW w:w="726" w:type="dxa"/>
          </w:tcPr>
          <w:p w14:paraId="1C49D5B1" w14:textId="7C2A8DB8" w:rsidR="00587250" w:rsidRPr="00DE0303" w:rsidRDefault="00587250" w:rsidP="00587250">
            <w:pPr>
              <w:pBdr>
                <w:bottom w:val="single" w:sz="4" w:space="1" w:color="auto"/>
              </w:pBdr>
              <w:tabs>
                <w:tab w:val="decimal" w:pos="463"/>
              </w:tabs>
              <w:spacing w:line="300" w:lineRule="atLeast"/>
              <w:ind w:right="90"/>
              <w:rPr>
                <w:sz w:val="14"/>
                <w:szCs w:val="14"/>
                <w:cs/>
              </w:rPr>
            </w:pPr>
            <w:r w:rsidRPr="00ED605B">
              <w:rPr>
                <w:sz w:val="14"/>
                <w:szCs w:val="14"/>
              </w:rPr>
              <w:t>-</w:t>
            </w:r>
          </w:p>
        </w:tc>
        <w:tc>
          <w:tcPr>
            <w:tcW w:w="815" w:type="dxa"/>
          </w:tcPr>
          <w:p w14:paraId="579799E0" w14:textId="354CF45F" w:rsidR="00587250" w:rsidRPr="00666FC9" w:rsidRDefault="00587250" w:rsidP="00587250">
            <w:pPr>
              <w:pBdr>
                <w:bottom w:val="single" w:sz="4" w:space="1" w:color="auto"/>
              </w:pBdr>
              <w:tabs>
                <w:tab w:val="decimal" w:pos="703"/>
              </w:tabs>
              <w:spacing w:line="300" w:lineRule="atLeast"/>
              <w:ind w:right="90"/>
              <w:rPr>
                <w:sz w:val="14"/>
                <w:szCs w:val="14"/>
                <w:cs/>
              </w:rPr>
            </w:pPr>
            <w:r w:rsidRPr="00666FC9">
              <w:rPr>
                <w:sz w:val="14"/>
                <w:szCs w:val="14"/>
              </w:rPr>
              <w:t>(92,441)</w:t>
            </w:r>
          </w:p>
        </w:tc>
        <w:tc>
          <w:tcPr>
            <w:tcW w:w="816" w:type="dxa"/>
          </w:tcPr>
          <w:p w14:paraId="6DF71784" w14:textId="159EE275" w:rsidR="00587250" w:rsidRPr="00DE0303" w:rsidRDefault="00587250" w:rsidP="00587250">
            <w:pPr>
              <w:pBdr>
                <w:bottom w:val="single" w:sz="4" w:space="1" w:color="auto"/>
              </w:pBdr>
              <w:tabs>
                <w:tab w:val="decimal" w:pos="720"/>
              </w:tabs>
              <w:spacing w:line="300" w:lineRule="atLeast"/>
              <w:ind w:right="90"/>
              <w:rPr>
                <w:sz w:val="14"/>
                <w:szCs w:val="14"/>
                <w:cs/>
              </w:rPr>
            </w:pPr>
            <w:r w:rsidRPr="00313A43">
              <w:rPr>
                <w:sz w:val="14"/>
                <w:szCs w:val="14"/>
              </w:rPr>
              <w:t>(109,587)</w:t>
            </w:r>
          </w:p>
        </w:tc>
        <w:tc>
          <w:tcPr>
            <w:tcW w:w="804" w:type="dxa"/>
          </w:tcPr>
          <w:p w14:paraId="3B4E076F" w14:textId="065874DE" w:rsidR="00587250" w:rsidRPr="00666FC9" w:rsidRDefault="00587250" w:rsidP="00587250">
            <w:pPr>
              <w:pBdr>
                <w:bottom w:val="single" w:sz="4" w:space="1" w:color="auto"/>
              </w:pBdr>
              <w:tabs>
                <w:tab w:val="decimal" w:pos="541"/>
              </w:tabs>
              <w:spacing w:line="300" w:lineRule="atLeast"/>
              <w:ind w:right="90"/>
              <w:rPr>
                <w:sz w:val="14"/>
                <w:szCs w:val="14"/>
                <w:cs/>
              </w:rPr>
            </w:pPr>
            <w:r w:rsidRPr="00666FC9">
              <w:rPr>
                <w:sz w:val="14"/>
                <w:szCs w:val="14"/>
              </w:rPr>
              <w:t>-</w:t>
            </w:r>
          </w:p>
        </w:tc>
        <w:tc>
          <w:tcPr>
            <w:tcW w:w="810" w:type="dxa"/>
          </w:tcPr>
          <w:p w14:paraId="3B7FF721" w14:textId="5A7A4276" w:rsidR="00587250" w:rsidRPr="00DE0303" w:rsidRDefault="00587250" w:rsidP="00587250">
            <w:pPr>
              <w:pBdr>
                <w:bottom w:val="single" w:sz="4" w:space="1" w:color="auto"/>
              </w:pBdr>
              <w:tabs>
                <w:tab w:val="decimal" w:pos="541"/>
              </w:tabs>
              <w:spacing w:line="300" w:lineRule="atLeast"/>
              <w:ind w:right="90"/>
              <w:rPr>
                <w:sz w:val="14"/>
                <w:szCs w:val="14"/>
                <w:cs/>
              </w:rPr>
            </w:pPr>
            <w:r w:rsidRPr="00ED605B">
              <w:rPr>
                <w:sz w:val="14"/>
                <w:szCs w:val="14"/>
              </w:rPr>
              <w:t>-</w:t>
            </w:r>
          </w:p>
        </w:tc>
      </w:tr>
      <w:tr w:rsidR="00666FC9" w:rsidRPr="00ED605B" w14:paraId="1FDA9B09" w14:textId="77777777" w:rsidTr="00CF5715">
        <w:trPr>
          <w:cantSplit/>
          <w:trHeight w:val="20"/>
        </w:trPr>
        <w:tc>
          <w:tcPr>
            <w:tcW w:w="2809" w:type="dxa"/>
          </w:tcPr>
          <w:p w14:paraId="0E1DAA40" w14:textId="77777777" w:rsidR="00666FC9" w:rsidRPr="00203222" w:rsidRDefault="00666FC9" w:rsidP="00666FC9">
            <w:pPr>
              <w:pStyle w:val="BodyText"/>
              <w:spacing w:line="300" w:lineRule="atLeast"/>
              <w:ind w:left="180" w:right="90" w:hanging="90"/>
              <w:jc w:val="left"/>
              <w:rPr>
                <w:rFonts w:eastAsia="Arial Unicode MS" w:cstheme="minorBidi"/>
                <w:sz w:val="14"/>
                <w:szCs w:val="14"/>
                <w:cs/>
              </w:rPr>
            </w:pPr>
            <w:r w:rsidRPr="006D7790">
              <w:rPr>
                <w:rFonts w:eastAsia="Arial Unicode MS" w:cs="Times New Roman"/>
                <w:b/>
                <w:bCs/>
                <w:sz w:val="14"/>
                <w:szCs w:val="14"/>
              </w:rPr>
              <w:t>Total revenues</w:t>
            </w:r>
          </w:p>
        </w:tc>
        <w:tc>
          <w:tcPr>
            <w:tcW w:w="724" w:type="dxa"/>
          </w:tcPr>
          <w:p w14:paraId="23192408" w14:textId="33DC4F5A" w:rsidR="00666FC9" w:rsidRPr="00BF5324" w:rsidRDefault="00666FC9" w:rsidP="00666FC9">
            <w:pPr>
              <w:pBdr>
                <w:bottom w:val="double" w:sz="4" w:space="1" w:color="auto"/>
              </w:pBdr>
              <w:tabs>
                <w:tab w:val="decimal" w:pos="615"/>
              </w:tabs>
              <w:spacing w:line="300" w:lineRule="atLeast"/>
              <w:ind w:right="90"/>
              <w:rPr>
                <w:b/>
                <w:bCs/>
                <w:sz w:val="14"/>
                <w:szCs w:val="14"/>
                <w:cs/>
              </w:rPr>
            </w:pPr>
            <w:r w:rsidRPr="00BF5324">
              <w:rPr>
                <w:b/>
                <w:bCs/>
                <w:sz w:val="14"/>
                <w:szCs w:val="14"/>
              </w:rPr>
              <w:t>2,037,507</w:t>
            </w:r>
          </w:p>
        </w:tc>
        <w:tc>
          <w:tcPr>
            <w:tcW w:w="725" w:type="dxa"/>
            <w:vAlign w:val="bottom"/>
          </w:tcPr>
          <w:p w14:paraId="16880506" w14:textId="09C7F8AD" w:rsidR="00666FC9" w:rsidRPr="00BF5324" w:rsidRDefault="00666FC9" w:rsidP="00666FC9">
            <w:pPr>
              <w:pBdr>
                <w:bottom w:val="double" w:sz="4" w:space="1" w:color="auto"/>
              </w:pBdr>
              <w:tabs>
                <w:tab w:val="decimal" w:pos="604"/>
              </w:tabs>
              <w:spacing w:line="300" w:lineRule="atLeast"/>
              <w:ind w:right="90"/>
              <w:rPr>
                <w:b/>
                <w:bCs/>
                <w:sz w:val="14"/>
                <w:szCs w:val="14"/>
                <w:cs/>
              </w:rPr>
            </w:pPr>
            <w:r w:rsidRPr="00BF5324">
              <w:rPr>
                <w:b/>
                <w:bCs/>
                <w:sz w:val="14"/>
                <w:szCs w:val="14"/>
              </w:rPr>
              <w:t>2,300,293</w:t>
            </w:r>
          </w:p>
        </w:tc>
        <w:tc>
          <w:tcPr>
            <w:tcW w:w="724" w:type="dxa"/>
          </w:tcPr>
          <w:p w14:paraId="7B3580E8" w14:textId="4B6832AB" w:rsidR="00666FC9" w:rsidRPr="00BF5324" w:rsidRDefault="005C2692" w:rsidP="00666FC9">
            <w:pPr>
              <w:pBdr>
                <w:bottom w:val="double" w:sz="4" w:space="1" w:color="auto"/>
              </w:pBdr>
              <w:tabs>
                <w:tab w:val="decimal" w:pos="604"/>
              </w:tabs>
              <w:spacing w:line="300" w:lineRule="atLeast"/>
              <w:ind w:right="90"/>
              <w:rPr>
                <w:b/>
                <w:bCs/>
                <w:sz w:val="14"/>
                <w:szCs w:val="14"/>
                <w:cs/>
              </w:rPr>
            </w:pPr>
            <w:r w:rsidRPr="00BF5324">
              <w:rPr>
                <w:b/>
                <w:bCs/>
                <w:sz w:val="14"/>
                <w:szCs w:val="14"/>
              </w:rPr>
              <w:t>2,243,186</w:t>
            </w:r>
          </w:p>
        </w:tc>
        <w:tc>
          <w:tcPr>
            <w:tcW w:w="726" w:type="dxa"/>
            <w:vAlign w:val="bottom"/>
          </w:tcPr>
          <w:p w14:paraId="4E9F3A4B" w14:textId="0E599E8A"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2,764,079</w:t>
            </w:r>
          </w:p>
        </w:tc>
        <w:tc>
          <w:tcPr>
            <w:tcW w:w="725" w:type="dxa"/>
          </w:tcPr>
          <w:p w14:paraId="4D8C2C62" w14:textId="362675EC"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5,848,545</w:t>
            </w:r>
          </w:p>
        </w:tc>
        <w:tc>
          <w:tcPr>
            <w:tcW w:w="726" w:type="dxa"/>
            <w:vAlign w:val="bottom"/>
          </w:tcPr>
          <w:p w14:paraId="158F7CFA" w14:textId="3C87C801"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5,315,260</w:t>
            </w:r>
          </w:p>
        </w:tc>
        <w:tc>
          <w:tcPr>
            <w:tcW w:w="725" w:type="dxa"/>
          </w:tcPr>
          <w:p w14:paraId="3CBA4056" w14:textId="74087056"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4,666,321</w:t>
            </w:r>
          </w:p>
        </w:tc>
        <w:tc>
          <w:tcPr>
            <w:tcW w:w="726" w:type="dxa"/>
          </w:tcPr>
          <w:p w14:paraId="504301F3" w14:textId="5B95B31A" w:rsidR="00666FC9" w:rsidRPr="00BF5324" w:rsidRDefault="00666FC9" w:rsidP="00666FC9">
            <w:pPr>
              <w:pBdr>
                <w:bottom w:val="double" w:sz="4" w:space="1" w:color="auto"/>
              </w:pBdr>
              <w:tabs>
                <w:tab w:val="decimal" w:pos="610"/>
              </w:tabs>
              <w:spacing w:line="300" w:lineRule="atLeast"/>
              <w:ind w:right="90"/>
              <w:rPr>
                <w:b/>
                <w:bCs/>
                <w:sz w:val="14"/>
                <w:szCs w:val="14"/>
                <w:cs/>
              </w:rPr>
            </w:pPr>
            <w:r w:rsidRPr="00BF5324">
              <w:rPr>
                <w:b/>
                <w:bCs/>
                <w:sz w:val="14"/>
                <w:szCs w:val="14"/>
              </w:rPr>
              <w:t>4,837,952</w:t>
            </w:r>
          </w:p>
        </w:tc>
        <w:tc>
          <w:tcPr>
            <w:tcW w:w="725" w:type="dxa"/>
          </w:tcPr>
          <w:p w14:paraId="35AEB7E5" w14:textId="7BA35FE7" w:rsidR="00666FC9" w:rsidRPr="00BF5324" w:rsidRDefault="00666FC9" w:rsidP="00666FC9">
            <w:pPr>
              <w:pBdr>
                <w:bottom w:val="double" w:sz="4" w:space="1" w:color="auto"/>
              </w:pBdr>
              <w:spacing w:line="300" w:lineRule="atLeast"/>
              <w:ind w:right="90"/>
              <w:jc w:val="right"/>
              <w:rPr>
                <w:b/>
                <w:bCs/>
                <w:sz w:val="14"/>
                <w:szCs w:val="14"/>
                <w:cs/>
              </w:rPr>
            </w:pPr>
            <w:r w:rsidRPr="00BF5324">
              <w:rPr>
                <w:b/>
                <w:bCs/>
                <w:sz w:val="14"/>
                <w:szCs w:val="14"/>
              </w:rPr>
              <w:t>12,758,05</w:t>
            </w:r>
            <w:r w:rsidR="00DC4968" w:rsidRPr="00BF5324">
              <w:rPr>
                <w:b/>
                <w:bCs/>
                <w:sz w:val="14"/>
                <w:szCs w:val="14"/>
              </w:rPr>
              <w:t>2</w:t>
            </w:r>
          </w:p>
        </w:tc>
        <w:tc>
          <w:tcPr>
            <w:tcW w:w="729" w:type="dxa"/>
          </w:tcPr>
          <w:p w14:paraId="0AD1A642" w14:textId="6A036FFD" w:rsidR="00666FC9" w:rsidRPr="00BF5324" w:rsidRDefault="00666FC9" w:rsidP="00666FC9">
            <w:pPr>
              <w:pBdr>
                <w:bottom w:val="double" w:sz="4" w:space="1" w:color="auto"/>
              </w:pBdr>
              <w:spacing w:line="300" w:lineRule="atLeast"/>
              <w:ind w:right="90"/>
              <w:jc w:val="right"/>
              <w:rPr>
                <w:b/>
                <w:bCs/>
                <w:sz w:val="14"/>
                <w:szCs w:val="14"/>
                <w:cs/>
              </w:rPr>
            </w:pPr>
            <w:r w:rsidRPr="00BF5324">
              <w:rPr>
                <w:b/>
                <w:bCs/>
                <w:sz w:val="14"/>
                <w:szCs w:val="14"/>
              </w:rPr>
              <w:t>12,917,291</w:t>
            </w:r>
          </w:p>
        </w:tc>
        <w:tc>
          <w:tcPr>
            <w:tcW w:w="725" w:type="dxa"/>
          </w:tcPr>
          <w:p w14:paraId="27E3F231" w14:textId="56573EAB" w:rsidR="00666FC9" w:rsidRPr="00BF5324" w:rsidRDefault="00666FC9" w:rsidP="00666FC9">
            <w:pPr>
              <w:pBdr>
                <w:bottom w:val="double" w:sz="4" w:space="1" w:color="auto"/>
              </w:pBdr>
              <w:tabs>
                <w:tab w:val="decimal" w:pos="610"/>
              </w:tabs>
              <w:spacing w:line="300" w:lineRule="atLeast"/>
              <w:ind w:right="90"/>
              <w:rPr>
                <w:b/>
                <w:bCs/>
                <w:sz w:val="14"/>
                <w:szCs w:val="14"/>
              </w:rPr>
            </w:pPr>
            <w:r w:rsidRPr="00BF5324">
              <w:rPr>
                <w:b/>
                <w:bCs/>
                <w:sz w:val="14"/>
                <w:szCs w:val="14"/>
              </w:rPr>
              <w:t>670,584</w:t>
            </w:r>
          </w:p>
        </w:tc>
        <w:tc>
          <w:tcPr>
            <w:tcW w:w="726" w:type="dxa"/>
          </w:tcPr>
          <w:p w14:paraId="6ECF0ED3" w14:textId="1D932584" w:rsidR="00666FC9" w:rsidRPr="00BF5324" w:rsidRDefault="00666FC9" w:rsidP="00666FC9">
            <w:pPr>
              <w:pBdr>
                <w:bottom w:val="double" w:sz="4" w:space="1" w:color="auto"/>
              </w:pBdr>
              <w:tabs>
                <w:tab w:val="decimal" w:pos="610"/>
              </w:tabs>
              <w:spacing w:line="300" w:lineRule="atLeast"/>
              <w:ind w:right="90"/>
              <w:rPr>
                <w:b/>
                <w:bCs/>
                <w:sz w:val="14"/>
                <w:szCs w:val="14"/>
              </w:rPr>
            </w:pPr>
            <w:r w:rsidRPr="00BF5324">
              <w:rPr>
                <w:b/>
                <w:bCs/>
                <w:sz w:val="14"/>
                <w:szCs w:val="14"/>
              </w:rPr>
              <w:t>697,942</w:t>
            </w:r>
          </w:p>
        </w:tc>
        <w:tc>
          <w:tcPr>
            <w:tcW w:w="815" w:type="dxa"/>
          </w:tcPr>
          <w:p w14:paraId="1878AA5E" w14:textId="047B4E02" w:rsidR="00666FC9" w:rsidRPr="00BF5324" w:rsidRDefault="00666FC9" w:rsidP="00666FC9">
            <w:pPr>
              <w:pBdr>
                <w:bottom w:val="double" w:sz="4" w:space="1" w:color="auto"/>
              </w:pBdr>
              <w:tabs>
                <w:tab w:val="decimal" w:pos="720"/>
              </w:tabs>
              <w:spacing w:line="300" w:lineRule="atLeast"/>
              <w:ind w:right="90"/>
              <w:rPr>
                <w:b/>
                <w:bCs/>
                <w:sz w:val="14"/>
                <w:szCs w:val="14"/>
                <w:cs/>
              </w:rPr>
            </w:pPr>
            <w:r w:rsidRPr="00BF5324">
              <w:rPr>
                <w:b/>
                <w:bCs/>
                <w:sz w:val="14"/>
                <w:szCs w:val="14"/>
              </w:rPr>
              <w:t>(5,412,82</w:t>
            </w:r>
            <w:r w:rsidR="00DC4968" w:rsidRPr="00BF5324">
              <w:rPr>
                <w:b/>
                <w:bCs/>
                <w:sz w:val="14"/>
                <w:szCs w:val="14"/>
              </w:rPr>
              <w:t>9</w:t>
            </w:r>
            <w:r w:rsidRPr="00BF5324">
              <w:rPr>
                <w:b/>
                <w:bCs/>
                <w:sz w:val="14"/>
                <w:szCs w:val="14"/>
              </w:rPr>
              <w:t>)</w:t>
            </w:r>
          </w:p>
        </w:tc>
        <w:tc>
          <w:tcPr>
            <w:tcW w:w="816" w:type="dxa"/>
          </w:tcPr>
          <w:p w14:paraId="682C9969" w14:textId="427A364A" w:rsidR="00666FC9" w:rsidRPr="00BF5324" w:rsidRDefault="00666FC9" w:rsidP="00666FC9">
            <w:pPr>
              <w:pBdr>
                <w:bottom w:val="double" w:sz="4" w:space="1" w:color="auto"/>
              </w:pBdr>
              <w:tabs>
                <w:tab w:val="decimal" w:pos="720"/>
              </w:tabs>
              <w:spacing w:line="300" w:lineRule="atLeast"/>
              <w:ind w:right="90"/>
              <w:rPr>
                <w:b/>
                <w:bCs/>
                <w:sz w:val="14"/>
                <w:szCs w:val="14"/>
                <w:cs/>
              </w:rPr>
            </w:pPr>
            <w:r w:rsidRPr="00BF5324">
              <w:rPr>
                <w:b/>
                <w:bCs/>
                <w:sz w:val="14"/>
                <w:szCs w:val="14"/>
              </w:rPr>
              <w:t>(4,321,593)</w:t>
            </w:r>
          </w:p>
        </w:tc>
        <w:tc>
          <w:tcPr>
            <w:tcW w:w="804" w:type="dxa"/>
          </w:tcPr>
          <w:p w14:paraId="12063301" w14:textId="0A882532" w:rsidR="00666FC9" w:rsidRPr="00BF5324" w:rsidRDefault="00666FC9" w:rsidP="00666FC9">
            <w:pPr>
              <w:pBdr>
                <w:bottom w:val="double" w:sz="4" w:space="1" w:color="auto"/>
              </w:pBdr>
              <w:tabs>
                <w:tab w:val="decimal" w:pos="720"/>
              </w:tabs>
              <w:spacing w:line="300" w:lineRule="atLeast"/>
              <w:ind w:right="90"/>
              <w:rPr>
                <w:b/>
                <w:bCs/>
                <w:sz w:val="14"/>
                <w:szCs w:val="14"/>
                <w:cs/>
              </w:rPr>
            </w:pPr>
            <w:r w:rsidRPr="00BF5324">
              <w:rPr>
                <w:b/>
                <w:bCs/>
                <w:sz w:val="14"/>
                <w:szCs w:val="14"/>
              </w:rPr>
              <w:t>10,053,314</w:t>
            </w:r>
          </w:p>
        </w:tc>
        <w:tc>
          <w:tcPr>
            <w:tcW w:w="810" w:type="dxa"/>
          </w:tcPr>
          <w:p w14:paraId="12DF6962" w14:textId="38442A3F" w:rsidR="00666FC9" w:rsidRPr="00BF5324" w:rsidRDefault="00666FC9" w:rsidP="00666FC9">
            <w:pPr>
              <w:pBdr>
                <w:bottom w:val="double" w:sz="4" w:space="1" w:color="auto"/>
              </w:pBdr>
              <w:tabs>
                <w:tab w:val="decimal" w:pos="720"/>
              </w:tabs>
              <w:spacing w:line="300" w:lineRule="atLeast"/>
              <w:ind w:right="90"/>
              <w:rPr>
                <w:b/>
                <w:bCs/>
                <w:sz w:val="14"/>
                <w:szCs w:val="14"/>
                <w:cs/>
              </w:rPr>
            </w:pPr>
            <w:r w:rsidRPr="00BF5324">
              <w:rPr>
                <w:b/>
                <w:bCs/>
                <w:sz w:val="14"/>
                <w:szCs w:val="14"/>
              </w:rPr>
              <w:t>11,593,933</w:t>
            </w:r>
          </w:p>
        </w:tc>
      </w:tr>
      <w:tr w:rsidR="00666FC9" w:rsidRPr="00916247" w14:paraId="7CC63440" w14:textId="77777777" w:rsidTr="00CF5715">
        <w:trPr>
          <w:cantSplit/>
          <w:trHeight w:val="20"/>
        </w:trPr>
        <w:tc>
          <w:tcPr>
            <w:tcW w:w="2809" w:type="dxa"/>
          </w:tcPr>
          <w:p w14:paraId="207A7838" w14:textId="77777777" w:rsidR="00666FC9" w:rsidRPr="006D7790" w:rsidRDefault="00666FC9" w:rsidP="00666FC9">
            <w:pPr>
              <w:pStyle w:val="BodyText"/>
              <w:spacing w:line="300" w:lineRule="atLeast"/>
              <w:ind w:left="180" w:right="90" w:hanging="90"/>
              <w:jc w:val="left"/>
              <w:rPr>
                <w:rFonts w:eastAsia="Arial Unicode MS" w:cs="Times New Roman"/>
                <w:sz w:val="14"/>
                <w:szCs w:val="14"/>
              </w:rPr>
            </w:pPr>
          </w:p>
        </w:tc>
        <w:tc>
          <w:tcPr>
            <w:tcW w:w="724" w:type="dxa"/>
          </w:tcPr>
          <w:p w14:paraId="1562CEEB" w14:textId="77777777" w:rsidR="00666FC9" w:rsidRPr="00666FC9" w:rsidRDefault="00666FC9" w:rsidP="00666FC9">
            <w:pPr>
              <w:tabs>
                <w:tab w:val="decimal" w:pos="615"/>
              </w:tabs>
              <w:spacing w:line="300" w:lineRule="atLeast"/>
              <w:rPr>
                <w:sz w:val="14"/>
                <w:szCs w:val="14"/>
              </w:rPr>
            </w:pPr>
          </w:p>
        </w:tc>
        <w:tc>
          <w:tcPr>
            <w:tcW w:w="725" w:type="dxa"/>
          </w:tcPr>
          <w:p w14:paraId="0AA8C74B" w14:textId="77777777" w:rsidR="00666FC9" w:rsidRPr="00DE0303" w:rsidRDefault="00666FC9" w:rsidP="00666FC9">
            <w:pPr>
              <w:tabs>
                <w:tab w:val="decimal" w:pos="604"/>
              </w:tabs>
              <w:spacing w:line="300" w:lineRule="atLeast"/>
              <w:rPr>
                <w:sz w:val="14"/>
                <w:szCs w:val="14"/>
              </w:rPr>
            </w:pPr>
          </w:p>
        </w:tc>
        <w:tc>
          <w:tcPr>
            <w:tcW w:w="724" w:type="dxa"/>
          </w:tcPr>
          <w:p w14:paraId="07F24B63" w14:textId="77777777" w:rsidR="00666FC9" w:rsidRPr="00666FC9" w:rsidRDefault="00666FC9" w:rsidP="00666FC9">
            <w:pPr>
              <w:tabs>
                <w:tab w:val="decimal" w:pos="604"/>
              </w:tabs>
              <w:spacing w:line="300" w:lineRule="atLeast"/>
              <w:ind w:right="90"/>
              <w:rPr>
                <w:sz w:val="14"/>
                <w:szCs w:val="14"/>
                <w:cs/>
              </w:rPr>
            </w:pPr>
          </w:p>
        </w:tc>
        <w:tc>
          <w:tcPr>
            <w:tcW w:w="726" w:type="dxa"/>
            <w:vAlign w:val="bottom"/>
          </w:tcPr>
          <w:p w14:paraId="7542BED9" w14:textId="77777777" w:rsidR="00666FC9" w:rsidRPr="00DE0303" w:rsidRDefault="00666FC9" w:rsidP="00666FC9">
            <w:pPr>
              <w:tabs>
                <w:tab w:val="decimal" w:pos="610"/>
              </w:tabs>
              <w:spacing w:line="300" w:lineRule="atLeast"/>
              <w:ind w:right="90"/>
              <w:rPr>
                <w:sz w:val="14"/>
                <w:szCs w:val="14"/>
              </w:rPr>
            </w:pPr>
          </w:p>
        </w:tc>
        <w:tc>
          <w:tcPr>
            <w:tcW w:w="725" w:type="dxa"/>
          </w:tcPr>
          <w:p w14:paraId="1CA07947" w14:textId="77777777" w:rsidR="00666FC9" w:rsidRPr="00666FC9" w:rsidRDefault="00666FC9" w:rsidP="00666FC9">
            <w:pPr>
              <w:tabs>
                <w:tab w:val="decimal" w:pos="610"/>
              </w:tabs>
              <w:spacing w:line="300" w:lineRule="atLeast"/>
              <w:ind w:right="90"/>
              <w:rPr>
                <w:sz w:val="14"/>
                <w:szCs w:val="14"/>
                <w:cs/>
              </w:rPr>
            </w:pPr>
          </w:p>
        </w:tc>
        <w:tc>
          <w:tcPr>
            <w:tcW w:w="726" w:type="dxa"/>
            <w:vAlign w:val="bottom"/>
          </w:tcPr>
          <w:p w14:paraId="535968BE" w14:textId="77777777" w:rsidR="00666FC9" w:rsidRPr="00DE0303" w:rsidRDefault="00666FC9" w:rsidP="00666FC9">
            <w:pPr>
              <w:tabs>
                <w:tab w:val="decimal" w:pos="593"/>
              </w:tabs>
              <w:spacing w:line="300" w:lineRule="atLeast"/>
              <w:ind w:right="90"/>
              <w:rPr>
                <w:sz w:val="14"/>
                <w:szCs w:val="14"/>
              </w:rPr>
            </w:pPr>
          </w:p>
        </w:tc>
        <w:tc>
          <w:tcPr>
            <w:tcW w:w="725" w:type="dxa"/>
          </w:tcPr>
          <w:p w14:paraId="28141399" w14:textId="77777777" w:rsidR="00666FC9" w:rsidRPr="00666FC9" w:rsidRDefault="00666FC9" w:rsidP="00666FC9">
            <w:pPr>
              <w:tabs>
                <w:tab w:val="decimal" w:pos="610"/>
              </w:tabs>
              <w:spacing w:line="300" w:lineRule="atLeast"/>
              <w:ind w:right="90"/>
              <w:rPr>
                <w:sz w:val="14"/>
                <w:szCs w:val="14"/>
                <w:cs/>
              </w:rPr>
            </w:pPr>
          </w:p>
        </w:tc>
        <w:tc>
          <w:tcPr>
            <w:tcW w:w="726" w:type="dxa"/>
          </w:tcPr>
          <w:p w14:paraId="25408E81" w14:textId="77777777" w:rsidR="00666FC9" w:rsidRPr="00DE0303" w:rsidRDefault="00666FC9" w:rsidP="00666FC9">
            <w:pPr>
              <w:tabs>
                <w:tab w:val="decimal" w:pos="610"/>
              </w:tabs>
              <w:spacing w:line="300" w:lineRule="atLeast"/>
              <w:ind w:right="90"/>
              <w:rPr>
                <w:sz w:val="14"/>
                <w:szCs w:val="14"/>
              </w:rPr>
            </w:pPr>
          </w:p>
        </w:tc>
        <w:tc>
          <w:tcPr>
            <w:tcW w:w="725" w:type="dxa"/>
          </w:tcPr>
          <w:p w14:paraId="38A7AE00" w14:textId="77777777" w:rsidR="00666FC9" w:rsidRPr="00666FC9" w:rsidRDefault="00666FC9" w:rsidP="00666FC9">
            <w:pPr>
              <w:spacing w:line="300" w:lineRule="atLeast"/>
              <w:ind w:right="90"/>
              <w:jc w:val="right"/>
              <w:rPr>
                <w:sz w:val="14"/>
                <w:szCs w:val="14"/>
              </w:rPr>
            </w:pPr>
          </w:p>
        </w:tc>
        <w:tc>
          <w:tcPr>
            <w:tcW w:w="729" w:type="dxa"/>
          </w:tcPr>
          <w:p w14:paraId="13CB0640" w14:textId="77777777" w:rsidR="00666FC9" w:rsidRPr="00DE0303" w:rsidRDefault="00666FC9" w:rsidP="00666FC9">
            <w:pPr>
              <w:spacing w:line="300" w:lineRule="atLeast"/>
              <w:ind w:right="90"/>
              <w:jc w:val="right"/>
              <w:rPr>
                <w:sz w:val="14"/>
                <w:szCs w:val="14"/>
              </w:rPr>
            </w:pPr>
          </w:p>
        </w:tc>
        <w:tc>
          <w:tcPr>
            <w:tcW w:w="725" w:type="dxa"/>
          </w:tcPr>
          <w:p w14:paraId="6EBB8D54" w14:textId="77777777" w:rsidR="00666FC9" w:rsidRPr="00666FC9" w:rsidRDefault="00666FC9" w:rsidP="00666FC9">
            <w:pPr>
              <w:tabs>
                <w:tab w:val="decimal" w:pos="610"/>
              </w:tabs>
              <w:spacing w:line="300" w:lineRule="atLeast"/>
              <w:ind w:right="90"/>
              <w:rPr>
                <w:sz w:val="14"/>
                <w:szCs w:val="14"/>
              </w:rPr>
            </w:pPr>
          </w:p>
        </w:tc>
        <w:tc>
          <w:tcPr>
            <w:tcW w:w="726" w:type="dxa"/>
          </w:tcPr>
          <w:p w14:paraId="2C29C5AE" w14:textId="77777777" w:rsidR="00666FC9" w:rsidRPr="00DE0303" w:rsidRDefault="00666FC9" w:rsidP="00666FC9">
            <w:pPr>
              <w:tabs>
                <w:tab w:val="decimal" w:pos="610"/>
              </w:tabs>
              <w:spacing w:line="300" w:lineRule="atLeast"/>
              <w:ind w:right="90"/>
              <w:rPr>
                <w:sz w:val="14"/>
                <w:szCs w:val="14"/>
              </w:rPr>
            </w:pPr>
          </w:p>
        </w:tc>
        <w:tc>
          <w:tcPr>
            <w:tcW w:w="815" w:type="dxa"/>
          </w:tcPr>
          <w:p w14:paraId="599168EB" w14:textId="77777777" w:rsidR="00666FC9" w:rsidRPr="00666FC9" w:rsidRDefault="00666FC9" w:rsidP="00666FC9">
            <w:pPr>
              <w:tabs>
                <w:tab w:val="decimal" w:pos="703"/>
              </w:tabs>
              <w:spacing w:line="300" w:lineRule="atLeast"/>
              <w:ind w:right="90"/>
              <w:rPr>
                <w:sz w:val="14"/>
                <w:szCs w:val="14"/>
              </w:rPr>
            </w:pPr>
          </w:p>
        </w:tc>
        <w:tc>
          <w:tcPr>
            <w:tcW w:w="816" w:type="dxa"/>
          </w:tcPr>
          <w:p w14:paraId="3A72EEDD" w14:textId="77777777" w:rsidR="00666FC9" w:rsidRPr="00DE0303" w:rsidRDefault="00666FC9" w:rsidP="00666FC9">
            <w:pPr>
              <w:tabs>
                <w:tab w:val="decimal" w:pos="720"/>
              </w:tabs>
              <w:spacing w:line="300" w:lineRule="atLeast"/>
              <w:ind w:right="90"/>
              <w:rPr>
                <w:sz w:val="14"/>
                <w:szCs w:val="14"/>
              </w:rPr>
            </w:pPr>
          </w:p>
        </w:tc>
        <w:tc>
          <w:tcPr>
            <w:tcW w:w="804" w:type="dxa"/>
          </w:tcPr>
          <w:p w14:paraId="664278E9" w14:textId="77777777" w:rsidR="00666FC9" w:rsidRPr="00DE0303" w:rsidRDefault="00666FC9" w:rsidP="00666FC9">
            <w:pPr>
              <w:tabs>
                <w:tab w:val="decimal" w:pos="715"/>
              </w:tabs>
              <w:spacing w:line="300" w:lineRule="atLeast"/>
              <w:ind w:right="90"/>
              <w:rPr>
                <w:sz w:val="14"/>
                <w:szCs w:val="14"/>
              </w:rPr>
            </w:pPr>
          </w:p>
        </w:tc>
        <w:tc>
          <w:tcPr>
            <w:tcW w:w="810" w:type="dxa"/>
          </w:tcPr>
          <w:p w14:paraId="1F2580AD" w14:textId="77777777" w:rsidR="00666FC9" w:rsidRPr="00DE0303" w:rsidRDefault="00666FC9" w:rsidP="00666FC9">
            <w:pPr>
              <w:tabs>
                <w:tab w:val="decimal" w:pos="720"/>
              </w:tabs>
              <w:spacing w:line="300" w:lineRule="atLeast"/>
              <w:ind w:right="90"/>
              <w:rPr>
                <w:sz w:val="14"/>
                <w:szCs w:val="14"/>
              </w:rPr>
            </w:pPr>
          </w:p>
        </w:tc>
      </w:tr>
      <w:tr w:rsidR="00666FC9" w:rsidRPr="00916247" w14:paraId="0C628887" w14:textId="77777777" w:rsidTr="00CF5715">
        <w:trPr>
          <w:cantSplit/>
          <w:trHeight w:val="20"/>
        </w:trPr>
        <w:tc>
          <w:tcPr>
            <w:tcW w:w="2809" w:type="dxa"/>
          </w:tcPr>
          <w:p w14:paraId="5ACF7F6C" w14:textId="77777777" w:rsidR="00666FC9" w:rsidRPr="006D7790" w:rsidRDefault="00666FC9" w:rsidP="00666FC9">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b/>
                <w:bCs/>
                <w:i/>
                <w:iCs/>
                <w:sz w:val="14"/>
                <w:szCs w:val="14"/>
              </w:rPr>
              <w:t>Timing of revenue recognition</w:t>
            </w:r>
          </w:p>
        </w:tc>
        <w:tc>
          <w:tcPr>
            <w:tcW w:w="724" w:type="dxa"/>
          </w:tcPr>
          <w:p w14:paraId="65583BF5" w14:textId="77777777" w:rsidR="00666FC9" w:rsidRPr="00666FC9" w:rsidRDefault="00666FC9" w:rsidP="00666FC9">
            <w:pPr>
              <w:tabs>
                <w:tab w:val="decimal" w:pos="615"/>
              </w:tabs>
              <w:spacing w:line="300" w:lineRule="atLeast"/>
              <w:rPr>
                <w:sz w:val="14"/>
                <w:szCs w:val="14"/>
              </w:rPr>
            </w:pPr>
          </w:p>
        </w:tc>
        <w:tc>
          <w:tcPr>
            <w:tcW w:w="725" w:type="dxa"/>
          </w:tcPr>
          <w:p w14:paraId="05010B29" w14:textId="77777777" w:rsidR="00666FC9" w:rsidRPr="00DE0303" w:rsidRDefault="00666FC9" w:rsidP="00666FC9">
            <w:pPr>
              <w:tabs>
                <w:tab w:val="decimal" w:pos="604"/>
              </w:tabs>
              <w:spacing w:line="300" w:lineRule="atLeast"/>
              <w:rPr>
                <w:sz w:val="14"/>
                <w:szCs w:val="14"/>
              </w:rPr>
            </w:pPr>
          </w:p>
        </w:tc>
        <w:tc>
          <w:tcPr>
            <w:tcW w:w="724" w:type="dxa"/>
          </w:tcPr>
          <w:p w14:paraId="1415DF9E" w14:textId="77777777" w:rsidR="00666FC9" w:rsidRPr="00666FC9" w:rsidRDefault="00666FC9" w:rsidP="00666FC9">
            <w:pPr>
              <w:tabs>
                <w:tab w:val="decimal" w:pos="604"/>
              </w:tabs>
              <w:spacing w:line="300" w:lineRule="atLeast"/>
              <w:ind w:right="90"/>
              <w:rPr>
                <w:sz w:val="14"/>
                <w:szCs w:val="14"/>
                <w:cs/>
              </w:rPr>
            </w:pPr>
          </w:p>
        </w:tc>
        <w:tc>
          <w:tcPr>
            <w:tcW w:w="726" w:type="dxa"/>
            <w:vAlign w:val="bottom"/>
          </w:tcPr>
          <w:p w14:paraId="26305AF6" w14:textId="77777777" w:rsidR="00666FC9" w:rsidRPr="00DE0303" w:rsidRDefault="00666FC9" w:rsidP="00666FC9">
            <w:pPr>
              <w:tabs>
                <w:tab w:val="decimal" w:pos="610"/>
              </w:tabs>
              <w:spacing w:line="300" w:lineRule="atLeast"/>
              <w:ind w:right="90"/>
              <w:rPr>
                <w:sz w:val="14"/>
                <w:szCs w:val="14"/>
              </w:rPr>
            </w:pPr>
          </w:p>
        </w:tc>
        <w:tc>
          <w:tcPr>
            <w:tcW w:w="725" w:type="dxa"/>
          </w:tcPr>
          <w:p w14:paraId="281E4970" w14:textId="77777777" w:rsidR="00666FC9" w:rsidRPr="00666FC9" w:rsidRDefault="00666FC9" w:rsidP="00666FC9">
            <w:pPr>
              <w:tabs>
                <w:tab w:val="decimal" w:pos="610"/>
              </w:tabs>
              <w:spacing w:line="300" w:lineRule="atLeast"/>
              <w:ind w:right="90"/>
              <w:rPr>
                <w:sz w:val="14"/>
                <w:szCs w:val="14"/>
                <w:cs/>
              </w:rPr>
            </w:pPr>
          </w:p>
        </w:tc>
        <w:tc>
          <w:tcPr>
            <w:tcW w:w="726" w:type="dxa"/>
            <w:vAlign w:val="bottom"/>
          </w:tcPr>
          <w:p w14:paraId="2CF41EC3" w14:textId="77777777" w:rsidR="00666FC9" w:rsidRPr="00DE0303" w:rsidRDefault="00666FC9" w:rsidP="00666FC9">
            <w:pPr>
              <w:tabs>
                <w:tab w:val="decimal" w:pos="593"/>
              </w:tabs>
              <w:spacing w:line="300" w:lineRule="atLeast"/>
              <w:ind w:right="90"/>
              <w:rPr>
                <w:sz w:val="14"/>
                <w:szCs w:val="14"/>
              </w:rPr>
            </w:pPr>
          </w:p>
        </w:tc>
        <w:tc>
          <w:tcPr>
            <w:tcW w:w="725" w:type="dxa"/>
          </w:tcPr>
          <w:p w14:paraId="2C4CE6D9" w14:textId="77777777" w:rsidR="00666FC9" w:rsidRPr="00666FC9" w:rsidRDefault="00666FC9" w:rsidP="00666FC9">
            <w:pPr>
              <w:tabs>
                <w:tab w:val="decimal" w:pos="610"/>
              </w:tabs>
              <w:spacing w:line="300" w:lineRule="atLeast"/>
              <w:ind w:right="90"/>
              <w:rPr>
                <w:sz w:val="14"/>
                <w:szCs w:val="14"/>
                <w:cs/>
              </w:rPr>
            </w:pPr>
          </w:p>
        </w:tc>
        <w:tc>
          <w:tcPr>
            <w:tcW w:w="726" w:type="dxa"/>
          </w:tcPr>
          <w:p w14:paraId="1D40DBAA" w14:textId="77777777" w:rsidR="00666FC9" w:rsidRPr="00DE0303" w:rsidRDefault="00666FC9" w:rsidP="00666FC9">
            <w:pPr>
              <w:tabs>
                <w:tab w:val="decimal" w:pos="610"/>
              </w:tabs>
              <w:spacing w:line="300" w:lineRule="atLeast"/>
              <w:ind w:right="90"/>
              <w:rPr>
                <w:sz w:val="14"/>
                <w:szCs w:val="14"/>
              </w:rPr>
            </w:pPr>
          </w:p>
        </w:tc>
        <w:tc>
          <w:tcPr>
            <w:tcW w:w="725" w:type="dxa"/>
          </w:tcPr>
          <w:p w14:paraId="5C37D183" w14:textId="77777777" w:rsidR="00666FC9" w:rsidRPr="00666FC9" w:rsidRDefault="00666FC9" w:rsidP="00666FC9">
            <w:pPr>
              <w:spacing w:line="300" w:lineRule="atLeast"/>
              <w:ind w:right="90"/>
              <w:jc w:val="right"/>
              <w:rPr>
                <w:sz w:val="14"/>
                <w:szCs w:val="14"/>
              </w:rPr>
            </w:pPr>
          </w:p>
        </w:tc>
        <w:tc>
          <w:tcPr>
            <w:tcW w:w="729" w:type="dxa"/>
          </w:tcPr>
          <w:p w14:paraId="646D76BD" w14:textId="77777777" w:rsidR="00666FC9" w:rsidRPr="00DE0303" w:rsidRDefault="00666FC9" w:rsidP="00666FC9">
            <w:pPr>
              <w:spacing w:line="300" w:lineRule="atLeast"/>
              <w:ind w:right="90"/>
              <w:jc w:val="right"/>
              <w:rPr>
                <w:sz w:val="14"/>
                <w:szCs w:val="14"/>
              </w:rPr>
            </w:pPr>
          </w:p>
        </w:tc>
        <w:tc>
          <w:tcPr>
            <w:tcW w:w="725" w:type="dxa"/>
          </w:tcPr>
          <w:p w14:paraId="56711CEE" w14:textId="77777777" w:rsidR="00666FC9" w:rsidRPr="00666FC9" w:rsidRDefault="00666FC9" w:rsidP="00666FC9">
            <w:pPr>
              <w:tabs>
                <w:tab w:val="decimal" w:pos="610"/>
              </w:tabs>
              <w:spacing w:line="300" w:lineRule="atLeast"/>
              <w:ind w:right="90"/>
              <w:rPr>
                <w:sz w:val="14"/>
                <w:szCs w:val="14"/>
              </w:rPr>
            </w:pPr>
          </w:p>
        </w:tc>
        <w:tc>
          <w:tcPr>
            <w:tcW w:w="726" w:type="dxa"/>
          </w:tcPr>
          <w:p w14:paraId="4C6FC25B" w14:textId="77777777" w:rsidR="00666FC9" w:rsidRPr="00DE0303" w:rsidRDefault="00666FC9" w:rsidP="00666FC9">
            <w:pPr>
              <w:tabs>
                <w:tab w:val="decimal" w:pos="610"/>
              </w:tabs>
              <w:spacing w:line="300" w:lineRule="atLeast"/>
              <w:ind w:right="90"/>
              <w:rPr>
                <w:sz w:val="14"/>
                <w:szCs w:val="14"/>
              </w:rPr>
            </w:pPr>
          </w:p>
        </w:tc>
        <w:tc>
          <w:tcPr>
            <w:tcW w:w="815" w:type="dxa"/>
          </w:tcPr>
          <w:p w14:paraId="76800C79" w14:textId="77777777" w:rsidR="00666FC9" w:rsidRPr="00666FC9" w:rsidRDefault="00666FC9" w:rsidP="00666FC9">
            <w:pPr>
              <w:tabs>
                <w:tab w:val="decimal" w:pos="703"/>
              </w:tabs>
              <w:spacing w:line="300" w:lineRule="atLeast"/>
              <w:ind w:right="90"/>
              <w:rPr>
                <w:sz w:val="14"/>
                <w:szCs w:val="14"/>
              </w:rPr>
            </w:pPr>
          </w:p>
        </w:tc>
        <w:tc>
          <w:tcPr>
            <w:tcW w:w="816" w:type="dxa"/>
          </w:tcPr>
          <w:p w14:paraId="296B81FB" w14:textId="77777777" w:rsidR="00666FC9" w:rsidRPr="00DE0303" w:rsidRDefault="00666FC9" w:rsidP="00666FC9">
            <w:pPr>
              <w:tabs>
                <w:tab w:val="decimal" w:pos="720"/>
              </w:tabs>
              <w:spacing w:line="300" w:lineRule="atLeast"/>
              <w:ind w:right="90"/>
              <w:rPr>
                <w:sz w:val="14"/>
                <w:szCs w:val="14"/>
              </w:rPr>
            </w:pPr>
          </w:p>
        </w:tc>
        <w:tc>
          <w:tcPr>
            <w:tcW w:w="804" w:type="dxa"/>
          </w:tcPr>
          <w:p w14:paraId="1C665620" w14:textId="77777777" w:rsidR="00666FC9" w:rsidRPr="00DE0303" w:rsidRDefault="00666FC9" w:rsidP="00666FC9">
            <w:pPr>
              <w:tabs>
                <w:tab w:val="decimal" w:pos="715"/>
              </w:tabs>
              <w:spacing w:line="300" w:lineRule="atLeast"/>
              <w:ind w:right="90"/>
              <w:rPr>
                <w:sz w:val="14"/>
                <w:szCs w:val="14"/>
              </w:rPr>
            </w:pPr>
          </w:p>
        </w:tc>
        <w:tc>
          <w:tcPr>
            <w:tcW w:w="810" w:type="dxa"/>
          </w:tcPr>
          <w:p w14:paraId="1D02B83C" w14:textId="77777777" w:rsidR="00666FC9" w:rsidRPr="00DE0303" w:rsidRDefault="00666FC9" w:rsidP="00666FC9">
            <w:pPr>
              <w:tabs>
                <w:tab w:val="decimal" w:pos="720"/>
              </w:tabs>
              <w:spacing w:line="300" w:lineRule="atLeast"/>
              <w:ind w:right="90"/>
              <w:rPr>
                <w:sz w:val="14"/>
                <w:szCs w:val="14"/>
              </w:rPr>
            </w:pPr>
          </w:p>
        </w:tc>
      </w:tr>
      <w:tr w:rsidR="00666FC9" w:rsidRPr="00C5010B" w14:paraId="2398A78C" w14:textId="77777777" w:rsidTr="00CF5715">
        <w:trPr>
          <w:cantSplit/>
          <w:trHeight w:val="227"/>
        </w:trPr>
        <w:tc>
          <w:tcPr>
            <w:tcW w:w="2809" w:type="dxa"/>
          </w:tcPr>
          <w:p w14:paraId="3B1C5565" w14:textId="77777777" w:rsidR="00666FC9" w:rsidRPr="006D7790" w:rsidRDefault="00666FC9" w:rsidP="00666FC9">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sz w:val="14"/>
                <w:szCs w:val="14"/>
              </w:rPr>
              <w:t>At a point in time</w:t>
            </w:r>
          </w:p>
        </w:tc>
        <w:tc>
          <w:tcPr>
            <w:tcW w:w="724" w:type="dxa"/>
          </w:tcPr>
          <w:p w14:paraId="4904DFEE" w14:textId="25DD05B7" w:rsidR="00666FC9" w:rsidRPr="00666FC9" w:rsidRDefault="00666FC9" w:rsidP="00666FC9">
            <w:pPr>
              <w:pBdr>
                <w:bottom w:val="single" w:sz="4" w:space="1" w:color="auto"/>
              </w:pBdr>
              <w:tabs>
                <w:tab w:val="decimal" w:pos="615"/>
              </w:tabs>
              <w:spacing w:line="300" w:lineRule="atLeast"/>
              <w:ind w:right="91"/>
              <w:rPr>
                <w:sz w:val="14"/>
                <w:szCs w:val="14"/>
              </w:rPr>
            </w:pPr>
            <w:r w:rsidRPr="00666FC9">
              <w:rPr>
                <w:sz w:val="14"/>
                <w:szCs w:val="14"/>
              </w:rPr>
              <w:t>2,037,507</w:t>
            </w:r>
          </w:p>
        </w:tc>
        <w:tc>
          <w:tcPr>
            <w:tcW w:w="725" w:type="dxa"/>
            <w:vAlign w:val="bottom"/>
          </w:tcPr>
          <w:p w14:paraId="5B0F77F0" w14:textId="18DB60B3" w:rsidR="00666FC9" w:rsidRPr="00DE0303" w:rsidRDefault="00666FC9" w:rsidP="00666FC9">
            <w:pPr>
              <w:pBdr>
                <w:bottom w:val="single" w:sz="4" w:space="1" w:color="auto"/>
              </w:pBdr>
              <w:tabs>
                <w:tab w:val="decimal" w:pos="604"/>
              </w:tabs>
              <w:spacing w:line="300" w:lineRule="atLeast"/>
              <w:ind w:right="91"/>
              <w:rPr>
                <w:spacing w:val="-6"/>
                <w:sz w:val="14"/>
                <w:szCs w:val="14"/>
              </w:rPr>
            </w:pPr>
            <w:r w:rsidRPr="00904A6F">
              <w:rPr>
                <w:sz w:val="14"/>
                <w:szCs w:val="14"/>
              </w:rPr>
              <w:t>2,300,293</w:t>
            </w:r>
          </w:p>
        </w:tc>
        <w:tc>
          <w:tcPr>
            <w:tcW w:w="724" w:type="dxa"/>
          </w:tcPr>
          <w:p w14:paraId="7B792127" w14:textId="6E22F4F7" w:rsidR="00666FC9" w:rsidRPr="00666FC9" w:rsidRDefault="00666FC9" w:rsidP="00666FC9">
            <w:pPr>
              <w:pBdr>
                <w:bottom w:val="single" w:sz="4" w:space="1" w:color="auto"/>
              </w:pBdr>
              <w:tabs>
                <w:tab w:val="decimal" w:pos="604"/>
              </w:tabs>
              <w:spacing w:line="300" w:lineRule="atLeast"/>
              <w:ind w:right="90"/>
              <w:rPr>
                <w:sz w:val="14"/>
                <w:szCs w:val="14"/>
                <w:cs/>
              </w:rPr>
            </w:pPr>
            <w:r w:rsidRPr="00666FC9">
              <w:rPr>
                <w:sz w:val="14"/>
                <w:szCs w:val="14"/>
              </w:rPr>
              <w:t>2,243,18</w:t>
            </w:r>
            <w:r w:rsidR="00DC4968">
              <w:rPr>
                <w:sz w:val="14"/>
                <w:szCs w:val="14"/>
              </w:rPr>
              <w:t>6</w:t>
            </w:r>
          </w:p>
        </w:tc>
        <w:tc>
          <w:tcPr>
            <w:tcW w:w="726" w:type="dxa"/>
            <w:vAlign w:val="bottom"/>
          </w:tcPr>
          <w:p w14:paraId="70F9D5BE" w14:textId="73C2AEE6" w:rsidR="00666FC9" w:rsidRPr="00DE0303" w:rsidRDefault="00666FC9" w:rsidP="00666FC9">
            <w:pPr>
              <w:pBdr>
                <w:bottom w:val="single" w:sz="4" w:space="1" w:color="auto"/>
              </w:pBdr>
              <w:tabs>
                <w:tab w:val="decimal" w:pos="610"/>
              </w:tabs>
              <w:spacing w:line="300" w:lineRule="atLeast"/>
              <w:ind w:right="91"/>
              <w:rPr>
                <w:spacing w:val="-6"/>
                <w:sz w:val="14"/>
                <w:szCs w:val="14"/>
                <w:cs/>
              </w:rPr>
            </w:pPr>
            <w:r w:rsidRPr="00904A6F">
              <w:rPr>
                <w:sz w:val="14"/>
                <w:szCs w:val="14"/>
              </w:rPr>
              <w:t>2,764,079</w:t>
            </w:r>
          </w:p>
        </w:tc>
        <w:tc>
          <w:tcPr>
            <w:tcW w:w="725" w:type="dxa"/>
          </w:tcPr>
          <w:p w14:paraId="3B89CE8A" w14:textId="7C86B32D" w:rsidR="00666FC9" w:rsidRPr="00666FC9" w:rsidRDefault="00666FC9" w:rsidP="00666FC9">
            <w:pPr>
              <w:pBdr>
                <w:bottom w:val="single" w:sz="4" w:space="1" w:color="auto"/>
              </w:pBdr>
              <w:tabs>
                <w:tab w:val="decimal" w:pos="610"/>
              </w:tabs>
              <w:spacing w:line="300" w:lineRule="atLeast"/>
              <w:ind w:right="90"/>
              <w:rPr>
                <w:sz w:val="14"/>
                <w:szCs w:val="14"/>
                <w:cs/>
              </w:rPr>
            </w:pPr>
            <w:r w:rsidRPr="00666FC9">
              <w:rPr>
                <w:sz w:val="14"/>
                <w:szCs w:val="14"/>
              </w:rPr>
              <w:t>5,848,545</w:t>
            </w:r>
          </w:p>
        </w:tc>
        <w:tc>
          <w:tcPr>
            <w:tcW w:w="726" w:type="dxa"/>
            <w:vAlign w:val="bottom"/>
          </w:tcPr>
          <w:p w14:paraId="30C548FE" w14:textId="0B6F99F2" w:rsidR="00666FC9" w:rsidRPr="00587250" w:rsidRDefault="00587250" w:rsidP="00666FC9">
            <w:pPr>
              <w:pBdr>
                <w:bottom w:val="single" w:sz="4" w:space="1" w:color="auto"/>
              </w:pBdr>
              <w:tabs>
                <w:tab w:val="decimal" w:pos="610"/>
              </w:tabs>
              <w:spacing w:line="300" w:lineRule="atLeast"/>
              <w:ind w:right="91"/>
              <w:rPr>
                <w:spacing w:val="-6"/>
                <w:sz w:val="14"/>
                <w:szCs w:val="14"/>
                <w:cs/>
              </w:rPr>
            </w:pPr>
            <w:r w:rsidRPr="00587250">
              <w:rPr>
                <w:sz w:val="14"/>
                <w:szCs w:val="14"/>
              </w:rPr>
              <w:t>5,315,260</w:t>
            </w:r>
          </w:p>
        </w:tc>
        <w:tc>
          <w:tcPr>
            <w:tcW w:w="725" w:type="dxa"/>
          </w:tcPr>
          <w:p w14:paraId="1B8E0F58" w14:textId="02CA86A3" w:rsidR="00666FC9" w:rsidRPr="00666FC9" w:rsidRDefault="00666FC9" w:rsidP="00666FC9">
            <w:pPr>
              <w:pBdr>
                <w:bottom w:val="single" w:sz="4" w:space="1" w:color="auto"/>
              </w:pBdr>
              <w:tabs>
                <w:tab w:val="decimal" w:pos="610"/>
              </w:tabs>
              <w:spacing w:line="300" w:lineRule="atLeast"/>
              <w:ind w:right="90"/>
              <w:rPr>
                <w:sz w:val="14"/>
                <w:szCs w:val="14"/>
              </w:rPr>
            </w:pPr>
            <w:r w:rsidRPr="00666FC9">
              <w:rPr>
                <w:sz w:val="14"/>
                <w:szCs w:val="14"/>
              </w:rPr>
              <w:t>4,666,321</w:t>
            </w:r>
          </w:p>
        </w:tc>
        <w:tc>
          <w:tcPr>
            <w:tcW w:w="726" w:type="dxa"/>
          </w:tcPr>
          <w:p w14:paraId="33EF58FE" w14:textId="51E86E3D" w:rsidR="00666FC9" w:rsidRPr="00587250" w:rsidRDefault="00587250" w:rsidP="00666FC9">
            <w:pPr>
              <w:pBdr>
                <w:bottom w:val="single" w:sz="4" w:space="1" w:color="auto"/>
              </w:pBdr>
              <w:tabs>
                <w:tab w:val="decimal" w:pos="610"/>
              </w:tabs>
              <w:spacing w:line="300" w:lineRule="atLeast"/>
              <w:ind w:right="91"/>
              <w:rPr>
                <w:spacing w:val="-6"/>
                <w:sz w:val="14"/>
                <w:szCs w:val="14"/>
              </w:rPr>
            </w:pPr>
            <w:r w:rsidRPr="00587250">
              <w:rPr>
                <w:sz w:val="14"/>
                <w:szCs w:val="14"/>
              </w:rPr>
              <w:t>4,837,952</w:t>
            </w:r>
          </w:p>
        </w:tc>
        <w:tc>
          <w:tcPr>
            <w:tcW w:w="725" w:type="dxa"/>
          </w:tcPr>
          <w:p w14:paraId="0035E0B1" w14:textId="1E379437" w:rsidR="00666FC9" w:rsidRPr="00666FC9" w:rsidRDefault="00666FC9" w:rsidP="00666FC9">
            <w:pPr>
              <w:pBdr>
                <w:bottom w:val="single" w:sz="4" w:space="1" w:color="auto"/>
              </w:pBdr>
              <w:spacing w:line="300" w:lineRule="atLeast"/>
              <w:ind w:right="90"/>
              <w:jc w:val="right"/>
              <w:rPr>
                <w:sz w:val="14"/>
                <w:szCs w:val="14"/>
                <w:cs/>
              </w:rPr>
            </w:pPr>
            <w:r w:rsidRPr="00666FC9">
              <w:rPr>
                <w:sz w:val="14"/>
                <w:szCs w:val="14"/>
              </w:rPr>
              <w:t>12,758,05</w:t>
            </w:r>
            <w:r w:rsidR="00DC4968">
              <w:rPr>
                <w:sz w:val="14"/>
                <w:szCs w:val="14"/>
              </w:rPr>
              <w:t>2</w:t>
            </w:r>
          </w:p>
        </w:tc>
        <w:tc>
          <w:tcPr>
            <w:tcW w:w="729" w:type="dxa"/>
          </w:tcPr>
          <w:p w14:paraId="2DF9A6AA" w14:textId="7A85C964" w:rsidR="00666FC9" w:rsidRPr="00DE0303" w:rsidRDefault="00666FC9" w:rsidP="00666FC9">
            <w:pPr>
              <w:pBdr>
                <w:bottom w:val="single" w:sz="4" w:space="1" w:color="auto"/>
              </w:pBdr>
              <w:spacing w:line="300" w:lineRule="atLeast"/>
              <w:ind w:right="90"/>
              <w:jc w:val="right"/>
              <w:rPr>
                <w:sz w:val="14"/>
                <w:szCs w:val="14"/>
                <w:cs/>
              </w:rPr>
            </w:pPr>
            <w:r w:rsidRPr="00AC4217">
              <w:rPr>
                <w:sz w:val="14"/>
                <w:szCs w:val="14"/>
              </w:rPr>
              <w:t>12,917,291</w:t>
            </w:r>
          </w:p>
        </w:tc>
        <w:tc>
          <w:tcPr>
            <w:tcW w:w="725" w:type="dxa"/>
          </w:tcPr>
          <w:p w14:paraId="5D7BA2B9" w14:textId="6C0BFF5C" w:rsidR="00666FC9" w:rsidRPr="00666FC9" w:rsidRDefault="00666FC9" w:rsidP="00666FC9">
            <w:pPr>
              <w:pBdr>
                <w:bottom w:val="single" w:sz="4" w:space="1" w:color="auto"/>
              </w:pBdr>
              <w:tabs>
                <w:tab w:val="decimal" w:pos="610"/>
              </w:tabs>
              <w:spacing w:line="300" w:lineRule="atLeast"/>
              <w:ind w:right="90"/>
              <w:rPr>
                <w:sz w:val="14"/>
                <w:szCs w:val="14"/>
                <w:cs/>
              </w:rPr>
            </w:pPr>
            <w:r w:rsidRPr="00666FC9">
              <w:rPr>
                <w:sz w:val="14"/>
                <w:szCs w:val="14"/>
              </w:rPr>
              <w:t>670,584</w:t>
            </w:r>
          </w:p>
        </w:tc>
        <w:tc>
          <w:tcPr>
            <w:tcW w:w="726" w:type="dxa"/>
          </w:tcPr>
          <w:p w14:paraId="6B1E68B3" w14:textId="07C816C0" w:rsidR="00666FC9" w:rsidRPr="00DE0303" w:rsidRDefault="00666FC9" w:rsidP="00666FC9">
            <w:pPr>
              <w:pBdr>
                <w:bottom w:val="single" w:sz="4" w:space="1" w:color="auto"/>
              </w:pBdr>
              <w:tabs>
                <w:tab w:val="decimal" w:pos="610"/>
              </w:tabs>
              <w:spacing w:line="300" w:lineRule="atLeast"/>
              <w:ind w:right="91"/>
              <w:rPr>
                <w:spacing w:val="-6"/>
                <w:sz w:val="14"/>
                <w:szCs w:val="14"/>
                <w:cs/>
              </w:rPr>
            </w:pPr>
            <w:r w:rsidRPr="00DF5E24">
              <w:rPr>
                <w:sz w:val="14"/>
                <w:szCs w:val="14"/>
              </w:rPr>
              <w:t>697,942</w:t>
            </w:r>
          </w:p>
        </w:tc>
        <w:tc>
          <w:tcPr>
            <w:tcW w:w="815" w:type="dxa"/>
          </w:tcPr>
          <w:p w14:paraId="08A37E89" w14:textId="1BEEDDAB" w:rsidR="00666FC9" w:rsidRPr="00666FC9" w:rsidRDefault="00666FC9" w:rsidP="00666FC9">
            <w:pPr>
              <w:pBdr>
                <w:bottom w:val="single" w:sz="4" w:space="1" w:color="auto"/>
              </w:pBdr>
              <w:tabs>
                <w:tab w:val="decimal" w:pos="703"/>
              </w:tabs>
              <w:spacing w:line="300" w:lineRule="atLeast"/>
              <w:ind w:right="90"/>
              <w:rPr>
                <w:sz w:val="14"/>
                <w:szCs w:val="14"/>
                <w:cs/>
              </w:rPr>
            </w:pPr>
            <w:r w:rsidRPr="00666FC9">
              <w:rPr>
                <w:sz w:val="14"/>
                <w:szCs w:val="14"/>
              </w:rPr>
              <w:t>(5,412,82</w:t>
            </w:r>
            <w:r w:rsidR="00DC4968">
              <w:rPr>
                <w:sz w:val="14"/>
                <w:szCs w:val="14"/>
              </w:rPr>
              <w:t>9</w:t>
            </w:r>
            <w:r w:rsidRPr="00666FC9">
              <w:rPr>
                <w:sz w:val="14"/>
                <w:szCs w:val="14"/>
              </w:rPr>
              <w:t>)</w:t>
            </w:r>
          </w:p>
        </w:tc>
        <w:tc>
          <w:tcPr>
            <w:tcW w:w="816" w:type="dxa"/>
          </w:tcPr>
          <w:p w14:paraId="033A09A4" w14:textId="2A3A0B0C" w:rsidR="00666FC9" w:rsidRPr="00587250" w:rsidRDefault="00587250" w:rsidP="00666FC9">
            <w:pPr>
              <w:pBdr>
                <w:bottom w:val="single" w:sz="4" w:space="1" w:color="auto"/>
              </w:pBdr>
              <w:tabs>
                <w:tab w:val="decimal" w:pos="720"/>
              </w:tabs>
              <w:spacing w:line="300" w:lineRule="atLeast"/>
              <w:ind w:right="91"/>
              <w:rPr>
                <w:spacing w:val="-6"/>
                <w:sz w:val="14"/>
                <w:szCs w:val="14"/>
                <w:cs/>
              </w:rPr>
            </w:pPr>
            <w:r w:rsidRPr="00587250">
              <w:rPr>
                <w:sz w:val="14"/>
                <w:szCs w:val="14"/>
              </w:rPr>
              <w:t>(4,321,593)</w:t>
            </w:r>
          </w:p>
        </w:tc>
        <w:tc>
          <w:tcPr>
            <w:tcW w:w="804" w:type="dxa"/>
          </w:tcPr>
          <w:p w14:paraId="64909112" w14:textId="240799A7" w:rsidR="00666FC9" w:rsidRPr="00666FC9" w:rsidRDefault="00666FC9" w:rsidP="00666FC9">
            <w:pPr>
              <w:pBdr>
                <w:bottom w:val="single" w:sz="4" w:space="1" w:color="auto"/>
              </w:pBdr>
              <w:tabs>
                <w:tab w:val="decimal" w:pos="703"/>
              </w:tabs>
              <w:spacing w:line="300" w:lineRule="atLeast"/>
              <w:ind w:right="90"/>
              <w:rPr>
                <w:sz w:val="14"/>
                <w:szCs w:val="14"/>
                <w:cs/>
              </w:rPr>
            </w:pPr>
            <w:r w:rsidRPr="00666FC9">
              <w:rPr>
                <w:sz w:val="14"/>
                <w:szCs w:val="14"/>
              </w:rPr>
              <w:t>10,053,314</w:t>
            </w:r>
          </w:p>
        </w:tc>
        <w:tc>
          <w:tcPr>
            <w:tcW w:w="810" w:type="dxa"/>
          </w:tcPr>
          <w:p w14:paraId="191A5E19" w14:textId="21F35C03" w:rsidR="00666FC9" w:rsidRPr="00587250" w:rsidRDefault="00587250" w:rsidP="00666FC9">
            <w:pPr>
              <w:pBdr>
                <w:bottom w:val="single" w:sz="4" w:space="1" w:color="auto"/>
              </w:pBdr>
              <w:tabs>
                <w:tab w:val="decimal" w:pos="720"/>
              </w:tabs>
              <w:spacing w:line="300" w:lineRule="atLeast"/>
              <w:ind w:right="91"/>
              <w:rPr>
                <w:spacing w:val="-6"/>
                <w:sz w:val="14"/>
                <w:szCs w:val="14"/>
                <w:cs/>
              </w:rPr>
            </w:pPr>
            <w:r w:rsidRPr="00313A43">
              <w:rPr>
                <w:sz w:val="14"/>
                <w:szCs w:val="14"/>
              </w:rPr>
              <w:t>11,593,933</w:t>
            </w:r>
          </w:p>
        </w:tc>
      </w:tr>
      <w:tr w:rsidR="00587250" w:rsidRPr="00ED605B" w14:paraId="630D7BB0" w14:textId="77777777" w:rsidTr="00CF5715">
        <w:trPr>
          <w:cantSplit/>
          <w:trHeight w:val="20"/>
        </w:trPr>
        <w:tc>
          <w:tcPr>
            <w:tcW w:w="2809" w:type="dxa"/>
          </w:tcPr>
          <w:p w14:paraId="32605DC2" w14:textId="77777777" w:rsidR="00587250" w:rsidRPr="006D7790" w:rsidRDefault="00587250" w:rsidP="00587250">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b/>
                <w:bCs/>
                <w:sz w:val="14"/>
                <w:szCs w:val="14"/>
              </w:rPr>
              <w:t xml:space="preserve">Total </w:t>
            </w:r>
          </w:p>
        </w:tc>
        <w:tc>
          <w:tcPr>
            <w:tcW w:w="724" w:type="dxa"/>
          </w:tcPr>
          <w:p w14:paraId="35F9A249" w14:textId="2B31050A" w:rsidR="00587250" w:rsidRPr="00BF5324" w:rsidRDefault="00587250" w:rsidP="00587250">
            <w:pPr>
              <w:pBdr>
                <w:bottom w:val="double" w:sz="4" w:space="1" w:color="auto"/>
              </w:pBdr>
              <w:tabs>
                <w:tab w:val="decimal" w:pos="615"/>
              </w:tabs>
              <w:spacing w:line="300" w:lineRule="atLeast"/>
              <w:ind w:right="91"/>
              <w:rPr>
                <w:b/>
                <w:bCs/>
                <w:sz w:val="14"/>
                <w:szCs w:val="14"/>
                <w:cs/>
              </w:rPr>
            </w:pPr>
            <w:r w:rsidRPr="00BF5324">
              <w:rPr>
                <w:b/>
                <w:bCs/>
                <w:sz w:val="14"/>
                <w:szCs w:val="14"/>
              </w:rPr>
              <w:t>2,037,507</w:t>
            </w:r>
          </w:p>
        </w:tc>
        <w:tc>
          <w:tcPr>
            <w:tcW w:w="725" w:type="dxa"/>
            <w:vAlign w:val="bottom"/>
          </w:tcPr>
          <w:p w14:paraId="44D396F2" w14:textId="2FFC9076" w:rsidR="00587250" w:rsidRPr="00BF5324" w:rsidRDefault="00587250" w:rsidP="00587250">
            <w:pPr>
              <w:pBdr>
                <w:bottom w:val="double" w:sz="4" w:space="1" w:color="auto"/>
              </w:pBdr>
              <w:tabs>
                <w:tab w:val="decimal" w:pos="604"/>
              </w:tabs>
              <w:spacing w:line="300" w:lineRule="atLeast"/>
              <w:ind w:right="91"/>
              <w:rPr>
                <w:b/>
                <w:bCs/>
                <w:spacing w:val="-6"/>
                <w:sz w:val="14"/>
                <w:szCs w:val="14"/>
                <w:cs/>
              </w:rPr>
            </w:pPr>
            <w:r w:rsidRPr="00BF5324">
              <w:rPr>
                <w:b/>
                <w:bCs/>
                <w:sz w:val="14"/>
                <w:szCs w:val="14"/>
              </w:rPr>
              <w:t>2,300,293</w:t>
            </w:r>
          </w:p>
        </w:tc>
        <w:tc>
          <w:tcPr>
            <w:tcW w:w="724" w:type="dxa"/>
          </w:tcPr>
          <w:p w14:paraId="0452A63F" w14:textId="3852BC63" w:rsidR="00587250" w:rsidRPr="00BF5324" w:rsidRDefault="00587250" w:rsidP="00587250">
            <w:pPr>
              <w:pBdr>
                <w:bottom w:val="double" w:sz="4" w:space="1" w:color="auto"/>
              </w:pBdr>
              <w:tabs>
                <w:tab w:val="decimal" w:pos="604"/>
              </w:tabs>
              <w:spacing w:line="300" w:lineRule="atLeast"/>
              <w:ind w:right="90"/>
              <w:rPr>
                <w:b/>
                <w:bCs/>
                <w:sz w:val="14"/>
                <w:szCs w:val="14"/>
                <w:cs/>
              </w:rPr>
            </w:pPr>
            <w:r w:rsidRPr="00BF5324">
              <w:rPr>
                <w:b/>
                <w:bCs/>
                <w:sz w:val="14"/>
                <w:szCs w:val="14"/>
              </w:rPr>
              <w:t>2,243,186</w:t>
            </w:r>
          </w:p>
        </w:tc>
        <w:tc>
          <w:tcPr>
            <w:tcW w:w="726" w:type="dxa"/>
            <w:vAlign w:val="bottom"/>
          </w:tcPr>
          <w:p w14:paraId="71C07AAD" w14:textId="1093AEDC" w:rsidR="00587250" w:rsidRPr="00BF5324" w:rsidRDefault="00587250" w:rsidP="00587250">
            <w:pPr>
              <w:pBdr>
                <w:bottom w:val="double" w:sz="4" w:space="1" w:color="auto"/>
              </w:pBdr>
              <w:tabs>
                <w:tab w:val="decimal" w:pos="610"/>
              </w:tabs>
              <w:spacing w:line="300" w:lineRule="atLeast"/>
              <w:ind w:right="91"/>
              <w:rPr>
                <w:b/>
                <w:bCs/>
                <w:spacing w:val="-6"/>
                <w:sz w:val="14"/>
                <w:szCs w:val="14"/>
                <w:cs/>
              </w:rPr>
            </w:pPr>
            <w:r w:rsidRPr="00BF5324">
              <w:rPr>
                <w:b/>
                <w:bCs/>
                <w:sz w:val="14"/>
                <w:szCs w:val="14"/>
              </w:rPr>
              <w:t>2,764,079</w:t>
            </w:r>
          </w:p>
        </w:tc>
        <w:tc>
          <w:tcPr>
            <w:tcW w:w="725" w:type="dxa"/>
          </w:tcPr>
          <w:p w14:paraId="002F3D1B" w14:textId="5694BA62" w:rsidR="00587250" w:rsidRPr="00BF5324" w:rsidRDefault="00587250" w:rsidP="00587250">
            <w:pPr>
              <w:pBdr>
                <w:bottom w:val="double" w:sz="4" w:space="1" w:color="auto"/>
              </w:pBdr>
              <w:tabs>
                <w:tab w:val="decimal" w:pos="610"/>
              </w:tabs>
              <w:spacing w:line="300" w:lineRule="atLeast"/>
              <w:ind w:right="90"/>
              <w:rPr>
                <w:b/>
                <w:bCs/>
                <w:sz w:val="14"/>
                <w:szCs w:val="14"/>
                <w:cs/>
              </w:rPr>
            </w:pPr>
            <w:r w:rsidRPr="00BF5324">
              <w:rPr>
                <w:b/>
                <w:bCs/>
                <w:sz w:val="14"/>
                <w:szCs w:val="14"/>
              </w:rPr>
              <w:t>5,848,545</w:t>
            </w:r>
          </w:p>
        </w:tc>
        <w:tc>
          <w:tcPr>
            <w:tcW w:w="726" w:type="dxa"/>
            <w:vAlign w:val="bottom"/>
          </w:tcPr>
          <w:p w14:paraId="2F47EAD5" w14:textId="74E821D7" w:rsidR="00587250" w:rsidRPr="00BF5324" w:rsidRDefault="00587250" w:rsidP="00587250">
            <w:pPr>
              <w:pBdr>
                <w:bottom w:val="double" w:sz="4" w:space="1" w:color="auto"/>
              </w:pBdr>
              <w:tabs>
                <w:tab w:val="decimal" w:pos="610"/>
              </w:tabs>
              <w:spacing w:line="300" w:lineRule="atLeast"/>
              <w:ind w:right="91"/>
              <w:rPr>
                <w:b/>
                <w:bCs/>
                <w:spacing w:val="-6"/>
                <w:sz w:val="14"/>
                <w:szCs w:val="14"/>
                <w:cs/>
              </w:rPr>
            </w:pPr>
            <w:r w:rsidRPr="00BF5324">
              <w:rPr>
                <w:b/>
                <w:bCs/>
                <w:sz w:val="14"/>
                <w:szCs w:val="14"/>
              </w:rPr>
              <w:t>5,315,260</w:t>
            </w:r>
          </w:p>
        </w:tc>
        <w:tc>
          <w:tcPr>
            <w:tcW w:w="725" w:type="dxa"/>
          </w:tcPr>
          <w:p w14:paraId="7508C5CB" w14:textId="2E9BC434" w:rsidR="00587250" w:rsidRPr="00BF5324" w:rsidRDefault="00587250" w:rsidP="00587250">
            <w:pPr>
              <w:pBdr>
                <w:bottom w:val="double" w:sz="4" w:space="1" w:color="auto"/>
              </w:pBdr>
              <w:tabs>
                <w:tab w:val="decimal" w:pos="610"/>
              </w:tabs>
              <w:spacing w:line="300" w:lineRule="atLeast"/>
              <w:ind w:right="90"/>
              <w:rPr>
                <w:b/>
                <w:bCs/>
                <w:sz w:val="14"/>
                <w:szCs w:val="14"/>
                <w:cs/>
              </w:rPr>
            </w:pPr>
            <w:r w:rsidRPr="00BF5324">
              <w:rPr>
                <w:b/>
                <w:bCs/>
                <w:sz w:val="14"/>
                <w:szCs w:val="14"/>
              </w:rPr>
              <w:t>4,666,321</w:t>
            </w:r>
          </w:p>
        </w:tc>
        <w:tc>
          <w:tcPr>
            <w:tcW w:w="726" w:type="dxa"/>
          </w:tcPr>
          <w:p w14:paraId="6C98F1DB" w14:textId="2E6F0638" w:rsidR="00587250" w:rsidRPr="00BF5324" w:rsidRDefault="00587250" w:rsidP="00587250">
            <w:pPr>
              <w:pBdr>
                <w:bottom w:val="double" w:sz="4" w:space="1" w:color="auto"/>
              </w:pBdr>
              <w:tabs>
                <w:tab w:val="decimal" w:pos="610"/>
              </w:tabs>
              <w:spacing w:line="300" w:lineRule="atLeast"/>
              <w:ind w:right="91"/>
              <w:rPr>
                <w:b/>
                <w:bCs/>
                <w:spacing w:val="-6"/>
                <w:sz w:val="14"/>
                <w:szCs w:val="14"/>
                <w:cs/>
              </w:rPr>
            </w:pPr>
            <w:r w:rsidRPr="00BF5324">
              <w:rPr>
                <w:b/>
                <w:bCs/>
                <w:sz w:val="14"/>
                <w:szCs w:val="14"/>
              </w:rPr>
              <w:t>4,837,952</w:t>
            </w:r>
          </w:p>
        </w:tc>
        <w:tc>
          <w:tcPr>
            <w:tcW w:w="725" w:type="dxa"/>
          </w:tcPr>
          <w:p w14:paraId="42835B2A" w14:textId="3E0A9CC9" w:rsidR="00587250" w:rsidRPr="00BF5324" w:rsidRDefault="00587250" w:rsidP="00587250">
            <w:pPr>
              <w:pBdr>
                <w:bottom w:val="double" w:sz="4" w:space="1" w:color="auto"/>
              </w:pBdr>
              <w:spacing w:line="300" w:lineRule="atLeast"/>
              <w:ind w:right="90"/>
              <w:jc w:val="right"/>
              <w:rPr>
                <w:b/>
                <w:bCs/>
                <w:sz w:val="14"/>
                <w:szCs w:val="14"/>
                <w:cs/>
              </w:rPr>
            </w:pPr>
            <w:r w:rsidRPr="00BF5324">
              <w:rPr>
                <w:b/>
                <w:bCs/>
                <w:sz w:val="14"/>
                <w:szCs w:val="14"/>
              </w:rPr>
              <w:t>12,758,052</w:t>
            </w:r>
          </w:p>
        </w:tc>
        <w:tc>
          <w:tcPr>
            <w:tcW w:w="729" w:type="dxa"/>
          </w:tcPr>
          <w:p w14:paraId="444D36CB" w14:textId="5DE5707B" w:rsidR="00587250" w:rsidRPr="00BF5324" w:rsidRDefault="00587250" w:rsidP="00587250">
            <w:pPr>
              <w:pBdr>
                <w:bottom w:val="double" w:sz="4" w:space="1" w:color="auto"/>
              </w:pBdr>
              <w:spacing w:line="300" w:lineRule="atLeast"/>
              <w:ind w:right="90"/>
              <w:jc w:val="right"/>
              <w:rPr>
                <w:b/>
                <w:bCs/>
                <w:sz w:val="14"/>
                <w:szCs w:val="14"/>
                <w:cs/>
              </w:rPr>
            </w:pPr>
            <w:r w:rsidRPr="00BF5324">
              <w:rPr>
                <w:b/>
                <w:bCs/>
                <w:sz w:val="14"/>
                <w:szCs w:val="14"/>
              </w:rPr>
              <w:t>12,917,291</w:t>
            </w:r>
          </w:p>
        </w:tc>
        <w:tc>
          <w:tcPr>
            <w:tcW w:w="725" w:type="dxa"/>
          </w:tcPr>
          <w:p w14:paraId="613BF019" w14:textId="23505313" w:rsidR="00587250" w:rsidRPr="00BF5324" w:rsidRDefault="00587250" w:rsidP="00587250">
            <w:pPr>
              <w:pBdr>
                <w:bottom w:val="double" w:sz="4" w:space="1" w:color="auto"/>
              </w:pBdr>
              <w:tabs>
                <w:tab w:val="decimal" w:pos="610"/>
              </w:tabs>
              <w:spacing w:line="300" w:lineRule="atLeast"/>
              <w:ind w:right="90"/>
              <w:rPr>
                <w:b/>
                <w:bCs/>
                <w:sz w:val="14"/>
                <w:szCs w:val="14"/>
              </w:rPr>
            </w:pPr>
            <w:r w:rsidRPr="00BF5324">
              <w:rPr>
                <w:b/>
                <w:bCs/>
                <w:sz w:val="14"/>
                <w:szCs w:val="14"/>
              </w:rPr>
              <w:t>670,584</w:t>
            </w:r>
          </w:p>
        </w:tc>
        <w:tc>
          <w:tcPr>
            <w:tcW w:w="726" w:type="dxa"/>
          </w:tcPr>
          <w:p w14:paraId="5376CD91" w14:textId="4AF11116" w:rsidR="00587250" w:rsidRPr="00BF5324" w:rsidRDefault="00587250" w:rsidP="00587250">
            <w:pPr>
              <w:pBdr>
                <w:bottom w:val="double" w:sz="4" w:space="1" w:color="auto"/>
              </w:pBdr>
              <w:tabs>
                <w:tab w:val="decimal" w:pos="610"/>
              </w:tabs>
              <w:spacing w:line="300" w:lineRule="atLeast"/>
              <w:ind w:right="91"/>
              <w:rPr>
                <w:b/>
                <w:bCs/>
                <w:spacing w:val="-6"/>
                <w:sz w:val="14"/>
                <w:szCs w:val="14"/>
              </w:rPr>
            </w:pPr>
            <w:r w:rsidRPr="00BF5324">
              <w:rPr>
                <w:b/>
                <w:bCs/>
                <w:sz w:val="14"/>
                <w:szCs w:val="14"/>
              </w:rPr>
              <w:t>697,942</w:t>
            </w:r>
          </w:p>
        </w:tc>
        <w:tc>
          <w:tcPr>
            <w:tcW w:w="815" w:type="dxa"/>
          </w:tcPr>
          <w:p w14:paraId="0FB90F64" w14:textId="565805C0" w:rsidR="00587250" w:rsidRPr="00BF5324" w:rsidRDefault="00587250" w:rsidP="00587250">
            <w:pPr>
              <w:pBdr>
                <w:bottom w:val="double" w:sz="4" w:space="1" w:color="auto"/>
              </w:pBdr>
              <w:tabs>
                <w:tab w:val="decimal" w:pos="720"/>
              </w:tabs>
              <w:spacing w:line="300" w:lineRule="atLeast"/>
              <w:ind w:right="90"/>
              <w:rPr>
                <w:b/>
                <w:bCs/>
                <w:sz w:val="14"/>
                <w:szCs w:val="14"/>
                <w:cs/>
              </w:rPr>
            </w:pPr>
            <w:r w:rsidRPr="00BF5324">
              <w:rPr>
                <w:b/>
                <w:bCs/>
                <w:sz w:val="14"/>
                <w:szCs w:val="14"/>
              </w:rPr>
              <w:t>(5,412,829)</w:t>
            </w:r>
          </w:p>
        </w:tc>
        <w:tc>
          <w:tcPr>
            <w:tcW w:w="816" w:type="dxa"/>
          </w:tcPr>
          <w:p w14:paraId="49902F64" w14:textId="50EA3061" w:rsidR="00587250" w:rsidRPr="00BF5324" w:rsidRDefault="00587250" w:rsidP="00587250">
            <w:pPr>
              <w:pBdr>
                <w:bottom w:val="double" w:sz="4" w:space="1" w:color="auto"/>
              </w:pBdr>
              <w:tabs>
                <w:tab w:val="decimal" w:pos="720"/>
              </w:tabs>
              <w:spacing w:line="300" w:lineRule="atLeast"/>
              <w:ind w:right="91"/>
              <w:rPr>
                <w:b/>
                <w:bCs/>
                <w:spacing w:val="-6"/>
                <w:sz w:val="14"/>
                <w:szCs w:val="14"/>
                <w:cs/>
              </w:rPr>
            </w:pPr>
            <w:r w:rsidRPr="00BF5324">
              <w:rPr>
                <w:b/>
                <w:bCs/>
                <w:sz w:val="14"/>
                <w:szCs w:val="14"/>
              </w:rPr>
              <w:t>(4,321,593)</w:t>
            </w:r>
          </w:p>
        </w:tc>
        <w:tc>
          <w:tcPr>
            <w:tcW w:w="804" w:type="dxa"/>
          </w:tcPr>
          <w:p w14:paraId="3B76F4C8" w14:textId="529E4EC5" w:rsidR="00587250" w:rsidRPr="00BF5324" w:rsidRDefault="00587250" w:rsidP="00587250">
            <w:pPr>
              <w:pBdr>
                <w:bottom w:val="double" w:sz="4" w:space="1" w:color="auto"/>
              </w:pBdr>
              <w:tabs>
                <w:tab w:val="decimal" w:pos="703"/>
              </w:tabs>
              <w:spacing w:line="300" w:lineRule="atLeast"/>
              <w:ind w:right="90"/>
              <w:rPr>
                <w:b/>
                <w:bCs/>
                <w:sz w:val="14"/>
                <w:szCs w:val="14"/>
                <w:cs/>
              </w:rPr>
            </w:pPr>
            <w:r w:rsidRPr="00BF5324">
              <w:rPr>
                <w:b/>
                <w:bCs/>
                <w:sz w:val="14"/>
                <w:szCs w:val="14"/>
              </w:rPr>
              <w:t>10,053,314</w:t>
            </w:r>
          </w:p>
        </w:tc>
        <w:tc>
          <w:tcPr>
            <w:tcW w:w="810" w:type="dxa"/>
          </w:tcPr>
          <w:p w14:paraId="5D99743F" w14:textId="1D1E8F9A" w:rsidR="00587250" w:rsidRPr="00587250" w:rsidRDefault="00587250" w:rsidP="00587250">
            <w:pPr>
              <w:pBdr>
                <w:bottom w:val="double" w:sz="4" w:space="1" w:color="auto"/>
              </w:pBdr>
              <w:tabs>
                <w:tab w:val="decimal" w:pos="720"/>
              </w:tabs>
              <w:spacing w:line="300" w:lineRule="atLeast"/>
              <w:ind w:right="91"/>
              <w:rPr>
                <w:b/>
                <w:bCs/>
                <w:spacing w:val="-6"/>
                <w:sz w:val="14"/>
                <w:szCs w:val="14"/>
                <w:cs/>
              </w:rPr>
            </w:pPr>
            <w:r w:rsidRPr="00BF5324">
              <w:rPr>
                <w:b/>
                <w:bCs/>
                <w:sz w:val="14"/>
                <w:szCs w:val="14"/>
              </w:rPr>
              <w:t>11,593,933</w:t>
            </w:r>
          </w:p>
        </w:tc>
      </w:tr>
      <w:tr w:rsidR="00FE2B77" w:rsidRPr="006D7790" w14:paraId="23A7D63C" w14:textId="77777777" w:rsidTr="0091026D">
        <w:trPr>
          <w:cantSplit/>
          <w:trHeight w:val="20"/>
        </w:trPr>
        <w:tc>
          <w:tcPr>
            <w:tcW w:w="2809" w:type="dxa"/>
          </w:tcPr>
          <w:p w14:paraId="174EF0DF" w14:textId="77777777" w:rsidR="00FE2B77" w:rsidRPr="006D7790" w:rsidRDefault="00FE2B77" w:rsidP="001A05CA">
            <w:pPr>
              <w:pStyle w:val="BodyText"/>
              <w:spacing w:line="300" w:lineRule="atLeast"/>
              <w:ind w:left="180" w:right="90" w:hanging="90"/>
              <w:jc w:val="left"/>
              <w:rPr>
                <w:rFonts w:eastAsia="Arial Unicode MS" w:cs="Times New Roman"/>
                <w:sz w:val="14"/>
                <w:szCs w:val="14"/>
              </w:rPr>
            </w:pPr>
          </w:p>
        </w:tc>
        <w:tc>
          <w:tcPr>
            <w:tcW w:w="724" w:type="dxa"/>
          </w:tcPr>
          <w:p w14:paraId="4A7B5DFF" w14:textId="77777777" w:rsidR="00FE2B77" w:rsidRPr="0070389E" w:rsidRDefault="00FE2B77" w:rsidP="001A05CA">
            <w:pPr>
              <w:tabs>
                <w:tab w:val="decimal" w:pos="720"/>
              </w:tabs>
              <w:spacing w:line="300" w:lineRule="atLeast"/>
              <w:ind w:right="90"/>
              <w:rPr>
                <w:sz w:val="14"/>
                <w:szCs w:val="14"/>
              </w:rPr>
            </w:pPr>
          </w:p>
        </w:tc>
        <w:tc>
          <w:tcPr>
            <w:tcW w:w="725" w:type="dxa"/>
          </w:tcPr>
          <w:p w14:paraId="79D1E84F" w14:textId="77777777" w:rsidR="00FE2B77" w:rsidRPr="0070389E" w:rsidRDefault="00FE2B77" w:rsidP="001A05CA">
            <w:pPr>
              <w:tabs>
                <w:tab w:val="decimal" w:pos="720"/>
              </w:tabs>
              <w:spacing w:line="300" w:lineRule="atLeast"/>
              <w:ind w:right="90"/>
              <w:rPr>
                <w:sz w:val="14"/>
                <w:szCs w:val="14"/>
              </w:rPr>
            </w:pPr>
          </w:p>
        </w:tc>
        <w:tc>
          <w:tcPr>
            <w:tcW w:w="724" w:type="dxa"/>
            <w:vAlign w:val="bottom"/>
          </w:tcPr>
          <w:p w14:paraId="04CA1564" w14:textId="77777777" w:rsidR="00FE2B77" w:rsidRPr="0070389E" w:rsidRDefault="00FE2B77" w:rsidP="001A05CA">
            <w:pPr>
              <w:tabs>
                <w:tab w:val="decimal" w:pos="720"/>
              </w:tabs>
              <w:spacing w:line="300" w:lineRule="atLeast"/>
              <w:ind w:right="90"/>
              <w:rPr>
                <w:sz w:val="14"/>
                <w:szCs w:val="14"/>
                <w:cs/>
              </w:rPr>
            </w:pPr>
          </w:p>
        </w:tc>
        <w:tc>
          <w:tcPr>
            <w:tcW w:w="726" w:type="dxa"/>
            <w:vAlign w:val="bottom"/>
          </w:tcPr>
          <w:p w14:paraId="57A34603" w14:textId="77777777" w:rsidR="00FE2B77" w:rsidRPr="0070389E" w:rsidRDefault="00FE2B77" w:rsidP="001A05CA">
            <w:pPr>
              <w:tabs>
                <w:tab w:val="decimal" w:pos="720"/>
              </w:tabs>
              <w:spacing w:line="300" w:lineRule="atLeast"/>
              <w:ind w:left="90" w:right="90"/>
              <w:rPr>
                <w:sz w:val="14"/>
                <w:szCs w:val="14"/>
                <w:cs/>
              </w:rPr>
            </w:pPr>
          </w:p>
        </w:tc>
        <w:tc>
          <w:tcPr>
            <w:tcW w:w="725" w:type="dxa"/>
            <w:vAlign w:val="bottom"/>
          </w:tcPr>
          <w:p w14:paraId="2DC1D322" w14:textId="77777777" w:rsidR="00FE2B77" w:rsidRPr="0070389E" w:rsidRDefault="00FE2B77" w:rsidP="001A05CA">
            <w:pPr>
              <w:tabs>
                <w:tab w:val="decimal" w:pos="720"/>
              </w:tabs>
              <w:spacing w:line="300" w:lineRule="atLeast"/>
              <w:ind w:left="90" w:right="90"/>
              <w:rPr>
                <w:sz w:val="14"/>
                <w:szCs w:val="14"/>
                <w:cs/>
              </w:rPr>
            </w:pPr>
          </w:p>
        </w:tc>
        <w:tc>
          <w:tcPr>
            <w:tcW w:w="726" w:type="dxa"/>
            <w:vAlign w:val="bottom"/>
          </w:tcPr>
          <w:p w14:paraId="7FCD845B" w14:textId="77777777" w:rsidR="00FE2B77" w:rsidRPr="0070389E" w:rsidRDefault="00FE2B77" w:rsidP="001A05CA">
            <w:pPr>
              <w:tabs>
                <w:tab w:val="decimal" w:pos="720"/>
              </w:tabs>
              <w:spacing w:line="300" w:lineRule="atLeast"/>
              <w:ind w:left="90" w:right="90"/>
              <w:rPr>
                <w:sz w:val="14"/>
                <w:szCs w:val="14"/>
                <w:cs/>
              </w:rPr>
            </w:pPr>
          </w:p>
        </w:tc>
        <w:tc>
          <w:tcPr>
            <w:tcW w:w="725" w:type="dxa"/>
            <w:vAlign w:val="bottom"/>
          </w:tcPr>
          <w:p w14:paraId="0A5BA26E" w14:textId="77777777" w:rsidR="00FE2B77" w:rsidRPr="0070389E" w:rsidRDefault="00FE2B77" w:rsidP="001A05CA">
            <w:pPr>
              <w:tabs>
                <w:tab w:val="decimal" w:pos="720"/>
              </w:tabs>
              <w:spacing w:line="300" w:lineRule="atLeast"/>
              <w:ind w:left="90" w:right="90"/>
              <w:rPr>
                <w:sz w:val="14"/>
                <w:szCs w:val="14"/>
                <w:cs/>
              </w:rPr>
            </w:pPr>
          </w:p>
        </w:tc>
        <w:tc>
          <w:tcPr>
            <w:tcW w:w="726" w:type="dxa"/>
            <w:vAlign w:val="bottom"/>
          </w:tcPr>
          <w:p w14:paraId="787303BD" w14:textId="77777777" w:rsidR="00FE2B77" w:rsidRPr="0070389E" w:rsidRDefault="00FE2B77" w:rsidP="001A05CA">
            <w:pPr>
              <w:tabs>
                <w:tab w:val="decimal" w:pos="720"/>
              </w:tabs>
              <w:spacing w:line="300" w:lineRule="atLeast"/>
              <w:ind w:left="90" w:right="90"/>
              <w:rPr>
                <w:sz w:val="14"/>
                <w:szCs w:val="14"/>
                <w:cs/>
              </w:rPr>
            </w:pPr>
          </w:p>
        </w:tc>
        <w:tc>
          <w:tcPr>
            <w:tcW w:w="725" w:type="dxa"/>
          </w:tcPr>
          <w:p w14:paraId="6F636930" w14:textId="77777777" w:rsidR="00FE2B77" w:rsidRPr="0070389E" w:rsidRDefault="00FE2B77" w:rsidP="001A05CA">
            <w:pPr>
              <w:tabs>
                <w:tab w:val="decimal" w:pos="720"/>
              </w:tabs>
              <w:spacing w:line="300" w:lineRule="atLeast"/>
              <w:ind w:right="90"/>
              <w:rPr>
                <w:sz w:val="14"/>
                <w:szCs w:val="14"/>
              </w:rPr>
            </w:pPr>
          </w:p>
        </w:tc>
        <w:tc>
          <w:tcPr>
            <w:tcW w:w="729" w:type="dxa"/>
          </w:tcPr>
          <w:p w14:paraId="53C73645" w14:textId="77777777" w:rsidR="00FE2B77" w:rsidRPr="0070389E" w:rsidRDefault="00FE2B77" w:rsidP="001A05CA">
            <w:pPr>
              <w:tabs>
                <w:tab w:val="decimal" w:pos="720"/>
              </w:tabs>
              <w:spacing w:line="300" w:lineRule="atLeast"/>
              <w:ind w:right="90"/>
              <w:rPr>
                <w:sz w:val="14"/>
                <w:szCs w:val="14"/>
              </w:rPr>
            </w:pPr>
          </w:p>
        </w:tc>
        <w:tc>
          <w:tcPr>
            <w:tcW w:w="725" w:type="dxa"/>
          </w:tcPr>
          <w:p w14:paraId="1C79DB32" w14:textId="77777777" w:rsidR="00FE2B77" w:rsidRPr="0070389E" w:rsidRDefault="00FE2B77" w:rsidP="001A05CA">
            <w:pPr>
              <w:tabs>
                <w:tab w:val="decimal" w:pos="720"/>
              </w:tabs>
              <w:spacing w:line="300" w:lineRule="atLeast"/>
              <w:ind w:right="90"/>
              <w:rPr>
                <w:sz w:val="14"/>
                <w:szCs w:val="14"/>
              </w:rPr>
            </w:pPr>
          </w:p>
        </w:tc>
        <w:tc>
          <w:tcPr>
            <w:tcW w:w="726" w:type="dxa"/>
          </w:tcPr>
          <w:p w14:paraId="09DAD6BF" w14:textId="77777777" w:rsidR="00FE2B77" w:rsidRPr="0070389E" w:rsidRDefault="00FE2B77" w:rsidP="001A05CA">
            <w:pPr>
              <w:tabs>
                <w:tab w:val="decimal" w:pos="720"/>
              </w:tabs>
              <w:spacing w:line="300" w:lineRule="atLeast"/>
              <w:ind w:right="90"/>
              <w:rPr>
                <w:sz w:val="14"/>
                <w:szCs w:val="14"/>
              </w:rPr>
            </w:pPr>
          </w:p>
        </w:tc>
        <w:tc>
          <w:tcPr>
            <w:tcW w:w="815" w:type="dxa"/>
          </w:tcPr>
          <w:p w14:paraId="2B6D1F1A" w14:textId="77777777" w:rsidR="00FE2B77" w:rsidRPr="0070389E" w:rsidRDefault="00FE2B77" w:rsidP="001A05CA">
            <w:pPr>
              <w:tabs>
                <w:tab w:val="left" w:pos="508"/>
              </w:tabs>
              <w:spacing w:line="300" w:lineRule="atLeast"/>
              <w:ind w:right="-142"/>
              <w:jc w:val="center"/>
              <w:rPr>
                <w:sz w:val="14"/>
                <w:szCs w:val="14"/>
              </w:rPr>
            </w:pPr>
          </w:p>
        </w:tc>
        <w:tc>
          <w:tcPr>
            <w:tcW w:w="816" w:type="dxa"/>
          </w:tcPr>
          <w:p w14:paraId="144EE763" w14:textId="77777777" w:rsidR="00FE2B77" w:rsidRPr="0070389E" w:rsidRDefault="00FE2B77" w:rsidP="001A05CA">
            <w:pPr>
              <w:spacing w:line="300" w:lineRule="atLeast"/>
              <w:jc w:val="center"/>
              <w:rPr>
                <w:sz w:val="14"/>
                <w:szCs w:val="14"/>
              </w:rPr>
            </w:pPr>
          </w:p>
        </w:tc>
        <w:tc>
          <w:tcPr>
            <w:tcW w:w="804" w:type="dxa"/>
          </w:tcPr>
          <w:p w14:paraId="320F8A9F" w14:textId="77777777" w:rsidR="00FE2B77" w:rsidRPr="0070389E" w:rsidRDefault="00FE2B77" w:rsidP="001A05CA">
            <w:pPr>
              <w:tabs>
                <w:tab w:val="decimal" w:pos="715"/>
              </w:tabs>
              <w:spacing w:line="300" w:lineRule="atLeast"/>
              <w:ind w:right="90"/>
              <w:rPr>
                <w:sz w:val="14"/>
                <w:szCs w:val="14"/>
              </w:rPr>
            </w:pPr>
          </w:p>
        </w:tc>
        <w:tc>
          <w:tcPr>
            <w:tcW w:w="810" w:type="dxa"/>
          </w:tcPr>
          <w:p w14:paraId="1945BE72" w14:textId="77777777" w:rsidR="00FE2B77" w:rsidRPr="0070389E" w:rsidRDefault="00FE2B77" w:rsidP="001A05CA">
            <w:pPr>
              <w:tabs>
                <w:tab w:val="decimal" w:pos="720"/>
              </w:tabs>
              <w:spacing w:line="300" w:lineRule="atLeast"/>
              <w:ind w:right="90"/>
              <w:rPr>
                <w:sz w:val="14"/>
                <w:szCs w:val="14"/>
              </w:rPr>
            </w:pPr>
          </w:p>
        </w:tc>
      </w:tr>
    </w:tbl>
    <w:p w14:paraId="3CCFFEA7" w14:textId="5DAA670B" w:rsidR="00953DE5" w:rsidRDefault="00953DE5" w:rsidP="001A05CA">
      <w:pPr>
        <w:spacing w:line="300" w:lineRule="atLeast"/>
        <w:rPr>
          <w:rFonts w:cstheme="minorBidi"/>
        </w:rPr>
      </w:pPr>
    </w:p>
    <w:p w14:paraId="70CF0FA1" w14:textId="77777777" w:rsidR="009F2AF3" w:rsidRPr="007B1AF8" w:rsidRDefault="009F2AF3" w:rsidP="001A05CA">
      <w:pPr>
        <w:spacing w:line="300" w:lineRule="atLeast"/>
        <w:rPr>
          <w:rFonts w:cstheme="minorBidi"/>
          <w:cs/>
        </w:rPr>
      </w:pPr>
    </w:p>
    <w:tbl>
      <w:tblPr>
        <w:tblW w:w="14850" w:type="dxa"/>
        <w:tblInd w:w="-90" w:type="dxa"/>
        <w:tblLayout w:type="fixed"/>
        <w:tblCellMar>
          <w:left w:w="0" w:type="dxa"/>
          <w:right w:w="0" w:type="dxa"/>
        </w:tblCellMar>
        <w:tblLook w:val="0000" w:firstRow="0" w:lastRow="0" w:firstColumn="0" w:lastColumn="0" w:noHBand="0" w:noVBand="0"/>
      </w:tblPr>
      <w:tblGrid>
        <w:gridCol w:w="2807"/>
        <w:gridCol w:w="790"/>
        <w:gridCol w:w="723"/>
        <w:gridCol w:w="630"/>
        <w:gridCol w:w="628"/>
        <w:gridCol w:w="630"/>
        <w:gridCol w:w="630"/>
        <w:gridCol w:w="630"/>
        <w:gridCol w:w="671"/>
        <w:gridCol w:w="864"/>
        <w:gridCol w:w="810"/>
        <w:gridCol w:w="725"/>
        <w:gridCol w:w="726"/>
        <w:gridCol w:w="889"/>
        <w:gridCol w:w="897"/>
        <w:gridCol w:w="900"/>
        <w:gridCol w:w="900"/>
      </w:tblGrid>
      <w:tr w:rsidR="003859A9" w:rsidRPr="004A48FF" w14:paraId="6454B34A" w14:textId="77777777" w:rsidTr="00DE0303">
        <w:trPr>
          <w:cantSplit/>
          <w:trHeight w:val="20"/>
        </w:trPr>
        <w:tc>
          <w:tcPr>
            <w:tcW w:w="2807" w:type="dxa"/>
            <w:vAlign w:val="bottom"/>
          </w:tcPr>
          <w:p w14:paraId="10B091AF" w14:textId="77777777" w:rsidR="003859A9" w:rsidRPr="004A48FF" w:rsidRDefault="003859A9" w:rsidP="001A05CA">
            <w:pPr>
              <w:spacing w:line="300" w:lineRule="atLeast"/>
              <w:ind w:left="90" w:right="90"/>
              <w:rPr>
                <w:sz w:val="16"/>
                <w:szCs w:val="16"/>
              </w:rPr>
            </w:pPr>
          </w:p>
        </w:tc>
        <w:tc>
          <w:tcPr>
            <w:tcW w:w="12043" w:type="dxa"/>
            <w:gridSpan w:val="16"/>
            <w:vAlign w:val="bottom"/>
          </w:tcPr>
          <w:p w14:paraId="60D19BD9" w14:textId="77777777" w:rsidR="003859A9" w:rsidRPr="004A48FF" w:rsidRDefault="003859A9" w:rsidP="001A05CA">
            <w:pPr>
              <w:spacing w:line="300" w:lineRule="atLeast"/>
              <w:ind w:left="90" w:right="90"/>
              <w:jc w:val="center"/>
              <w:rPr>
                <w:sz w:val="16"/>
                <w:szCs w:val="16"/>
                <w:u w:val="single"/>
              </w:rPr>
            </w:pPr>
            <w:r w:rsidRPr="004A48FF">
              <w:rPr>
                <w:rFonts w:eastAsia="Arial Unicode MS"/>
                <w:b/>
                <w:bCs/>
                <w:sz w:val="16"/>
                <w:szCs w:val="16"/>
              </w:rPr>
              <w:t>Consolidated financial statements</w:t>
            </w:r>
          </w:p>
        </w:tc>
      </w:tr>
      <w:tr w:rsidR="003859A9" w:rsidRPr="004A48FF" w14:paraId="1FA27F2B" w14:textId="77777777" w:rsidTr="00DE0303">
        <w:trPr>
          <w:cantSplit/>
          <w:trHeight w:val="20"/>
        </w:trPr>
        <w:tc>
          <w:tcPr>
            <w:tcW w:w="2807" w:type="dxa"/>
            <w:vAlign w:val="bottom"/>
          </w:tcPr>
          <w:p w14:paraId="206F0776" w14:textId="77777777" w:rsidR="003859A9" w:rsidRPr="004A48FF" w:rsidRDefault="003859A9" w:rsidP="001A05CA">
            <w:pPr>
              <w:spacing w:line="300" w:lineRule="atLeast"/>
              <w:ind w:left="90" w:right="90"/>
              <w:rPr>
                <w:sz w:val="16"/>
                <w:szCs w:val="16"/>
              </w:rPr>
            </w:pPr>
          </w:p>
        </w:tc>
        <w:tc>
          <w:tcPr>
            <w:tcW w:w="12043" w:type="dxa"/>
            <w:gridSpan w:val="16"/>
            <w:vAlign w:val="bottom"/>
          </w:tcPr>
          <w:p w14:paraId="5E7DEAB8" w14:textId="67838966" w:rsidR="003859A9" w:rsidRPr="004A48FF" w:rsidRDefault="003665D3" w:rsidP="001A05CA">
            <w:pPr>
              <w:spacing w:line="300" w:lineRule="atLeast"/>
              <w:ind w:left="90" w:right="90"/>
              <w:jc w:val="center"/>
              <w:rPr>
                <w:rFonts w:eastAsia="Arial Unicode MS"/>
                <w:sz w:val="16"/>
                <w:szCs w:val="16"/>
                <w:highlight w:val="green"/>
              </w:rPr>
            </w:pPr>
            <w:r w:rsidRPr="004A48FF">
              <w:rPr>
                <w:rFonts w:eastAsia="Arial Unicode MS"/>
                <w:sz w:val="16"/>
                <w:szCs w:val="16"/>
              </w:rPr>
              <w:t>Reportable segments</w:t>
            </w:r>
          </w:p>
        </w:tc>
      </w:tr>
      <w:tr w:rsidR="003859A9" w:rsidRPr="004A48FF" w14:paraId="7263DDD7" w14:textId="77777777" w:rsidTr="00DE0303">
        <w:trPr>
          <w:cantSplit/>
          <w:trHeight w:val="20"/>
        </w:trPr>
        <w:tc>
          <w:tcPr>
            <w:tcW w:w="2807" w:type="dxa"/>
            <w:vAlign w:val="bottom"/>
          </w:tcPr>
          <w:p w14:paraId="37F564CC" w14:textId="77777777" w:rsidR="003859A9" w:rsidRPr="004A48FF" w:rsidRDefault="003859A9" w:rsidP="001A05CA">
            <w:pPr>
              <w:spacing w:line="300" w:lineRule="atLeast"/>
              <w:ind w:left="90" w:right="90"/>
              <w:rPr>
                <w:sz w:val="16"/>
                <w:szCs w:val="16"/>
              </w:rPr>
            </w:pPr>
          </w:p>
        </w:tc>
        <w:tc>
          <w:tcPr>
            <w:tcW w:w="1513" w:type="dxa"/>
            <w:gridSpan w:val="2"/>
            <w:vAlign w:val="bottom"/>
          </w:tcPr>
          <w:p w14:paraId="5C28A738" w14:textId="77777777" w:rsidR="003859A9" w:rsidRPr="004A48FF" w:rsidRDefault="003859A9" w:rsidP="001A05CA">
            <w:pPr>
              <w:spacing w:line="300" w:lineRule="atLeast"/>
              <w:ind w:left="90" w:right="90"/>
              <w:jc w:val="center"/>
              <w:rPr>
                <w:sz w:val="16"/>
                <w:szCs w:val="16"/>
              </w:rPr>
            </w:pPr>
            <w:r w:rsidRPr="004A48FF">
              <w:rPr>
                <w:rFonts w:eastAsia="Arial Unicode MS"/>
                <w:color w:val="000000"/>
                <w:sz w:val="16"/>
                <w:szCs w:val="16"/>
              </w:rPr>
              <w:t>Prepreg and</w:t>
            </w:r>
          </w:p>
        </w:tc>
        <w:tc>
          <w:tcPr>
            <w:tcW w:w="5493" w:type="dxa"/>
            <w:gridSpan w:val="8"/>
            <w:vAlign w:val="bottom"/>
          </w:tcPr>
          <w:p w14:paraId="1EA409A1" w14:textId="77777777" w:rsidR="003859A9" w:rsidRPr="004A48FF" w:rsidRDefault="003859A9" w:rsidP="001A05CA">
            <w:pPr>
              <w:pBdr>
                <w:bottom w:val="single" w:sz="4" w:space="1" w:color="auto"/>
              </w:pBdr>
              <w:spacing w:line="300" w:lineRule="atLeast"/>
              <w:ind w:left="113" w:right="132"/>
              <w:jc w:val="center"/>
              <w:rPr>
                <w:sz w:val="16"/>
                <w:szCs w:val="16"/>
              </w:rPr>
            </w:pPr>
            <w:r w:rsidRPr="004A48FF">
              <w:rPr>
                <w:rFonts w:eastAsia="Arial Unicode MS"/>
                <w:color w:val="000000"/>
                <w:sz w:val="16"/>
                <w:szCs w:val="16"/>
              </w:rPr>
              <w:t>Printed Circuit Board business</w:t>
            </w:r>
          </w:p>
        </w:tc>
        <w:tc>
          <w:tcPr>
            <w:tcW w:w="1451" w:type="dxa"/>
            <w:gridSpan w:val="2"/>
          </w:tcPr>
          <w:p w14:paraId="161229C0" w14:textId="77777777" w:rsidR="003859A9" w:rsidRPr="004A48FF" w:rsidRDefault="003859A9" w:rsidP="001A05CA">
            <w:pPr>
              <w:spacing w:line="300" w:lineRule="atLeast"/>
              <w:ind w:left="90" w:right="90"/>
              <w:jc w:val="center"/>
              <w:rPr>
                <w:sz w:val="16"/>
                <w:szCs w:val="16"/>
                <w:u w:val="single"/>
              </w:rPr>
            </w:pPr>
          </w:p>
        </w:tc>
        <w:tc>
          <w:tcPr>
            <w:tcW w:w="1786" w:type="dxa"/>
            <w:gridSpan w:val="2"/>
            <w:vAlign w:val="bottom"/>
          </w:tcPr>
          <w:p w14:paraId="51D8706F" w14:textId="77777777" w:rsidR="003859A9" w:rsidRPr="004A48FF" w:rsidRDefault="003859A9" w:rsidP="001A05CA">
            <w:pPr>
              <w:spacing w:line="300" w:lineRule="atLeast"/>
              <w:ind w:left="90" w:right="90"/>
              <w:jc w:val="center"/>
              <w:rPr>
                <w:sz w:val="16"/>
                <w:szCs w:val="16"/>
                <w:u w:val="single"/>
              </w:rPr>
            </w:pPr>
          </w:p>
        </w:tc>
        <w:tc>
          <w:tcPr>
            <w:tcW w:w="1800" w:type="dxa"/>
            <w:gridSpan w:val="2"/>
            <w:vAlign w:val="bottom"/>
          </w:tcPr>
          <w:p w14:paraId="775E2950" w14:textId="77777777" w:rsidR="003859A9" w:rsidRPr="004A48FF" w:rsidRDefault="003859A9" w:rsidP="001A05CA">
            <w:pPr>
              <w:spacing w:line="300" w:lineRule="atLeast"/>
              <w:ind w:left="90" w:right="90"/>
              <w:jc w:val="center"/>
              <w:rPr>
                <w:sz w:val="16"/>
                <w:szCs w:val="16"/>
                <w:u w:val="single"/>
              </w:rPr>
            </w:pPr>
          </w:p>
        </w:tc>
      </w:tr>
      <w:tr w:rsidR="003665D3" w:rsidRPr="004A48FF" w14:paraId="6658B415" w14:textId="77777777" w:rsidTr="00DE0303">
        <w:trPr>
          <w:cantSplit/>
          <w:trHeight w:val="20"/>
        </w:trPr>
        <w:tc>
          <w:tcPr>
            <w:tcW w:w="2807" w:type="dxa"/>
            <w:vAlign w:val="bottom"/>
          </w:tcPr>
          <w:p w14:paraId="7C428400" w14:textId="7A2CE363" w:rsidR="003665D3" w:rsidRPr="004A48FF" w:rsidRDefault="001742DD" w:rsidP="003665D3">
            <w:pPr>
              <w:spacing w:line="300" w:lineRule="atLeast"/>
              <w:ind w:left="90" w:right="90"/>
              <w:rPr>
                <w:sz w:val="16"/>
                <w:szCs w:val="16"/>
              </w:rPr>
            </w:pPr>
            <w:r w:rsidRPr="004A48FF">
              <w:rPr>
                <w:rFonts w:eastAsia="Arial Unicode MS"/>
                <w:b/>
                <w:bCs/>
                <w:i/>
                <w:iCs/>
                <w:sz w:val="16"/>
                <w:szCs w:val="16"/>
              </w:rPr>
              <w:t>For the nine-month period</w:t>
            </w:r>
            <w:r w:rsidR="003665D3" w:rsidRPr="004A48FF">
              <w:rPr>
                <w:rFonts w:eastAsia="Arial Unicode MS"/>
                <w:b/>
                <w:bCs/>
                <w:i/>
                <w:iCs/>
                <w:sz w:val="16"/>
                <w:szCs w:val="16"/>
              </w:rPr>
              <w:t xml:space="preserve"> ended</w:t>
            </w:r>
          </w:p>
        </w:tc>
        <w:tc>
          <w:tcPr>
            <w:tcW w:w="1513" w:type="dxa"/>
            <w:gridSpan w:val="2"/>
            <w:vAlign w:val="bottom"/>
          </w:tcPr>
          <w:p w14:paraId="1ECF00CB" w14:textId="77777777" w:rsidR="003665D3" w:rsidRPr="004A48FF" w:rsidRDefault="003665D3" w:rsidP="003665D3">
            <w:pPr>
              <w:pBdr>
                <w:bottom w:val="single" w:sz="4" w:space="1" w:color="auto"/>
              </w:pBdr>
              <w:spacing w:line="300" w:lineRule="atLeast"/>
              <w:ind w:right="65"/>
              <w:jc w:val="center"/>
              <w:rPr>
                <w:rFonts w:eastAsia="Arial Unicode MS"/>
                <w:color w:val="000000"/>
                <w:sz w:val="16"/>
                <w:szCs w:val="16"/>
              </w:rPr>
            </w:pPr>
            <w:r w:rsidRPr="004A48FF">
              <w:rPr>
                <w:rFonts w:eastAsia="Arial Unicode MS"/>
                <w:color w:val="000000"/>
                <w:sz w:val="16"/>
                <w:szCs w:val="16"/>
              </w:rPr>
              <w:t>Laminate business</w:t>
            </w:r>
          </w:p>
        </w:tc>
        <w:tc>
          <w:tcPr>
            <w:tcW w:w="1258" w:type="dxa"/>
            <w:gridSpan w:val="2"/>
            <w:vAlign w:val="bottom"/>
          </w:tcPr>
          <w:p w14:paraId="065E2AEA"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color w:val="000000"/>
                <w:sz w:val="16"/>
                <w:szCs w:val="16"/>
              </w:rPr>
              <w:t>America</w:t>
            </w:r>
          </w:p>
        </w:tc>
        <w:tc>
          <w:tcPr>
            <w:tcW w:w="1260" w:type="dxa"/>
            <w:gridSpan w:val="2"/>
            <w:vAlign w:val="bottom"/>
          </w:tcPr>
          <w:p w14:paraId="65A10B34"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color w:val="000000"/>
                <w:sz w:val="16"/>
                <w:szCs w:val="16"/>
              </w:rPr>
              <w:t>Europe</w:t>
            </w:r>
          </w:p>
        </w:tc>
        <w:tc>
          <w:tcPr>
            <w:tcW w:w="1301" w:type="dxa"/>
            <w:gridSpan w:val="2"/>
            <w:vAlign w:val="bottom"/>
          </w:tcPr>
          <w:p w14:paraId="6E37AC92"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color w:val="000000"/>
                <w:sz w:val="16"/>
                <w:szCs w:val="16"/>
              </w:rPr>
              <w:t>Asia</w:t>
            </w:r>
          </w:p>
        </w:tc>
        <w:tc>
          <w:tcPr>
            <w:tcW w:w="1674" w:type="dxa"/>
            <w:gridSpan w:val="2"/>
            <w:vAlign w:val="bottom"/>
          </w:tcPr>
          <w:p w14:paraId="68E43F58"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color w:val="000000"/>
                <w:sz w:val="16"/>
                <w:szCs w:val="16"/>
              </w:rPr>
              <w:t>Total</w:t>
            </w:r>
          </w:p>
        </w:tc>
        <w:tc>
          <w:tcPr>
            <w:tcW w:w="1451" w:type="dxa"/>
            <w:gridSpan w:val="2"/>
          </w:tcPr>
          <w:p w14:paraId="175EF8CD"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Chemical business</w:t>
            </w:r>
          </w:p>
        </w:tc>
        <w:tc>
          <w:tcPr>
            <w:tcW w:w="1786" w:type="dxa"/>
            <w:gridSpan w:val="2"/>
            <w:vAlign w:val="bottom"/>
          </w:tcPr>
          <w:p w14:paraId="317B7E2E"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Eliminating entries</w:t>
            </w:r>
          </w:p>
        </w:tc>
        <w:tc>
          <w:tcPr>
            <w:tcW w:w="1800" w:type="dxa"/>
            <w:gridSpan w:val="2"/>
            <w:vAlign w:val="bottom"/>
          </w:tcPr>
          <w:p w14:paraId="69A47CE8"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color w:val="000000"/>
                <w:sz w:val="16"/>
                <w:szCs w:val="16"/>
              </w:rPr>
              <w:t>Total</w:t>
            </w:r>
          </w:p>
        </w:tc>
      </w:tr>
      <w:tr w:rsidR="003665D3" w:rsidRPr="004A48FF" w14:paraId="0EEA4DF5" w14:textId="77777777" w:rsidTr="00DE0303">
        <w:trPr>
          <w:cantSplit/>
          <w:trHeight w:val="20"/>
        </w:trPr>
        <w:tc>
          <w:tcPr>
            <w:tcW w:w="2807" w:type="dxa"/>
            <w:vAlign w:val="bottom"/>
          </w:tcPr>
          <w:p w14:paraId="740187BB" w14:textId="271C557C" w:rsidR="003665D3" w:rsidRPr="004A48FF" w:rsidRDefault="001742DD" w:rsidP="003665D3">
            <w:pPr>
              <w:spacing w:line="300" w:lineRule="atLeast"/>
              <w:ind w:left="448" w:right="90" w:hanging="180"/>
              <w:rPr>
                <w:sz w:val="16"/>
                <w:szCs w:val="16"/>
              </w:rPr>
            </w:pPr>
            <w:r w:rsidRPr="004A48FF">
              <w:rPr>
                <w:rFonts w:eastAsia="Arial Unicode MS"/>
                <w:b/>
                <w:bCs/>
                <w:i/>
                <w:iCs/>
                <w:sz w:val="16"/>
                <w:szCs w:val="16"/>
              </w:rPr>
              <w:t>30 September</w:t>
            </w:r>
          </w:p>
        </w:tc>
        <w:tc>
          <w:tcPr>
            <w:tcW w:w="790" w:type="dxa"/>
            <w:vAlign w:val="bottom"/>
          </w:tcPr>
          <w:p w14:paraId="79C105AB" w14:textId="77777777" w:rsidR="003665D3" w:rsidRPr="004A48FF" w:rsidRDefault="003665D3" w:rsidP="003665D3">
            <w:pPr>
              <w:pBdr>
                <w:bottom w:val="single" w:sz="4" w:space="1" w:color="auto"/>
              </w:pBdr>
              <w:spacing w:line="300" w:lineRule="atLeast"/>
              <w:ind w:left="113" w:right="132"/>
              <w:jc w:val="center"/>
              <w:rPr>
                <w:rFonts w:eastAsia="Arial Unicode MS" w:cs="Angsana New"/>
                <w:sz w:val="16"/>
                <w:szCs w:val="16"/>
              </w:rPr>
            </w:pPr>
            <w:r w:rsidRPr="004A48FF">
              <w:rPr>
                <w:rFonts w:eastAsia="Arial Unicode MS"/>
                <w:sz w:val="16"/>
                <w:szCs w:val="16"/>
              </w:rPr>
              <w:t>2025</w:t>
            </w:r>
          </w:p>
        </w:tc>
        <w:tc>
          <w:tcPr>
            <w:tcW w:w="723" w:type="dxa"/>
            <w:vAlign w:val="bottom"/>
          </w:tcPr>
          <w:p w14:paraId="7D037152"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2024</w:t>
            </w:r>
          </w:p>
        </w:tc>
        <w:tc>
          <w:tcPr>
            <w:tcW w:w="630" w:type="dxa"/>
            <w:vAlign w:val="bottom"/>
          </w:tcPr>
          <w:p w14:paraId="081F4EE7"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2025</w:t>
            </w:r>
          </w:p>
        </w:tc>
        <w:tc>
          <w:tcPr>
            <w:tcW w:w="628" w:type="dxa"/>
            <w:vAlign w:val="bottom"/>
          </w:tcPr>
          <w:p w14:paraId="3422ADFD"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2024</w:t>
            </w:r>
          </w:p>
        </w:tc>
        <w:tc>
          <w:tcPr>
            <w:tcW w:w="630" w:type="dxa"/>
            <w:vAlign w:val="bottom"/>
          </w:tcPr>
          <w:p w14:paraId="317993FC"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2025</w:t>
            </w:r>
          </w:p>
        </w:tc>
        <w:tc>
          <w:tcPr>
            <w:tcW w:w="630" w:type="dxa"/>
            <w:vAlign w:val="bottom"/>
          </w:tcPr>
          <w:p w14:paraId="202EF28E"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2024</w:t>
            </w:r>
          </w:p>
        </w:tc>
        <w:tc>
          <w:tcPr>
            <w:tcW w:w="630" w:type="dxa"/>
            <w:vAlign w:val="bottom"/>
          </w:tcPr>
          <w:p w14:paraId="441BFA6B"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2025</w:t>
            </w:r>
          </w:p>
        </w:tc>
        <w:tc>
          <w:tcPr>
            <w:tcW w:w="671" w:type="dxa"/>
            <w:vAlign w:val="bottom"/>
          </w:tcPr>
          <w:p w14:paraId="0062A3A1"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2024</w:t>
            </w:r>
          </w:p>
        </w:tc>
        <w:tc>
          <w:tcPr>
            <w:tcW w:w="864" w:type="dxa"/>
            <w:vAlign w:val="bottom"/>
          </w:tcPr>
          <w:p w14:paraId="632C1946"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2025</w:t>
            </w:r>
          </w:p>
        </w:tc>
        <w:tc>
          <w:tcPr>
            <w:tcW w:w="810" w:type="dxa"/>
            <w:vAlign w:val="bottom"/>
          </w:tcPr>
          <w:p w14:paraId="2DD27EB4"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2024</w:t>
            </w:r>
          </w:p>
        </w:tc>
        <w:tc>
          <w:tcPr>
            <w:tcW w:w="725" w:type="dxa"/>
            <w:vAlign w:val="bottom"/>
          </w:tcPr>
          <w:p w14:paraId="7F53934F"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2025</w:t>
            </w:r>
          </w:p>
        </w:tc>
        <w:tc>
          <w:tcPr>
            <w:tcW w:w="726" w:type="dxa"/>
            <w:vAlign w:val="bottom"/>
          </w:tcPr>
          <w:p w14:paraId="44472852"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2024</w:t>
            </w:r>
          </w:p>
        </w:tc>
        <w:tc>
          <w:tcPr>
            <w:tcW w:w="889" w:type="dxa"/>
            <w:vAlign w:val="bottom"/>
          </w:tcPr>
          <w:p w14:paraId="78E2BDE8"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2025</w:t>
            </w:r>
          </w:p>
        </w:tc>
        <w:tc>
          <w:tcPr>
            <w:tcW w:w="897" w:type="dxa"/>
            <w:vAlign w:val="bottom"/>
          </w:tcPr>
          <w:p w14:paraId="2D9C719B"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2024</w:t>
            </w:r>
          </w:p>
        </w:tc>
        <w:tc>
          <w:tcPr>
            <w:tcW w:w="900" w:type="dxa"/>
            <w:vAlign w:val="bottom"/>
          </w:tcPr>
          <w:p w14:paraId="65BF18C1"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2025</w:t>
            </w:r>
          </w:p>
        </w:tc>
        <w:tc>
          <w:tcPr>
            <w:tcW w:w="900" w:type="dxa"/>
            <w:vAlign w:val="bottom"/>
          </w:tcPr>
          <w:p w14:paraId="6F258EF5" w14:textId="77777777" w:rsidR="003665D3" w:rsidRPr="004A48FF" w:rsidRDefault="003665D3" w:rsidP="003665D3">
            <w:pPr>
              <w:pBdr>
                <w:bottom w:val="single" w:sz="4" w:space="1" w:color="auto"/>
              </w:pBdr>
              <w:spacing w:line="300" w:lineRule="atLeast"/>
              <w:ind w:left="113" w:right="132"/>
              <w:jc w:val="center"/>
              <w:rPr>
                <w:rFonts w:eastAsia="Arial Unicode MS"/>
                <w:sz w:val="16"/>
                <w:szCs w:val="16"/>
              </w:rPr>
            </w:pPr>
            <w:r w:rsidRPr="004A48FF">
              <w:rPr>
                <w:rFonts w:eastAsia="Arial Unicode MS"/>
                <w:sz w:val="16"/>
                <w:szCs w:val="16"/>
              </w:rPr>
              <w:t>2024</w:t>
            </w:r>
          </w:p>
        </w:tc>
      </w:tr>
      <w:tr w:rsidR="003859A9" w:rsidRPr="004A48FF" w14:paraId="5B02B18D" w14:textId="77777777" w:rsidTr="00DE0303">
        <w:trPr>
          <w:cantSplit/>
          <w:trHeight w:val="20"/>
        </w:trPr>
        <w:tc>
          <w:tcPr>
            <w:tcW w:w="2807" w:type="dxa"/>
          </w:tcPr>
          <w:p w14:paraId="4DBD7AB5" w14:textId="77777777" w:rsidR="003859A9" w:rsidRPr="004A48FF" w:rsidRDefault="003859A9" w:rsidP="001A05CA">
            <w:pPr>
              <w:spacing w:line="300" w:lineRule="atLeast"/>
              <w:rPr>
                <w:rFonts w:eastAsia="Arial Unicode MS"/>
                <w:sz w:val="16"/>
                <w:szCs w:val="16"/>
              </w:rPr>
            </w:pPr>
          </w:p>
        </w:tc>
        <w:tc>
          <w:tcPr>
            <w:tcW w:w="12043" w:type="dxa"/>
            <w:gridSpan w:val="16"/>
            <w:vAlign w:val="bottom"/>
          </w:tcPr>
          <w:p w14:paraId="79194F43" w14:textId="77777777" w:rsidR="003859A9" w:rsidRPr="004A48FF" w:rsidRDefault="003859A9" w:rsidP="001A05CA">
            <w:pPr>
              <w:spacing w:line="300" w:lineRule="atLeast"/>
              <w:ind w:right="86"/>
              <w:jc w:val="center"/>
              <w:rPr>
                <w:sz w:val="16"/>
                <w:szCs w:val="16"/>
              </w:rPr>
            </w:pPr>
            <w:r w:rsidRPr="004A48FF">
              <w:rPr>
                <w:rFonts w:eastAsia="Arial Unicode MS"/>
                <w:i/>
                <w:iCs/>
                <w:sz w:val="16"/>
                <w:szCs w:val="16"/>
              </w:rPr>
              <w:t>(in thousand Baht)</w:t>
            </w:r>
          </w:p>
        </w:tc>
      </w:tr>
      <w:tr w:rsidR="002A2611" w:rsidRPr="004A48FF" w14:paraId="04F89B3A" w14:textId="77777777" w:rsidTr="00CF5715">
        <w:trPr>
          <w:cantSplit/>
          <w:trHeight w:val="20"/>
        </w:trPr>
        <w:tc>
          <w:tcPr>
            <w:tcW w:w="2807" w:type="dxa"/>
          </w:tcPr>
          <w:p w14:paraId="116263F0" w14:textId="77777777" w:rsidR="002A2611" w:rsidRPr="004A48FF" w:rsidRDefault="002A2611" w:rsidP="002A2611">
            <w:pPr>
              <w:pStyle w:val="BodyText"/>
              <w:spacing w:line="300" w:lineRule="atLeast"/>
              <w:ind w:left="180" w:right="90" w:hanging="90"/>
              <w:jc w:val="left"/>
              <w:rPr>
                <w:rFonts w:eastAsia="Arial Unicode MS" w:cs="Times New Roman"/>
                <w:sz w:val="16"/>
                <w:szCs w:val="16"/>
              </w:rPr>
            </w:pPr>
            <w:r w:rsidRPr="004A48FF">
              <w:rPr>
                <w:rFonts w:eastAsia="Arial Unicode MS" w:cs="Times New Roman"/>
                <w:sz w:val="16"/>
                <w:szCs w:val="16"/>
              </w:rPr>
              <w:t xml:space="preserve">Segment operating profit </w:t>
            </w:r>
          </w:p>
        </w:tc>
        <w:tc>
          <w:tcPr>
            <w:tcW w:w="790" w:type="dxa"/>
          </w:tcPr>
          <w:p w14:paraId="06A0AF61" w14:textId="78621EF8" w:rsidR="002A2611" w:rsidRPr="004A48FF" w:rsidRDefault="004170D5" w:rsidP="002A2611">
            <w:pPr>
              <w:tabs>
                <w:tab w:val="decimal" w:pos="705"/>
              </w:tabs>
              <w:spacing w:line="300" w:lineRule="atLeast"/>
              <w:rPr>
                <w:sz w:val="16"/>
                <w:szCs w:val="16"/>
              </w:rPr>
            </w:pPr>
            <w:r w:rsidRPr="004170D5">
              <w:rPr>
                <w:sz w:val="16"/>
                <w:szCs w:val="16"/>
              </w:rPr>
              <w:t>358,086</w:t>
            </w:r>
          </w:p>
        </w:tc>
        <w:tc>
          <w:tcPr>
            <w:tcW w:w="723" w:type="dxa"/>
            <w:vAlign w:val="bottom"/>
          </w:tcPr>
          <w:p w14:paraId="5D74D0C3" w14:textId="2AA88C3E" w:rsidR="002A2611" w:rsidRPr="004A48FF" w:rsidRDefault="002A2611" w:rsidP="002A2611">
            <w:pPr>
              <w:tabs>
                <w:tab w:val="decimal" w:pos="636"/>
              </w:tabs>
              <w:spacing w:line="300" w:lineRule="atLeast"/>
              <w:rPr>
                <w:sz w:val="16"/>
                <w:szCs w:val="16"/>
                <w:cs/>
              </w:rPr>
            </w:pPr>
            <w:r w:rsidRPr="004A48FF">
              <w:rPr>
                <w:sz w:val="16"/>
                <w:szCs w:val="16"/>
              </w:rPr>
              <w:t>482,329</w:t>
            </w:r>
          </w:p>
        </w:tc>
        <w:tc>
          <w:tcPr>
            <w:tcW w:w="630" w:type="dxa"/>
          </w:tcPr>
          <w:p w14:paraId="6579AF57" w14:textId="77777777" w:rsidR="002A2611" w:rsidRPr="004A48FF" w:rsidRDefault="002A2611" w:rsidP="002A2611">
            <w:pPr>
              <w:tabs>
                <w:tab w:val="decimal" w:pos="720"/>
              </w:tabs>
              <w:spacing w:line="300" w:lineRule="atLeast"/>
              <w:ind w:right="90"/>
              <w:rPr>
                <w:sz w:val="16"/>
                <w:szCs w:val="16"/>
                <w:cs/>
              </w:rPr>
            </w:pPr>
          </w:p>
        </w:tc>
        <w:tc>
          <w:tcPr>
            <w:tcW w:w="628" w:type="dxa"/>
          </w:tcPr>
          <w:p w14:paraId="08488908" w14:textId="77777777" w:rsidR="002A2611" w:rsidRPr="004A48FF" w:rsidRDefault="002A2611" w:rsidP="002A2611">
            <w:pPr>
              <w:tabs>
                <w:tab w:val="decimal" w:pos="720"/>
              </w:tabs>
              <w:spacing w:line="300" w:lineRule="atLeast"/>
              <w:ind w:left="90"/>
              <w:rPr>
                <w:sz w:val="16"/>
                <w:szCs w:val="16"/>
                <w:cs/>
              </w:rPr>
            </w:pPr>
          </w:p>
        </w:tc>
        <w:tc>
          <w:tcPr>
            <w:tcW w:w="630" w:type="dxa"/>
          </w:tcPr>
          <w:p w14:paraId="61BDA503" w14:textId="77777777" w:rsidR="002A2611" w:rsidRPr="004A48FF" w:rsidRDefault="002A2611" w:rsidP="002A2611">
            <w:pPr>
              <w:tabs>
                <w:tab w:val="decimal" w:pos="720"/>
              </w:tabs>
              <w:spacing w:line="300" w:lineRule="atLeast"/>
              <w:ind w:left="90" w:right="90"/>
              <w:rPr>
                <w:sz w:val="16"/>
                <w:szCs w:val="16"/>
                <w:cs/>
              </w:rPr>
            </w:pPr>
          </w:p>
        </w:tc>
        <w:tc>
          <w:tcPr>
            <w:tcW w:w="630" w:type="dxa"/>
          </w:tcPr>
          <w:p w14:paraId="43704B44" w14:textId="77777777" w:rsidR="002A2611" w:rsidRPr="004A48FF" w:rsidRDefault="002A2611" w:rsidP="002A2611">
            <w:pPr>
              <w:tabs>
                <w:tab w:val="decimal" w:pos="720"/>
              </w:tabs>
              <w:spacing w:line="300" w:lineRule="atLeast"/>
              <w:ind w:left="90" w:right="90"/>
              <w:rPr>
                <w:sz w:val="16"/>
                <w:szCs w:val="16"/>
                <w:cs/>
              </w:rPr>
            </w:pPr>
          </w:p>
        </w:tc>
        <w:tc>
          <w:tcPr>
            <w:tcW w:w="630" w:type="dxa"/>
          </w:tcPr>
          <w:p w14:paraId="46044E1D" w14:textId="77777777" w:rsidR="002A2611" w:rsidRPr="004A48FF" w:rsidRDefault="002A2611" w:rsidP="002A2611">
            <w:pPr>
              <w:tabs>
                <w:tab w:val="decimal" w:pos="720"/>
              </w:tabs>
              <w:spacing w:line="300" w:lineRule="atLeast"/>
              <w:ind w:left="90" w:right="90"/>
              <w:rPr>
                <w:sz w:val="16"/>
                <w:szCs w:val="16"/>
                <w:cs/>
              </w:rPr>
            </w:pPr>
          </w:p>
        </w:tc>
        <w:tc>
          <w:tcPr>
            <w:tcW w:w="671" w:type="dxa"/>
          </w:tcPr>
          <w:p w14:paraId="2E358348" w14:textId="77777777" w:rsidR="002A2611" w:rsidRPr="004A48FF" w:rsidRDefault="002A2611" w:rsidP="002A2611">
            <w:pPr>
              <w:tabs>
                <w:tab w:val="decimal" w:pos="720"/>
              </w:tabs>
              <w:spacing w:line="300" w:lineRule="atLeast"/>
              <w:ind w:left="90" w:right="90"/>
              <w:rPr>
                <w:sz w:val="16"/>
                <w:szCs w:val="16"/>
                <w:cs/>
              </w:rPr>
            </w:pPr>
          </w:p>
        </w:tc>
        <w:tc>
          <w:tcPr>
            <w:tcW w:w="864" w:type="dxa"/>
          </w:tcPr>
          <w:p w14:paraId="55FA2557" w14:textId="175C9A60" w:rsidR="002A2611" w:rsidRPr="004A48FF" w:rsidRDefault="004170D5" w:rsidP="002A2611">
            <w:pPr>
              <w:tabs>
                <w:tab w:val="decimal" w:pos="772"/>
              </w:tabs>
              <w:spacing w:line="300" w:lineRule="atLeast"/>
              <w:ind w:left="-90" w:right="80"/>
              <w:rPr>
                <w:sz w:val="16"/>
                <w:szCs w:val="16"/>
              </w:rPr>
            </w:pPr>
            <w:r w:rsidRPr="004170D5">
              <w:rPr>
                <w:sz w:val="16"/>
                <w:szCs w:val="16"/>
              </w:rPr>
              <w:t>1,631,493</w:t>
            </w:r>
          </w:p>
        </w:tc>
        <w:tc>
          <w:tcPr>
            <w:tcW w:w="810" w:type="dxa"/>
            <w:vAlign w:val="bottom"/>
          </w:tcPr>
          <w:p w14:paraId="78775FAE" w14:textId="1AB19E2C" w:rsidR="002A2611" w:rsidRPr="004A48FF" w:rsidRDefault="002A2611" w:rsidP="00AC373A">
            <w:pPr>
              <w:tabs>
                <w:tab w:val="decimal" w:pos="713"/>
              </w:tabs>
              <w:spacing w:line="300" w:lineRule="atLeast"/>
              <w:ind w:left="-90" w:right="80"/>
              <w:rPr>
                <w:sz w:val="16"/>
                <w:szCs w:val="16"/>
              </w:rPr>
            </w:pPr>
            <w:r w:rsidRPr="004A48FF">
              <w:rPr>
                <w:sz w:val="16"/>
                <w:szCs w:val="16"/>
              </w:rPr>
              <w:t>2,110,965</w:t>
            </w:r>
          </w:p>
        </w:tc>
        <w:tc>
          <w:tcPr>
            <w:tcW w:w="725" w:type="dxa"/>
          </w:tcPr>
          <w:p w14:paraId="169E97B1" w14:textId="5EC414B8" w:rsidR="002A2611" w:rsidRPr="004A48FF" w:rsidRDefault="004170D5" w:rsidP="002A2611">
            <w:pPr>
              <w:tabs>
                <w:tab w:val="decimal" w:pos="630"/>
              </w:tabs>
              <w:spacing w:line="300" w:lineRule="atLeast"/>
              <w:ind w:left="-90"/>
              <w:rPr>
                <w:sz w:val="16"/>
                <w:szCs w:val="16"/>
              </w:rPr>
            </w:pPr>
            <w:r w:rsidRPr="004170D5">
              <w:rPr>
                <w:sz w:val="16"/>
                <w:szCs w:val="16"/>
              </w:rPr>
              <w:t>217,301</w:t>
            </w:r>
          </w:p>
        </w:tc>
        <w:tc>
          <w:tcPr>
            <w:tcW w:w="726" w:type="dxa"/>
          </w:tcPr>
          <w:p w14:paraId="5D2E0FFB" w14:textId="466C5867" w:rsidR="002A2611" w:rsidRPr="004A48FF" w:rsidRDefault="002A2611" w:rsidP="002A2611">
            <w:pPr>
              <w:tabs>
                <w:tab w:val="decimal" w:pos="626"/>
              </w:tabs>
              <w:spacing w:line="300" w:lineRule="atLeast"/>
              <w:rPr>
                <w:sz w:val="16"/>
                <w:szCs w:val="16"/>
              </w:rPr>
            </w:pPr>
            <w:r w:rsidRPr="004A48FF">
              <w:rPr>
                <w:sz w:val="16"/>
                <w:szCs w:val="16"/>
              </w:rPr>
              <w:t>256,103</w:t>
            </w:r>
          </w:p>
        </w:tc>
        <w:tc>
          <w:tcPr>
            <w:tcW w:w="889" w:type="dxa"/>
          </w:tcPr>
          <w:p w14:paraId="4B27F03E" w14:textId="2F97D267" w:rsidR="002A2611" w:rsidRPr="004A48FF" w:rsidRDefault="004170D5" w:rsidP="002A2611">
            <w:pPr>
              <w:tabs>
                <w:tab w:val="decimal" w:pos="800"/>
              </w:tabs>
              <w:spacing w:line="300" w:lineRule="atLeast"/>
              <w:ind w:left="-90"/>
              <w:rPr>
                <w:sz w:val="16"/>
                <w:szCs w:val="16"/>
                <w:cs/>
              </w:rPr>
            </w:pPr>
            <w:r w:rsidRPr="004170D5">
              <w:rPr>
                <w:sz w:val="16"/>
                <w:szCs w:val="16"/>
              </w:rPr>
              <w:t>(297,585)</w:t>
            </w:r>
          </w:p>
        </w:tc>
        <w:tc>
          <w:tcPr>
            <w:tcW w:w="897" w:type="dxa"/>
          </w:tcPr>
          <w:p w14:paraId="56384F1E" w14:textId="174D91E0" w:rsidR="002A2611" w:rsidRPr="004A48FF" w:rsidRDefault="002A2611" w:rsidP="002A2611">
            <w:pPr>
              <w:tabs>
                <w:tab w:val="decimal" w:pos="812"/>
              </w:tabs>
              <w:spacing w:line="300" w:lineRule="atLeast"/>
              <w:ind w:left="82"/>
              <w:rPr>
                <w:sz w:val="16"/>
                <w:szCs w:val="16"/>
              </w:rPr>
            </w:pPr>
            <w:r w:rsidRPr="004A48FF">
              <w:rPr>
                <w:sz w:val="16"/>
                <w:szCs w:val="16"/>
              </w:rPr>
              <w:t>(211,677)</w:t>
            </w:r>
          </w:p>
        </w:tc>
        <w:tc>
          <w:tcPr>
            <w:tcW w:w="900" w:type="dxa"/>
          </w:tcPr>
          <w:p w14:paraId="49400E82" w14:textId="31CE0F60" w:rsidR="002A2611" w:rsidRPr="004A48FF" w:rsidRDefault="004170D5" w:rsidP="002A2611">
            <w:pPr>
              <w:tabs>
                <w:tab w:val="decimal" w:pos="810"/>
              </w:tabs>
              <w:spacing w:line="300" w:lineRule="atLeast"/>
              <w:jc w:val="both"/>
              <w:rPr>
                <w:sz w:val="16"/>
                <w:szCs w:val="16"/>
              </w:rPr>
            </w:pPr>
            <w:r w:rsidRPr="004170D5">
              <w:rPr>
                <w:sz w:val="16"/>
                <w:szCs w:val="16"/>
              </w:rPr>
              <w:t>1,909,295</w:t>
            </w:r>
          </w:p>
        </w:tc>
        <w:tc>
          <w:tcPr>
            <w:tcW w:w="900" w:type="dxa"/>
          </w:tcPr>
          <w:p w14:paraId="39797E8C" w14:textId="1A01F31C" w:rsidR="002A2611" w:rsidRPr="004A48FF" w:rsidRDefault="002A2611" w:rsidP="002A2611">
            <w:pPr>
              <w:tabs>
                <w:tab w:val="decimal" w:pos="810"/>
              </w:tabs>
              <w:spacing w:line="300" w:lineRule="atLeast"/>
              <w:rPr>
                <w:sz w:val="16"/>
                <w:szCs w:val="16"/>
              </w:rPr>
            </w:pPr>
            <w:r w:rsidRPr="004A48FF">
              <w:rPr>
                <w:sz w:val="16"/>
                <w:szCs w:val="16"/>
              </w:rPr>
              <w:t>2,637,720</w:t>
            </w:r>
          </w:p>
        </w:tc>
      </w:tr>
      <w:tr w:rsidR="002A2611" w:rsidRPr="004A48FF" w14:paraId="60A67A7C" w14:textId="77777777" w:rsidTr="00DE0303">
        <w:trPr>
          <w:cantSplit/>
          <w:trHeight w:val="20"/>
        </w:trPr>
        <w:tc>
          <w:tcPr>
            <w:tcW w:w="2807" w:type="dxa"/>
          </w:tcPr>
          <w:p w14:paraId="5067B5CB" w14:textId="77777777" w:rsidR="002A2611" w:rsidRPr="004A48FF" w:rsidRDefault="002A2611" w:rsidP="002A2611">
            <w:pPr>
              <w:pStyle w:val="BodyText"/>
              <w:spacing w:line="300" w:lineRule="atLeast"/>
              <w:ind w:left="180" w:right="90" w:hanging="90"/>
              <w:jc w:val="left"/>
              <w:rPr>
                <w:rFonts w:eastAsia="Arial Unicode MS" w:cs="Times New Roman"/>
                <w:sz w:val="16"/>
                <w:szCs w:val="16"/>
              </w:rPr>
            </w:pPr>
            <w:r w:rsidRPr="004A48FF">
              <w:rPr>
                <w:rFonts w:eastAsia="Arial Unicode MS" w:cs="Times New Roman"/>
                <w:sz w:val="16"/>
                <w:szCs w:val="16"/>
              </w:rPr>
              <w:t>Unallocated profit and expenses:</w:t>
            </w:r>
          </w:p>
        </w:tc>
        <w:tc>
          <w:tcPr>
            <w:tcW w:w="790" w:type="dxa"/>
            <w:vAlign w:val="bottom"/>
          </w:tcPr>
          <w:p w14:paraId="35B60FA7" w14:textId="77777777" w:rsidR="002A2611" w:rsidRPr="004A48FF" w:rsidRDefault="002A2611" w:rsidP="002A2611">
            <w:pPr>
              <w:tabs>
                <w:tab w:val="decimal" w:pos="615"/>
              </w:tabs>
              <w:spacing w:line="300" w:lineRule="atLeast"/>
              <w:ind w:left="90" w:right="-25"/>
              <w:rPr>
                <w:sz w:val="16"/>
                <w:szCs w:val="16"/>
              </w:rPr>
            </w:pPr>
          </w:p>
        </w:tc>
        <w:tc>
          <w:tcPr>
            <w:tcW w:w="723" w:type="dxa"/>
            <w:vAlign w:val="bottom"/>
          </w:tcPr>
          <w:p w14:paraId="24834A85" w14:textId="77777777" w:rsidR="002A2611" w:rsidRPr="004A48FF" w:rsidRDefault="002A2611" w:rsidP="002A2611">
            <w:pPr>
              <w:tabs>
                <w:tab w:val="decimal" w:pos="636"/>
              </w:tabs>
              <w:spacing w:line="300" w:lineRule="atLeast"/>
              <w:ind w:right="90"/>
              <w:rPr>
                <w:sz w:val="16"/>
                <w:szCs w:val="16"/>
              </w:rPr>
            </w:pPr>
          </w:p>
        </w:tc>
        <w:tc>
          <w:tcPr>
            <w:tcW w:w="630" w:type="dxa"/>
            <w:vAlign w:val="bottom"/>
          </w:tcPr>
          <w:p w14:paraId="5BCE836B" w14:textId="77777777" w:rsidR="002A2611" w:rsidRPr="004A48FF" w:rsidRDefault="002A2611" w:rsidP="002A2611">
            <w:pPr>
              <w:tabs>
                <w:tab w:val="decimal" w:pos="720"/>
              </w:tabs>
              <w:spacing w:line="300" w:lineRule="atLeast"/>
              <w:ind w:left="90" w:right="90"/>
              <w:rPr>
                <w:sz w:val="16"/>
                <w:szCs w:val="16"/>
              </w:rPr>
            </w:pPr>
          </w:p>
        </w:tc>
        <w:tc>
          <w:tcPr>
            <w:tcW w:w="628" w:type="dxa"/>
            <w:vAlign w:val="bottom"/>
          </w:tcPr>
          <w:p w14:paraId="1C947511"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065BD4D0"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0BFFD58E"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70B05F95" w14:textId="77777777" w:rsidR="002A2611" w:rsidRPr="004A48FF" w:rsidRDefault="002A2611" w:rsidP="002A2611">
            <w:pPr>
              <w:tabs>
                <w:tab w:val="decimal" w:pos="720"/>
              </w:tabs>
              <w:spacing w:line="300" w:lineRule="atLeast"/>
              <w:ind w:left="90" w:right="90"/>
              <w:rPr>
                <w:sz w:val="16"/>
                <w:szCs w:val="16"/>
              </w:rPr>
            </w:pPr>
          </w:p>
        </w:tc>
        <w:tc>
          <w:tcPr>
            <w:tcW w:w="671" w:type="dxa"/>
            <w:vAlign w:val="bottom"/>
          </w:tcPr>
          <w:p w14:paraId="394FBD68" w14:textId="77777777" w:rsidR="002A2611" w:rsidRPr="004A48FF" w:rsidRDefault="002A2611" w:rsidP="002A2611">
            <w:pPr>
              <w:tabs>
                <w:tab w:val="decimal" w:pos="720"/>
              </w:tabs>
              <w:spacing w:line="300" w:lineRule="atLeast"/>
              <w:ind w:left="90" w:right="90"/>
              <w:rPr>
                <w:sz w:val="16"/>
                <w:szCs w:val="16"/>
              </w:rPr>
            </w:pPr>
          </w:p>
        </w:tc>
        <w:tc>
          <w:tcPr>
            <w:tcW w:w="864" w:type="dxa"/>
            <w:vAlign w:val="bottom"/>
          </w:tcPr>
          <w:p w14:paraId="4322165F" w14:textId="77777777" w:rsidR="002A2611" w:rsidRPr="004A48FF" w:rsidRDefault="002A2611" w:rsidP="002A2611">
            <w:pPr>
              <w:tabs>
                <w:tab w:val="decimal" w:pos="772"/>
              </w:tabs>
              <w:spacing w:line="300" w:lineRule="atLeast"/>
              <w:ind w:left="-45" w:right="80"/>
              <w:rPr>
                <w:sz w:val="16"/>
                <w:szCs w:val="16"/>
              </w:rPr>
            </w:pPr>
          </w:p>
        </w:tc>
        <w:tc>
          <w:tcPr>
            <w:tcW w:w="810" w:type="dxa"/>
            <w:vAlign w:val="bottom"/>
          </w:tcPr>
          <w:p w14:paraId="0DC12151" w14:textId="77777777" w:rsidR="002A2611" w:rsidRPr="004A48FF" w:rsidRDefault="002A2611" w:rsidP="002A2611">
            <w:pPr>
              <w:tabs>
                <w:tab w:val="decimal" w:pos="713"/>
              </w:tabs>
              <w:spacing w:line="300" w:lineRule="atLeast"/>
              <w:ind w:left="-90" w:right="80"/>
              <w:rPr>
                <w:sz w:val="16"/>
                <w:szCs w:val="16"/>
              </w:rPr>
            </w:pPr>
          </w:p>
        </w:tc>
        <w:tc>
          <w:tcPr>
            <w:tcW w:w="725" w:type="dxa"/>
          </w:tcPr>
          <w:p w14:paraId="4527DBFE" w14:textId="77777777" w:rsidR="002A2611" w:rsidRPr="004A48FF" w:rsidRDefault="002A2611" w:rsidP="002A2611">
            <w:pPr>
              <w:tabs>
                <w:tab w:val="decimal" w:pos="630"/>
                <w:tab w:val="decimal" w:pos="720"/>
              </w:tabs>
              <w:spacing w:line="300" w:lineRule="atLeast"/>
              <w:ind w:left="90" w:right="90"/>
              <w:rPr>
                <w:sz w:val="16"/>
                <w:szCs w:val="16"/>
              </w:rPr>
            </w:pPr>
          </w:p>
        </w:tc>
        <w:tc>
          <w:tcPr>
            <w:tcW w:w="726" w:type="dxa"/>
          </w:tcPr>
          <w:p w14:paraId="252F88A0" w14:textId="77777777" w:rsidR="002A2611" w:rsidRPr="004A48FF" w:rsidRDefault="002A2611" w:rsidP="002A2611">
            <w:pPr>
              <w:tabs>
                <w:tab w:val="decimal" w:pos="626"/>
              </w:tabs>
              <w:spacing w:line="300" w:lineRule="atLeast"/>
              <w:ind w:left="90"/>
              <w:rPr>
                <w:sz w:val="16"/>
                <w:szCs w:val="16"/>
              </w:rPr>
            </w:pPr>
          </w:p>
        </w:tc>
        <w:tc>
          <w:tcPr>
            <w:tcW w:w="889" w:type="dxa"/>
            <w:vAlign w:val="bottom"/>
          </w:tcPr>
          <w:p w14:paraId="2B992470" w14:textId="77777777" w:rsidR="002A2611" w:rsidRPr="004A48FF" w:rsidRDefault="002A2611" w:rsidP="002A2611">
            <w:pPr>
              <w:tabs>
                <w:tab w:val="decimal" w:pos="795"/>
              </w:tabs>
              <w:spacing w:line="300" w:lineRule="atLeast"/>
              <w:ind w:left="-25" w:right="90"/>
              <w:rPr>
                <w:sz w:val="16"/>
                <w:szCs w:val="16"/>
              </w:rPr>
            </w:pPr>
          </w:p>
        </w:tc>
        <w:tc>
          <w:tcPr>
            <w:tcW w:w="897" w:type="dxa"/>
            <w:vAlign w:val="bottom"/>
          </w:tcPr>
          <w:p w14:paraId="2D17AD03" w14:textId="77777777" w:rsidR="002A2611" w:rsidRPr="004A48FF" w:rsidRDefault="002A2611" w:rsidP="002A2611">
            <w:pPr>
              <w:tabs>
                <w:tab w:val="decimal" w:pos="716"/>
              </w:tabs>
              <w:spacing w:line="300" w:lineRule="atLeast"/>
              <w:ind w:left="82" w:right="-10"/>
              <w:rPr>
                <w:sz w:val="16"/>
                <w:szCs w:val="16"/>
              </w:rPr>
            </w:pPr>
          </w:p>
        </w:tc>
        <w:tc>
          <w:tcPr>
            <w:tcW w:w="900" w:type="dxa"/>
          </w:tcPr>
          <w:p w14:paraId="00551B25" w14:textId="77777777" w:rsidR="002A2611" w:rsidRPr="004A48FF" w:rsidRDefault="002A2611" w:rsidP="002A2611">
            <w:pPr>
              <w:tabs>
                <w:tab w:val="decimal" w:pos="810"/>
              </w:tabs>
              <w:spacing w:line="300" w:lineRule="atLeast"/>
              <w:ind w:left="90"/>
              <w:jc w:val="both"/>
              <w:rPr>
                <w:sz w:val="16"/>
                <w:szCs w:val="16"/>
              </w:rPr>
            </w:pPr>
          </w:p>
        </w:tc>
        <w:tc>
          <w:tcPr>
            <w:tcW w:w="900" w:type="dxa"/>
          </w:tcPr>
          <w:p w14:paraId="5BFEFFC1" w14:textId="77777777" w:rsidR="002A2611" w:rsidRPr="004A48FF" w:rsidRDefault="002A2611" w:rsidP="002A2611">
            <w:pPr>
              <w:tabs>
                <w:tab w:val="decimal" w:pos="810"/>
              </w:tabs>
              <w:spacing w:line="300" w:lineRule="atLeast"/>
              <w:ind w:left="90"/>
              <w:rPr>
                <w:sz w:val="16"/>
                <w:szCs w:val="16"/>
              </w:rPr>
            </w:pPr>
          </w:p>
        </w:tc>
      </w:tr>
      <w:tr w:rsidR="004170D5" w:rsidRPr="004A48FF" w14:paraId="550BBC34" w14:textId="77777777" w:rsidTr="00CF5715">
        <w:trPr>
          <w:cantSplit/>
          <w:trHeight w:val="20"/>
        </w:trPr>
        <w:tc>
          <w:tcPr>
            <w:tcW w:w="2807" w:type="dxa"/>
            <w:vAlign w:val="bottom"/>
          </w:tcPr>
          <w:p w14:paraId="6DB5DA6F" w14:textId="77777777" w:rsidR="004170D5" w:rsidRPr="004A48FF" w:rsidRDefault="004170D5" w:rsidP="004170D5">
            <w:pPr>
              <w:pStyle w:val="BodyText"/>
              <w:spacing w:line="300" w:lineRule="atLeast"/>
              <w:ind w:left="360" w:right="90" w:hanging="90"/>
              <w:jc w:val="left"/>
              <w:rPr>
                <w:rFonts w:eastAsia="Arial Unicode MS" w:cs="Times New Roman"/>
                <w:sz w:val="16"/>
                <w:szCs w:val="16"/>
              </w:rPr>
            </w:pPr>
            <w:r w:rsidRPr="004A48FF">
              <w:rPr>
                <w:rFonts w:eastAsia="Arial Unicode MS" w:cs="Times New Roman"/>
                <w:sz w:val="16"/>
                <w:szCs w:val="16"/>
              </w:rPr>
              <w:t xml:space="preserve">Other income </w:t>
            </w:r>
          </w:p>
        </w:tc>
        <w:tc>
          <w:tcPr>
            <w:tcW w:w="790" w:type="dxa"/>
            <w:vAlign w:val="bottom"/>
          </w:tcPr>
          <w:p w14:paraId="7489CA09" w14:textId="77777777" w:rsidR="004170D5" w:rsidRPr="004A48FF" w:rsidRDefault="004170D5" w:rsidP="004170D5">
            <w:pPr>
              <w:tabs>
                <w:tab w:val="decimal" w:pos="615"/>
              </w:tabs>
              <w:spacing w:line="300" w:lineRule="atLeast"/>
              <w:ind w:left="90" w:right="-25"/>
              <w:rPr>
                <w:sz w:val="16"/>
                <w:szCs w:val="16"/>
              </w:rPr>
            </w:pPr>
          </w:p>
        </w:tc>
        <w:tc>
          <w:tcPr>
            <w:tcW w:w="723" w:type="dxa"/>
            <w:vAlign w:val="bottom"/>
          </w:tcPr>
          <w:p w14:paraId="6518A2E5" w14:textId="77777777" w:rsidR="004170D5" w:rsidRPr="004A48FF" w:rsidRDefault="004170D5" w:rsidP="004170D5">
            <w:pPr>
              <w:tabs>
                <w:tab w:val="decimal" w:pos="636"/>
              </w:tabs>
              <w:spacing w:line="300" w:lineRule="atLeast"/>
              <w:ind w:left="90" w:right="90"/>
              <w:rPr>
                <w:sz w:val="16"/>
                <w:szCs w:val="16"/>
              </w:rPr>
            </w:pPr>
          </w:p>
        </w:tc>
        <w:tc>
          <w:tcPr>
            <w:tcW w:w="630" w:type="dxa"/>
            <w:vAlign w:val="bottom"/>
          </w:tcPr>
          <w:p w14:paraId="7D2E0D1F" w14:textId="77777777" w:rsidR="004170D5" w:rsidRPr="004A48FF" w:rsidRDefault="004170D5" w:rsidP="004170D5">
            <w:pPr>
              <w:tabs>
                <w:tab w:val="decimal" w:pos="720"/>
              </w:tabs>
              <w:spacing w:line="300" w:lineRule="atLeast"/>
              <w:ind w:left="90" w:right="90"/>
              <w:rPr>
                <w:sz w:val="16"/>
                <w:szCs w:val="16"/>
              </w:rPr>
            </w:pPr>
          </w:p>
        </w:tc>
        <w:tc>
          <w:tcPr>
            <w:tcW w:w="628" w:type="dxa"/>
            <w:vAlign w:val="bottom"/>
          </w:tcPr>
          <w:p w14:paraId="6ABA479C" w14:textId="77777777" w:rsidR="004170D5" w:rsidRPr="004A48FF" w:rsidRDefault="004170D5" w:rsidP="004170D5">
            <w:pPr>
              <w:tabs>
                <w:tab w:val="decimal" w:pos="720"/>
              </w:tabs>
              <w:spacing w:line="300" w:lineRule="atLeast"/>
              <w:ind w:left="90" w:right="90"/>
              <w:rPr>
                <w:sz w:val="16"/>
                <w:szCs w:val="16"/>
              </w:rPr>
            </w:pPr>
          </w:p>
        </w:tc>
        <w:tc>
          <w:tcPr>
            <w:tcW w:w="630" w:type="dxa"/>
            <w:vAlign w:val="bottom"/>
          </w:tcPr>
          <w:p w14:paraId="075A1480" w14:textId="77777777" w:rsidR="004170D5" w:rsidRPr="004A48FF" w:rsidRDefault="004170D5" w:rsidP="004170D5">
            <w:pPr>
              <w:tabs>
                <w:tab w:val="decimal" w:pos="720"/>
              </w:tabs>
              <w:spacing w:line="300" w:lineRule="atLeast"/>
              <w:ind w:left="90" w:right="90"/>
              <w:rPr>
                <w:sz w:val="16"/>
                <w:szCs w:val="16"/>
              </w:rPr>
            </w:pPr>
          </w:p>
        </w:tc>
        <w:tc>
          <w:tcPr>
            <w:tcW w:w="630" w:type="dxa"/>
            <w:vAlign w:val="bottom"/>
          </w:tcPr>
          <w:p w14:paraId="25D12A66" w14:textId="77777777" w:rsidR="004170D5" w:rsidRPr="004A48FF" w:rsidRDefault="004170D5" w:rsidP="004170D5">
            <w:pPr>
              <w:tabs>
                <w:tab w:val="decimal" w:pos="720"/>
              </w:tabs>
              <w:spacing w:line="300" w:lineRule="atLeast"/>
              <w:ind w:left="90" w:right="90"/>
              <w:rPr>
                <w:sz w:val="16"/>
                <w:szCs w:val="16"/>
              </w:rPr>
            </w:pPr>
          </w:p>
        </w:tc>
        <w:tc>
          <w:tcPr>
            <w:tcW w:w="630" w:type="dxa"/>
            <w:vAlign w:val="bottom"/>
          </w:tcPr>
          <w:p w14:paraId="645451DC" w14:textId="77777777" w:rsidR="004170D5" w:rsidRPr="004A48FF" w:rsidRDefault="004170D5" w:rsidP="004170D5">
            <w:pPr>
              <w:tabs>
                <w:tab w:val="decimal" w:pos="720"/>
              </w:tabs>
              <w:spacing w:line="300" w:lineRule="atLeast"/>
              <w:ind w:left="90" w:right="90"/>
              <w:rPr>
                <w:sz w:val="16"/>
                <w:szCs w:val="16"/>
              </w:rPr>
            </w:pPr>
          </w:p>
        </w:tc>
        <w:tc>
          <w:tcPr>
            <w:tcW w:w="671" w:type="dxa"/>
            <w:vAlign w:val="bottom"/>
          </w:tcPr>
          <w:p w14:paraId="11D557B7" w14:textId="77777777" w:rsidR="004170D5" w:rsidRPr="004A48FF" w:rsidRDefault="004170D5" w:rsidP="004170D5">
            <w:pPr>
              <w:tabs>
                <w:tab w:val="decimal" w:pos="720"/>
              </w:tabs>
              <w:spacing w:line="300" w:lineRule="atLeast"/>
              <w:ind w:left="90" w:right="90"/>
              <w:rPr>
                <w:sz w:val="16"/>
                <w:szCs w:val="16"/>
              </w:rPr>
            </w:pPr>
          </w:p>
        </w:tc>
        <w:tc>
          <w:tcPr>
            <w:tcW w:w="864" w:type="dxa"/>
            <w:vAlign w:val="bottom"/>
          </w:tcPr>
          <w:p w14:paraId="4092C572" w14:textId="77777777" w:rsidR="004170D5" w:rsidRPr="004A48FF" w:rsidRDefault="004170D5" w:rsidP="004170D5">
            <w:pPr>
              <w:tabs>
                <w:tab w:val="decimal" w:pos="772"/>
              </w:tabs>
              <w:spacing w:line="300" w:lineRule="atLeast"/>
              <w:ind w:left="-45" w:right="80"/>
              <w:rPr>
                <w:sz w:val="16"/>
                <w:szCs w:val="16"/>
              </w:rPr>
            </w:pPr>
          </w:p>
        </w:tc>
        <w:tc>
          <w:tcPr>
            <w:tcW w:w="810" w:type="dxa"/>
            <w:vAlign w:val="bottom"/>
          </w:tcPr>
          <w:p w14:paraId="59AD8892" w14:textId="77777777" w:rsidR="004170D5" w:rsidRPr="004A48FF" w:rsidRDefault="004170D5" w:rsidP="004170D5">
            <w:pPr>
              <w:tabs>
                <w:tab w:val="decimal" w:pos="713"/>
              </w:tabs>
              <w:spacing w:line="300" w:lineRule="atLeast"/>
              <w:ind w:left="-90" w:right="80"/>
              <w:rPr>
                <w:sz w:val="16"/>
                <w:szCs w:val="16"/>
              </w:rPr>
            </w:pPr>
          </w:p>
        </w:tc>
        <w:tc>
          <w:tcPr>
            <w:tcW w:w="725" w:type="dxa"/>
          </w:tcPr>
          <w:p w14:paraId="715D20ED" w14:textId="77777777" w:rsidR="004170D5" w:rsidRPr="004A48FF" w:rsidRDefault="004170D5" w:rsidP="004170D5">
            <w:pPr>
              <w:tabs>
                <w:tab w:val="decimal" w:pos="630"/>
                <w:tab w:val="decimal" w:pos="720"/>
              </w:tabs>
              <w:spacing w:line="300" w:lineRule="atLeast"/>
              <w:ind w:left="90" w:right="90"/>
              <w:rPr>
                <w:sz w:val="16"/>
                <w:szCs w:val="16"/>
              </w:rPr>
            </w:pPr>
          </w:p>
        </w:tc>
        <w:tc>
          <w:tcPr>
            <w:tcW w:w="726" w:type="dxa"/>
          </w:tcPr>
          <w:p w14:paraId="1CC526C6" w14:textId="77777777" w:rsidR="004170D5" w:rsidRPr="004A48FF" w:rsidRDefault="004170D5" w:rsidP="004170D5">
            <w:pPr>
              <w:tabs>
                <w:tab w:val="decimal" w:pos="626"/>
              </w:tabs>
              <w:spacing w:line="300" w:lineRule="atLeast"/>
              <w:ind w:left="90"/>
              <w:rPr>
                <w:sz w:val="16"/>
                <w:szCs w:val="16"/>
              </w:rPr>
            </w:pPr>
          </w:p>
        </w:tc>
        <w:tc>
          <w:tcPr>
            <w:tcW w:w="889" w:type="dxa"/>
            <w:vAlign w:val="bottom"/>
          </w:tcPr>
          <w:p w14:paraId="526D4B60" w14:textId="77777777" w:rsidR="004170D5" w:rsidRPr="004A48FF" w:rsidRDefault="004170D5" w:rsidP="004170D5">
            <w:pPr>
              <w:tabs>
                <w:tab w:val="decimal" w:pos="795"/>
              </w:tabs>
              <w:spacing w:line="300" w:lineRule="atLeast"/>
              <w:ind w:left="-25" w:right="90"/>
              <w:rPr>
                <w:sz w:val="16"/>
                <w:szCs w:val="16"/>
              </w:rPr>
            </w:pPr>
          </w:p>
        </w:tc>
        <w:tc>
          <w:tcPr>
            <w:tcW w:w="897" w:type="dxa"/>
            <w:vAlign w:val="bottom"/>
          </w:tcPr>
          <w:p w14:paraId="45F18CB9" w14:textId="77777777" w:rsidR="004170D5" w:rsidRPr="004A48FF" w:rsidRDefault="004170D5" w:rsidP="004170D5">
            <w:pPr>
              <w:tabs>
                <w:tab w:val="decimal" w:pos="716"/>
                <w:tab w:val="decimal" w:pos="810"/>
              </w:tabs>
              <w:spacing w:line="300" w:lineRule="atLeast"/>
              <w:ind w:left="82" w:right="-10"/>
              <w:rPr>
                <w:sz w:val="16"/>
                <w:szCs w:val="16"/>
              </w:rPr>
            </w:pPr>
          </w:p>
        </w:tc>
        <w:tc>
          <w:tcPr>
            <w:tcW w:w="900" w:type="dxa"/>
          </w:tcPr>
          <w:p w14:paraId="5EB06FCB" w14:textId="4BF12FA4" w:rsidR="004170D5" w:rsidRPr="004170D5" w:rsidRDefault="004170D5" w:rsidP="004170D5">
            <w:pPr>
              <w:tabs>
                <w:tab w:val="decimal" w:pos="810"/>
              </w:tabs>
              <w:spacing w:line="300" w:lineRule="atLeast"/>
              <w:rPr>
                <w:sz w:val="16"/>
                <w:szCs w:val="16"/>
              </w:rPr>
            </w:pPr>
            <w:r w:rsidRPr="004170D5">
              <w:rPr>
                <w:sz w:val="16"/>
                <w:szCs w:val="16"/>
              </w:rPr>
              <w:t>235,621</w:t>
            </w:r>
          </w:p>
        </w:tc>
        <w:tc>
          <w:tcPr>
            <w:tcW w:w="900" w:type="dxa"/>
            <w:vAlign w:val="bottom"/>
          </w:tcPr>
          <w:p w14:paraId="31BDAFBD" w14:textId="1BAE688C" w:rsidR="004170D5" w:rsidRPr="004A48FF" w:rsidRDefault="004170D5" w:rsidP="004170D5">
            <w:pPr>
              <w:tabs>
                <w:tab w:val="decimal" w:pos="810"/>
              </w:tabs>
              <w:spacing w:line="300" w:lineRule="atLeast"/>
              <w:rPr>
                <w:sz w:val="16"/>
                <w:szCs w:val="16"/>
              </w:rPr>
            </w:pPr>
            <w:r w:rsidRPr="004A48FF">
              <w:rPr>
                <w:sz w:val="16"/>
                <w:szCs w:val="16"/>
              </w:rPr>
              <w:t>288,648</w:t>
            </w:r>
          </w:p>
        </w:tc>
      </w:tr>
      <w:tr w:rsidR="004170D5" w:rsidRPr="004A48FF" w14:paraId="2C50C982" w14:textId="77777777" w:rsidTr="00CF5715">
        <w:trPr>
          <w:cantSplit/>
          <w:trHeight w:val="20"/>
        </w:trPr>
        <w:tc>
          <w:tcPr>
            <w:tcW w:w="2807" w:type="dxa"/>
            <w:vAlign w:val="bottom"/>
          </w:tcPr>
          <w:p w14:paraId="3E3FE8DD" w14:textId="77777777" w:rsidR="004170D5" w:rsidRPr="004A48FF" w:rsidRDefault="004170D5" w:rsidP="004170D5">
            <w:pPr>
              <w:pStyle w:val="BodyText"/>
              <w:spacing w:line="300" w:lineRule="atLeast"/>
              <w:ind w:left="360" w:right="90" w:hanging="90"/>
              <w:jc w:val="left"/>
              <w:rPr>
                <w:rFonts w:eastAsia="Arial Unicode MS" w:cs="Times New Roman"/>
                <w:sz w:val="16"/>
                <w:szCs w:val="16"/>
              </w:rPr>
            </w:pPr>
            <w:r w:rsidRPr="004A48FF">
              <w:rPr>
                <w:rFonts w:eastAsia="Arial Unicode MS" w:cs="Times New Roman"/>
                <w:sz w:val="16"/>
                <w:szCs w:val="16"/>
              </w:rPr>
              <w:t>Distribution costs</w:t>
            </w:r>
          </w:p>
        </w:tc>
        <w:tc>
          <w:tcPr>
            <w:tcW w:w="790" w:type="dxa"/>
            <w:vAlign w:val="bottom"/>
          </w:tcPr>
          <w:p w14:paraId="34D53530" w14:textId="77777777" w:rsidR="004170D5" w:rsidRPr="004A48FF" w:rsidRDefault="004170D5" w:rsidP="004170D5">
            <w:pPr>
              <w:tabs>
                <w:tab w:val="decimal" w:pos="615"/>
              </w:tabs>
              <w:spacing w:line="300" w:lineRule="atLeast"/>
              <w:ind w:left="90" w:right="-25"/>
              <w:rPr>
                <w:sz w:val="16"/>
                <w:szCs w:val="16"/>
              </w:rPr>
            </w:pPr>
          </w:p>
        </w:tc>
        <w:tc>
          <w:tcPr>
            <w:tcW w:w="723" w:type="dxa"/>
            <w:vAlign w:val="bottom"/>
          </w:tcPr>
          <w:p w14:paraId="7266302D" w14:textId="77777777" w:rsidR="004170D5" w:rsidRPr="004A48FF" w:rsidRDefault="004170D5" w:rsidP="004170D5">
            <w:pPr>
              <w:tabs>
                <w:tab w:val="decimal" w:pos="636"/>
              </w:tabs>
              <w:spacing w:line="300" w:lineRule="atLeast"/>
              <w:ind w:left="90" w:right="90"/>
              <w:rPr>
                <w:sz w:val="16"/>
                <w:szCs w:val="16"/>
              </w:rPr>
            </w:pPr>
          </w:p>
        </w:tc>
        <w:tc>
          <w:tcPr>
            <w:tcW w:w="630" w:type="dxa"/>
            <w:vAlign w:val="bottom"/>
          </w:tcPr>
          <w:p w14:paraId="555321F6" w14:textId="77777777" w:rsidR="004170D5" w:rsidRPr="004A48FF" w:rsidRDefault="004170D5" w:rsidP="004170D5">
            <w:pPr>
              <w:tabs>
                <w:tab w:val="decimal" w:pos="720"/>
              </w:tabs>
              <w:spacing w:line="300" w:lineRule="atLeast"/>
              <w:ind w:left="90" w:right="90"/>
              <w:rPr>
                <w:sz w:val="16"/>
                <w:szCs w:val="16"/>
              </w:rPr>
            </w:pPr>
          </w:p>
        </w:tc>
        <w:tc>
          <w:tcPr>
            <w:tcW w:w="628" w:type="dxa"/>
            <w:vAlign w:val="bottom"/>
          </w:tcPr>
          <w:p w14:paraId="714ABEB2" w14:textId="77777777" w:rsidR="004170D5" w:rsidRPr="004A48FF" w:rsidRDefault="004170D5" w:rsidP="004170D5">
            <w:pPr>
              <w:tabs>
                <w:tab w:val="decimal" w:pos="720"/>
              </w:tabs>
              <w:spacing w:line="300" w:lineRule="atLeast"/>
              <w:ind w:left="90" w:right="90"/>
              <w:rPr>
                <w:sz w:val="16"/>
                <w:szCs w:val="16"/>
              </w:rPr>
            </w:pPr>
          </w:p>
        </w:tc>
        <w:tc>
          <w:tcPr>
            <w:tcW w:w="630" w:type="dxa"/>
            <w:vAlign w:val="bottom"/>
          </w:tcPr>
          <w:p w14:paraId="5B8294D2" w14:textId="77777777" w:rsidR="004170D5" w:rsidRPr="004A48FF" w:rsidRDefault="004170D5" w:rsidP="004170D5">
            <w:pPr>
              <w:tabs>
                <w:tab w:val="decimal" w:pos="720"/>
              </w:tabs>
              <w:spacing w:line="300" w:lineRule="atLeast"/>
              <w:ind w:left="90" w:right="90"/>
              <w:rPr>
                <w:sz w:val="16"/>
                <w:szCs w:val="16"/>
              </w:rPr>
            </w:pPr>
          </w:p>
        </w:tc>
        <w:tc>
          <w:tcPr>
            <w:tcW w:w="630" w:type="dxa"/>
            <w:vAlign w:val="bottom"/>
          </w:tcPr>
          <w:p w14:paraId="3B941455" w14:textId="77777777" w:rsidR="004170D5" w:rsidRPr="004A48FF" w:rsidRDefault="004170D5" w:rsidP="004170D5">
            <w:pPr>
              <w:tabs>
                <w:tab w:val="decimal" w:pos="720"/>
              </w:tabs>
              <w:spacing w:line="300" w:lineRule="atLeast"/>
              <w:ind w:left="90" w:right="90"/>
              <w:rPr>
                <w:sz w:val="16"/>
                <w:szCs w:val="16"/>
              </w:rPr>
            </w:pPr>
          </w:p>
        </w:tc>
        <w:tc>
          <w:tcPr>
            <w:tcW w:w="630" w:type="dxa"/>
            <w:vAlign w:val="bottom"/>
          </w:tcPr>
          <w:p w14:paraId="3ADCC4C4" w14:textId="77777777" w:rsidR="004170D5" w:rsidRPr="004A48FF" w:rsidRDefault="004170D5" w:rsidP="004170D5">
            <w:pPr>
              <w:tabs>
                <w:tab w:val="decimal" w:pos="720"/>
              </w:tabs>
              <w:spacing w:line="300" w:lineRule="atLeast"/>
              <w:ind w:left="90" w:right="90"/>
              <w:rPr>
                <w:sz w:val="16"/>
                <w:szCs w:val="16"/>
              </w:rPr>
            </w:pPr>
          </w:p>
        </w:tc>
        <w:tc>
          <w:tcPr>
            <w:tcW w:w="671" w:type="dxa"/>
            <w:vAlign w:val="bottom"/>
          </w:tcPr>
          <w:p w14:paraId="42755C69" w14:textId="77777777" w:rsidR="004170D5" w:rsidRPr="004A48FF" w:rsidRDefault="004170D5" w:rsidP="004170D5">
            <w:pPr>
              <w:tabs>
                <w:tab w:val="decimal" w:pos="720"/>
              </w:tabs>
              <w:spacing w:line="300" w:lineRule="atLeast"/>
              <w:ind w:left="90" w:right="90"/>
              <w:rPr>
                <w:sz w:val="16"/>
                <w:szCs w:val="16"/>
              </w:rPr>
            </w:pPr>
          </w:p>
        </w:tc>
        <w:tc>
          <w:tcPr>
            <w:tcW w:w="864" w:type="dxa"/>
            <w:vAlign w:val="bottom"/>
          </w:tcPr>
          <w:p w14:paraId="2B66ED61" w14:textId="77777777" w:rsidR="004170D5" w:rsidRPr="004A48FF" w:rsidRDefault="004170D5" w:rsidP="004170D5">
            <w:pPr>
              <w:tabs>
                <w:tab w:val="decimal" w:pos="772"/>
              </w:tabs>
              <w:spacing w:line="300" w:lineRule="atLeast"/>
              <w:ind w:left="-45" w:right="80"/>
              <w:rPr>
                <w:sz w:val="16"/>
                <w:szCs w:val="16"/>
              </w:rPr>
            </w:pPr>
          </w:p>
        </w:tc>
        <w:tc>
          <w:tcPr>
            <w:tcW w:w="810" w:type="dxa"/>
            <w:vAlign w:val="bottom"/>
          </w:tcPr>
          <w:p w14:paraId="26AD75C9" w14:textId="77777777" w:rsidR="004170D5" w:rsidRPr="004A48FF" w:rsidRDefault="004170D5" w:rsidP="004170D5">
            <w:pPr>
              <w:tabs>
                <w:tab w:val="decimal" w:pos="713"/>
              </w:tabs>
              <w:spacing w:line="300" w:lineRule="atLeast"/>
              <w:ind w:left="-90" w:right="80"/>
              <w:rPr>
                <w:sz w:val="16"/>
                <w:szCs w:val="16"/>
              </w:rPr>
            </w:pPr>
          </w:p>
        </w:tc>
        <w:tc>
          <w:tcPr>
            <w:tcW w:w="725" w:type="dxa"/>
          </w:tcPr>
          <w:p w14:paraId="678C67CC" w14:textId="77777777" w:rsidR="004170D5" w:rsidRPr="004A48FF" w:rsidRDefault="004170D5" w:rsidP="004170D5">
            <w:pPr>
              <w:tabs>
                <w:tab w:val="decimal" w:pos="630"/>
                <w:tab w:val="decimal" w:pos="720"/>
              </w:tabs>
              <w:spacing w:line="300" w:lineRule="atLeast"/>
              <w:ind w:left="90" w:right="90"/>
              <w:rPr>
                <w:sz w:val="16"/>
                <w:szCs w:val="16"/>
              </w:rPr>
            </w:pPr>
          </w:p>
        </w:tc>
        <w:tc>
          <w:tcPr>
            <w:tcW w:w="726" w:type="dxa"/>
          </w:tcPr>
          <w:p w14:paraId="1076FDC4" w14:textId="77777777" w:rsidR="004170D5" w:rsidRPr="004A48FF" w:rsidRDefault="004170D5" w:rsidP="004170D5">
            <w:pPr>
              <w:tabs>
                <w:tab w:val="decimal" w:pos="626"/>
              </w:tabs>
              <w:spacing w:line="300" w:lineRule="atLeast"/>
              <w:ind w:left="90"/>
              <w:rPr>
                <w:sz w:val="16"/>
                <w:szCs w:val="16"/>
              </w:rPr>
            </w:pPr>
          </w:p>
        </w:tc>
        <w:tc>
          <w:tcPr>
            <w:tcW w:w="889" w:type="dxa"/>
            <w:vAlign w:val="bottom"/>
          </w:tcPr>
          <w:p w14:paraId="3FF1F6F5" w14:textId="77777777" w:rsidR="004170D5" w:rsidRPr="004A48FF" w:rsidRDefault="004170D5" w:rsidP="004170D5">
            <w:pPr>
              <w:tabs>
                <w:tab w:val="decimal" w:pos="795"/>
              </w:tabs>
              <w:spacing w:line="300" w:lineRule="atLeast"/>
              <w:ind w:left="-25" w:right="90"/>
              <w:rPr>
                <w:sz w:val="16"/>
                <w:szCs w:val="16"/>
              </w:rPr>
            </w:pPr>
          </w:p>
        </w:tc>
        <w:tc>
          <w:tcPr>
            <w:tcW w:w="897" w:type="dxa"/>
            <w:vAlign w:val="bottom"/>
          </w:tcPr>
          <w:p w14:paraId="409BFC08" w14:textId="77777777" w:rsidR="004170D5" w:rsidRPr="004A48FF" w:rsidRDefault="004170D5" w:rsidP="004170D5">
            <w:pPr>
              <w:tabs>
                <w:tab w:val="decimal" w:pos="716"/>
              </w:tabs>
              <w:spacing w:line="300" w:lineRule="atLeast"/>
              <w:ind w:left="82" w:right="-10"/>
              <w:rPr>
                <w:sz w:val="16"/>
                <w:szCs w:val="16"/>
              </w:rPr>
            </w:pPr>
          </w:p>
        </w:tc>
        <w:tc>
          <w:tcPr>
            <w:tcW w:w="900" w:type="dxa"/>
          </w:tcPr>
          <w:p w14:paraId="3B208F61" w14:textId="7EBD9731" w:rsidR="004170D5" w:rsidRPr="004170D5" w:rsidRDefault="004170D5" w:rsidP="004170D5">
            <w:pPr>
              <w:tabs>
                <w:tab w:val="decimal" w:pos="810"/>
              </w:tabs>
              <w:spacing w:line="300" w:lineRule="atLeast"/>
              <w:rPr>
                <w:sz w:val="16"/>
                <w:szCs w:val="16"/>
              </w:rPr>
            </w:pPr>
            <w:r w:rsidRPr="004170D5">
              <w:rPr>
                <w:sz w:val="16"/>
                <w:szCs w:val="16"/>
              </w:rPr>
              <w:t>(256,694)</w:t>
            </w:r>
          </w:p>
        </w:tc>
        <w:tc>
          <w:tcPr>
            <w:tcW w:w="900" w:type="dxa"/>
            <w:vAlign w:val="bottom"/>
          </w:tcPr>
          <w:p w14:paraId="6B295939" w14:textId="7E056FCA" w:rsidR="004170D5" w:rsidRPr="004A48FF" w:rsidRDefault="004170D5" w:rsidP="004170D5">
            <w:pPr>
              <w:tabs>
                <w:tab w:val="decimal" w:pos="810"/>
              </w:tabs>
              <w:spacing w:line="300" w:lineRule="atLeast"/>
              <w:rPr>
                <w:sz w:val="16"/>
                <w:szCs w:val="16"/>
              </w:rPr>
            </w:pPr>
            <w:r w:rsidRPr="004A48FF">
              <w:rPr>
                <w:sz w:val="16"/>
                <w:szCs w:val="16"/>
              </w:rPr>
              <w:t>(366,956)</w:t>
            </w:r>
          </w:p>
        </w:tc>
      </w:tr>
      <w:tr w:rsidR="004170D5" w:rsidRPr="004A48FF" w14:paraId="206BACE0" w14:textId="77777777" w:rsidTr="00CF5715">
        <w:trPr>
          <w:cantSplit/>
          <w:trHeight w:val="20"/>
        </w:trPr>
        <w:tc>
          <w:tcPr>
            <w:tcW w:w="2807" w:type="dxa"/>
            <w:vAlign w:val="bottom"/>
          </w:tcPr>
          <w:p w14:paraId="324F45FC" w14:textId="77777777" w:rsidR="004170D5" w:rsidRPr="004A48FF" w:rsidRDefault="004170D5" w:rsidP="004170D5">
            <w:pPr>
              <w:pStyle w:val="BodyText"/>
              <w:spacing w:line="300" w:lineRule="atLeast"/>
              <w:ind w:left="360" w:right="90" w:hanging="90"/>
              <w:jc w:val="left"/>
              <w:rPr>
                <w:rFonts w:eastAsia="Arial Unicode MS" w:cs="Times New Roman"/>
                <w:sz w:val="16"/>
                <w:szCs w:val="16"/>
              </w:rPr>
            </w:pPr>
            <w:r w:rsidRPr="004A48FF">
              <w:rPr>
                <w:rFonts w:eastAsia="Arial Unicode MS" w:cs="Times New Roman"/>
                <w:sz w:val="16"/>
                <w:szCs w:val="16"/>
              </w:rPr>
              <w:t xml:space="preserve">Administrative expenses </w:t>
            </w:r>
          </w:p>
        </w:tc>
        <w:tc>
          <w:tcPr>
            <w:tcW w:w="790" w:type="dxa"/>
            <w:vAlign w:val="bottom"/>
          </w:tcPr>
          <w:p w14:paraId="263CB282" w14:textId="77777777" w:rsidR="004170D5" w:rsidRPr="004A48FF" w:rsidRDefault="004170D5" w:rsidP="004170D5">
            <w:pPr>
              <w:tabs>
                <w:tab w:val="decimal" w:pos="615"/>
              </w:tabs>
              <w:spacing w:line="300" w:lineRule="atLeast"/>
              <w:ind w:left="90" w:right="-25"/>
              <w:rPr>
                <w:sz w:val="16"/>
                <w:szCs w:val="16"/>
              </w:rPr>
            </w:pPr>
          </w:p>
        </w:tc>
        <w:tc>
          <w:tcPr>
            <w:tcW w:w="723" w:type="dxa"/>
            <w:vAlign w:val="bottom"/>
          </w:tcPr>
          <w:p w14:paraId="0198F687" w14:textId="77777777" w:rsidR="004170D5" w:rsidRPr="004A48FF" w:rsidRDefault="004170D5" w:rsidP="004170D5">
            <w:pPr>
              <w:tabs>
                <w:tab w:val="decimal" w:pos="636"/>
              </w:tabs>
              <w:spacing w:line="300" w:lineRule="atLeast"/>
              <w:ind w:left="90" w:right="90"/>
              <w:rPr>
                <w:sz w:val="16"/>
                <w:szCs w:val="16"/>
              </w:rPr>
            </w:pPr>
          </w:p>
        </w:tc>
        <w:tc>
          <w:tcPr>
            <w:tcW w:w="630" w:type="dxa"/>
            <w:vAlign w:val="bottom"/>
          </w:tcPr>
          <w:p w14:paraId="64364F97" w14:textId="77777777" w:rsidR="004170D5" w:rsidRPr="004A48FF" w:rsidRDefault="004170D5" w:rsidP="004170D5">
            <w:pPr>
              <w:tabs>
                <w:tab w:val="decimal" w:pos="720"/>
              </w:tabs>
              <w:spacing w:line="300" w:lineRule="atLeast"/>
              <w:ind w:left="90" w:right="90"/>
              <w:rPr>
                <w:sz w:val="16"/>
                <w:szCs w:val="16"/>
              </w:rPr>
            </w:pPr>
          </w:p>
        </w:tc>
        <w:tc>
          <w:tcPr>
            <w:tcW w:w="628" w:type="dxa"/>
            <w:vAlign w:val="bottom"/>
          </w:tcPr>
          <w:p w14:paraId="129836B1" w14:textId="77777777" w:rsidR="004170D5" w:rsidRPr="004A48FF" w:rsidRDefault="004170D5" w:rsidP="004170D5">
            <w:pPr>
              <w:tabs>
                <w:tab w:val="decimal" w:pos="720"/>
              </w:tabs>
              <w:spacing w:line="300" w:lineRule="atLeast"/>
              <w:ind w:left="90" w:right="90"/>
              <w:rPr>
                <w:sz w:val="16"/>
                <w:szCs w:val="16"/>
              </w:rPr>
            </w:pPr>
          </w:p>
        </w:tc>
        <w:tc>
          <w:tcPr>
            <w:tcW w:w="630" w:type="dxa"/>
            <w:vAlign w:val="bottom"/>
          </w:tcPr>
          <w:p w14:paraId="7476D347" w14:textId="77777777" w:rsidR="004170D5" w:rsidRPr="004A48FF" w:rsidRDefault="004170D5" w:rsidP="004170D5">
            <w:pPr>
              <w:tabs>
                <w:tab w:val="decimal" w:pos="720"/>
              </w:tabs>
              <w:spacing w:line="300" w:lineRule="atLeast"/>
              <w:ind w:left="90" w:right="90"/>
              <w:rPr>
                <w:sz w:val="16"/>
                <w:szCs w:val="16"/>
              </w:rPr>
            </w:pPr>
          </w:p>
        </w:tc>
        <w:tc>
          <w:tcPr>
            <w:tcW w:w="630" w:type="dxa"/>
            <w:vAlign w:val="bottom"/>
          </w:tcPr>
          <w:p w14:paraId="0D9446BA" w14:textId="77777777" w:rsidR="004170D5" w:rsidRPr="004A48FF" w:rsidRDefault="004170D5" w:rsidP="004170D5">
            <w:pPr>
              <w:tabs>
                <w:tab w:val="decimal" w:pos="720"/>
              </w:tabs>
              <w:spacing w:line="300" w:lineRule="atLeast"/>
              <w:ind w:left="90" w:right="90"/>
              <w:rPr>
                <w:sz w:val="16"/>
                <w:szCs w:val="16"/>
              </w:rPr>
            </w:pPr>
          </w:p>
        </w:tc>
        <w:tc>
          <w:tcPr>
            <w:tcW w:w="630" w:type="dxa"/>
            <w:vAlign w:val="bottom"/>
          </w:tcPr>
          <w:p w14:paraId="0C6A11D5" w14:textId="77777777" w:rsidR="004170D5" w:rsidRPr="004A48FF" w:rsidRDefault="004170D5" w:rsidP="004170D5">
            <w:pPr>
              <w:tabs>
                <w:tab w:val="decimal" w:pos="720"/>
              </w:tabs>
              <w:spacing w:line="300" w:lineRule="atLeast"/>
              <w:ind w:left="90" w:right="90"/>
              <w:rPr>
                <w:sz w:val="16"/>
                <w:szCs w:val="16"/>
              </w:rPr>
            </w:pPr>
          </w:p>
        </w:tc>
        <w:tc>
          <w:tcPr>
            <w:tcW w:w="671" w:type="dxa"/>
            <w:vAlign w:val="bottom"/>
          </w:tcPr>
          <w:p w14:paraId="5C3ADE10" w14:textId="77777777" w:rsidR="004170D5" w:rsidRPr="004A48FF" w:rsidRDefault="004170D5" w:rsidP="004170D5">
            <w:pPr>
              <w:tabs>
                <w:tab w:val="decimal" w:pos="720"/>
              </w:tabs>
              <w:spacing w:line="300" w:lineRule="atLeast"/>
              <w:ind w:left="90" w:right="90"/>
              <w:rPr>
                <w:sz w:val="16"/>
                <w:szCs w:val="16"/>
              </w:rPr>
            </w:pPr>
          </w:p>
        </w:tc>
        <w:tc>
          <w:tcPr>
            <w:tcW w:w="864" w:type="dxa"/>
            <w:vAlign w:val="bottom"/>
          </w:tcPr>
          <w:p w14:paraId="5965E2CE" w14:textId="77777777" w:rsidR="004170D5" w:rsidRPr="004A48FF" w:rsidRDefault="004170D5" w:rsidP="004170D5">
            <w:pPr>
              <w:tabs>
                <w:tab w:val="decimal" w:pos="772"/>
              </w:tabs>
              <w:spacing w:line="300" w:lineRule="atLeast"/>
              <w:ind w:left="-45" w:right="80"/>
              <w:rPr>
                <w:sz w:val="16"/>
                <w:szCs w:val="16"/>
              </w:rPr>
            </w:pPr>
          </w:p>
        </w:tc>
        <w:tc>
          <w:tcPr>
            <w:tcW w:w="810" w:type="dxa"/>
            <w:vAlign w:val="bottom"/>
          </w:tcPr>
          <w:p w14:paraId="34BACE41" w14:textId="77777777" w:rsidR="004170D5" w:rsidRPr="004A48FF" w:rsidRDefault="004170D5" w:rsidP="004170D5">
            <w:pPr>
              <w:tabs>
                <w:tab w:val="decimal" w:pos="713"/>
              </w:tabs>
              <w:spacing w:line="300" w:lineRule="atLeast"/>
              <w:ind w:left="-90" w:right="80"/>
              <w:rPr>
                <w:sz w:val="16"/>
                <w:szCs w:val="16"/>
              </w:rPr>
            </w:pPr>
          </w:p>
        </w:tc>
        <w:tc>
          <w:tcPr>
            <w:tcW w:w="725" w:type="dxa"/>
          </w:tcPr>
          <w:p w14:paraId="7D877025" w14:textId="77777777" w:rsidR="004170D5" w:rsidRPr="004A48FF" w:rsidRDefault="004170D5" w:rsidP="004170D5">
            <w:pPr>
              <w:tabs>
                <w:tab w:val="decimal" w:pos="630"/>
                <w:tab w:val="decimal" w:pos="720"/>
              </w:tabs>
              <w:spacing w:line="300" w:lineRule="atLeast"/>
              <w:ind w:left="90" w:right="90"/>
              <w:rPr>
                <w:sz w:val="16"/>
                <w:szCs w:val="16"/>
              </w:rPr>
            </w:pPr>
          </w:p>
        </w:tc>
        <w:tc>
          <w:tcPr>
            <w:tcW w:w="726" w:type="dxa"/>
          </w:tcPr>
          <w:p w14:paraId="4FE64828" w14:textId="77777777" w:rsidR="004170D5" w:rsidRPr="004A48FF" w:rsidRDefault="004170D5" w:rsidP="004170D5">
            <w:pPr>
              <w:tabs>
                <w:tab w:val="decimal" w:pos="626"/>
              </w:tabs>
              <w:spacing w:line="300" w:lineRule="atLeast"/>
              <w:ind w:left="90"/>
              <w:rPr>
                <w:sz w:val="16"/>
                <w:szCs w:val="16"/>
              </w:rPr>
            </w:pPr>
          </w:p>
        </w:tc>
        <w:tc>
          <w:tcPr>
            <w:tcW w:w="889" w:type="dxa"/>
            <w:vAlign w:val="bottom"/>
          </w:tcPr>
          <w:p w14:paraId="506B052A" w14:textId="77777777" w:rsidR="004170D5" w:rsidRPr="004A48FF" w:rsidRDefault="004170D5" w:rsidP="004170D5">
            <w:pPr>
              <w:tabs>
                <w:tab w:val="decimal" w:pos="795"/>
              </w:tabs>
              <w:spacing w:line="300" w:lineRule="atLeast"/>
              <w:ind w:left="-25" w:right="90"/>
              <w:rPr>
                <w:sz w:val="16"/>
                <w:szCs w:val="16"/>
              </w:rPr>
            </w:pPr>
          </w:p>
        </w:tc>
        <w:tc>
          <w:tcPr>
            <w:tcW w:w="897" w:type="dxa"/>
            <w:vAlign w:val="bottom"/>
          </w:tcPr>
          <w:p w14:paraId="34B205E8" w14:textId="77777777" w:rsidR="004170D5" w:rsidRPr="004A48FF" w:rsidRDefault="004170D5" w:rsidP="004170D5">
            <w:pPr>
              <w:tabs>
                <w:tab w:val="decimal" w:pos="716"/>
              </w:tabs>
              <w:spacing w:line="300" w:lineRule="atLeast"/>
              <w:ind w:left="82" w:right="-10"/>
              <w:rPr>
                <w:sz w:val="16"/>
                <w:szCs w:val="16"/>
              </w:rPr>
            </w:pPr>
          </w:p>
        </w:tc>
        <w:tc>
          <w:tcPr>
            <w:tcW w:w="900" w:type="dxa"/>
          </w:tcPr>
          <w:p w14:paraId="2C997378" w14:textId="4A5E333A" w:rsidR="004170D5" w:rsidRPr="004170D5" w:rsidRDefault="004170D5" w:rsidP="004170D5">
            <w:pPr>
              <w:tabs>
                <w:tab w:val="decimal" w:pos="810"/>
              </w:tabs>
              <w:spacing w:line="300" w:lineRule="atLeast"/>
              <w:rPr>
                <w:sz w:val="16"/>
                <w:szCs w:val="16"/>
              </w:rPr>
            </w:pPr>
            <w:r w:rsidRPr="004170D5">
              <w:rPr>
                <w:sz w:val="16"/>
                <w:szCs w:val="16"/>
              </w:rPr>
              <w:t>(1,062,597)</w:t>
            </w:r>
          </w:p>
        </w:tc>
        <w:tc>
          <w:tcPr>
            <w:tcW w:w="900" w:type="dxa"/>
            <w:vAlign w:val="bottom"/>
          </w:tcPr>
          <w:p w14:paraId="15EF8270" w14:textId="3BCB4890" w:rsidR="004170D5" w:rsidRPr="004A48FF" w:rsidRDefault="004170D5" w:rsidP="004170D5">
            <w:pPr>
              <w:tabs>
                <w:tab w:val="decimal" w:pos="810"/>
              </w:tabs>
              <w:spacing w:line="300" w:lineRule="atLeast"/>
              <w:rPr>
                <w:sz w:val="16"/>
                <w:szCs w:val="16"/>
              </w:rPr>
            </w:pPr>
            <w:r w:rsidRPr="004A48FF">
              <w:rPr>
                <w:sz w:val="16"/>
                <w:szCs w:val="16"/>
              </w:rPr>
              <w:t>(1,047,312)</w:t>
            </w:r>
          </w:p>
        </w:tc>
      </w:tr>
      <w:tr w:rsidR="00E641A4" w:rsidRPr="004A48FF" w14:paraId="7010FA68" w14:textId="77777777" w:rsidTr="00D11010">
        <w:trPr>
          <w:cantSplit/>
          <w:trHeight w:val="20"/>
        </w:trPr>
        <w:tc>
          <w:tcPr>
            <w:tcW w:w="2807" w:type="dxa"/>
          </w:tcPr>
          <w:p w14:paraId="5DD3CAF7" w14:textId="77777777" w:rsidR="00E641A4" w:rsidRPr="004A48FF" w:rsidRDefault="00E641A4" w:rsidP="00E641A4">
            <w:pPr>
              <w:pStyle w:val="BodyText"/>
              <w:spacing w:line="300" w:lineRule="atLeast"/>
              <w:ind w:left="360" w:right="90" w:hanging="90"/>
              <w:jc w:val="left"/>
              <w:rPr>
                <w:rFonts w:eastAsia="Arial Unicode MS" w:cs="Times New Roman"/>
                <w:sz w:val="16"/>
                <w:szCs w:val="16"/>
              </w:rPr>
            </w:pPr>
            <w:r w:rsidRPr="004A48FF">
              <w:rPr>
                <w:rFonts w:eastAsia="Arial Unicode MS" w:cs="Times New Roman"/>
                <w:sz w:val="16"/>
                <w:szCs w:val="16"/>
              </w:rPr>
              <w:t>Finance costs</w:t>
            </w:r>
          </w:p>
        </w:tc>
        <w:tc>
          <w:tcPr>
            <w:tcW w:w="790" w:type="dxa"/>
            <w:vAlign w:val="bottom"/>
          </w:tcPr>
          <w:p w14:paraId="211E4B69" w14:textId="77777777" w:rsidR="00E641A4" w:rsidRPr="004A48FF" w:rsidRDefault="00E641A4" w:rsidP="00E641A4">
            <w:pPr>
              <w:tabs>
                <w:tab w:val="decimal" w:pos="615"/>
              </w:tabs>
              <w:spacing w:line="300" w:lineRule="atLeast"/>
              <w:ind w:left="90" w:right="-25"/>
              <w:rPr>
                <w:sz w:val="16"/>
                <w:szCs w:val="16"/>
              </w:rPr>
            </w:pPr>
          </w:p>
        </w:tc>
        <w:tc>
          <w:tcPr>
            <w:tcW w:w="723" w:type="dxa"/>
            <w:vAlign w:val="bottom"/>
          </w:tcPr>
          <w:p w14:paraId="223FC148" w14:textId="77777777" w:rsidR="00E641A4" w:rsidRPr="004A48FF" w:rsidRDefault="00E641A4" w:rsidP="00E641A4">
            <w:pPr>
              <w:tabs>
                <w:tab w:val="decimal" w:pos="636"/>
              </w:tabs>
              <w:spacing w:line="300" w:lineRule="atLeast"/>
              <w:ind w:left="90" w:right="90"/>
              <w:rPr>
                <w:sz w:val="16"/>
                <w:szCs w:val="16"/>
              </w:rPr>
            </w:pPr>
          </w:p>
        </w:tc>
        <w:tc>
          <w:tcPr>
            <w:tcW w:w="630" w:type="dxa"/>
            <w:vAlign w:val="bottom"/>
          </w:tcPr>
          <w:p w14:paraId="02E69B3C" w14:textId="77777777" w:rsidR="00E641A4" w:rsidRPr="004A48FF" w:rsidRDefault="00E641A4" w:rsidP="00E641A4">
            <w:pPr>
              <w:tabs>
                <w:tab w:val="decimal" w:pos="720"/>
              </w:tabs>
              <w:spacing w:line="300" w:lineRule="atLeast"/>
              <w:ind w:left="90" w:right="90"/>
              <w:rPr>
                <w:sz w:val="16"/>
                <w:szCs w:val="16"/>
              </w:rPr>
            </w:pPr>
          </w:p>
        </w:tc>
        <w:tc>
          <w:tcPr>
            <w:tcW w:w="628" w:type="dxa"/>
            <w:vAlign w:val="bottom"/>
          </w:tcPr>
          <w:p w14:paraId="63DE097D" w14:textId="77777777" w:rsidR="00E641A4" w:rsidRPr="004A48FF" w:rsidRDefault="00E641A4" w:rsidP="00E641A4">
            <w:pPr>
              <w:tabs>
                <w:tab w:val="decimal" w:pos="720"/>
              </w:tabs>
              <w:spacing w:line="300" w:lineRule="atLeast"/>
              <w:ind w:left="90" w:right="90"/>
              <w:rPr>
                <w:sz w:val="16"/>
                <w:szCs w:val="16"/>
              </w:rPr>
            </w:pPr>
          </w:p>
        </w:tc>
        <w:tc>
          <w:tcPr>
            <w:tcW w:w="630" w:type="dxa"/>
            <w:vAlign w:val="bottom"/>
          </w:tcPr>
          <w:p w14:paraId="581EDF32" w14:textId="77777777" w:rsidR="00E641A4" w:rsidRPr="004A48FF" w:rsidRDefault="00E641A4" w:rsidP="00E641A4">
            <w:pPr>
              <w:tabs>
                <w:tab w:val="decimal" w:pos="720"/>
              </w:tabs>
              <w:spacing w:line="300" w:lineRule="atLeast"/>
              <w:ind w:left="90" w:right="90"/>
              <w:rPr>
                <w:sz w:val="16"/>
                <w:szCs w:val="16"/>
              </w:rPr>
            </w:pPr>
          </w:p>
        </w:tc>
        <w:tc>
          <w:tcPr>
            <w:tcW w:w="630" w:type="dxa"/>
            <w:vAlign w:val="bottom"/>
          </w:tcPr>
          <w:p w14:paraId="33656964" w14:textId="77777777" w:rsidR="00E641A4" w:rsidRPr="004A48FF" w:rsidRDefault="00E641A4" w:rsidP="00E641A4">
            <w:pPr>
              <w:tabs>
                <w:tab w:val="decimal" w:pos="720"/>
              </w:tabs>
              <w:spacing w:line="300" w:lineRule="atLeast"/>
              <w:ind w:left="90" w:right="90"/>
              <w:rPr>
                <w:sz w:val="16"/>
                <w:szCs w:val="16"/>
              </w:rPr>
            </w:pPr>
          </w:p>
        </w:tc>
        <w:tc>
          <w:tcPr>
            <w:tcW w:w="630" w:type="dxa"/>
            <w:vAlign w:val="bottom"/>
          </w:tcPr>
          <w:p w14:paraId="5488EE34" w14:textId="77777777" w:rsidR="00E641A4" w:rsidRPr="004A48FF" w:rsidRDefault="00E641A4" w:rsidP="00E641A4">
            <w:pPr>
              <w:tabs>
                <w:tab w:val="decimal" w:pos="720"/>
              </w:tabs>
              <w:spacing w:line="300" w:lineRule="atLeast"/>
              <w:ind w:left="90" w:right="90"/>
              <w:rPr>
                <w:sz w:val="16"/>
                <w:szCs w:val="16"/>
              </w:rPr>
            </w:pPr>
          </w:p>
        </w:tc>
        <w:tc>
          <w:tcPr>
            <w:tcW w:w="671" w:type="dxa"/>
            <w:vAlign w:val="bottom"/>
          </w:tcPr>
          <w:p w14:paraId="242728AB" w14:textId="77777777" w:rsidR="00E641A4" w:rsidRPr="004A48FF" w:rsidRDefault="00E641A4" w:rsidP="00E641A4">
            <w:pPr>
              <w:tabs>
                <w:tab w:val="decimal" w:pos="720"/>
              </w:tabs>
              <w:spacing w:line="300" w:lineRule="atLeast"/>
              <w:ind w:left="90" w:right="90"/>
              <w:rPr>
                <w:sz w:val="16"/>
                <w:szCs w:val="16"/>
              </w:rPr>
            </w:pPr>
          </w:p>
        </w:tc>
        <w:tc>
          <w:tcPr>
            <w:tcW w:w="864" w:type="dxa"/>
            <w:vAlign w:val="bottom"/>
          </w:tcPr>
          <w:p w14:paraId="0D4FF18E" w14:textId="77777777" w:rsidR="00E641A4" w:rsidRPr="004A48FF" w:rsidRDefault="00E641A4" w:rsidP="00E641A4">
            <w:pPr>
              <w:tabs>
                <w:tab w:val="decimal" w:pos="772"/>
              </w:tabs>
              <w:spacing w:line="300" w:lineRule="atLeast"/>
              <w:ind w:left="-45" w:right="80"/>
              <w:rPr>
                <w:sz w:val="16"/>
                <w:szCs w:val="16"/>
              </w:rPr>
            </w:pPr>
          </w:p>
        </w:tc>
        <w:tc>
          <w:tcPr>
            <w:tcW w:w="810" w:type="dxa"/>
            <w:vAlign w:val="bottom"/>
          </w:tcPr>
          <w:p w14:paraId="4EF2885C" w14:textId="77777777" w:rsidR="00E641A4" w:rsidRPr="004A48FF" w:rsidRDefault="00E641A4" w:rsidP="00E641A4">
            <w:pPr>
              <w:tabs>
                <w:tab w:val="decimal" w:pos="713"/>
              </w:tabs>
              <w:spacing w:line="300" w:lineRule="atLeast"/>
              <w:ind w:left="-90" w:right="80"/>
              <w:rPr>
                <w:sz w:val="16"/>
                <w:szCs w:val="16"/>
              </w:rPr>
            </w:pPr>
          </w:p>
        </w:tc>
        <w:tc>
          <w:tcPr>
            <w:tcW w:w="725" w:type="dxa"/>
          </w:tcPr>
          <w:p w14:paraId="49661EF7" w14:textId="77777777" w:rsidR="00E641A4" w:rsidRPr="004A48FF" w:rsidRDefault="00E641A4" w:rsidP="00E641A4">
            <w:pPr>
              <w:tabs>
                <w:tab w:val="decimal" w:pos="630"/>
                <w:tab w:val="decimal" w:pos="720"/>
              </w:tabs>
              <w:spacing w:line="300" w:lineRule="atLeast"/>
              <w:ind w:left="90" w:right="90"/>
              <w:rPr>
                <w:sz w:val="16"/>
                <w:szCs w:val="16"/>
              </w:rPr>
            </w:pPr>
          </w:p>
        </w:tc>
        <w:tc>
          <w:tcPr>
            <w:tcW w:w="726" w:type="dxa"/>
          </w:tcPr>
          <w:p w14:paraId="6DBED8FF" w14:textId="77777777" w:rsidR="00E641A4" w:rsidRPr="004A48FF" w:rsidRDefault="00E641A4" w:rsidP="00E641A4">
            <w:pPr>
              <w:tabs>
                <w:tab w:val="decimal" w:pos="626"/>
              </w:tabs>
              <w:spacing w:line="300" w:lineRule="atLeast"/>
              <w:ind w:left="90"/>
              <w:rPr>
                <w:sz w:val="16"/>
                <w:szCs w:val="16"/>
              </w:rPr>
            </w:pPr>
          </w:p>
        </w:tc>
        <w:tc>
          <w:tcPr>
            <w:tcW w:w="889" w:type="dxa"/>
            <w:vAlign w:val="bottom"/>
          </w:tcPr>
          <w:p w14:paraId="4D97A4B9" w14:textId="77777777" w:rsidR="00E641A4" w:rsidRPr="004A48FF" w:rsidRDefault="00E641A4" w:rsidP="00E641A4">
            <w:pPr>
              <w:tabs>
                <w:tab w:val="decimal" w:pos="795"/>
              </w:tabs>
              <w:spacing w:line="300" w:lineRule="atLeast"/>
              <w:ind w:left="-25" w:right="90"/>
              <w:rPr>
                <w:sz w:val="16"/>
                <w:szCs w:val="16"/>
              </w:rPr>
            </w:pPr>
          </w:p>
        </w:tc>
        <w:tc>
          <w:tcPr>
            <w:tcW w:w="897" w:type="dxa"/>
            <w:vAlign w:val="bottom"/>
          </w:tcPr>
          <w:p w14:paraId="4D97313C" w14:textId="77777777" w:rsidR="00E641A4" w:rsidRPr="004A48FF" w:rsidRDefault="00E641A4" w:rsidP="00E641A4">
            <w:pPr>
              <w:tabs>
                <w:tab w:val="decimal" w:pos="716"/>
              </w:tabs>
              <w:spacing w:line="300" w:lineRule="atLeast"/>
              <w:ind w:left="82" w:right="-10"/>
              <w:rPr>
                <w:sz w:val="16"/>
                <w:szCs w:val="16"/>
              </w:rPr>
            </w:pPr>
          </w:p>
        </w:tc>
        <w:tc>
          <w:tcPr>
            <w:tcW w:w="900" w:type="dxa"/>
            <w:vAlign w:val="bottom"/>
          </w:tcPr>
          <w:p w14:paraId="3C48B772" w14:textId="7DEDF634" w:rsidR="00E641A4" w:rsidRPr="004170D5" w:rsidRDefault="00E641A4" w:rsidP="00E641A4">
            <w:pPr>
              <w:tabs>
                <w:tab w:val="decimal" w:pos="810"/>
              </w:tabs>
              <w:spacing w:line="300" w:lineRule="atLeast"/>
              <w:jc w:val="both"/>
              <w:rPr>
                <w:sz w:val="16"/>
                <w:szCs w:val="16"/>
              </w:rPr>
            </w:pPr>
            <w:r w:rsidRPr="00E641A4">
              <w:rPr>
                <w:sz w:val="16"/>
                <w:szCs w:val="16"/>
              </w:rPr>
              <w:t>(28,126)</w:t>
            </w:r>
          </w:p>
        </w:tc>
        <w:tc>
          <w:tcPr>
            <w:tcW w:w="900" w:type="dxa"/>
            <w:vAlign w:val="bottom"/>
          </w:tcPr>
          <w:p w14:paraId="4CB2526D" w14:textId="522D8205" w:rsidR="00E641A4" w:rsidRPr="004A48FF" w:rsidRDefault="00E641A4" w:rsidP="00E641A4">
            <w:pPr>
              <w:tabs>
                <w:tab w:val="decimal" w:pos="810"/>
              </w:tabs>
              <w:spacing w:line="300" w:lineRule="atLeast"/>
              <w:rPr>
                <w:sz w:val="16"/>
                <w:szCs w:val="16"/>
              </w:rPr>
            </w:pPr>
            <w:r w:rsidRPr="004A48FF">
              <w:rPr>
                <w:sz w:val="16"/>
                <w:szCs w:val="16"/>
              </w:rPr>
              <w:t>(42,235)</w:t>
            </w:r>
          </w:p>
        </w:tc>
      </w:tr>
      <w:tr w:rsidR="00E641A4" w:rsidRPr="004A48FF" w14:paraId="3EBA312B" w14:textId="77777777" w:rsidTr="00432B07">
        <w:trPr>
          <w:cantSplit/>
          <w:trHeight w:val="20"/>
        </w:trPr>
        <w:tc>
          <w:tcPr>
            <w:tcW w:w="2807" w:type="dxa"/>
          </w:tcPr>
          <w:p w14:paraId="56636DAD" w14:textId="71515B95" w:rsidR="00E641A4" w:rsidRPr="004A48FF" w:rsidRDefault="00E641A4" w:rsidP="00E641A4">
            <w:pPr>
              <w:pStyle w:val="BodyText"/>
              <w:spacing w:line="300" w:lineRule="atLeast"/>
              <w:ind w:left="360" w:right="90" w:hanging="90"/>
              <w:jc w:val="left"/>
              <w:rPr>
                <w:rFonts w:eastAsia="Arial Unicode MS" w:cs="Times New Roman"/>
                <w:sz w:val="16"/>
                <w:szCs w:val="16"/>
              </w:rPr>
            </w:pPr>
            <w:r w:rsidRPr="004A48FF">
              <w:rPr>
                <w:rFonts w:eastAsia="Arial Unicode MS" w:cs="Times New Roman"/>
                <w:sz w:val="16"/>
                <w:szCs w:val="16"/>
              </w:rPr>
              <w:t>Share of profit from investment in associate</w:t>
            </w:r>
          </w:p>
        </w:tc>
        <w:tc>
          <w:tcPr>
            <w:tcW w:w="790" w:type="dxa"/>
            <w:vAlign w:val="bottom"/>
          </w:tcPr>
          <w:p w14:paraId="3F737677" w14:textId="77777777" w:rsidR="00E641A4" w:rsidRPr="004A48FF" w:rsidRDefault="00E641A4" w:rsidP="00E641A4">
            <w:pPr>
              <w:tabs>
                <w:tab w:val="decimal" w:pos="615"/>
              </w:tabs>
              <w:spacing w:line="300" w:lineRule="atLeast"/>
              <w:ind w:left="90" w:right="-25"/>
              <w:rPr>
                <w:sz w:val="16"/>
                <w:szCs w:val="16"/>
              </w:rPr>
            </w:pPr>
          </w:p>
        </w:tc>
        <w:tc>
          <w:tcPr>
            <w:tcW w:w="723" w:type="dxa"/>
            <w:vAlign w:val="bottom"/>
          </w:tcPr>
          <w:p w14:paraId="4B948D4B" w14:textId="77777777" w:rsidR="00E641A4" w:rsidRPr="004A48FF" w:rsidRDefault="00E641A4" w:rsidP="00E641A4">
            <w:pPr>
              <w:tabs>
                <w:tab w:val="decimal" w:pos="636"/>
              </w:tabs>
              <w:spacing w:line="300" w:lineRule="atLeast"/>
              <w:ind w:left="90" w:right="90"/>
              <w:rPr>
                <w:sz w:val="16"/>
                <w:szCs w:val="16"/>
              </w:rPr>
            </w:pPr>
          </w:p>
        </w:tc>
        <w:tc>
          <w:tcPr>
            <w:tcW w:w="630" w:type="dxa"/>
            <w:vAlign w:val="bottom"/>
          </w:tcPr>
          <w:p w14:paraId="1CFD5CD3" w14:textId="77777777" w:rsidR="00E641A4" w:rsidRPr="004A48FF" w:rsidRDefault="00E641A4" w:rsidP="00E641A4">
            <w:pPr>
              <w:tabs>
                <w:tab w:val="decimal" w:pos="720"/>
              </w:tabs>
              <w:spacing w:line="300" w:lineRule="atLeast"/>
              <w:ind w:left="90" w:right="90"/>
              <w:rPr>
                <w:sz w:val="16"/>
                <w:szCs w:val="16"/>
              </w:rPr>
            </w:pPr>
          </w:p>
        </w:tc>
        <w:tc>
          <w:tcPr>
            <w:tcW w:w="628" w:type="dxa"/>
            <w:vAlign w:val="bottom"/>
          </w:tcPr>
          <w:p w14:paraId="3EDED7AE" w14:textId="77777777" w:rsidR="00E641A4" w:rsidRPr="004A48FF" w:rsidRDefault="00E641A4" w:rsidP="00E641A4">
            <w:pPr>
              <w:tabs>
                <w:tab w:val="decimal" w:pos="720"/>
              </w:tabs>
              <w:spacing w:line="300" w:lineRule="atLeast"/>
              <w:ind w:left="90" w:right="90"/>
              <w:rPr>
                <w:sz w:val="16"/>
                <w:szCs w:val="16"/>
              </w:rPr>
            </w:pPr>
          </w:p>
        </w:tc>
        <w:tc>
          <w:tcPr>
            <w:tcW w:w="630" w:type="dxa"/>
            <w:vAlign w:val="bottom"/>
          </w:tcPr>
          <w:p w14:paraId="0604FD90" w14:textId="77777777" w:rsidR="00E641A4" w:rsidRPr="004A48FF" w:rsidRDefault="00E641A4" w:rsidP="00E641A4">
            <w:pPr>
              <w:tabs>
                <w:tab w:val="decimal" w:pos="720"/>
              </w:tabs>
              <w:spacing w:line="300" w:lineRule="atLeast"/>
              <w:ind w:left="90" w:right="90"/>
              <w:rPr>
                <w:sz w:val="16"/>
                <w:szCs w:val="16"/>
              </w:rPr>
            </w:pPr>
          </w:p>
        </w:tc>
        <w:tc>
          <w:tcPr>
            <w:tcW w:w="630" w:type="dxa"/>
            <w:vAlign w:val="bottom"/>
          </w:tcPr>
          <w:p w14:paraId="08803E81" w14:textId="77777777" w:rsidR="00E641A4" w:rsidRPr="004A48FF" w:rsidRDefault="00E641A4" w:rsidP="00E641A4">
            <w:pPr>
              <w:tabs>
                <w:tab w:val="decimal" w:pos="720"/>
              </w:tabs>
              <w:spacing w:line="300" w:lineRule="atLeast"/>
              <w:ind w:left="90" w:right="90"/>
              <w:rPr>
                <w:sz w:val="16"/>
                <w:szCs w:val="16"/>
              </w:rPr>
            </w:pPr>
          </w:p>
        </w:tc>
        <w:tc>
          <w:tcPr>
            <w:tcW w:w="630" w:type="dxa"/>
            <w:vAlign w:val="bottom"/>
          </w:tcPr>
          <w:p w14:paraId="3AEA8F63" w14:textId="77777777" w:rsidR="00E641A4" w:rsidRPr="004A48FF" w:rsidRDefault="00E641A4" w:rsidP="00E641A4">
            <w:pPr>
              <w:tabs>
                <w:tab w:val="decimal" w:pos="720"/>
              </w:tabs>
              <w:spacing w:line="300" w:lineRule="atLeast"/>
              <w:ind w:left="90" w:right="90"/>
              <w:rPr>
                <w:sz w:val="16"/>
                <w:szCs w:val="16"/>
              </w:rPr>
            </w:pPr>
          </w:p>
        </w:tc>
        <w:tc>
          <w:tcPr>
            <w:tcW w:w="671" w:type="dxa"/>
            <w:vAlign w:val="bottom"/>
          </w:tcPr>
          <w:p w14:paraId="538BAF77" w14:textId="77777777" w:rsidR="00E641A4" w:rsidRPr="004A48FF" w:rsidRDefault="00E641A4" w:rsidP="00E641A4">
            <w:pPr>
              <w:tabs>
                <w:tab w:val="decimal" w:pos="720"/>
              </w:tabs>
              <w:spacing w:line="300" w:lineRule="atLeast"/>
              <w:ind w:left="90" w:right="90"/>
              <w:rPr>
                <w:sz w:val="16"/>
                <w:szCs w:val="16"/>
              </w:rPr>
            </w:pPr>
          </w:p>
        </w:tc>
        <w:tc>
          <w:tcPr>
            <w:tcW w:w="864" w:type="dxa"/>
            <w:vAlign w:val="bottom"/>
          </w:tcPr>
          <w:p w14:paraId="30D754A7" w14:textId="77777777" w:rsidR="00E641A4" w:rsidRPr="004A48FF" w:rsidRDefault="00E641A4" w:rsidP="00E641A4">
            <w:pPr>
              <w:tabs>
                <w:tab w:val="decimal" w:pos="772"/>
              </w:tabs>
              <w:spacing w:line="300" w:lineRule="atLeast"/>
              <w:ind w:left="-45" w:right="80"/>
              <w:rPr>
                <w:sz w:val="16"/>
                <w:szCs w:val="16"/>
              </w:rPr>
            </w:pPr>
          </w:p>
        </w:tc>
        <w:tc>
          <w:tcPr>
            <w:tcW w:w="810" w:type="dxa"/>
            <w:vAlign w:val="bottom"/>
          </w:tcPr>
          <w:p w14:paraId="4FD75E23" w14:textId="77777777" w:rsidR="00E641A4" w:rsidRPr="004A48FF" w:rsidRDefault="00E641A4" w:rsidP="00E641A4">
            <w:pPr>
              <w:tabs>
                <w:tab w:val="decimal" w:pos="713"/>
              </w:tabs>
              <w:spacing w:line="300" w:lineRule="atLeast"/>
              <w:ind w:left="-90" w:right="80"/>
              <w:rPr>
                <w:sz w:val="16"/>
                <w:szCs w:val="16"/>
              </w:rPr>
            </w:pPr>
          </w:p>
        </w:tc>
        <w:tc>
          <w:tcPr>
            <w:tcW w:w="725" w:type="dxa"/>
          </w:tcPr>
          <w:p w14:paraId="14434BE5" w14:textId="77777777" w:rsidR="00E641A4" w:rsidRPr="004A48FF" w:rsidRDefault="00E641A4" w:rsidP="00E641A4">
            <w:pPr>
              <w:tabs>
                <w:tab w:val="decimal" w:pos="630"/>
                <w:tab w:val="decimal" w:pos="720"/>
              </w:tabs>
              <w:spacing w:line="300" w:lineRule="atLeast"/>
              <w:ind w:left="90" w:right="90"/>
              <w:rPr>
                <w:sz w:val="16"/>
                <w:szCs w:val="16"/>
              </w:rPr>
            </w:pPr>
          </w:p>
        </w:tc>
        <w:tc>
          <w:tcPr>
            <w:tcW w:w="726" w:type="dxa"/>
          </w:tcPr>
          <w:p w14:paraId="74C3483C" w14:textId="77777777" w:rsidR="00E641A4" w:rsidRPr="004A48FF" w:rsidRDefault="00E641A4" w:rsidP="00E641A4">
            <w:pPr>
              <w:tabs>
                <w:tab w:val="decimal" w:pos="626"/>
              </w:tabs>
              <w:spacing w:line="300" w:lineRule="atLeast"/>
              <w:ind w:left="90"/>
              <w:rPr>
                <w:sz w:val="16"/>
                <w:szCs w:val="16"/>
              </w:rPr>
            </w:pPr>
          </w:p>
        </w:tc>
        <w:tc>
          <w:tcPr>
            <w:tcW w:w="889" w:type="dxa"/>
            <w:vAlign w:val="bottom"/>
          </w:tcPr>
          <w:p w14:paraId="02B720E8" w14:textId="77777777" w:rsidR="00E641A4" w:rsidRPr="004A48FF" w:rsidRDefault="00E641A4" w:rsidP="00E641A4">
            <w:pPr>
              <w:tabs>
                <w:tab w:val="decimal" w:pos="795"/>
              </w:tabs>
              <w:spacing w:line="300" w:lineRule="atLeast"/>
              <w:ind w:left="-25" w:right="90"/>
              <w:rPr>
                <w:sz w:val="16"/>
                <w:szCs w:val="16"/>
              </w:rPr>
            </w:pPr>
          </w:p>
        </w:tc>
        <w:tc>
          <w:tcPr>
            <w:tcW w:w="897" w:type="dxa"/>
            <w:vAlign w:val="bottom"/>
          </w:tcPr>
          <w:p w14:paraId="4676288A" w14:textId="77777777" w:rsidR="00E641A4" w:rsidRPr="004A48FF" w:rsidRDefault="00E641A4" w:rsidP="00E641A4">
            <w:pPr>
              <w:tabs>
                <w:tab w:val="decimal" w:pos="716"/>
              </w:tabs>
              <w:spacing w:line="300" w:lineRule="atLeast"/>
              <w:ind w:right="-10"/>
              <w:rPr>
                <w:sz w:val="16"/>
                <w:szCs w:val="16"/>
              </w:rPr>
            </w:pPr>
          </w:p>
        </w:tc>
        <w:tc>
          <w:tcPr>
            <w:tcW w:w="900" w:type="dxa"/>
            <w:vAlign w:val="bottom"/>
          </w:tcPr>
          <w:p w14:paraId="3DFE222F" w14:textId="7EFF0A2A" w:rsidR="00E641A4" w:rsidRPr="004A48FF" w:rsidRDefault="00E641A4" w:rsidP="00E641A4">
            <w:pPr>
              <w:tabs>
                <w:tab w:val="decimal" w:pos="810"/>
              </w:tabs>
              <w:spacing w:line="300" w:lineRule="atLeast"/>
              <w:ind w:right="-10"/>
              <w:rPr>
                <w:sz w:val="16"/>
                <w:szCs w:val="16"/>
              </w:rPr>
            </w:pPr>
            <w:r w:rsidRPr="00E641A4">
              <w:rPr>
                <w:sz w:val="16"/>
                <w:szCs w:val="16"/>
              </w:rPr>
              <w:t>8,647</w:t>
            </w:r>
          </w:p>
        </w:tc>
        <w:tc>
          <w:tcPr>
            <w:tcW w:w="900" w:type="dxa"/>
            <w:vAlign w:val="center"/>
          </w:tcPr>
          <w:p w14:paraId="1F325907" w14:textId="77777777" w:rsidR="00E641A4" w:rsidRPr="00E641A4" w:rsidRDefault="00E641A4" w:rsidP="00E641A4">
            <w:pPr>
              <w:tabs>
                <w:tab w:val="decimal" w:pos="716"/>
              </w:tabs>
              <w:spacing w:line="300" w:lineRule="atLeast"/>
              <w:ind w:right="-10"/>
              <w:rPr>
                <w:sz w:val="16"/>
                <w:szCs w:val="16"/>
              </w:rPr>
            </w:pPr>
          </w:p>
          <w:p w14:paraId="0C29E81C" w14:textId="62313D5B" w:rsidR="00E641A4" w:rsidRPr="00E641A4" w:rsidRDefault="00E641A4" w:rsidP="00E641A4">
            <w:pPr>
              <w:tabs>
                <w:tab w:val="decimal" w:pos="808"/>
              </w:tabs>
              <w:spacing w:line="300" w:lineRule="atLeast"/>
              <w:ind w:left="90" w:right="-10"/>
              <w:rPr>
                <w:sz w:val="16"/>
                <w:szCs w:val="16"/>
              </w:rPr>
            </w:pPr>
            <w:r w:rsidRPr="00E641A4">
              <w:rPr>
                <w:sz w:val="16"/>
                <w:szCs w:val="16"/>
              </w:rPr>
              <w:t>11,737</w:t>
            </w:r>
          </w:p>
        </w:tc>
      </w:tr>
      <w:tr w:rsidR="002A2611" w:rsidRPr="004A48FF" w14:paraId="69A719E6" w14:textId="77777777" w:rsidTr="00DE0303">
        <w:trPr>
          <w:cantSplit/>
          <w:trHeight w:val="20"/>
        </w:trPr>
        <w:tc>
          <w:tcPr>
            <w:tcW w:w="2807" w:type="dxa"/>
          </w:tcPr>
          <w:p w14:paraId="07FD24E7" w14:textId="77777777" w:rsidR="002A2611" w:rsidRPr="004A48FF" w:rsidRDefault="002A2611" w:rsidP="002A2611">
            <w:pPr>
              <w:pStyle w:val="BodyText"/>
              <w:spacing w:line="300" w:lineRule="atLeast"/>
              <w:ind w:left="360" w:right="90" w:hanging="90"/>
              <w:jc w:val="left"/>
              <w:rPr>
                <w:rFonts w:cs="Times New Roman"/>
                <w:sz w:val="16"/>
                <w:szCs w:val="16"/>
              </w:rPr>
            </w:pPr>
            <w:r w:rsidRPr="004A48FF">
              <w:rPr>
                <w:rFonts w:eastAsia="Arial Unicode MS" w:cs="Times New Roman"/>
                <w:sz w:val="16"/>
                <w:szCs w:val="16"/>
              </w:rPr>
              <w:t>Income tax expense</w:t>
            </w:r>
          </w:p>
        </w:tc>
        <w:tc>
          <w:tcPr>
            <w:tcW w:w="790" w:type="dxa"/>
            <w:vAlign w:val="bottom"/>
          </w:tcPr>
          <w:p w14:paraId="157D6313" w14:textId="77777777" w:rsidR="002A2611" w:rsidRPr="004A48FF" w:rsidRDefault="002A2611" w:rsidP="002A2611">
            <w:pPr>
              <w:tabs>
                <w:tab w:val="decimal" w:pos="615"/>
              </w:tabs>
              <w:spacing w:line="300" w:lineRule="atLeast"/>
              <w:ind w:left="90" w:right="-25"/>
              <w:rPr>
                <w:sz w:val="16"/>
                <w:szCs w:val="16"/>
              </w:rPr>
            </w:pPr>
          </w:p>
        </w:tc>
        <w:tc>
          <w:tcPr>
            <w:tcW w:w="723" w:type="dxa"/>
            <w:vAlign w:val="bottom"/>
          </w:tcPr>
          <w:p w14:paraId="064E8960" w14:textId="77777777" w:rsidR="002A2611" w:rsidRPr="004A48FF" w:rsidRDefault="002A2611" w:rsidP="002A2611">
            <w:pPr>
              <w:tabs>
                <w:tab w:val="decimal" w:pos="636"/>
              </w:tabs>
              <w:spacing w:line="300" w:lineRule="atLeast"/>
              <w:ind w:left="90" w:right="90"/>
              <w:rPr>
                <w:sz w:val="16"/>
                <w:szCs w:val="16"/>
              </w:rPr>
            </w:pPr>
          </w:p>
        </w:tc>
        <w:tc>
          <w:tcPr>
            <w:tcW w:w="630" w:type="dxa"/>
            <w:vAlign w:val="bottom"/>
          </w:tcPr>
          <w:p w14:paraId="0DF8E791" w14:textId="77777777" w:rsidR="002A2611" w:rsidRPr="004A48FF" w:rsidRDefault="002A2611" w:rsidP="002A2611">
            <w:pPr>
              <w:tabs>
                <w:tab w:val="decimal" w:pos="720"/>
              </w:tabs>
              <w:spacing w:line="300" w:lineRule="atLeast"/>
              <w:ind w:left="90" w:right="90"/>
              <w:rPr>
                <w:sz w:val="16"/>
                <w:szCs w:val="16"/>
              </w:rPr>
            </w:pPr>
          </w:p>
        </w:tc>
        <w:tc>
          <w:tcPr>
            <w:tcW w:w="628" w:type="dxa"/>
            <w:vAlign w:val="bottom"/>
          </w:tcPr>
          <w:p w14:paraId="20D8684A"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2925A4B8"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242CE569"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6969BA52" w14:textId="77777777" w:rsidR="002A2611" w:rsidRPr="004A48FF" w:rsidRDefault="002A2611" w:rsidP="002A2611">
            <w:pPr>
              <w:tabs>
                <w:tab w:val="decimal" w:pos="720"/>
              </w:tabs>
              <w:spacing w:line="300" w:lineRule="atLeast"/>
              <w:ind w:left="90" w:right="90"/>
              <w:rPr>
                <w:sz w:val="16"/>
                <w:szCs w:val="16"/>
              </w:rPr>
            </w:pPr>
          </w:p>
        </w:tc>
        <w:tc>
          <w:tcPr>
            <w:tcW w:w="671" w:type="dxa"/>
            <w:vAlign w:val="bottom"/>
          </w:tcPr>
          <w:p w14:paraId="181DB914" w14:textId="77777777" w:rsidR="002A2611" w:rsidRPr="004A48FF" w:rsidRDefault="002A2611" w:rsidP="002A2611">
            <w:pPr>
              <w:tabs>
                <w:tab w:val="decimal" w:pos="720"/>
              </w:tabs>
              <w:spacing w:line="300" w:lineRule="atLeast"/>
              <w:ind w:left="90" w:right="90"/>
              <w:rPr>
                <w:sz w:val="16"/>
                <w:szCs w:val="16"/>
              </w:rPr>
            </w:pPr>
          </w:p>
        </w:tc>
        <w:tc>
          <w:tcPr>
            <w:tcW w:w="864" w:type="dxa"/>
            <w:vAlign w:val="bottom"/>
          </w:tcPr>
          <w:p w14:paraId="4751ED36" w14:textId="77777777" w:rsidR="002A2611" w:rsidRPr="004A48FF" w:rsidRDefault="002A2611" w:rsidP="002A2611">
            <w:pPr>
              <w:tabs>
                <w:tab w:val="decimal" w:pos="772"/>
              </w:tabs>
              <w:spacing w:line="300" w:lineRule="atLeast"/>
              <w:ind w:left="-45" w:right="80"/>
              <w:rPr>
                <w:sz w:val="16"/>
                <w:szCs w:val="16"/>
              </w:rPr>
            </w:pPr>
          </w:p>
        </w:tc>
        <w:tc>
          <w:tcPr>
            <w:tcW w:w="810" w:type="dxa"/>
            <w:vAlign w:val="bottom"/>
          </w:tcPr>
          <w:p w14:paraId="2D060C42" w14:textId="77777777" w:rsidR="002A2611" w:rsidRPr="004A48FF" w:rsidRDefault="002A2611" w:rsidP="002A2611">
            <w:pPr>
              <w:tabs>
                <w:tab w:val="decimal" w:pos="713"/>
              </w:tabs>
              <w:spacing w:line="300" w:lineRule="atLeast"/>
              <w:ind w:left="-90" w:right="80"/>
              <w:rPr>
                <w:sz w:val="16"/>
                <w:szCs w:val="16"/>
              </w:rPr>
            </w:pPr>
          </w:p>
        </w:tc>
        <w:tc>
          <w:tcPr>
            <w:tcW w:w="725" w:type="dxa"/>
          </w:tcPr>
          <w:p w14:paraId="5C10F912" w14:textId="77777777" w:rsidR="002A2611" w:rsidRPr="004A48FF" w:rsidRDefault="002A2611" w:rsidP="002A2611">
            <w:pPr>
              <w:tabs>
                <w:tab w:val="decimal" w:pos="630"/>
                <w:tab w:val="decimal" w:pos="720"/>
              </w:tabs>
              <w:spacing w:line="300" w:lineRule="atLeast"/>
              <w:ind w:left="90" w:right="90"/>
              <w:rPr>
                <w:sz w:val="16"/>
                <w:szCs w:val="16"/>
              </w:rPr>
            </w:pPr>
          </w:p>
        </w:tc>
        <w:tc>
          <w:tcPr>
            <w:tcW w:w="726" w:type="dxa"/>
          </w:tcPr>
          <w:p w14:paraId="1230111E" w14:textId="77777777" w:rsidR="002A2611" w:rsidRPr="004A48FF" w:rsidRDefault="002A2611" w:rsidP="002A2611">
            <w:pPr>
              <w:tabs>
                <w:tab w:val="decimal" w:pos="626"/>
              </w:tabs>
              <w:spacing w:line="300" w:lineRule="atLeast"/>
              <w:ind w:left="90"/>
              <w:rPr>
                <w:sz w:val="16"/>
                <w:szCs w:val="16"/>
              </w:rPr>
            </w:pPr>
          </w:p>
        </w:tc>
        <w:tc>
          <w:tcPr>
            <w:tcW w:w="889" w:type="dxa"/>
            <w:vAlign w:val="bottom"/>
          </w:tcPr>
          <w:p w14:paraId="590D5CC0" w14:textId="77777777" w:rsidR="002A2611" w:rsidRPr="004A48FF" w:rsidRDefault="002A2611" w:rsidP="002A2611">
            <w:pPr>
              <w:tabs>
                <w:tab w:val="decimal" w:pos="795"/>
              </w:tabs>
              <w:spacing w:line="300" w:lineRule="atLeast"/>
              <w:ind w:left="-25" w:right="90"/>
              <w:rPr>
                <w:sz w:val="16"/>
                <w:szCs w:val="16"/>
              </w:rPr>
            </w:pPr>
          </w:p>
        </w:tc>
        <w:tc>
          <w:tcPr>
            <w:tcW w:w="897" w:type="dxa"/>
            <w:vAlign w:val="bottom"/>
          </w:tcPr>
          <w:p w14:paraId="70AC1C12" w14:textId="77777777" w:rsidR="002A2611" w:rsidRPr="004A48FF" w:rsidRDefault="002A2611" w:rsidP="002A2611">
            <w:pPr>
              <w:tabs>
                <w:tab w:val="decimal" w:pos="716"/>
              </w:tabs>
              <w:spacing w:line="300" w:lineRule="atLeast"/>
              <w:ind w:left="82" w:right="-10"/>
              <w:rPr>
                <w:sz w:val="16"/>
                <w:szCs w:val="16"/>
              </w:rPr>
            </w:pPr>
          </w:p>
        </w:tc>
        <w:tc>
          <w:tcPr>
            <w:tcW w:w="900" w:type="dxa"/>
          </w:tcPr>
          <w:p w14:paraId="15BDD514" w14:textId="5C5F37A4" w:rsidR="002A2611" w:rsidRPr="004A48FF" w:rsidRDefault="00E641A4" w:rsidP="002A2611">
            <w:pPr>
              <w:pBdr>
                <w:bottom w:val="single" w:sz="4" w:space="1" w:color="auto"/>
              </w:pBdr>
              <w:tabs>
                <w:tab w:val="decimal" w:pos="810"/>
              </w:tabs>
              <w:spacing w:line="300" w:lineRule="atLeast"/>
              <w:jc w:val="both"/>
              <w:rPr>
                <w:sz w:val="16"/>
                <w:szCs w:val="16"/>
                <w:cs/>
              </w:rPr>
            </w:pPr>
            <w:r w:rsidRPr="00E641A4">
              <w:rPr>
                <w:sz w:val="16"/>
                <w:szCs w:val="16"/>
              </w:rPr>
              <w:t>(77,146)</w:t>
            </w:r>
          </w:p>
        </w:tc>
        <w:tc>
          <w:tcPr>
            <w:tcW w:w="900" w:type="dxa"/>
          </w:tcPr>
          <w:p w14:paraId="2EA42188" w14:textId="58191807" w:rsidR="002A2611" w:rsidRPr="004A48FF" w:rsidRDefault="002A2611" w:rsidP="002A2611">
            <w:pPr>
              <w:pBdr>
                <w:bottom w:val="single" w:sz="4" w:space="1" w:color="auto"/>
              </w:pBdr>
              <w:tabs>
                <w:tab w:val="decimal" w:pos="810"/>
              </w:tabs>
              <w:spacing w:line="300" w:lineRule="atLeast"/>
              <w:ind w:left="90"/>
              <w:rPr>
                <w:spacing w:val="-4"/>
                <w:sz w:val="16"/>
                <w:szCs w:val="16"/>
                <w:cs/>
              </w:rPr>
            </w:pPr>
            <w:r w:rsidRPr="004A48FF">
              <w:rPr>
                <w:sz w:val="16"/>
                <w:szCs w:val="16"/>
              </w:rPr>
              <w:t>(91,797)</w:t>
            </w:r>
          </w:p>
        </w:tc>
      </w:tr>
      <w:tr w:rsidR="002A2611" w:rsidRPr="004A48FF" w14:paraId="26A94738" w14:textId="77777777" w:rsidTr="00DE0303">
        <w:trPr>
          <w:cantSplit/>
          <w:trHeight w:val="20"/>
        </w:trPr>
        <w:tc>
          <w:tcPr>
            <w:tcW w:w="2807" w:type="dxa"/>
          </w:tcPr>
          <w:p w14:paraId="4A996EEF" w14:textId="77777777" w:rsidR="002A2611" w:rsidRPr="004A48FF" w:rsidRDefault="002A2611" w:rsidP="002A2611">
            <w:pPr>
              <w:pStyle w:val="BodyText"/>
              <w:spacing w:line="300" w:lineRule="atLeast"/>
              <w:ind w:left="180" w:right="90" w:hanging="90"/>
              <w:jc w:val="left"/>
              <w:rPr>
                <w:rFonts w:cs="Times New Roman"/>
                <w:sz w:val="16"/>
                <w:szCs w:val="16"/>
              </w:rPr>
            </w:pPr>
            <w:r w:rsidRPr="004A48FF">
              <w:rPr>
                <w:rFonts w:eastAsia="Arial Unicode MS" w:cs="Times New Roman"/>
                <w:sz w:val="16"/>
                <w:szCs w:val="16"/>
              </w:rPr>
              <w:t>Profit for the period</w:t>
            </w:r>
          </w:p>
        </w:tc>
        <w:tc>
          <w:tcPr>
            <w:tcW w:w="790" w:type="dxa"/>
            <w:vAlign w:val="bottom"/>
          </w:tcPr>
          <w:p w14:paraId="7B41B39E" w14:textId="77777777" w:rsidR="002A2611" w:rsidRPr="004A48FF" w:rsidRDefault="002A2611" w:rsidP="002A2611">
            <w:pPr>
              <w:tabs>
                <w:tab w:val="decimal" w:pos="615"/>
              </w:tabs>
              <w:spacing w:line="300" w:lineRule="atLeast"/>
              <w:ind w:left="90" w:right="-25"/>
              <w:rPr>
                <w:sz w:val="16"/>
                <w:szCs w:val="16"/>
              </w:rPr>
            </w:pPr>
          </w:p>
        </w:tc>
        <w:tc>
          <w:tcPr>
            <w:tcW w:w="723" w:type="dxa"/>
            <w:vAlign w:val="bottom"/>
          </w:tcPr>
          <w:p w14:paraId="2294AAB6" w14:textId="77777777" w:rsidR="002A2611" w:rsidRPr="004A48FF" w:rsidRDefault="002A2611" w:rsidP="002A2611">
            <w:pPr>
              <w:tabs>
                <w:tab w:val="decimal" w:pos="636"/>
              </w:tabs>
              <w:spacing w:line="300" w:lineRule="atLeast"/>
              <w:ind w:left="90" w:right="90"/>
              <w:rPr>
                <w:sz w:val="16"/>
                <w:szCs w:val="16"/>
              </w:rPr>
            </w:pPr>
          </w:p>
        </w:tc>
        <w:tc>
          <w:tcPr>
            <w:tcW w:w="630" w:type="dxa"/>
            <w:vAlign w:val="bottom"/>
          </w:tcPr>
          <w:p w14:paraId="3C65DAC3" w14:textId="77777777" w:rsidR="002A2611" w:rsidRPr="004A48FF" w:rsidRDefault="002A2611" w:rsidP="002A2611">
            <w:pPr>
              <w:tabs>
                <w:tab w:val="decimal" w:pos="720"/>
              </w:tabs>
              <w:spacing w:line="300" w:lineRule="atLeast"/>
              <w:ind w:left="90" w:right="90"/>
              <w:rPr>
                <w:sz w:val="16"/>
                <w:szCs w:val="16"/>
              </w:rPr>
            </w:pPr>
          </w:p>
        </w:tc>
        <w:tc>
          <w:tcPr>
            <w:tcW w:w="628" w:type="dxa"/>
            <w:vAlign w:val="bottom"/>
          </w:tcPr>
          <w:p w14:paraId="2A865218"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7E0821BB"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1902F9EC"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223A974C" w14:textId="77777777" w:rsidR="002A2611" w:rsidRPr="004A48FF" w:rsidRDefault="002A2611" w:rsidP="002A2611">
            <w:pPr>
              <w:tabs>
                <w:tab w:val="decimal" w:pos="720"/>
              </w:tabs>
              <w:spacing w:line="300" w:lineRule="atLeast"/>
              <w:ind w:left="90" w:right="90"/>
              <w:rPr>
                <w:sz w:val="16"/>
                <w:szCs w:val="16"/>
              </w:rPr>
            </w:pPr>
          </w:p>
        </w:tc>
        <w:tc>
          <w:tcPr>
            <w:tcW w:w="671" w:type="dxa"/>
            <w:vAlign w:val="bottom"/>
          </w:tcPr>
          <w:p w14:paraId="3CCAF9CE" w14:textId="77777777" w:rsidR="002A2611" w:rsidRPr="004A48FF" w:rsidRDefault="002A2611" w:rsidP="002A2611">
            <w:pPr>
              <w:tabs>
                <w:tab w:val="decimal" w:pos="720"/>
              </w:tabs>
              <w:spacing w:line="300" w:lineRule="atLeast"/>
              <w:ind w:left="90" w:right="90"/>
              <w:rPr>
                <w:sz w:val="16"/>
                <w:szCs w:val="16"/>
              </w:rPr>
            </w:pPr>
          </w:p>
        </w:tc>
        <w:tc>
          <w:tcPr>
            <w:tcW w:w="864" w:type="dxa"/>
            <w:vAlign w:val="bottom"/>
          </w:tcPr>
          <w:p w14:paraId="51DE1A58" w14:textId="77777777" w:rsidR="002A2611" w:rsidRPr="004A48FF" w:rsidRDefault="002A2611" w:rsidP="002A2611">
            <w:pPr>
              <w:tabs>
                <w:tab w:val="decimal" w:pos="772"/>
              </w:tabs>
              <w:spacing w:line="300" w:lineRule="atLeast"/>
              <w:ind w:left="-45" w:right="80"/>
              <w:rPr>
                <w:sz w:val="16"/>
                <w:szCs w:val="16"/>
              </w:rPr>
            </w:pPr>
          </w:p>
        </w:tc>
        <w:tc>
          <w:tcPr>
            <w:tcW w:w="810" w:type="dxa"/>
            <w:vAlign w:val="bottom"/>
          </w:tcPr>
          <w:p w14:paraId="50A578E3" w14:textId="77777777" w:rsidR="002A2611" w:rsidRPr="004A48FF" w:rsidRDefault="002A2611" w:rsidP="002A2611">
            <w:pPr>
              <w:tabs>
                <w:tab w:val="decimal" w:pos="713"/>
              </w:tabs>
              <w:spacing w:line="300" w:lineRule="atLeast"/>
              <w:ind w:left="-90" w:right="80"/>
              <w:rPr>
                <w:sz w:val="16"/>
                <w:szCs w:val="16"/>
              </w:rPr>
            </w:pPr>
          </w:p>
        </w:tc>
        <w:tc>
          <w:tcPr>
            <w:tcW w:w="725" w:type="dxa"/>
          </w:tcPr>
          <w:p w14:paraId="771B6AE9" w14:textId="77777777" w:rsidR="002A2611" w:rsidRPr="004A48FF" w:rsidRDefault="002A2611" w:rsidP="002A2611">
            <w:pPr>
              <w:tabs>
                <w:tab w:val="decimal" w:pos="630"/>
                <w:tab w:val="decimal" w:pos="720"/>
              </w:tabs>
              <w:spacing w:line="300" w:lineRule="atLeast"/>
              <w:ind w:left="90" w:right="90"/>
              <w:rPr>
                <w:sz w:val="16"/>
                <w:szCs w:val="16"/>
              </w:rPr>
            </w:pPr>
          </w:p>
        </w:tc>
        <w:tc>
          <w:tcPr>
            <w:tcW w:w="726" w:type="dxa"/>
          </w:tcPr>
          <w:p w14:paraId="71E173AA" w14:textId="77777777" w:rsidR="002A2611" w:rsidRPr="004A48FF" w:rsidRDefault="002A2611" w:rsidP="002A2611">
            <w:pPr>
              <w:tabs>
                <w:tab w:val="decimal" w:pos="626"/>
              </w:tabs>
              <w:spacing w:line="300" w:lineRule="atLeast"/>
              <w:ind w:left="90"/>
              <w:rPr>
                <w:sz w:val="16"/>
                <w:szCs w:val="16"/>
              </w:rPr>
            </w:pPr>
          </w:p>
        </w:tc>
        <w:tc>
          <w:tcPr>
            <w:tcW w:w="889" w:type="dxa"/>
            <w:vAlign w:val="bottom"/>
          </w:tcPr>
          <w:p w14:paraId="711F26E2" w14:textId="77777777" w:rsidR="002A2611" w:rsidRPr="004A48FF" w:rsidRDefault="002A2611" w:rsidP="002A2611">
            <w:pPr>
              <w:tabs>
                <w:tab w:val="decimal" w:pos="795"/>
              </w:tabs>
              <w:spacing w:line="300" w:lineRule="atLeast"/>
              <w:ind w:left="-25" w:right="90"/>
              <w:rPr>
                <w:sz w:val="16"/>
                <w:szCs w:val="16"/>
              </w:rPr>
            </w:pPr>
          </w:p>
        </w:tc>
        <w:tc>
          <w:tcPr>
            <w:tcW w:w="897" w:type="dxa"/>
            <w:vAlign w:val="bottom"/>
          </w:tcPr>
          <w:p w14:paraId="53239C1E" w14:textId="77777777" w:rsidR="002A2611" w:rsidRPr="004A48FF" w:rsidRDefault="002A2611" w:rsidP="002A2611">
            <w:pPr>
              <w:tabs>
                <w:tab w:val="decimal" w:pos="716"/>
              </w:tabs>
              <w:spacing w:line="300" w:lineRule="atLeast"/>
              <w:ind w:left="82" w:right="-10"/>
              <w:rPr>
                <w:sz w:val="16"/>
                <w:szCs w:val="16"/>
              </w:rPr>
            </w:pPr>
          </w:p>
        </w:tc>
        <w:tc>
          <w:tcPr>
            <w:tcW w:w="900" w:type="dxa"/>
          </w:tcPr>
          <w:p w14:paraId="18291A05" w14:textId="2638E255" w:rsidR="002A2611" w:rsidRPr="004A48FF" w:rsidRDefault="00E641A4" w:rsidP="002A2611">
            <w:pPr>
              <w:pBdr>
                <w:bottom w:val="double" w:sz="4" w:space="1" w:color="auto"/>
              </w:pBdr>
              <w:tabs>
                <w:tab w:val="decimal" w:pos="810"/>
              </w:tabs>
              <w:spacing w:line="300" w:lineRule="atLeast"/>
              <w:jc w:val="both"/>
              <w:rPr>
                <w:sz w:val="16"/>
                <w:szCs w:val="16"/>
              </w:rPr>
            </w:pPr>
            <w:r w:rsidRPr="00E641A4">
              <w:rPr>
                <w:sz w:val="16"/>
                <w:szCs w:val="16"/>
              </w:rPr>
              <w:t>729,000</w:t>
            </w:r>
          </w:p>
        </w:tc>
        <w:tc>
          <w:tcPr>
            <w:tcW w:w="900" w:type="dxa"/>
          </w:tcPr>
          <w:p w14:paraId="7BD7F39A" w14:textId="1AA67C8B" w:rsidR="002A2611" w:rsidRPr="004A48FF" w:rsidRDefault="002A2611" w:rsidP="002A2611">
            <w:pPr>
              <w:pBdr>
                <w:bottom w:val="double" w:sz="4" w:space="1" w:color="auto"/>
              </w:pBdr>
              <w:tabs>
                <w:tab w:val="decimal" w:pos="810"/>
              </w:tabs>
              <w:spacing w:line="300" w:lineRule="atLeast"/>
              <w:ind w:left="90"/>
              <w:rPr>
                <w:sz w:val="16"/>
                <w:szCs w:val="16"/>
              </w:rPr>
            </w:pPr>
            <w:r w:rsidRPr="004A48FF">
              <w:rPr>
                <w:sz w:val="16"/>
                <w:szCs w:val="16"/>
              </w:rPr>
              <w:t>1,389,805</w:t>
            </w:r>
          </w:p>
        </w:tc>
      </w:tr>
      <w:tr w:rsidR="002A2611" w:rsidRPr="004A48FF" w14:paraId="0B396C8E" w14:textId="77777777" w:rsidTr="00DE0303">
        <w:trPr>
          <w:cantSplit/>
          <w:trHeight w:val="20"/>
        </w:trPr>
        <w:tc>
          <w:tcPr>
            <w:tcW w:w="2807" w:type="dxa"/>
          </w:tcPr>
          <w:p w14:paraId="471DF4F4" w14:textId="77777777" w:rsidR="002A2611" w:rsidRPr="004A48FF" w:rsidRDefault="002A2611" w:rsidP="002A2611">
            <w:pPr>
              <w:pStyle w:val="BodyText"/>
              <w:spacing w:line="300" w:lineRule="atLeast"/>
              <w:ind w:left="180" w:right="90" w:hanging="90"/>
              <w:jc w:val="left"/>
              <w:rPr>
                <w:rFonts w:eastAsia="Arial Unicode MS" w:cs="Times New Roman"/>
                <w:sz w:val="16"/>
                <w:szCs w:val="16"/>
              </w:rPr>
            </w:pPr>
          </w:p>
        </w:tc>
        <w:tc>
          <w:tcPr>
            <w:tcW w:w="790" w:type="dxa"/>
            <w:vAlign w:val="bottom"/>
          </w:tcPr>
          <w:p w14:paraId="634B04AA" w14:textId="77777777" w:rsidR="002A2611" w:rsidRPr="004A48FF" w:rsidRDefault="002A2611" w:rsidP="002A2611">
            <w:pPr>
              <w:tabs>
                <w:tab w:val="decimal" w:pos="615"/>
              </w:tabs>
              <w:spacing w:line="300" w:lineRule="atLeast"/>
              <w:ind w:left="90" w:right="-25"/>
              <w:rPr>
                <w:sz w:val="16"/>
                <w:szCs w:val="16"/>
              </w:rPr>
            </w:pPr>
          </w:p>
        </w:tc>
        <w:tc>
          <w:tcPr>
            <w:tcW w:w="723" w:type="dxa"/>
            <w:vAlign w:val="bottom"/>
          </w:tcPr>
          <w:p w14:paraId="4FFEC74C" w14:textId="77777777" w:rsidR="002A2611" w:rsidRPr="004A48FF" w:rsidRDefault="002A2611" w:rsidP="002A2611">
            <w:pPr>
              <w:tabs>
                <w:tab w:val="decimal" w:pos="636"/>
              </w:tabs>
              <w:spacing w:line="300" w:lineRule="atLeast"/>
              <w:ind w:left="90" w:right="90"/>
              <w:rPr>
                <w:sz w:val="16"/>
                <w:szCs w:val="16"/>
              </w:rPr>
            </w:pPr>
          </w:p>
        </w:tc>
        <w:tc>
          <w:tcPr>
            <w:tcW w:w="630" w:type="dxa"/>
            <w:vAlign w:val="bottom"/>
          </w:tcPr>
          <w:p w14:paraId="7C308AC5" w14:textId="77777777" w:rsidR="002A2611" w:rsidRPr="004A48FF" w:rsidRDefault="002A2611" w:rsidP="002A2611">
            <w:pPr>
              <w:tabs>
                <w:tab w:val="decimal" w:pos="720"/>
              </w:tabs>
              <w:spacing w:line="300" w:lineRule="atLeast"/>
              <w:ind w:left="90" w:right="90"/>
              <w:rPr>
                <w:sz w:val="16"/>
                <w:szCs w:val="16"/>
              </w:rPr>
            </w:pPr>
          </w:p>
        </w:tc>
        <w:tc>
          <w:tcPr>
            <w:tcW w:w="628" w:type="dxa"/>
            <w:vAlign w:val="bottom"/>
          </w:tcPr>
          <w:p w14:paraId="6D489170"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140068DB"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6EC35413" w14:textId="77777777" w:rsidR="002A2611" w:rsidRPr="004A48FF" w:rsidRDefault="002A2611" w:rsidP="002A2611">
            <w:pPr>
              <w:tabs>
                <w:tab w:val="decimal" w:pos="720"/>
              </w:tabs>
              <w:spacing w:line="300" w:lineRule="atLeast"/>
              <w:ind w:left="90" w:right="90"/>
              <w:rPr>
                <w:sz w:val="16"/>
                <w:szCs w:val="16"/>
              </w:rPr>
            </w:pPr>
          </w:p>
        </w:tc>
        <w:tc>
          <w:tcPr>
            <w:tcW w:w="630" w:type="dxa"/>
            <w:vAlign w:val="bottom"/>
          </w:tcPr>
          <w:p w14:paraId="567D57C9" w14:textId="77777777" w:rsidR="002A2611" w:rsidRPr="004A48FF" w:rsidRDefault="002A2611" w:rsidP="002A2611">
            <w:pPr>
              <w:tabs>
                <w:tab w:val="decimal" w:pos="720"/>
              </w:tabs>
              <w:spacing w:line="300" w:lineRule="atLeast"/>
              <w:ind w:left="90" w:right="90"/>
              <w:rPr>
                <w:sz w:val="16"/>
                <w:szCs w:val="16"/>
              </w:rPr>
            </w:pPr>
          </w:p>
        </w:tc>
        <w:tc>
          <w:tcPr>
            <w:tcW w:w="671" w:type="dxa"/>
            <w:vAlign w:val="bottom"/>
          </w:tcPr>
          <w:p w14:paraId="219D8FAA" w14:textId="77777777" w:rsidR="002A2611" w:rsidRPr="004A48FF" w:rsidRDefault="002A2611" w:rsidP="002A2611">
            <w:pPr>
              <w:tabs>
                <w:tab w:val="decimal" w:pos="720"/>
              </w:tabs>
              <w:spacing w:line="300" w:lineRule="atLeast"/>
              <w:ind w:left="90" w:right="90"/>
              <w:rPr>
                <w:sz w:val="16"/>
                <w:szCs w:val="16"/>
              </w:rPr>
            </w:pPr>
          </w:p>
        </w:tc>
        <w:tc>
          <w:tcPr>
            <w:tcW w:w="864" w:type="dxa"/>
            <w:vAlign w:val="bottom"/>
          </w:tcPr>
          <w:p w14:paraId="349D37D6" w14:textId="77777777" w:rsidR="002A2611" w:rsidRPr="004A48FF" w:rsidRDefault="002A2611" w:rsidP="002A2611">
            <w:pPr>
              <w:tabs>
                <w:tab w:val="decimal" w:pos="772"/>
              </w:tabs>
              <w:spacing w:line="300" w:lineRule="atLeast"/>
              <w:ind w:left="-45" w:right="80"/>
              <w:rPr>
                <w:sz w:val="16"/>
                <w:szCs w:val="16"/>
              </w:rPr>
            </w:pPr>
          </w:p>
        </w:tc>
        <w:tc>
          <w:tcPr>
            <w:tcW w:w="810" w:type="dxa"/>
            <w:vAlign w:val="bottom"/>
          </w:tcPr>
          <w:p w14:paraId="0E73E6BC" w14:textId="77777777" w:rsidR="002A2611" w:rsidRPr="004A48FF" w:rsidRDefault="002A2611" w:rsidP="002A2611">
            <w:pPr>
              <w:tabs>
                <w:tab w:val="decimal" w:pos="713"/>
              </w:tabs>
              <w:spacing w:line="300" w:lineRule="atLeast"/>
              <w:ind w:left="-90" w:right="80"/>
              <w:rPr>
                <w:sz w:val="16"/>
                <w:szCs w:val="16"/>
              </w:rPr>
            </w:pPr>
          </w:p>
        </w:tc>
        <w:tc>
          <w:tcPr>
            <w:tcW w:w="725" w:type="dxa"/>
          </w:tcPr>
          <w:p w14:paraId="0F67738C" w14:textId="77777777" w:rsidR="002A2611" w:rsidRPr="004A48FF" w:rsidRDefault="002A2611" w:rsidP="002A2611">
            <w:pPr>
              <w:tabs>
                <w:tab w:val="decimal" w:pos="630"/>
                <w:tab w:val="decimal" w:pos="720"/>
              </w:tabs>
              <w:spacing w:line="300" w:lineRule="atLeast"/>
              <w:ind w:left="90" w:right="90"/>
              <w:rPr>
                <w:sz w:val="16"/>
                <w:szCs w:val="16"/>
              </w:rPr>
            </w:pPr>
          </w:p>
        </w:tc>
        <w:tc>
          <w:tcPr>
            <w:tcW w:w="726" w:type="dxa"/>
          </w:tcPr>
          <w:p w14:paraId="0EC86CA6" w14:textId="77777777" w:rsidR="002A2611" w:rsidRPr="004A48FF" w:rsidRDefault="002A2611" w:rsidP="002A2611">
            <w:pPr>
              <w:tabs>
                <w:tab w:val="decimal" w:pos="626"/>
              </w:tabs>
              <w:spacing w:line="300" w:lineRule="atLeast"/>
              <w:ind w:left="90"/>
              <w:rPr>
                <w:sz w:val="16"/>
                <w:szCs w:val="16"/>
              </w:rPr>
            </w:pPr>
          </w:p>
        </w:tc>
        <w:tc>
          <w:tcPr>
            <w:tcW w:w="889" w:type="dxa"/>
            <w:vAlign w:val="bottom"/>
          </w:tcPr>
          <w:p w14:paraId="39FCC4EB" w14:textId="77777777" w:rsidR="002A2611" w:rsidRPr="004A48FF" w:rsidRDefault="002A2611" w:rsidP="002A2611">
            <w:pPr>
              <w:tabs>
                <w:tab w:val="decimal" w:pos="795"/>
              </w:tabs>
              <w:spacing w:line="300" w:lineRule="atLeast"/>
              <w:ind w:left="-25" w:right="90"/>
              <w:rPr>
                <w:sz w:val="16"/>
                <w:szCs w:val="16"/>
              </w:rPr>
            </w:pPr>
          </w:p>
        </w:tc>
        <w:tc>
          <w:tcPr>
            <w:tcW w:w="897" w:type="dxa"/>
            <w:vAlign w:val="bottom"/>
          </w:tcPr>
          <w:p w14:paraId="311B3015" w14:textId="77777777" w:rsidR="002A2611" w:rsidRPr="004A48FF" w:rsidRDefault="002A2611" w:rsidP="002A2611">
            <w:pPr>
              <w:tabs>
                <w:tab w:val="decimal" w:pos="716"/>
              </w:tabs>
              <w:spacing w:line="300" w:lineRule="atLeast"/>
              <w:ind w:left="82" w:right="-10"/>
              <w:rPr>
                <w:sz w:val="16"/>
                <w:szCs w:val="16"/>
              </w:rPr>
            </w:pPr>
          </w:p>
        </w:tc>
        <w:tc>
          <w:tcPr>
            <w:tcW w:w="900" w:type="dxa"/>
            <w:vAlign w:val="bottom"/>
          </w:tcPr>
          <w:p w14:paraId="7B105EC1" w14:textId="77777777" w:rsidR="002A2611" w:rsidRPr="004A48FF" w:rsidRDefault="002A2611" w:rsidP="002A2611">
            <w:pPr>
              <w:tabs>
                <w:tab w:val="decimal" w:pos="810"/>
              </w:tabs>
              <w:spacing w:line="300" w:lineRule="atLeast"/>
              <w:ind w:left="90"/>
              <w:jc w:val="both"/>
              <w:rPr>
                <w:sz w:val="16"/>
                <w:szCs w:val="16"/>
              </w:rPr>
            </w:pPr>
          </w:p>
        </w:tc>
        <w:tc>
          <w:tcPr>
            <w:tcW w:w="900" w:type="dxa"/>
            <w:vAlign w:val="bottom"/>
          </w:tcPr>
          <w:p w14:paraId="3E101D1B" w14:textId="77777777" w:rsidR="002A2611" w:rsidRPr="004A48FF" w:rsidRDefault="002A2611" w:rsidP="002A2611">
            <w:pPr>
              <w:tabs>
                <w:tab w:val="decimal" w:pos="810"/>
              </w:tabs>
              <w:spacing w:line="300" w:lineRule="atLeast"/>
              <w:ind w:left="90"/>
              <w:rPr>
                <w:sz w:val="16"/>
                <w:szCs w:val="16"/>
              </w:rPr>
            </w:pPr>
          </w:p>
        </w:tc>
      </w:tr>
      <w:tr w:rsidR="004A48FF" w:rsidRPr="004A48FF" w14:paraId="6C635D3F" w14:textId="77777777" w:rsidTr="00DE0303">
        <w:trPr>
          <w:cantSplit/>
          <w:trHeight w:val="20"/>
        </w:trPr>
        <w:tc>
          <w:tcPr>
            <w:tcW w:w="2807" w:type="dxa"/>
          </w:tcPr>
          <w:p w14:paraId="35062B99" w14:textId="77777777" w:rsidR="004A48FF" w:rsidRPr="004A48FF" w:rsidRDefault="004A48FF" w:rsidP="004A48FF">
            <w:pPr>
              <w:pStyle w:val="BodyText"/>
              <w:spacing w:line="300" w:lineRule="atLeast"/>
              <w:ind w:left="180" w:right="90" w:hanging="90"/>
              <w:jc w:val="left"/>
              <w:rPr>
                <w:rFonts w:eastAsia="Arial Unicode MS" w:cs="Times New Roman"/>
                <w:sz w:val="16"/>
                <w:szCs w:val="16"/>
              </w:rPr>
            </w:pPr>
            <w:r w:rsidRPr="004A48FF">
              <w:rPr>
                <w:rFonts w:eastAsia="Arial Unicode MS" w:cs="Times New Roman"/>
                <w:sz w:val="16"/>
                <w:szCs w:val="16"/>
              </w:rPr>
              <w:t xml:space="preserve">Segment assets </w:t>
            </w:r>
          </w:p>
          <w:p w14:paraId="48C36645" w14:textId="000496C0" w:rsidR="004A48FF" w:rsidRPr="004A48FF" w:rsidRDefault="004A48FF" w:rsidP="004A48FF">
            <w:pPr>
              <w:pStyle w:val="BodyText"/>
              <w:spacing w:line="300" w:lineRule="atLeast"/>
              <w:ind w:left="270" w:right="90"/>
              <w:jc w:val="left"/>
              <w:rPr>
                <w:rFonts w:eastAsia="Arial Unicode MS" w:cs="Times New Roman"/>
                <w:sz w:val="16"/>
                <w:szCs w:val="16"/>
              </w:rPr>
            </w:pPr>
            <w:r w:rsidRPr="004A48FF">
              <w:rPr>
                <w:rFonts w:eastAsia="Arial Unicode MS" w:cs="Times New Roman"/>
                <w:sz w:val="16"/>
                <w:szCs w:val="16"/>
              </w:rPr>
              <w:t>as at 30 September 2025/</w:t>
            </w:r>
            <w:r w:rsidRPr="004A48FF">
              <w:rPr>
                <w:rFonts w:eastAsia="Arial Unicode MS" w:cs="Times New Roman"/>
                <w:sz w:val="16"/>
                <w:szCs w:val="16"/>
              </w:rPr>
              <w:br/>
              <w:t>31 December 2024</w:t>
            </w:r>
          </w:p>
        </w:tc>
        <w:tc>
          <w:tcPr>
            <w:tcW w:w="790" w:type="dxa"/>
            <w:vAlign w:val="bottom"/>
          </w:tcPr>
          <w:p w14:paraId="0B374F2B" w14:textId="0CAE7FF7" w:rsidR="004A48FF" w:rsidRPr="004A48FF" w:rsidRDefault="00E641A4" w:rsidP="004A48FF">
            <w:pPr>
              <w:pBdr>
                <w:bottom w:val="double" w:sz="4" w:space="1" w:color="auto"/>
              </w:pBdr>
              <w:tabs>
                <w:tab w:val="decimal" w:pos="697"/>
              </w:tabs>
              <w:spacing w:line="300" w:lineRule="atLeast"/>
              <w:ind w:left="-90" w:right="80"/>
              <w:rPr>
                <w:sz w:val="16"/>
                <w:szCs w:val="16"/>
              </w:rPr>
            </w:pPr>
            <w:r w:rsidRPr="00E641A4">
              <w:rPr>
                <w:sz w:val="16"/>
                <w:szCs w:val="16"/>
              </w:rPr>
              <w:t>2,222,192</w:t>
            </w:r>
          </w:p>
        </w:tc>
        <w:tc>
          <w:tcPr>
            <w:tcW w:w="723" w:type="dxa"/>
            <w:vAlign w:val="bottom"/>
          </w:tcPr>
          <w:p w14:paraId="63E4DFE3" w14:textId="7A468A8B" w:rsidR="004A48FF" w:rsidRPr="004A48FF" w:rsidRDefault="004A48FF" w:rsidP="00AC373A">
            <w:pPr>
              <w:pBdr>
                <w:bottom w:val="double" w:sz="4" w:space="1" w:color="auto"/>
              </w:pBdr>
              <w:tabs>
                <w:tab w:val="decimal" w:pos="636"/>
              </w:tabs>
              <w:spacing w:line="300" w:lineRule="atLeast"/>
              <w:ind w:left="-4"/>
              <w:rPr>
                <w:sz w:val="16"/>
                <w:szCs w:val="16"/>
              </w:rPr>
            </w:pPr>
            <w:r w:rsidRPr="004A48FF">
              <w:rPr>
                <w:sz w:val="16"/>
                <w:szCs w:val="16"/>
              </w:rPr>
              <w:t>1,945,877</w:t>
            </w:r>
          </w:p>
        </w:tc>
        <w:tc>
          <w:tcPr>
            <w:tcW w:w="630" w:type="dxa"/>
            <w:vAlign w:val="bottom"/>
          </w:tcPr>
          <w:p w14:paraId="5E6DFB4D" w14:textId="77777777" w:rsidR="004A48FF" w:rsidRPr="004A48FF" w:rsidRDefault="004A48FF" w:rsidP="004A48FF">
            <w:pPr>
              <w:tabs>
                <w:tab w:val="decimal" w:pos="720"/>
              </w:tabs>
              <w:spacing w:line="300" w:lineRule="atLeast"/>
              <w:ind w:left="90" w:right="90"/>
              <w:rPr>
                <w:sz w:val="16"/>
                <w:szCs w:val="16"/>
              </w:rPr>
            </w:pPr>
          </w:p>
        </w:tc>
        <w:tc>
          <w:tcPr>
            <w:tcW w:w="628" w:type="dxa"/>
            <w:vAlign w:val="bottom"/>
          </w:tcPr>
          <w:p w14:paraId="3C4EB222" w14:textId="77777777" w:rsidR="004A48FF" w:rsidRPr="004A48FF" w:rsidRDefault="004A48FF" w:rsidP="004A48FF">
            <w:pPr>
              <w:tabs>
                <w:tab w:val="decimal" w:pos="720"/>
              </w:tabs>
              <w:spacing w:line="300" w:lineRule="atLeast"/>
              <w:ind w:left="90" w:right="90"/>
              <w:rPr>
                <w:sz w:val="16"/>
                <w:szCs w:val="16"/>
              </w:rPr>
            </w:pPr>
          </w:p>
        </w:tc>
        <w:tc>
          <w:tcPr>
            <w:tcW w:w="630" w:type="dxa"/>
            <w:vAlign w:val="bottom"/>
          </w:tcPr>
          <w:p w14:paraId="3214912D" w14:textId="77777777" w:rsidR="004A48FF" w:rsidRPr="004A48FF" w:rsidRDefault="004A48FF" w:rsidP="004A48FF">
            <w:pPr>
              <w:tabs>
                <w:tab w:val="decimal" w:pos="720"/>
              </w:tabs>
              <w:spacing w:line="300" w:lineRule="atLeast"/>
              <w:ind w:left="90" w:right="90"/>
              <w:rPr>
                <w:sz w:val="16"/>
                <w:szCs w:val="16"/>
              </w:rPr>
            </w:pPr>
          </w:p>
        </w:tc>
        <w:tc>
          <w:tcPr>
            <w:tcW w:w="630" w:type="dxa"/>
            <w:vAlign w:val="bottom"/>
          </w:tcPr>
          <w:p w14:paraId="5A12487B" w14:textId="77777777" w:rsidR="004A48FF" w:rsidRPr="004A48FF" w:rsidRDefault="004A48FF" w:rsidP="004A48FF">
            <w:pPr>
              <w:tabs>
                <w:tab w:val="decimal" w:pos="720"/>
              </w:tabs>
              <w:spacing w:line="300" w:lineRule="atLeast"/>
              <w:ind w:left="90" w:right="90"/>
              <w:rPr>
                <w:sz w:val="16"/>
                <w:szCs w:val="16"/>
              </w:rPr>
            </w:pPr>
          </w:p>
        </w:tc>
        <w:tc>
          <w:tcPr>
            <w:tcW w:w="630" w:type="dxa"/>
            <w:vAlign w:val="bottom"/>
          </w:tcPr>
          <w:p w14:paraId="0A738E6C" w14:textId="77777777" w:rsidR="004A48FF" w:rsidRPr="004A48FF" w:rsidRDefault="004A48FF" w:rsidP="004A48FF">
            <w:pPr>
              <w:tabs>
                <w:tab w:val="decimal" w:pos="720"/>
              </w:tabs>
              <w:spacing w:line="300" w:lineRule="atLeast"/>
              <w:ind w:left="90" w:right="90"/>
              <w:rPr>
                <w:sz w:val="16"/>
                <w:szCs w:val="16"/>
              </w:rPr>
            </w:pPr>
          </w:p>
        </w:tc>
        <w:tc>
          <w:tcPr>
            <w:tcW w:w="671" w:type="dxa"/>
            <w:vAlign w:val="bottom"/>
          </w:tcPr>
          <w:p w14:paraId="0E2B82C1" w14:textId="77777777" w:rsidR="004A48FF" w:rsidRPr="004A48FF" w:rsidRDefault="004A48FF" w:rsidP="004A48FF">
            <w:pPr>
              <w:tabs>
                <w:tab w:val="decimal" w:pos="720"/>
              </w:tabs>
              <w:spacing w:line="300" w:lineRule="atLeast"/>
              <w:ind w:left="90" w:right="90"/>
              <w:rPr>
                <w:sz w:val="16"/>
                <w:szCs w:val="16"/>
              </w:rPr>
            </w:pPr>
          </w:p>
        </w:tc>
        <w:tc>
          <w:tcPr>
            <w:tcW w:w="864" w:type="dxa"/>
            <w:vAlign w:val="bottom"/>
          </w:tcPr>
          <w:p w14:paraId="3643DE76" w14:textId="6FBC4463" w:rsidR="004A48FF" w:rsidRPr="004A48FF" w:rsidRDefault="00E641A4" w:rsidP="004A48FF">
            <w:pPr>
              <w:pBdr>
                <w:bottom w:val="double" w:sz="4" w:space="1" w:color="auto"/>
              </w:pBdr>
              <w:tabs>
                <w:tab w:val="decimal" w:pos="772"/>
              </w:tabs>
              <w:spacing w:line="300" w:lineRule="atLeast"/>
              <w:ind w:left="-90" w:right="80"/>
              <w:rPr>
                <w:sz w:val="16"/>
                <w:szCs w:val="16"/>
                <w:cs/>
              </w:rPr>
            </w:pPr>
            <w:r w:rsidRPr="00E641A4">
              <w:rPr>
                <w:sz w:val="16"/>
                <w:szCs w:val="16"/>
              </w:rPr>
              <w:t>24,440,651</w:t>
            </w:r>
          </w:p>
        </w:tc>
        <w:tc>
          <w:tcPr>
            <w:tcW w:w="810" w:type="dxa"/>
            <w:vAlign w:val="bottom"/>
          </w:tcPr>
          <w:p w14:paraId="64BA1F1F" w14:textId="39670285" w:rsidR="004A48FF" w:rsidRPr="004A48FF" w:rsidRDefault="004A48FF" w:rsidP="004A48FF">
            <w:pPr>
              <w:pBdr>
                <w:bottom w:val="double" w:sz="4" w:space="1" w:color="auto"/>
              </w:pBdr>
              <w:tabs>
                <w:tab w:val="decimal" w:pos="713"/>
              </w:tabs>
              <w:spacing w:line="300" w:lineRule="atLeast"/>
              <w:ind w:left="-90" w:right="80"/>
              <w:rPr>
                <w:sz w:val="16"/>
                <w:szCs w:val="16"/>
                <w:cs/>
              </w:rPr>
            </w:pPr>
            <w:r w:rsidRPr="00DE0303">
              <w:rPr>
                <w:sz w:val="16"/>
                <w:szCs w:val="16"/>
              </w:rPr>
              <w:t>24,823,052</w:t>
            </w:r>
          </w:p>
        </w:tc>
        <w:tc>
          <w:tcPr>
            <w:tcW w:w="725" w:type="dxa"/>
            <w:vAlign w:val="bottom"/>
          </w:tcPr>
          <w:p w14:paraId="5348C253" w14:textId="3E2A3C92" w:rsidR="004A48FF" w:rsidRPr="004A48FF" w:rsidRDefault="00E641A4" w:rsidP="004A48FF">
            <w:pPr>
              <w:pBdr>
                <w:bottom w:val="double" w:sz="4" w:space="1" w:color="auto"/>
              </w:pBdr>
              <w:tabs>
                <w:tab w:val="decimal" w:pos="630"/>
              </w:tabs>
              <w:spacing w:line="300" w:lineRule="atLeast"/>
              <w:ind w:right="90"/>
              <w:rPr>
                <w:sz w:val="16"/>
                <w:szCs w:val="16"/>
                <w:cs/>
              </w:rPr>
            </w:pPr>
            <w:r w:rsidRPr="00E641A4">
              <w:rPr>
                <w:sz w:val="16"/>
                <w:szCs w:val="16"/>
              </w:rPr>
              <w:t>590,641</w:t>
            </w:r>
          </w:p>
        </w:tc>
        <w:tc>
          <w:tcPr>
            <w:tcW w:w="726" w:type="dxa"/>
            <w:vAlign w:val="bottom"/>
          </w:tcPr>
          <w:p w14:paraId="2953D0BB" w14:textId="2FAD1B24" w:rsidR="004A48FF" w:rsidRPr="004A48FF" w:rsidRDefault="004A48FF" w:rsidP="004A48FF">
            <w:pPr>
              <w:pBdr>
                <w:bottom w:val="double" w:sz="4" w:space="1" w:color="auto"/>
              </w:pBdr>
              <w:tabs>
                <w:tab w:val="decimal" w:pos="626"/>
              </w:tabs>
              <w:spacing w:line="300" w:lineRule="atLeast"/>
              <w:rPr>
                <w:sz w:val="16"/>
                <w:szCs w:val="16"/>
                <w:cs/>
              </w:rPr>
            </w:pPr>
            <w:r w:rsidRPr="00DE0303">
              <w:rPr>
                <w:sz w:val="16"/>
                <w:szCs w:val="16"/>
              </w:rPr>
              <w:t>656,421</w:t>
            </w:r>
          </w:p>
        </w:tc>
        <w:tc>
          <w:tcPr>
            <w:tcW w:w="889" w:type="dxa"/>
            <w:vAlign w:val="bottom"/>
          </w:tcPr>
          <w:p w14:paraId="0F7B62F7" w14:textId="6FE4FB53" w:rsidR="004A48FF" w:rsidRPr="004A48FF" w:rsidRDefault="00E641A4" w:rsidP="004A48FF">
            <w:pPr>
              <w:pBdr>
                <w:bottom w:val="double" w:sz="4" w:space="1" w:color="auto"/>
              </w:pBdr>
              <w:tabs>
                <w:tab w:val="decimal" w:pos="790"/>
              </w:tabs>
              <w:spacing w:line="300" w:lineRule="atLeast"/>
              <w:ind w:left="90"/>
              <w:rPr>
                <w:sz w:val="16"/>
                <w:szCs w:val="16"/>
                <w:cs/>
              </w:rPr>
            </w:pPr>
            <w:r w:rsidRPr="00E641A4">
              <w:rPr>
                <w:sz w:val="16"/>
                <w:szCs w:val="16"/>
              </w:rPr>
              <w:t>(9,064,848)</w:t>
            </w:r>
          </w:p>
        </w:tc>
        <w:tc>
          <w:tcPr>
            <w:tcW w:w="897" w:type="dxa"/>
            <w:vAlign w:val="bottom"/>
          </w:tcPr>
          <w:p w14:paraId="0B9046B8" w14:textId="53DD028B" w:rsidR="004A48FF" w:rsidRPr="004A48FF" w:rsidRDefault="004A48FF" w:rsidP="004A48FF">
            <w:pPr>
              <w:pBdr>
                <w:bottom w:val="double" w:sz="4" w:space="1" w:color="auto"/>
              </w:pBdr>
              <w:tabs>
                <w:tab w:val="decimal" w:pos="812"/>
              </w:tabs>
              <w:spacing w:line="300" w:lineRule="atLeast"/>
              <w:ind w:left="82"/>
              <w:rPr>
                <w:sz w:val="16"/>
                <w:szCs w:val="16"/>
                <w:cs/>
              </w:rPr>
            </w:pPr>
            <w:r w:rsidRPr="00DE0303">
              <w:rPr>
                <w:sz w:val="16"/>
                <w:szCs w:val="16"/>
              </w:rPr>
              <w:t>(9,009,669)</w:t>
            </w:r>
          </w:p>
        </w:tc>
        <w:tc>
          <w:tcPr>
            <w:tcW w:w="900" w:type="dxa"/>
            <w:vAlign w:val="bottom"/>
          </w:tcPr>
          <w:p w14:paraId="38F5C208" w14:textId="24802FA9" w:rsidR="004A48FF" w:rsidRPr="004A48FF" w:rsidRDefault="00E641A4" w:rsidP="004A48FF">
            <w:pPr>
              <w:pBdr>
                <w:bottom w:val="double" w:sz="4" w:space="1" w:color="auto"/>
              </w:pBdr>
              <w:tabs>
                <w:tab w:val="decimal" w:pos="810"/>
              </w:tabs>
              <w:spacing w:line="300" w:lineRule="atLeast"/>
              <w:ind w:left="90"/>
              <w:rPr>
                <w:sz w:val="16"/>
                <w:szCs w:val="16"/>
              </w:rPr>
            </w:pPr>
            <w:r w:rsidRPr="00E641A4">
              <w:rPr>
                <w:sz w:val="16"/>
                <w:szCs w:val="16"/>
              </w:rPr>
              <w:t>18,188,636</w:t>
            </w:r>
          </w:p>
        </w:tc>
        <w:tc>
          <w:tcPr>
            <w:tcW w:w="900" w:type="dxa"/>
            <w:vAlign w:val="bottom"/>
          </w:tcPr>
          <w:p w14:paraId="472187CB" w14:textId="4C96CB70" w:rsidR="004A48FF" w:rsidRPr="004A48FF" w:rsidRDefault="004A48FF" w:rsidP="004A48FF">
            <w:pPr>
              <w:pBdr>
                <w:bottom w:val="double" w:sz="4" w:space="1" w:color="auto"/>
              </w:pBdr>
              <w:tabs>
                <w:tab w:val="decimal" w:pos="810"/>
              </w:tabs>
              <w:spacing w:line="300" w:lineRule="atLeast"/>
              <w:ind w:left="90"/>
              <w:rPr>
                <w:sz w:val="16"/>
                <w:szCs w:val="16"/>
              </w:rPr>
            </w:pPr>
            <w:r w:rsidRPr="00DE0303">
              <w:rPr>
                <w:sz w:val="16"/>
                <w:szCs w:val="16"/>
              </w:rPr>
              <w:t>18,415,681</w:t>
            </w:r>
          </w:p>
        </w:tc>
      </w:tr>
      <w:tr w:rsidR="004A48FF" w:rsidRPr="004A48FF" w14:paraId="064C510B" w14:textId="77777777" w:rsidTr="00DE0303">
        <w:trPr>
          <w:cantSplit/>
          <w:trHeight w:val="20"/>
        </w:trPr>
        <w:tc>
          <w:tcPr>
            <w:tcW w:w="2807" w:type="dxa"/>
          </w:tcPr>
          <w:p w14:paraId="3AFD264F" w14:textId="77777777" w:rsidR="004A48FF" w:rsidRPr="004A48FF" w:rsidRDefault="004A48FF" w:rsidP="004A48FF">
            <w:pPr>
              <w:pStyle w:val="BodyText"/>
              <w:spacing w:line="300" w:lineRule="atLeast"/>
              <w:ind w:left="180" w:right="90" w:hanging="90"/>
              <w:jc w:val="left"/>
              <w:rPr>
                <w:rFonts w:eastAsia="Arial Unicode MS" w:cs="Times New Roman"/>
                <w:sz w:val="16"/>
                <w:szCs w:val="16"/>
              </w:rPr>
            </w:pPr>
          </w:p>
        </w:tc>
        <w:tc>
          <w:tcPr>
            <w:tcW w:w="790" w:type="dxa"/>
            <w:vAlign w:val="bottom"/>
          </w:tcPr>
          <w:p w14:paraId="1CB3783F" w14:textId="77777777" w:rsidR="004A48FF" w:rsidRPr="004A48FF" w:rsidRDefault="004A48FF" w:rsidP="004A48FF">
            <w:pPr>
              <w:tabs>
                <w:tab w:val="decimal" w:pos="615"/>
              </w:tabs>
              <w:spacing w:line="300" w:lineRule="atLeast"/>
              <w:ind w:left="90" w:right="-25"/>
              <w:rPr>
                <w:sz w:val="16"/>
                <w:szCs w:val="16"/>
              </w:rPr>
            </w:pPr>
          </w:p>
        </w:tc>
        <w:tc>
          <w:tcPr>
            <w:tcW w:w="723" w:type="dxa"/>
            <w:vAlign w:val="bottom"/>
          </w:tcPr>
          <w:p w14:paraId="2C18D0AB" w14:textId="77777777" w:rsidR="004A48FF" w:rsidRPr="004A48FF" w:rsidRDefault="004A48FF" w:rsidP="004A48FF">
            <w:pPr>
              <w:tabs>
                <w:tab w:val="decimal" w:pos="636"/>
              </w:tabs>
              <w:spacing w:line="300" w:lineRule="atLeast"/>
              <w:ind w:left="90" w:right="90"/>
              <w:rPr>
                <w:sz w:val="16"/>
                <w:szCs w:val="16"/>
              </w:rPr>
            </w:pPr>
          </w:p>
        </w:tc>
        <w:tc>
          <w:tcPr>
            <w:tcW w:w="630" w:type="dxa"/>
            <w:vAlign w:val="bottom"/>
          </w:tcPr>
          <w:p w14:paraId="4F0A0A69" w14:textId="77777777" w:rsidR="004A48FF" w:rsidRPr="004A48FF" w:rsidRDefault="004A48FF" w:rsidP="004A48FF">
            <w:pPr>
              <w:tabs>
                <w:tab w:val="decimal" w:pos="720"/>
              </w:tabs>
              <w:spacing w:line="300" w:lineRule="atLeast"/>
              <w:ind w:left="90" w:right="90"/>
              <w:rPr>
                <w:sz w:val="16"/>
                <w:szCs w:val="16"/>
              </w:rPr>
            </w:pPr>
          </w:p>
        </w:tc>
        <w:tc>
          <w:tcPr>
            <w:tcW w:w="628" w:type="dxa"/>
            <w:vAlign w:val="bottom"/>
          </w:tcPr>
          <w:p w14:paraId="4F3E3343" w14:textId="77777777" w:rsidR="004A48FF" w:rsidRPr="004A48FF" w:rsidRDefault="004A48FF" w:rsidP="004A48FF">
            <w:pPr>
              <w:tabs>
                <w:tab w:val="decimal" w:pos="720"/>
              </w:tabs>
              <w:spacing w:line="300" w:lineRule="atLeast"/>
              <w:ind w:left="90" w:right="90"/>
              <w:rPr>
                <w:sz w:val="16"/>
                <w:szCs w:val="16"/>
              </w:rPr>
            </w:pPr>
          </w:p>
        </w:tc>
        <w:tc>
          <w:tcPr>
            <w:tcW w:w="630" w:type="dxa"/>
            <w:vAlign w:val="bottom"/>
          </w:tcPr>
          <w:p w14:paraId="2041785E" w14:textId="77777777" w:rsidR="004A48FF" w:rsidRPr="004A48FF" w:rsidRDefault="004A48FF" w:rsidP="004A48FF">
            <w:pPr>
              <w:tabs>
                <w:tab w:val="decimal" w:pos="720"/>
              </w:tabs>
              <w:spacing w:line="300" w:lineRule="atLeast"/>
              <w:ind w:left="90" w:right="90"/>
              <w:rPr>
                <w:sz w:val="16"/>
                <w:szCs w:val="16"/>
              </w:rPr>
            </w:pPr>
          </w:p>
        </w:tc>
        <w:tc>
          <w:tcPr>
            <w:tcW w:w="630" w:type="dxa"/>
            <w:vAlign w:val="bottom"/>
          </w:tcPr>
          <w:p w14:paraId="0AB37EA0" w14:textId="77777777" w:rsidR="004A48FF" w:rsidRPr="004A48FF" w:rsidRDefault="004A48FF" w:rsidP="004A48FF">
            <w:pPr>
              <w:tabs>
                <w:tab w:val="decimal" w:pos="720"/>
              </w:tabs>
              <w:spacing w:line="300" w:lineRule="atLeast"/>
              <w:ind w:left="90" w:right="90"/>
              <w:rPr>
                <w:sz w:val="16"/>
                <w:szCs w:val="16"/>
              </w:rPr>
            </w:pPr>
          </w:p>
        </w:tc>
        <w:tc>
          <w:tcPr>
            <w:tcW w:w="630" w:type="dxa"/>
            <w:vAlign w:val="bottom"/>
          </w:tcPr>
          <w:p w14:paraId="230D76C0" w14:textId="77777777" w:rsidR="004A48FF" w:rsidRPr="004A48FF" w:rsidRDefault="004A48FF" w:rsidP="004A48FF">
            <w:pPr>
              <w:tabs>
                <w:tab w:val="decimal" w:pos="720"/>
              </w:tabs>
              <w:spacing w:line="300" w:lineRule="atLeast"/>
              <w:ind w:left="90" w:right="90"/>
              <w:rPr>
                <w:sz w:val="16"/>
                <w:szCs w:val="16"/>
              </w:rPr>
            </w:pPr>
          </w:p>
        </w:tc>
        <w:tc>
          <w:tcPr>
            <w:tcW w:w="671" w:type="dxa"/>
            <w:vAlign w:val="bottom"/>
          </w:tcPr>
          <w:p w14:paraId="5691672F" w14:textId="77777777" w:rsidR="004A48FF" w:rsidRPr="004A48FF" w:rsidRDefault="004A48FF" w:rsidP="004A48FF">
            <w:pPr>
              <w:tabs>
                <w:tab w:val="decimal" w:pos="720"/>
              </w:tabs>
              <w:spacing w:line="300" w:lineRule="atLeast"/>
              <w:ind w:left="90" w:right="90"/>
              <w:rPr>
                <w:sz w:val="16"/>
                <w:szCs w:val="16"/>
              </w:rPr>
            </w:pPr>
          </w:p>
        </w:tc>
        <w:tc>
          <w:tcPr>
            <w:tcW w:w="864" w:type="dxa"/>
            <w:vAlign w:val="bottom"/>
          </w:tcPr>
          <w:p w14:paraId="23306233" w14:textId="77777777" w:rsidR="004A48FF" w:rsidRPr="004A48FF" w:rsidRDefault="004A48FF" w:rsidP="004A48FF">
            <w:pPr>
              <w:tabs>
                <w:tab w:val="decimal" w:pos="772"/>
              </w:tabs>
              <w:spacing w:line="300" w:lineRule="atLeast"/>
              <w:ind w:left="-45" w:right="80"/>
              <w:rPr>
                <w:sz w:val="16"/>
                <w:szCs w:val="16"/>
              </w:rPr>
            </w:pPr>
          </w:p>
        </w:tc>
        <w:tc>
          <w:tcPr>
            <w:tcW w:w="810" w:type="dxa"/>
            <w:vAlign w:val="bottom"/>
          </w:tcPr>
          <w:p w14:paraId="1233F621" w14:textId="77777777" w:rsidR="004A48FF" w:rsidRPr="004A48FF" w:rsidRDefault="004A48FF" w:rsidP="004A48FF">
            <w:pPr>
              <w:tabs>
                <w:tab w:val="decimal" w:pos="713"/>
              </w:tabs>
              <w:spacing w:line="300" w:lineRule="atLeast"/>
              <w:ind w:left="-90" w:right="80"/>
              <w:rPr>
                <w:sz w:val="16"/>
                <w:szCs w:val="16"/>
              </w:rPr>
            </w:pPr>
          </w:p>
        </w:tc>
        <w:tc>
          <w:tcPr>
            <w:tcW w:w="725" w:type="dxa"/>
          </w:tcPr>
          <w:p w14:paraId="6E75FAEB" w14:textId="77777777" w:rsidR="004A48FF" w:rsidRPr="004A48FF" w:rsidRDefault="004A48FF" w:rsidP="004A48FF">
            <w:pPr>
              <w:tabs>
                <w:tab w:val="decimal" w:pos="630"/>
                <w:tab w:val="decimal" w:pos="720"/>
              </w:tabs>
              <w:spacing w:line="300" w:lineRule="atLeast"/>
              <w:ind w:left="90" w:right="90"/>
              <w:rPr>
                <w:sz w:val="16"/>
                <w:szCs w:val="16"/>
              </w:rPr>
            </w:pPr>
          </w:p>
        </w:tc>
        <w:tc>
          <w:tcPr>
            <w:tcW w:w="726" w:type="dxa"/>
          </w:tcPr>
          <w:p w14:paraId="3F280CA5" w14:textId="77777777" w:rsidR="004A48FF" w:rsidRPr="004A48FF" w:rsidRDefault="004A48FF" w:rsidP="004A48FF">
            <w:pPr>
              <w:tabs>
                <w:tab w:val="decimal" w:pos="626"/>
              </w:tabs>
              <w:spacing w:line="300" w:lineRule="atLeast"/>
              <w:rPr>
                <w:sz w:val="16"/>
                <w:szCs w:val="16"/>
              </w:rPr>
            </w:pPr>
          </w:p>
        </w:tc>
        <w:tc>
          <w:tcPr>
            <w:tcW w:w="889" w:type="dxa"/>
            <w:vAlign w:val="bottom"/>
          </w:tcPr>
          <w:p w14:paraId="7E79F8C5" w14:textId="77777777" w:rsidR="004A48FF" w:rsidRPr="004A48FF" w:rsidRDefault="004A48FF" w:rsidP="004A48FF">
            <w:pPr>
              <w:tabs>
                <w:tab w:val="decimal" w:pos="795"/>
              </w:tabs>
              <w:spacing w:line="300" w:lineRule="atLeast"/>
              <w:ind w:left="-25" w:right="90"/>
              <w:rPr>
                <w:sz w:val="16"/>
                <w:szCs w:val="16"/>
              </w:rPr>
            </w:pPr>
          </w:p>
        </w:tc>
        <w:tc>
          <w:tcPr>
            <w:tcW w:w="897" w:type="dxa"/>
            <w:vAlign w:val="bottom"/>
          </w:tcPr>
          <w:p w14:paraId="28498DD0" w14:textId="77777777" w:rsidR="004A48FF" w:rsidRPr="004A48FF" w:rsidRDefault="004A48FF" w:rsidP="004A48FF">
            <w:pPr>
              <w:tabs>
                <w:tab w:val="decimal" w:pos="716"/>
              </w:tabs>
              <w:spacing w:line="300" w:lineRule="atLeast"/>
              <w:ind w:left="82" w:right="-10"/>
              <w:rPr>
                <w:sz w:val="16"/>
                <w:szCs w:val="16"/>
              </w:rPr>
            </w:pPr>
          </w:p>
        </w:tc>
        <w:tc>
          <w:tcPr>
            <w:tcW w:w="900" w:type="dxa"/>
            <w:vAlign w:val="bottom"/>
          </w:tcPr>
          <w:p w14:paraId="28D21BF0" w14:textId="77777777" w:rsidR="004A48FF" w:rsidRPr="004A48FF" w:rsidRDefault="004A48FF" w:rsidP="004A48FF">
            <w:pPr>
              <w:tabs>
                <w:tab w:val="decimal" w:pos="810"/>
              </w:tabs>
              <w:spacing w:line="300" w:lineRule="atLeast"/>
              <w:ind w:left="90"/>
              <w:jc w:val="both"/>
              <w:rPr>
                <w:sz w:val="16"/>
                <w:szCs w:val="16"/>
              </w:rPr>
            </w:pPr>
          </w:p>
        </w:tc>
        <w:tc>
          <w:tcPr>
            <w:tcW w:w="900" w:type="dxa"/>
            <w:vAlign w:val="bottom"/>
          </w:tcPr>
          <w:p w14:paraId="1F868295" w14:textId="77777777" w:rsidR="004A48FF" w:rsidRPr="004A48FF" w:rsidRDefault="004A48FF" w:rsidP="004A48FF">
            <w:pPr>
              <w:tabs>
                <w:tab w:val="decimal" w:pos="810"/>
              </w:tabs>
              <w:spacing w:line="300" w:lineRule="atLeast"/>
              <w:rPr>
                <w:sz w:val="16"/>
                <w:szCs w:val="16"/>
              </w:rPr>
            </w:pPr>
          </w:p>
        </w:tc>
      </w:tr>
      <w:tr w:rsidR="004A48FF" w:rsidRPr="004A48FF" w14:paraId="57648A2F" w14:textId="77777777" w:rsidTr="008A1ABB">
        <w:trPr>
          <w:cantSplit/>
          <w:trHeight w:val="20"/>
        </w:trPr>
        <w:tc>
          <w:tcPr>
            <w:tcW w:w="2807" w:type="dxa"/>
          </w:tcPr>
          <w:p w14:paraId="38CDCE57" w14:textId="77777777" w:rsidR="004A48FF" w:rsidRPr="004A48FF" w:rsidRDefault="004A48FF" w:rsidP="004A48FF">
            <w:pPr>
              <w:pStyle w:val="BodyText"/>
              <w:spacing w:line="300" w:lineRule="atLeast"/>
              <w:ind w:left="180" w:right="90" w:hanging="90"/>
              <w:jc w:val="left"/>
              <w:rPr>
                <w:rFonts w:eastAsia="Arial Unicode MS" w:cs="Times New Roman"/>
                <w:sz w:val="16"/>
                <w:szCs w:val="16"/>
              </w:rPr>
            </w:pPr>
            <w:r w:rsidRPr="004A48FF">
              <w:rPr>
                <w:rFonts w:eastAsia="Arial Unicode MS" w:cs="Times New Roman"/>
                <w:sz w:val="16"/>
                <w:szCs w:val="16"/>
              </w:rPr>
              <w:t xml:space="preserve">Segment liabilities </w:t>
            </w:r>
          </w:p>
          <w:p w14:paraId="4A71B40D" w14:textId="44498C86" w:rsidR="004A48FF" w:rsidRPr="004A48FF" w:rsidRDefault="004A48FF" w:rsidP="004A48FF">
            <w:pPr>
              <w:pStyle w:val="BodyText"/>
              <w:spacing w:line="300" w:lineRule="atLeast"/>
              <w:ind w:left="270" w:right="90"/>
              <w:jc w:val="left"/>
              <w:rPr>
                <w:rFonts w:eastAsia="Arial Unicode MS" w:cs="Times New Roman"/>
                <w:sz w:val="16"/>
                <w:szCs w:val="16"/>
              </w:rPr>
            </w:pPr>
            <w:r w:rsidRPr="004A48FF">
              <w:rPr>
                <w:rFonts w:eastAsia="Arial Unicode MS" w:cs="Times New Roman"/>
                <w:sz w:val="16"/>
                <w:szCs w:val="16"/>
              </w:rPr>
              <w:t>as at 30 September 2025/</w:t>
            </w:r>
            <w:r w:rsidRPr="004A48FF">
              <w:rPr>
                <w:rFonts w:eastAsia="Arial Unicode MS" w:cs="Times New Roman"/>
                <w:sz w:val="16"/>
                <w:szCs w:val="16"/>
              </w:rPr>
              <w:br/>
              <w:t>31 December 2024</w:t>
            </w:r>
          </w:p>
        </w:tc>
        <w:tc>
          <w:tcPr>
            <w:tcW w:w="790" w:type="dxa"/>
            <w:vAlign w:val="bottom"/>
          </w:tcPr>
          <w:p w14:paraId="07152567" w14:textId="103B64D0" w:rsidR="004A48FF" w:rsidRPr="004A48FF" w:rsidRDefault="00E641A4" w:rsidP="004A48FF">
            <w:pPr>
              <w:pBdr>
                <w:bottom w:val="double" w:sz="4" w:space="1" w:color="auto"/>
              </w:pBdr>
              <w:tabs>
                <w:tab w:val="decimal" w:pos="705"/>
              </w:tabs>
              <w:spacing w:line="300" w:lineRule="atLeast"/>
              <w:ind w:left="-90" w:right="80"/>
              <w:rPr>
                <w:sz w:val="16"/>
                <w:szCs w:val="16"/>
              </w:rPr>
            </w:pPr>
            <w:r w:rsidRPr="00E641A4">
              <w:rPr>
                <w:sz w:val="16"/>
                <w:szCs w:val="16"/>
              </w:rPr>
              <w:t>927,516</w:t>
            </w:r>
          </w:p>
        </w:tc>
        <w:tc>
          <w:tcPr>
            <w:tcW w:w="723" w:type="dxa"/>
            <w:vAlign w:val="bottom"/>
          </w:tcPr>
          <w:p w14:paraId="51488941" w14:textId="0761C073" w:rsidR="004A48FF" w:rsidRPr="004A48FF" w:rsidRDefault="004A48FF" w:rsidP="004A48FF">
            <w:pPr>
              <w:pBdr>
                <w:bottom w:val="double" w:sz="4" w:space="1" w:color="auto"/>
              </w:pBdr>
              <w:tabs>
                <w:tab w:val="decimal" w:pos="636"/>
              </w:tabs>
              <w:spacing w:line="300" w:lineRule="atLeast"/>
              <w:rPr>
                <w:sz w:val="16"/>
                <w:szCs w:val="16"/>
              </w:rPr>
            </w:pPr>
            <w:r w:rsidRPr="004A48FF">
              <w:rPr>
                <w:sz w:val="16"/>
                <w:szCs w:val="16"/>
              </w:rPr>
              <w:t>439,963</w:t>
            </w:r>
          </w:p>
        </w:tc>
        <w:tc>
          <w:tcPr>
            <w:tcW w:w="630" w:type="dxa"/>
            <w:vAlign w:val="bottom"/>
          </w:tcPr>
          <w:p w14:paraId="66C65C3A" w14:textId="77777777" w:rsidR="004A48FF" w:rsidRPr="004A48FF" w:rsidRDefault="004A48FF" w:rsidP="004A48FF">
            <w:pPr>
              <w:tabs>
                <w:tab w:val="decimal" w:pos="720"/>
              </w:tabs>
              <w:spacing w:line="300" w:lineRule="atLeast"/>
              <w:ind w:left="90" w:right="90"/>
              <w:rPr>
                <w:sz w:val="16"/>
                <w:szCs w:val="16"/>
              </w:rPr>
            </w:pPr>
          </w:p>
        </w:tc>
        <w:tc>
          <w:tcPr>
            <w:tcW w:w="628" w:type="dxa"/>
            <w:vAlign w:val="bottom"/>
          </w:tcPr>
          <w:p w14:paraId="62CD0033" w14:textId="77777777" w:rsidR="004A48FF" w:rsidRPr="004A48FF" w:rsidRDefault="004A48FF" w:rsidP="004A48FF">
            <w:pPr>
              <w:tabs>
                <w:tab w:val="decimal" w:pos="720"/>
              </w:tabs>
              <w:spacing w:line="300" w:lineRule="atLeast"/>
              <w:ind w:left="90" w:right="90"/>
              <w:rPr>
                <w:sz w:val="16"/>
                <w:szCs w:val="16"/>
              </w:rPr>
            </w:pPr>
          </w:p>
        </w:tc>
        <w:tc>
          <w:tcPr>
            <w:tcW w:w="630" w:type="dxa"/>
            <w:vAlign w:val="bottom"/>
          </w:tcPr>
          <w:p w14:paraId="6D8D8A47" w14:textId="77777777" w:rsidR="004A48FF" w:rsidRPr="004A48FF" w:rsidRDefault="004A48FF" w:rsidP="004A48FF">
            <w:pPr>
              <w:tabs>
                <w:tab w:val="decimal" w:pos="720"/>
              </w:tabs>
              <w:spacing w:line="300" w:lineRule="atLeast"/>
              <w:ind w:left="90" w:right="90"/>
              <w:rPr>
                <w:sz w:val="16"/>
                <w:szCs w:val="16"/>
              </w:rPr>
            </w:pPr>
          </w:p>
        </w:tc>
        <w:tc>
          <w:tcPr>
            <w:tcW w:w="630" w:type="dxa"/>
            <w:vAlign w:val="bottom"/>
          </w:tcPr>
          <w:p w14:paraId="69FEB941" w14:textId="77777777" w:rsidR="004A48FF" w:rsidRPr="004A48FF" w:rsidRDefault="004A48FF" w:rsidP="004A48FF">
            <w:pPr>
              <w:tabs>
                <w:tab w:val="decimal" w:pos="720"/>
              </w:tabs>
              <w:spacing w:line="300" w:lineRule="atLeast"/>
              <w:ind w:left="90" w:right="90"/>
              <w:rPr>
                <w:sz w:val="16"/>
                <w:szCs w:val="16"/>
              </w:rPr>
            </w:pPr>
          </w:p>
        </w:tc>
        <w:tc>
          <w:tcPr>
            <w:tcW w:w="630" w:type="dxa"/>
            <w:vAlign w:val="bottom"/>
          </w:tcPr>
          <w:p w14:paraId="6C15EF5E" w14:textId="77777777" w:rsidR="004A48FF" w:rsidRPr="004A48FF" w:rsidRDefault="004A48FF" w:rsidP="004A48FF">
            <w:pPr>
              <w:tabs>
                <w:tab w:val="decimal" w:pos="720"/>
              </w:tabs>
              <w:spacing w:line="300" w:lineRule="atLeast"/>
              <w:ind w:left="90" w:right="90"/>
              <w:rPr>
                <w:sz w:val="16"/>
                <w:szCs w:val="16"/>
              </w:rPr>
            </w:pPr>
          </w:p>
        </w:tc>
        <w:tc>
          <w:tcPr>
            <w:tcW w:w="671" w:type="dxa"/>
            <w:vAlign w:val="bottom"/>
          </w:tcPr>
          <w:p w14:paraId="208CD38D" w14:textId="77777777" w:rsidR="004A48FF" w:rsidRPr="004A48FF" w:rsidRDefault="004A48FF" w:rsidP="004A48FF">
            <w:pPr>
              <w:tabs>
                <w:tab w:val="decimal" w:pos="720"/>
              </w:tabs>
              <w:spacing w:line="300" w:lineRule="atLeast"/>
              <w:ind w:left="90" w:right="90"/>
              <w:rPr>
                <w:sz w:val="16"/>
                <w:szCs w:val="16"/>
              </w:rPr>
            </w:pPr>
          </w:p>
        </w:tc>
        <w:tc>
          <w:tcPr>
            <w:tcW w:w="864" w:type="dxa"/>
            <w:vAlign w:val="bottom"/>
          </w:tcPr>
          <w:p w14:paraId="559C7900" w14:textId="5860C6C7" w:rsidR="004A48FF" w:rsidRPr="004A48FF" w:rsidRDefault="00E641A4" w:rsidP="004A48FF">
            <w:pPr>
              <w:pBdr>
                <w:bottom w:val="double" w:sz="4" w:space="1" w:color="auto"/>
              </w:pBdr>
              <w:tabs>
                <w:tab w:val="decimal" w:pos="767"/>
              </w:tabs>
              <w:spacing w:line="300" w:lineRule="atLeast"/>
              <w:ind w:left="-90" w:right="80"/>
              <w:rPr>
                <w:sz w:val="16"/>
                <w:szCs w:val="16"/>
                <w:cs/>
              </w:rPr>
            </w:pPr>
            <w:r w:rsidRPr="00E641A4">
              <w:rPr>
                <w:sz w:val="16"/>
                <w:szCs w:val="16"/>
              </w:rPr>
              <w:t>7,825,239</w:t>
            </w:r>
          </w:p>
        </w:tc>
        <w:tc>
          <w:tcPr>
            <w:tcW w:w="810" w:type="dxa"/>
            <w:vAlign w:val="bottom"/>
          </w:tcPr>
          <w:p w14:paraId="6EDAD85A" w14:textId="716A7A2A" w:rsidR="004A48FF" w:rsidRPr="004A48FF" w:rsidRDefault="004A48FF" w:rsidP="004A48FF">
            <w:pPr>
              <w:pBdr>
                <w:bottom w:val="double" w:sz="4" w:space="1" w:color="auto"/>
              </w:pBdr>
              <w:tabs>
                <w:tab w:val="decimal" w:pos="713"/>
              </w:tabs>
              <w:spacing w:line="300" w:lineRule="atLeast"/>
              <w:ind w:right="80"/>
              <w:rPr>
                <w:sz w:val="16"/>
                <w:szCs w:val="16"/>
                <w:cs/>
              </w:rPr>
            </w:pPr>
            <w:r w:rsidRPr="00DE0303">
              <w:rPr>
                <w:sz w:val="16"/>
                <w:szCs w:val="16"/>
              </w:rPr>
              <w:t>7,181,938</w:t>
            </w:r>
          </w:p>
        </w:tc>
        <w:tc>
          <w:tcPr>
            <w:tcW w:w="725" w:type="dxa"/>
            <w:vAlign w:val="bottom"/>
          </w:tcPr>
          <w:p w14:paraId="5CAAEF5A" w14:textId="18F0878C" w:rsidR="004A48FF" w:rsidRPr="004A48FF" w:rsidRDefault="00E641A4" w:rsidP="004A48FF">
            <w:pPr>
              <w:pBdr>
                <w:bottom w:val="double" w:sz="4" w:space="1" w:color="auto"/>
              </w:pBdr>
              <w:tabs>
                <w:tab w:val="decimal" w:pos="633"/>
              </w:tabs>
              <w:spacing w:line="300" w:lineRule="atLeast"/>
              <w:ind w:right="90"/>
              <w:rPr>
                <w:sz w:val="16"/>
                <w:szCs w:val="16"/>
                <w:cs/>
              </w:rPr>
            </w:pPr>
            <w:r w:rsidRPr="00E641A4">
              <w:rPr>
                <w:sz w:val="16"/>
                <w:szCs w:val="16"/>
              </w:rPr>
              <w:t>135,219</w:t>
            </w:r>
          </w:p>
        </w:tc>
        <w:tc>
          <w:tcPr>
            <w:tcW w:w="726" w:type="dxa"/>
            <w:vAlign w:val="bottom"/>
          </w:tcPr>
          <w:p w14:paraId="24AD36E0" w14:textId="06F1E124" w:rsidR="004A48FF" w:rsidRPr="004A48FF" w:rsidRDefault="004A48FF" w:rsidP="004A48FF">
            <w:pPr>
              <w:pBdr>
                <w:bottom w:val="double" w:sz="4" w:space="1" w:color="auto"/>
              </w:pBdr>
              <w:tabs>
                <w:tab w:val="decimal" w:pos="633"/>
              </w:tabs>
              <w:spacing w:line="300" w:lineRule="atLeast"/>
              <w:rPr>
                <w:sz w:val="16"/>
                <w:szCs w:val="16"/>
                <w:cs/>
              </w:rPr>
            </w:pPr>
            <w:r w:rsidRPr="00DE0303">
              <w:rPr>
                <w:sz w:val="16"/>
                <w:szCs w:val="16"/>
              </w:rPr>
              <w:t>111,909</w:t>
            </w:r>
          </w:p>
        </w:tc>
        <w:tc>
          <w:tcPr>
            <w:tcW w:w="889" w:type="dxa"/>
            <w:vAlign w:val="bottom"/>
          </w:tcPr>
          <w:p w14:paraId="241EE76C" w14:textId="53F7D3CA" w:rsidR="004A48FF" w:rsidRPr="004A48FF" w:rsidRDefault="00E641A4" w:rsidP="004A48FF">
            <w:pPr>
              <w:pBdr>
                <w:bottom w:val="double" w:sz="4" w:space="1" w:color="auto"/>
              </w:pBdr>
              <w:tabs>
                <w:tab w:val="decimal" w:pos="790"/>
              </w:tabs>
              <w:spacing w:line="300" w:lineRule="atLeast"/>
              <w:ind w:left="90"/>
              <w:rPr>
                <w:sz w:val="16"/>
                <w:szCs w:val="16"/>
                <w:cs/>
              </w:rPr>
            </w:pPr>
            <w:r w:rsidRPr="00E641A4">
              <w:rPr>
                <w:sz w:val="16"/>
                <w:szCs w:val="16"/>
              </w:rPr>
              <w:t>(3,789,370)</w:t>
            </w:r>
          </w:p>
        </w:tc>
        <w:tc>
          <w:tcPr>
            <w:tcW w:w="897" w:type="dxa"/>
            <w:vAlign w:val="bottom"/>
          </w:tcPr>
          <w:p w14:paraId="50A0EEFA" w14:textId="78C2AA8C" w:rsidR="004A48FF" w:rsidRPr="004A48FF" w:rsidRDefault="004A48FF" w:rsidP="004A48FF">
            <w:pPr>
              <w:pBdr>
                <w:bottom w:val="double" w:sz="4" w:space="1" w:color="auto"/>
              </w:pBdr>
              <w:tabs>
                <w:tab w:val="decimal" w:pos="812"/>
              </w:tabs>
              <w:spacing w:line="300" w:lineRule="atLeast"/>
              <w:ind w:left="82"/>
              <w:rPr>
                <w:sz w:val="16"/>
                <w:szCs w:val="16"/>
                <w:cs/>
              </w:rPr>
            </w:pPr>
            <w:r w:rsidRPr="00DE0303">
              <w:rPr>
                <w:sz w:val="16"/>
                <w:szCs w:val="16"/>
              </w:rPr>
              <w:t>(3,136,188)</w:t>
            </w:r>
          </w:p>
        </w:tc>
        <w:tc>
          <w:tcPr>
            <w:tcW w:w="900" w:type="dxa"/>
            <w:vAlign w:val="bottom"/>
          </w:tcPr>
          <w:p w14:paraId="48FCD75E" w14:textId="3FDCF8D8" w:rsidR="004A48FF" w:rsidRPr="004A48FF" w:rsidRDefault="00E641A4" w:rsidP="004A48FF">
            <w:pPr>
              <w:pBdr>
                <w:bottom w:val="double" w:sz="4" w:space="1" w:color="auto"/>
              </w:pBdr>
              <w:tabs>
                <w:tab w:val="decimal" w:pos="810"/>
              </w:tabs>
              <w:spacing w:line="300" w:lineRule="atLeast"/>
              <w:ind w:left="90"/>
              <w:rPr>
                <w:sz w:val="16"/>
                <w:szCs w:val="16"/>
              </w:rPr>
            </w:pPr>
            <w:r w:rsidRPr="00E641A4">
              <w:rPr>
                <w:sz w:val="16"/>
                <w:szCs w:val="16"/>
              </w:rPr>
              <w:t>5,098,604</w:t>
            </w:r>
          </w:p>
        </w:tc>
        <w:tc>
          <w:tcPr>
            <w:tcW w:w="900" w:type="dxa"/>
            <w:vAlign w:val="bottom"/>
          </w:tcPr>
          <w:p w14:paraId="26DF163B" w14:textId="48549146" w:rsidR="004A48FF" w:rsidRPr="004A48FF" w:rsidRDefault="004A48FF" w:rsidP="004A48FF">
            <w:pPr>
              <w:pBdr>
                <w:bottom w:val="double" w:sz="4" w:space="1" w:color="auto"/>
              </w:pBdr>
              <w:tabs>
                <w:tab w:val="decimal" w:pos="810"/>
              </w:tabs>
              <w:spacing w:line="300" w:lineRule="atLeast"/>
              <w:ind w:left="90"/>
              <w:rPr>
                <w:sz w:val="16"/>
                <w:szCs w:val="16"/>
              </w:rPr>
            </w:pPr>
            <w:r w:rsidRPr="00DE0303">
              <w:rPr>
                <w:sz w:val="16"/>
                <w:szCs w:val="16"/>
              </w:rPr>
              <w:t>4,597,622</w:t>
            </w:r>
          </w:p>
        </w:tc>
      </w:tr>
    </w:tbl>
    <w:p w14:paraId="18AE45A5" w14:textId="77777777" w:rsidR="009F2AF3" w:rsidRDefault="009F2AF3" w:rsidP="001A05CA">
      <w:pPr>
        <w:spacing w:line="300" w:lineRule="atLeast"/>
        <w:jc w:val="thaiDistribute"/>
        <w:rPr>
          <w:rFonts w:eastAsia="Arial Unicode MS"/>
          <w:sz w:val="22"/>
          <w:szCs w:val="22"/>
        </w:rPr>
      </w:pPr>
    </w:p>
    <w:p w14:paraId="335C6E86" w14:textId="37FE5DB4" w:rsidR="005F2E3E" w:rsidRPr="002D4395" w:rsidRDefault="001742DD" w:rsidP="001A05CA">
      <w:pPr>
        <w:spacing w:line="300" w:lineRule="atLeast"/>
        <w:jc w:val="thaiDistribute"/>
        <w:rPr>
          <w:rFonts w:eastAsia="Arial Unicode MS"/>
          <w:i/>
          <w:iCs/>
          <w:spacing w:val="-4"/>
          <w:sz w:val="22"/>
          <w:szCs w:val="22"/>
        </w:rPr>
      </w:pPr>
      <w:r>
        <w:rPr>
          <w:rFonts w:eastAsia="Arial Unicode MS"/>
          <w:spacing w:val="-4"/>
          <w:sz w:val="22"/>
          <w:szCs w:val="22"/>
        </w:rPr>
        <w:t>For the nine-month period</w:t>
      </w:r>
      <w:r w:rsidR="005F2E3E" w:rsidRPr="00AB1E29">
        <w:rPr>
          <w:rFonts w:eastAsia="Arial Unicode MS"/>
          <w:spacing w:val="-4"/>
          <w:sz w:val="22"/>
          <w:szCs w:val="22"/>
        </w:rPr>
        <w:t xml:space="preserve"> ended </w:t>
      </w:r>
      <w:r>
        <w:rPr>
          <w:rFonts w:eastAsia="Arial Unicode MS"/>
          <w:spacing w:val="-4"/>
          <w:sz w:val="22"/>
          <w:szCs w:val="22"/>
        </w:rPr>
        <w:t>30 September</w:t>
      </w:r>
      <w:r w:rsidR="00FE2B77" w:rsidRPr="00AB1E29">
        <w:rPr>
          <w:rFonts w:eastAsia="Arial Unicode MS"/>
          <w:spacing w:val="-4"/>
          <w:sz w:val="22"/>
          <w:szCs w:val="22"/>
        </w:rPr>
        <w:t xml:space="preserve"> </w:t>
      </w:r>
      <w:r w:rsidR="005F2E3E" w:rsidRPr="00AB1E29">
        <w:rPr>
          <w:rFonts w:eastAsia="Arial Unicode MS"/>
          <w:spacing w:val="-4"/>
          <w:sz w:val="22"/>
          <w:szCs w:val="22"/>
        </w:rPr>
        <w:t>202</w:t>
      </w:r>
      <w:r w:rsidR="002D120D">
        <w:rPr>
          <w:rFonts w:eastAsia="Arial Unicode MS"/>
          <w:spacing w:val="-4"/>
          <w:sz w:val="22"/>
          <w:szCs w:val="22"/>
        </w:rPr>
        <w:t>5</w:t>
      </w:r>
      <w:r w:rsidR="005F2E3E" w:rsidRPr="00AB1E29">
        <w:rPr>
          <w:rFonts w:eastAsia="Arial Unicode MS"/>
          <w:spacing w:val="-4"/>
          <w:sz w:val="22"/>
          <w:szCs w:val="22"/>
        </w:rPr>
        <w:t xml:space="preserve">, the Group had total revenues which were converted to US dollar amounted of US dollar </w:t>
      </w:r>
      <w:r w:rsidR="00F25E61">
        <w:rPr>
          <w:rFonts w:eastAsia="Arial Unicode MS"/>
          <w:spacing w:val="-4"/>
          <w:sz w:val="22"/>
          <w:szCs w:val="22"/>
        </w:rPr>
        <w:t>304</w:t>
      </w:r>
      <w:r w:rsidR="005F2E3E" w:rsidRPr="00AB1E29">
        <w:rPr>
          <w:rFonts w:eastAsia="Arial Unicode MS"/>
          <w:spacing w:val="-4"/>
          <w:sz w:val="22"/>
          <w:szCs w:val="22"/>
        </w:rPr>
        <w:t xml:space="preserve"> million</w:t>
      </w:r>
      <w:r w:rsidR="00A95A92" w:rsidRPr="00AB1E29">
        <w:rPr>
          <w:rFonts w:eastAsia="Arial Unicode MS" w:cstheme="minorBidi" w:hint="cs"/>
          <w:spacing w:val="-4"/>
          <w:sz w:val="22"/>
          <w:szCs w:val="22"/>
          <w:cs/>
        </w:rPr>
        <w:t xml:space="preserve"> </w:t>
      </w:r>
      <w:r w:rsidR="00AB1E29">
        <w:rPr>
          <w:rFonts w:eastAsia="Arial Unicode MS" w:cstheme="minorBidi"/>
          <w:spacing w:val="-4"/>
          <w:sz w:val="22"/>
          <w:szCs w:val="22"/>
          <w:cs/>
        </w:rPr>
        <w:br/>
      </w:r>
      <w:r w:rsidR="005F2E3E" w:rsidRPr="00AB1E29">
        <w:rPr>
          <w:rFonts w:eastAsia="Arial Unicode MS"/>
          <w:i/>
          <w:iCs/>
          <w:spacing w:val="-4"/>
          <w:sz w:val="22"/>
          <w:szCs w:val="22"/>
        </w:rPr>
        <w:t>(202</w:t>
      </w:r>
      <w:r w:rsidR="002D120D">
        <w:rPr>
          <w:rFonts w:eastAsia="Arial Unicode MS"/>
          <w:i/>
          <w:iCs/>
          <w:spacing w:val="-4"/>
          <w:sz w:val="22"/>
          <w:szCs w:val="22"/>
        </w:rPr>
        <w:t>4</w:t>
      </w:r>
      <w:r w:rsidR="005F2E3E" w:rsidRPr="00AB1E29">
        <w:rPr>
          <w:rFonts w:eastAsia="Arial Unicode MS"/>
          <w:i/>
          <w:iCs/>
          <w:spacing w:val="-4"/>
          <w:sz w:val="22"/>
          <w:szCs w:val="22"/>
        </w:rPr>
        <w:t xml:space="preserve">: US dollar </w:t>
      </w:r>
      <w:r w:rsidR="002A2611">
        <w:rPr>
          <w:rFonts w:eastAsia="Arial Unicode MS" w:cs="Angsana New"/>
          <w:i/>
          <w:iCs/>
          <w:spacing w:val="-4"/>
          <w:sz w:val="22"/>
          <w:szCs w:val="22"/>
        </w:rPr>
        <w:t>32</w:t>
      </w:r>
      <w:r w:rsidR="00FE2B77">
        <w:rPr>
          <w:rFonts w:eastAsia="Arial Unicode MS" w:cs="Angsana New"/>
          <w:i/>
          <w:iCs/>
          <w:spacing w:val="-4"/>
          <w:sz w:val="22"/>
          <w:szCs w:val="22"/>
        </w:rPr>
        <w:t>6</w:t>
      </w:r>
      <w:r w:rsidR="007B1AF8" w:rsidRPr="007B1AF8">
        <w:rPr>
          <w:rFonts w:eastAsia="Arial Unicode MS"/>
          <w:i/>
          <w:iCs/>
          <w:spacing w:val="-4"/>
          <w:sz w:val="22"/>
          <w:szCs w:val="22"/>
        </w:rPr>
        <w:t xml:space="preserve"> </w:t>
      </w:r>
      <w:r w:rsidR="005F2E3E" w:rsidRPr="00AB1E29">
        <w:rPr>
          <w:rFonts w:eastAsia="Arial Unicode MS"/>
          <w:i/>
          <w:iCs/>
          <w:spacing w:val="-4"/>
          <w:sz w:val="22"/>
          <w:szCs w:val="22"/>
        </w:rPr>
        <w:t>million).</w:t>
      </w:r>
    </w:p>
    <w:p w14:paraId="73EEC853" w14:textId="6D3FFDF0" w:rsidR="002D4395" w:rsidRPr="006A30DC" w:rsidRDefault="002D4395" w:rsidP="001A05CA">
      <w:pPr>
        <w:spacing w:line="300" w:lineRule="atLeast"/>
        <w:rPr>
          <w:rFonts w:cstheme="minorBidi"/>
          <w:cs/>
        </w:rPr>
      </w:pPr>
    </w:p>
    <w:tbl>
      <w:tblPr>
        <w:tblW w:w="14490" w:type="dxa"/>
        <w:tblInd w:w="180" w:type="dxa"/>
        <w:tblLayout w:type="fixed"/>
        <w:tblCellMar>
          <w:left w:w="0" w:type="dxa"/>
          <w:right w:w="0" w:type="dxa"/>
        </w:tblCellMar>
        <w:tblLook w:val="0000" w:firstRow="0" w:lastRow="0" w:firstColumn="0" w:lastColumn="0" w:noHBand="0" w:noVBand="0"/>
      </w:tblPr>
      <w:tblGrid>
        <w:gridCol w:w="4950"/>
        <w:gridCol w:w="1260"/>
        <w:gridCol w:w="1260"/>
        <w:gridCol w:w="1260"/>
        <w:gridCol w:w="1170"/>
        <w:gridCol w:w="1170"/>
        <w:gridCol w:w="1170"/>
        <w:gridCol w:w="1080"/>
        <w:gridCol w:w="1170"/>
      </w:tblGrid>
      <w:tr w:rsidR="00953DE5" w:rsidRPr="00D67286" w14:paraId="4BC8403E" w14:textId="77777777" w:rsidTr="0091026D">
        <w:trPr>
          <w:cantSplit/>
          <w:trHeight w:val="162"/>
        </w:trPr>
        <w:tc>
          <w:tcPr>
            <w:tcW w:w="4950" w:type="dxa"/>
          </w:tcPr>
          <w:p w14:paraId="22C05F0C" w14:textId="77777777" w:rsidR="00953DE5" w:rsidRPr="00D67286" w:rsidRDefault="00953DE5" w:rsidP="001A05CA">
            <w:pPr>
              <w:spacing w:line="300" w:lineRule="atLeast"/>
              <w:ind w:left="90"/>
              <w:rPr>
                <w:sz w:val="16"/>
                <w:szCs w:val="16"/>
                <w:cs/>
              </w:rPr>
            </w:pPr>
            <w:r w:rsidRPr="00D67286">
              <w:rPr>
                <w:sz w:val="16"/>
                <w:szCs w:val="16"/>
              </w:rPr>
              <w:lastRenderedPageBreak/>
              <w:br w:type="page"/>
            </w:r>
            <w:r w:rsidRPr="00D67286">
              <w:rPr>
                <w:sz w:val="16"/>
                <w:szCs w:val="16"/>
              </w:rPr>
              <w:br w:type="page"/>
            </w:r>
            <w:r w:rsidRPr="00D67286">
              <w:rPr>
                <w:sz w:val="16"/>
                <w:szCs w:val="16"/>
              </w:rPr>
              <w:br w:type="page"/>
            </w:r>
          </w:p>
        </w:tc>
        <w:tc>
          <w:tcPr>
            <w:tcW w:w="9540" w:type="dxa"/>
            <w:gridSpan w:val="8"/>
            <w:vAlign w:val="bottom"/>
          </w:tcPr>
          <w:p w14:paraId="490B2647" w14:textId="77777777" w:rsidR="00953DE5" w:rsidRPr="00D67286" w:rsidRDefault="00953DE5" w:rsidP="001A05CA">
            <w:pPr>
              <w:spacing w:line="300" w:lineRule="atLeast"/>
              <w:ind w:left="113" w:right="132"/>
              <w:jc w:val="center"/>
              <w:rPr>
                <w:b/>
                <w:bCs/>
                <w:sz w:val="16"/>
                <w:szCs w:val="16"/>
                <w:cs/>
              </w:rPr>
            </w:pPr>
            <w:r w:rsidRPr="00D67286">
              <w:rPr>
                <w:b/>
                <w:bCs/>
                <w:sz w:val="16"/>
                <w:szCs w:val="16"/>
              </w:rPr>
              <w:t>Separate financial statements</w:t>
            </w:r>
          </w:p>
        </w:tc>
      </w:tr>
      <w:tr w:rsidR="00953DE5" w:rsidRPr="00D67286" w14:paraId="4563A6F2" w14:textId="77777777" w:rsidTr="0091026D">
        <w:trPr>
          <w:cantSplit/>
          <w:trHeight w:val="20"/>
        </w:trPr>
        <w:tc>
          <w:tcPr>
            <w:tcW w:w="4950" w:type="dxa"/>
          </w:tcPr>
          <w:p w14:paraId="5C556B2E" w14:textId="77777777" w:rsidR="00953DE5" w:rsidRPr="00D67286" w:rsidRDefault="00953DE5" w:rsidP="001A05CA">
            <w:pPr>
              <w:spacing w:line="300" w:lineRule="atLeast"/>
              <w:ind w:left="90"/>
              <w:rPr>
                <w:sz w:val="16"/>
                <w:szCs w:val="16"/>
                <w:cs/>
              </w:rPr>
            </w:pPr>
          </w:p>
        </w:tc>
        <w:tc>
          <w:tcPr>
            <w:tcW w:w="9540" w:type="dxa"/>
            <w:gridSpan w:val="8"/>
            <w:vAlign w:val="bottom"/>
          </w:tcPr>
          <w:p w14:paraId="53FDA9B0" w14:textId="77777777" w:rsidR="00953DE5" w:rsidRPr="00D67286" w:rsidRDefault="00953DE5" w:rsidP="001A05CA">
            <w:pPr>
              <w:spacing w:line="300" w:lineRule="atLeast"/>
              <w:ind w:left="113" w:right="132"/>
              <w:jc w:val="center"/>
              <w:rPr>
                <w:rFonts w:eastAsia="Arial Unicode MS"/>
                <w:color w:val="000000"/>
                <w:sz w:val="16"/>
                <w:szCs w:val="16"/>
              </w:rPr>
            </w:pPr>
            <w:r w:rsidRPr="00D67286">
              <w:rPr>
                <w:rFonts w:eastAsia="Arial Unicode MS"/>
                <w:color w:val="000000"/>
                <w:sz w:val="16"/>
                <w:szCs w:val="16"/>
              </w:rPr>
              <w:t>Reportable segment</w:t>
            </w:r>
          </w:p>
        </w:tc>
      </w:tr>
      <w:tr w:rsidR="00953DE5" w:rsidRPr="00D67286" w14:paraId="1EADF397" w14:textId="77777777" w:rsidTr="0091026D">
        <w:trPr>
          <w:cantSplit/>
          <w:trHeight w:val="20"/>
        </w:trPr>
        <w:tc>
          <w:tcPr>
            <w:tcW w:w="4950" w:type="dxa"/>
          </w:tcPr>
          <w:p w14:paraId="1B085BDF" w14:textId="77777777" w:rsidR="00953DE5" w:rsidRPr="00D67286" w:rsidRDefault="00953DE5" w:rsidP="001A05CA">
            <w:pPr>
              <w:spacing w:line="300" w:lineRule="atLeast"/>
              <w:ind w:left="90"/>
              <w:rPr>
                <w:sz w:val="16"/>
                <w:szCs w:val="16"/>
                <w:cs/>
              </w:rPr>
            </w:pPr>
          </w:p>
        </w:tc>
        <w:tc>
          <w:tcPr>
            <w:tcW w:w="9540" w:type="dxa"/>
            <w:gridSpan w:val="8"/>
            <w:vAlign w:val="bottom"/>
          </w:tcPr>
          <w:p w14:paraId="2AB93834" w14:textId="77777777" w:rsidR="00953DE5" w:rsidRPr="00D67286" w:rsidRDefault="00953DE5" w:rsidP="001A05CA">
            <w:pPr>
              <w:pBdr>
                <w:bottom w:val="single" w:sz="4" w:space="1" w:color="auto"/>
              </w:pBdr>
              <w:spacing w:line="300" w:lineRule="atLeast"/>
              <w:ind w:left="113" w:right="132"/>
              <w:jc w:val="center"/>
              <w:rPr>
                <w:sz w:val="16"/>
                <w:szCs w:val="16"/>
                <w:cs/>
              </w:rPr>
            </w:pPr>
            <w:r w:rsidRPr="00D67286">
              <w:rPr>
                <w:rFonts w:eastAsia="Arial Unicode MS"/>
                <w:color w:val="000000"/>
                <w:sz w:val="16"/>
                <w:szCs w:val="16"/>
              </w:rPr>
              <w:t>Printed Circuit Board business</w:t>
            </w:r>
          </w:p>
        </w:tc>
      </w:tr>
      <w:tr w:rsidR="00953DE5" w:rsidRPr="00D67286" w14:paraId="316C13AA" w14:textId="77777777" w:rsidTr="0091026D">
        <w:trPr>
          <w:cantSplit/>
          <w:trHeight w:val="20"/>
        </w:trPr>
        <w:tc>
          <w:tcPr>
            <w:tcW w:w="4950" w:type="dxa"/>
          </w:tcPr>
          <w:p w14:paraId="1266B363" w14:textId="77777777" w:rsidR="00953DE5" w:rsidRPr="00D67286" w:rsidRDefault="00953DE5" w:rsidP="001A05CA">
            <w:pPr>
              <w:spacing w:line="300" w:lineRule="atLeast"/>
              <w:ind w:left="90"/>
              <w:rPr>
                <w:sz w:val="16"/>
                <w:szCs w:val="16"/>
                <w:cs/>
              </w:rPr>
            </w:pPr>
          </w:p>
        </w:tc>
        <w:tc>
          <w:tcPr>
            <w:tcW w:w="2520" w:type="dxa"/>
            <w:gridSpan w:val="2"/>
            <w:vAlign w:val="bottom"/>
          </w:tcPr>
          <w:p w14:paraId="08FC940A" w14:textId="77777777" w:rsidR="00953DE5" w:rsidRPr="00D67286" w:rsidRDefault="00953DE5"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color w:val="000000"/>
                <w:sz w:val="16"/>
                <w:szCs w:val="16"/>
              </w:rPr>
              <w:t>America</w:t>
            </w:r>
          </w:p>
        </w:tc>
        <w:tc>
          <w:tcPr>
            <w:tcW w:w="2430" w:type="dxa"/>
            <w:gridSpan w:val="2"/>
            <w:vAlign w:val="bottom"/>
          </w:tcPr>
          <w:p w14:paraId="5CC80A83" w14:textId="77777777" w:rsidR="00953DE5" w:rsidRPr="00D67286" w:rsidRDefault="00953DE5"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color w:val="000000"/>
                <w:sz w:val="16"/>
                <w:szCs w:val="16"/>
              </w:rPr>
              <w:t>Europe</w:t>
            </w:r>
          </w:p>
        </w:tc>
        <w:tc>
          <w:tcPr>
            <w:tcW w:w="2340" w:type="dxa"/>
            <w:gridSpan w:val="2"/>
            <w:vAlign w:val="bottom"/>
          </w:tcPr>
          <w:p w14:paraId="01483D5A" w14:textId="77777777" w:rsidR="00953DE5" w:rsidRPr="00D67286" w:rsidRDefault="00953DE5"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color w:val="000000"/>
                <w:sz w:val="16"/>
                <w:szCs w:val="16"/>
              </w:rPr>
              <w:t>Asia</w:t>
            </w:r>
          </w:p>
        </w:tc>
        <w:tc>
          <w:tcPr>
            <w:tcW w:w="2250" w:type="dxa"/>
            <w:gridSpan w:val="2"/>
            <w:vAlign w:val="bottom"/>
          </w:tcPr>
          <w:p w14:paraId="4B665F8A" w14:textId="77777777" w:rsidR="00953DE5" w:rsidRPr="00D67286" w:rsidRDefault="00953DE5"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color w:val="000000"/>
                <w:sz w:val="16"/>
                <w:szCs w:val="16"/>
              </w:rPr>
              <w:t>Total</w:t>
            </w:r>
          </w:p>
        </w:tc>
      </w:tr>
      <w:tr w:rsidR="002D120D" w:rsidRPr="00D67286" w14:paraId="5FEC6F92" w14:textId="77777777" w:rsidTr="0091026D">
        <w:trPr>
          <w:cantSplit/>
          <w:trHeight w:val="20"/>
        </w:trPr>
        <w:tc>
          <w:tcPr>
            <w:tcW w:w="4950" w:type="dxa"/>
          </w:tcPr>
          <w:p w14:paraId="1A3B4098" w14:textId="1FE08991" w:rsidR="002D120D" w:rsidRPr="00D67286" w:rsidRDefault="00AC373A" w:rsidP="001A05CA">
            <w:pPr>
              <w:spacing w:line="300" w:lineRule="atLeast"/>
              <w:ind w:left="90"/>
              <w:rPr>
                <w:sz w:val="16"/>
                <w:szCs w:val="16"/>
                <w:cs/>
              </w:rPr>
            </w:pPr>
            <w:r w:rsidRPr="00D67286">
              <w:rPr>
                <w:b/>
                <w:bCs/>
                <w:i/>
                <w:iCs/>
                <w:sz w:val="16"/>
                <w:szCs w:val="16"/>
              </w:rPr>
              <w:t>For the nine-month period ended 30 September</w:t>
            </w:r>
          </w:p>
        </w:tc>
        <w:tc>
          <w:tcPr>
            <w:tcW w:w="1260" w:type="dxa"/>
            <w:vAlign w:val="bottom"/>
          </w:tcPr>
          <w:p w14:paraId="6E29C6E8" w14:textId="364FEBDD" w:rsidR="002D120D" w:rsidRPr="00D67286" w:rsidRDefault="002D120D"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sz w:val="16"/>
                <w:szCs w:val="16"/>
              </w:rPr>
              <w:t>2025</w:t>
            </w:r>
          </w:p>
        </w:tc>
        <w:tc>
          <w:tcPr>
            <w:tcW w:w="1260" w:type="dxa"/>
            <w:vAlign w:val="bottom"/>
          </w:tcPr>
          <w:p w14:paraId="53C09B41" w14:textId="47409EE4" w:rsidR="002D120D" w:rsidRPr="00D67286" w:rsidRDefault="002D120D"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sz w:val="16"/>
                <w:szCs w:val="16"/>
              </w:rPr>
              <w:t>2024</w:t>
            </w:r>
          </w:p>
        </w:tc>
        <w:tc>
          <w:tcPr>
            <w:tcW w:w="1260" w:type="dxa"/>
            <w:vAlign w:val="bottom"/>
          </w:tcPr>
          <w:p w14:paraId="1F10F8E3" w14:textId="01D08EFC" w:rsidR="002D120D" w:rsidRPr="00D67286" w:rsidRDefault="002D120D"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sz w:val="16"/>
                <w:szCs w:val="16"/>
              </w:rPr>
              <w:t>2025</w:t>
            </w:r>
          </w:p>
        </w:tc>
        <w:tc>
          <w:tcPr>
            <w:tcW w:w="1170" w:type="dxa"/>
            <w:vAlign w:val="bottom"/>
          </w:tcPr>
          <w:p w14:paraId="6928E1FF" w14:textId="502CC1AA" w:rsidR="002D120D" w:rsidRPr="00D67286" w:rsidRDefault="002D120D"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sz w:val="16"/>
                <w:szCs w:val="16"/>
              </w:rPr>
              <w:t>2024</w:t>
            </w:r>
          </w:p>
        </w:tc>
        <w:tc>
          <w:tcPr>
            <w:tcW w:w="1170" w:type="dxa"/>
            <w:vAlign w:val="bottom"/>
          </w:tcPr>
          <w:p w14:paraId="6072E30E" w14:textId="4F74852C" w:rsidR="002D120D" w:rsidRPr="00D67286" w:rsidRDefault="002D120D"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sz w:val="16"/>
                <w:szCs w:val="16"/>
              </w:rPr>
              <w:t>2025</w:t>
            </w:r>
          </w:p>
        </w:tc>
        <w:tc>
          <w:tcPr>
            <w:tcW w:w="1170" w:type="dxa"/>
            <w:vAlign w:val="bottom"/>
          </w:tcPr>
          <w:p w14:paraId="327D6DBF" w14:textId="77B2CA31" w:rsidR="002D120D" w:rsidRPr="00D67286" w:rsidRDefault="002D120D"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sz w:val="16"/>
                <w:szCs w:val="16"/>
              </w:rPr>
              <w:t>2024</w:t>
            </w:r>
          </w:p>
        </w:tc>
        <w:tc>
          <w:tcPr>
            <w:tcW w:w="1080" w:type="dxa"/>
            <w:vAlign w:val="bottom"/>
          </w:tcPr>
          <w:p w14:paraId="10E8142D" w14:textId="24F9A161" w:rsidR="002D120D" w:rsidRPr="00D67286" w:rsidRDefault="002D120D"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sz w:val="16"/>
                <w:szCs w:val="16"/>
              </w:rPr>
              <w:t>2025</w:t>
            </w:r>
          </w:p>
        </w:tc>
        <w:tc>
          <w:tcPr>
            <w:tcW w:w="1170" w:type="dxa"/>
            <w:vAlign w:val="bottom"/>
          </w:tcPr>
          <w:p w14:paraId="325AC961" w14:textId="72920A7C" w:rsidR="002D120D" w:rsidRPr="00D67286" w:rsidRDefault="002D120D" w:rsidP="001A05CA">
            <w:pPr>
              <w:pBdr>
                <w:bottom w:val="single" w:sz="4" w:space="1" w:color="auto"/>
              </w:pBdr>
              <w:spacing w:line="300" w:lineRule="atLeast"/>
              <w:ind w:left="113" w:right="132"/>
              <w:jc w:val="center"/>
              <w:rPr>
                <w:rFonts w:eastAsia="Arial Unicode MS"/>
                <w:sz w:val="16"/>
                <w:szCs w:val="16"/>
              </w:rPr>
            </w:pPr>
            <w:r w:rsidRPr="00D67286">
              <w:rPr>
                <w:rFonts w:eastAsia="Arial Unicode MS"/>
                <w:sz w:val="16"/>
                <w:szCs w:val="16"/>
              </w:rPr>
              <w:t>2024</w:t>
            </w:r>
          </w:p>
        </w:tc>
      </w:tr>
      <w:tr w:rsidR="00953DE5" w:rsidRPr="00D67286" w14:paraId="69663844" w14:textId="77777777" w:rsidTr="0091026D">
        <w:trPr>
          <w:cantSplit/>
          <w:trHeight w:val="20"/>
        </w:trPr>
        <w:tc>
          <w:tcPr>
            <w:tcW w:w="4950" w:type="dxa"/>
            <w:vAlign w:val="bottom"/>
          </w:tcPr>
          <w:p w14:paraId="0C810C02" w14:textId="77777777" w:rsidR="00953DE5" w:rsidRPr="00D67286" w:rsidRDefault="00953DE5" w:rsidP="001A05CA">
            <w:pPr>
              <w:spacing w:line="300" w:lineRule="atLeast"/>
              <w:ind w:left="90"/>
              <w:rPr>
                <w:sz w:val="16"/>
                <w:szCs w:val="16"/>
                <w:cs/>
              </w:rPr>
            </w:pPr>
          </w:p>
        </w:tc>
        <w:tc>
          <w:tcPr>
            <w:tcW w:w="9540" w:type="dxa"/>
            <w:gridSpan w:val="8"/>
            <w:vAlign w:val="bottom"/>
          </w:tcPr>
          <w:p w14:paraId="4DB665A5" w14:textId="77777777" w:rsidR="00953DE5" w:rsidRPr="00D67286" w:rsidRDefault="00953DE5" w:rsidP="001A05CA">
            <w:pPr>
              <w:tabs>
                <w:tab w:val="decimal" w:pos="720"/>
              </w:tabs>
              <w:spacing w:line="300" w:lineRule="atLeast"/>
              <w:ind w:left="90"/>
              <w:jc w:val="center"/>
              <w:rPr>
                <w:sz w:val="16"/>
                <w:szCs w:val="16"/>
                <w:cs/>
              </w:rPr>
            </w:pPr>
            <w:r w:rsidRPr="00D67286">
              <w:rPr>
                <w:rFonts w:eastAsia="Arial Unicode MS"/>
                <w:i/>
                <w:iCs/>
                <w:sz w:val="16"/>
                <w:szCs w:val="16"/>
              </w:rPr>
              <w:t>(in thousand Baht)</w:t>
            </w:r>
          </w:p>
        </w:tc>
      </w:tr>
      <w:tr w:rsidR="00B06CB2" w:rsidRPr="00D67286" w14:paraId="37BB206F" w14:textId="77777777" w:rsidTr="00406D24">
        <w:trPr>
          <w:cantSplit/>
          <w:trHeight w:val="20"/>
        </w:trPr>
        <w:tc>
          <w:tcPr>
            <w:tcW w:w="4950" w:type="dxa"/>
          </w:tcPr>
          <w:p w14:paraId="2E94102F" w14:textId="47029940" w:rsidR="00B06CB2" w:rsidRPr="00D67286" w:rsidRDefault="0031095E" w:rsidP="001A05CA">
            <w:pPr>
              <w:pStyle w:val="BodyText"/>
              <w:spacing w:line="300" w:lineRule="atLeast"/>
              <w:ind w:left="180" w:right="90" w:hanging="90"/>
              <w:jc w:val="left"/>
              <w:rPr>
                <w:rFonts w:eastAsia="Arial Unicode MS" w:cs="Times New Roman"/>
                <w:i/>
                <w:iCs/>
                <w:sz w:val="16"/>
                <w:szCs w:val="16"/>
              </w:rPr>
            </w:pPr>
            <w:r w:rsidRPr="00D67286">
              <w:rPr>
                <w:rFonts w:eastAsia="Arial Unicode MS"/>
                <w:b/>
                <w:bCs/>
                <w:i/>
                <w:iCs/>
                <w:sz w:val="16"/>
                <w:szCs w:val="16"/>
              </w:rPr>
              <w:t>Disaggregation of revenue</w:t>
            </w:r>
          </w:p>
        </w:tc>
        <w:tc>
          <w:tcPr>
            <w:tcW w:w="1260" w:type="dxa"/>
          </w:tcPr>
          <w:p w14:paraId="013DAB54" w14:textId="77777777" w:rsidR="00B06CB2" w:rsidRPr="00D67286" w:rsidRDefault="00B06CB2" w:rsidP="001A05CA">
            <w:pPr>
              <w:tabs>
                <w:tab w:val="decimal" w:pos="1169"/>
              </w:tabs>
              <w:spacing w:line="300" w:lineRule="atLeast"/>
              <w:ind w:left="90" w:right="90"/>
              <w:rPr>
                <w:b/>
                <w:bCs/>
                <w:sz w:val="16"/>
                <w:szCs w:val="16"/>
              </w:rPr>
            </w:pPr>
          </w:p>
        </w:tc>
        <w:tc>
          <w:tcPr>
            <w:tcW w:w="1260" w:type="dxa"/>
          </w:tcPr>
          <w:p w14:paraId="35E2573C" w14:textId="77777777" w:rsidR="00B06CB2" w:rsidRPr="00D67286" w:rsidRDefault="00B06CB2" w:rsidP="001A05CA">
            <w:pPr>
              <w:tabs>
                <w:tab w:val="decimal" w:pos="639"/>
              </w:tabs>
              <w:spacing w:line="300" w:lineRule="atLeast"/>
              <w:ind w:left="90" w:right="90"/>
              <w:jc w:val="right"/>
              <w:rPr>
                <w:sz w:val="16"/>
                <w:szCs w:val="16"/>
              </w:rPr>
            </w:pPr>
          </w:p>
        </w:tc>
        <w:tc>
          <w:tcPr>
            <w:tcW w:w="1260" w:type="dxa"/>
            <w:vAlign w:val="bottom"/>
          </w:tcPr>
          <w:p w14:paraId="47396899" w14:textId="77777777" w:rsidR="00B06CB2" w:rsidRPr="00D67286" w:rsidRDefault="00B06CB2" w:rsidP="001A05CA">
            <w:pPr>
              <w:tabs>
                <w:tab w:val="decimal" w:pos="799"/>
              </w:tabs>
              <w:spacing w:line="300" w:lineRule="atLeast"/>
              <w:ind w:left="90" w:right="90"/>
              <w:jc w:val="right"/>
              <w:rPr>
                <w:b/>
                <w:bCs/>
                <w:sz w:val="16"/>
                <w:szCs w:val="16"/>
                <w:cs/>
              </w:rPr>
            </w:pPr>
          </w:p>
        </w:tc>
        <w:tc>
          <w:tcPr>
            <w:tcW w:w="1170" w:type="dxa"/>
          </w:tcPr>
          <w:p w14:paraId="006E85AF" w14:textId="77777777" w:rsidR="00B06CB2" w:rsidRPr="00D67286" w:rsidRDefault="00B06CB2" w:rsidP="001A05CA">
            <w:pPr>
              <w:tabs>
                <w:tab w:val="decimal" w:pos="639"/>
              </w:tabs>
              <w:spacing w:line="300" w:lineRule="atLeast"/>
              <w:ind w:right="90"/>
              <w:jc w:val="right"/>
              <w:rPr>
                <w:sz w:val="16"/>
                <w:szCs w:val="16"/>
                <w:cs/>
              </w:rPr>
            </w:pPr>
          </w:p>
        </w:tc>
        <w:tc>
          <w:tcPr>
            <w:tcW w:w="1170" w:type="dxa"/>
            <w:vAlign w:val="bottom"/>
          </w:tcPr>
          <w:p w14:paraId="2B0B44B8" w14:textId="77777777" w:rsidR="00B06CB2" w:rsidRPr="00D67286" w:rsidRDefault="00B06CB2" w:rsidP="001A05CA">
            <w:pPr>
              <w:tabs>
                <w:tab w:val="decimal" w:pos="799"/>
              </w:tabs>
              <w:spacing w:line="300" w:lineRule="atLeast"/>
              <w:ind w:left="90" w:right="90"/>
              <w:jc w:val="right"/>
              <w:rPr>
                <w:b/>
                <w:bCs/>
                <w:sz w:val="16"/>
                <w:szCs w:val="16"/>
                <w:cs/>
              </w:rPr>
            </w:pPr>
          </w:p>
        </w:tc>
        <w:tc>
          <w:tcPr>
            <w:tcW w:w="1170" w:type="dxa"/>
          </w:tcPr>
          <w:p w14:paraId="6A581EE2" w14:textId="77777777" w:rsidR="00B06CB2" w:rsidRPr="00D67286" w:rsidRDefault="00B06CB2" w:rsidP="001A05CA">
            <w:pPr>
              <w:tabs>
                <w:tab w:val="decimal" w:pos="799"/>
              </w:tabs>
              <w:spacing w:line="300" w:lineRule="atLeast"/>
              <w:ind w:left="90" w:right="90"/>
              <w:jc w:val="right"/>
              <w:rPr>
                <w:b/>
                <w:bCs/>
                <w:sz w:val="16"/>
                <w:szCs w:val="16"/>
                <w:cs/>
              </w:rPr>
            </w:pPr>
          </w:p>
        </w:tc>
        <w:tc>
          <w:tcPr>
            <w:tcW w:w="1080" w:type="dxa"/>
            <w:vAlign w:val="bottom"/>
          </w:tcPr>
          <w:p w14:paraId="51A5B9DA" w14:textId="77777777" w:rsidR="00B06CB2" w:rsidRPr="00D67286" w:rsidRDefault="00B06CB2" w:rsidP="001A05CA">
            <w:pPr>
              <w:tabs>
                <w:tab w:val="decimal" w:pos="792"/>
              </w:tabs>
              <w:spacing w:line="300" w:lineRule="atLeast"/>
              <w:ind w:left="90" w:right="90"/>
              <w:jc w:val="right"/>
              <w:rPr>
                <w:b/>
                <w:bCs/>
                <w:sz w:val="16"/>
                <w:szCs w:val="16"/>
                <w:cs/>
              </w:rPr>
            </w:pPr>
          </w:p>
        </w:tc>
        <w:tc>
          <w:tcPr>
            <w:tcW w:w="1170" w:type="dxa"/>
          </w:tcPr>
          <w:p w14:paraId="5DD7B803" w14:textId="77777777" w:rsidR="00B06CB2" w:rsidRPr="00D67286" w:rsidRDefault="00B06CB2" w:rsidP="001A05CA">
            <w:pPr>
              <w:tabs>
                <w:tab w:val="decimal" w:pos="792"/>
              </w:tabs>
              <w:spacing w:line="300" w:lineRule="atLeast"/>
              <w:ind w:right="90"/>
              <w:jc w:val="right"/>
              <w:rPr>
                <w:sz w:val="16"/>
                <w:szCs w:val="16"/>
                <w:cs/>
              </w:rPr>
            </w:pPr>
          </w:p>
        </w:tc>
      </w:tr>
      <w:tr w:rsidR="00E641A4" w:rsidRPr="00D67286" w14:paraId="0AB96167" w14:textId="77777777" w:rsidTr="0041258C">
        <w:trPr>
          <w:cantSplit/>
          <w:trHeight w:val="20"/>
        </w:trPr>
        <w:tc>
          <w:tcPr>
            <w:tcW w:w="4950" w:type="dxa"/>
          </w:tcPr>
          <w:p w14:paraId="20D817E5" w14:textId="77777777" w:rsidR="00E641A4" w:rsidRPr="00D67286" w:rsidRDefault="00E641A4" w:rsidP="00E641A4">
            <w:pPr>
              <w:pStyle w:val="BodyText"/>
              <w:spacing w:line="300" w:lineRule="atLeast"/>
              <w:ind w:left="180" w:right="90" w:hanging="90"/>
              <w:jc w:val="left"/>
              <w:rPr>
                <w:rFonts w:eastAsia="Arial Unicode MS" w:cs="Times New Roman"/>
                <w:sz w:val="16"/>
                <w:szCs w:val="16"/>
              </w:rPr>
            </w:pPr>
            <w:r w:rsidRPr="00D67286">
              <w:rPr>
                <w:rFonts w:eastAsia="Arial Unicode MS" w:cs="Times New Roman"/>
                <w:sz w:val="16"/>
                <w:szCs w:val="16"/>
              </w:rPr>
              <w:t xml:space="preserve">Revenues from sales </w:t>
            </w:r>
          </w:p>
        </w:tc>
        <w:tc>
          <w:tcPr>
            <w:tcW w:w="1260" w:type="dxa"/>
          </w:tcPr>
          <w:p w14:paraId="1D19704E" w14:textId="07B7DA3F" w:rsidR="00E641A4" w:rsidRPr="00E641A4" w:rsidRDefault="00E641A4" w:rsidP="00E641A4">
            <w:pPr>
              <w:tabs>
                <w:tab w:val="decimal" w:pos="1169"/>
              </w:tabs>
              <w:spacing w:line="300" w:lineRule="atLeast"/>
              <w:ind w:left="90" w:right="90"/>
              <w:rPr>
                <w:sz w:val="16"/>
                <w:szCs w:val="16"/>
              </w:rPr>
            </w:pPr>
            <w:r w:rsidRPr="00E641A4">
              <w:rPr>
                <w:sz w:val="16"/>
                <w:szCs w:val="16"/>
              </w:rPr>
              <w:t>1,593,223</w:t>
            </w:r>
          </w:p>
        </w:tc>
        <w:tc>
          <w:tcPr>
            <w:tcW w:w="1260" w:type="dxa"/>
          </w:tcPr>
          <w:p w14:paraId="73F61814" w14:textId="0DE599EF" w:rsidR="00E641A4" w:rsidRPr="00D67286" w:rsidRDefault="00E641A4" w:rsidP="00E641A4">
            <w:pPr>
              <w:tabs>
                <w:tab w:val="decimal" w:pos="1169"/>
              </w:tabs>
              <w:spacing w:line="300" w:lineRule="atLeast"/>
              <w:ind w:left="90" w:right="90"/>
              <w:rPr>
                <w:sz w:val="16"/>
                <w:szCs w:val="16"/>
              </w:rPr>
            </w:pPr>
            <w:r w:rsidRPr="00D67286">
              <w:rPr>
                <w:sz w:val="16"/>
                <w:szCs w:val="16"/>
              </w:rPr>
              <w:t>1,625,023</w:t>
            </w:r>
          </w:p>
        </w:tc>
        <w:tc>
          <w:tcPr>
            <w:tcW w:w="1260" w:type="dxa"/>
          </w:tcPr>
          <w:p w14:paraId="4306BCDD" w14:textId="0D553CC6" w:rsidR="00E641A4" w:rsidRPr="00E641A4" w:rsidRDefault="00E641A4" w:rsidP="00E641A4">
            <w:pPr>
              <w:tabs>
                <w:tab w:val="decimal" w:pos="799"/>
              </w:tabs>
              <w:spacing w:line="300" w:lineRule="atLeast"/>
              <w:ind w:left="90" w:right="90"/>
              <w:jc w:val="right"/>
              <w:rPr>
                <w:sz w:val="16"/>
                <w:szCs w:val="16"/>
                <w:cs/>
              </w:rPr>
            </w:pPr>
            <w:r w:rsidRPr="00E641A4">
              <w:rPr>
                <w:sz w:val="16"/>
                <w:szCs w:val="16"/>
              </w:rPr>
              <w:t>3,402,019</w:t>
            </w:r>
          </w:p>
        </w:tc>
        <w:tc>
          <w:tcPr>
            <w:tcW w:w="1170" w:type="dxa"/>
          </w:tcPr>
          <w:p w14:paraId="74883F07" w14:textId="3F70E8D4" w:rsidR="00E641A4" w:rsidRPr="00D67286" w:rsidRDefault="00E641A4" w:rsidP="00E641A4">
            <w:pPr>
              <w:tabs>
                <w:tab w:val="decimal" w:pos="799"/>
              </w:tabs>
              <w:spacing w:line="300" w:lineRule="atLeast"/>
              <w:ind w:left="90" w:right="90"/>
              <w:jc w:val="right"/>
              <w:rPr>
                <w:sz w:val="16"/>
                <w:szCs w:val="16"/>
                <w:cs/>
              </w:rPr>
            </w:pPr>
            <w:r w:rsidRPr="00D67286">
              <w:rPr>
                <w:sz w:val="16"/>
                <w:szCs w:val="16"/>
              </w:rPr>
              <w:t>3,929,170</w:t>
            </w:r>
          </w:p>
        </w:tc>
        <w:tc>
          <w:tcPr>
            <w:tcW w:w="1170" w:type="dxa"/>
          </w:tcPr>
          <w:p w14:paraId="29E6DA18" w14:textId="250809FE" w:rsidR="00E641A4" w:rsidRPr="00E641A4" w:rsidRDefault="00E641A4" w:rsidP="00E641A4">
            <w:pPr>
              <w:tabs>
                <w:tab w:val="decimal" w:pos="799"/>
              </w:tabs>
              <w:spacing w:line="300" w:lineRule="atLeast"/>
              <w:ind w:left="90" w:right="90"/>
              <w:jc w:val="right"/>
              <w:rPr>
                <w:sz w:val="16"/>
                <w:szCs w:val="16"/>
                <w:cs/>
              </w:rPr>
            </w:pPr>
            <w:r w:rsidRPr="00E641A4">
              <w:rPr>
                <w:sz w:val="16"/>
                <w:szCs w:val="16"/>
              </w:rPr>
              <w:t>1,004,567</w:t>
            </w:r>
          </w:p>
        </w:tc>
        <w:tc>
          <w:tcPr>
            <w:tcW w:w="1170" w:type="dxa"/>
          </w:tcPr>
          <w:p w14:paraId="18498996" w14:textId="5D354C2F" w:rsidR="00E641A4" w:rsidRPr="00D67286" w:rsidRDefault="00E641A4" w:rsidP="00E641A4">
            <w:pPr>
              <w:tabs>
                <w:tab w:val="decimal" w:pos="799"/>
              </w:tabs>
              <w:spacing w:line="300" w:lineRule="atLeast"/>
              <w:ind w:left="90" w:right="90"/>
              <w:jc w:val="right"/>
              <w:rPr>
                <w:sz w:val="16"/>
                <w:szCs w:val="16"/>
                <w:cs/>
              </w:rPr>
            </w:pPr>
            <w:r w:rsidRPr="00D67286">
              <w:rPr>
                <w:sz w:val="16"/>
                <w:szCs w:val="16"/>
              </w:rPr>
              <w:t>1,067,124</w:t>
            </w:r>
          </w:p>
        </w:tc>
        <w:tc>
          <w:tcPr>
            <w:tcW w:w="1080" w:type="dxa"/>
          </w:tcPr>
          <w:p w14:paraId="5830022D" w14:textId="5ECB835D" w:rsidR="00E641A4" w:rsidRPr="00E641A4" w:rsidRDefault="00E641A4" w:rsidP="00E641A4">
            <w:pPr>
              <w:tabs>
                <w:tab w:val="decimal" w:pos="792"/>
              </w:tabs>
              <w:spacing w:line="300" w:lineRule="atLeast"/>
              <w:ind w:left="90" w:right="90"/>
              <w:jc w:val="right"/>
              <w:rPr>
                <w:sz w:val="16"/>
                <w:szCs w:val="16"/>
                <w:cs/>
              </w:rPr>
            </w:pPr>
            <w:r w:rsidRPr="00E641A4">
              <w:rPr>
                <w:sz w:val="16"/>
                <w:szCs w:val="16"/>
              </w:rPr>
              <w:t>5,999,809</w:t>
            </w:r>
          </w:p>
        </w:tc>
        <w:tc>
          <w:tcPr>
            <w:tcW w:w="1170" w:type="dxa"/>
          </w:tcPr>
          <w:p w14:paraId="44D06B83" w14:textId="25CE0DCA" w:rsidR="00E641A4" w:rsidRPr="00D67286" w:rsidRDefault="00E641A4" w:rsidP="00E641A4">
            <w:pPr>
              <w:tabs>
                <w:tab w:val="decimal" w:pos="792"/>
              </w:tabs>
              <w:spacing w:line="300" w:lineRule="atLeast"/>
              <w:ind w:left="90" w:right="90"/>
              <w:jc w:val="right"/>
              <w:rPr>
                <w:sz w:val="16"/>
                <w:szCs w:val="16"/>
                <w:cs/>
              </w:rPr>
            </w:pPr>
            <w:r w:rsidRPr="00D67286">
              <w:rPr>
                <w:sz w:val="16"/>
                <w:szCs w:val="16"/>
              </w:rPr>
              <w:t>6,621,317</w:t>
            </w:r>
          </w:p>
        </w:tc>
      </w:tr>
      <w:tr w:rsidR="00E641A4" w:rsidRPr="00D67286" w14:paraId="44772186" w14:textId="77777777" w:rsidTr="0041258C">
        <w:trPr>
          <w:cantSplit/>
          <w:trHeight w:val="20"/>
        </w:trPr>
        <w:tc>
          <w:tcPr>
            <w:tcW w:w="4950" w:type="dxa"/>
          </w:tcPr>
          <w:p w14:paraId="04DA539C" w14:textId="77777777" w:rsidR="00E641A4" w:rsidRPr="00D67286" w:rsidRDefault="00E641A4" w:rsidP="00E641A4">
            <w:pPr>
              <w:pStyle w:val="BodyText"/>
              <w:spacing w:line="300" w:lineRule="atLeast"/>
              <w:ind w:left="180" w:right="90" w:hanging="90"/>
              <w:jc w:val="left"/>
              <w:rPr>
                <w:rFonts w:eastAsia="Arial Unicode MS" w:cs="Times New Roman"/>
                <w:sz w:val="16"/>
                <w:szCs w:val="16"/>
              </w:rPr>
            </w:pPr>
            <w:r w:rsidRPr="00D67286">
              <w:rPr>
                <w:rFonts w:eastAsia="Arial Unicode MS" w:cs="Times New Roman"/>
                <w:sz w:val="16"/>
                <w:szCs w:val="16"/>
              </w:rPr>
              <w:t>Revenues from rendering of services</w:t>
            </w:r>
          </w:p>
        </w:tc>
        <w:tc>
          <w:tcPr>
            <w:tcW w:w="1260" w:type="dxa"/>
          </w:tcPr>
          <w:p w14:paraId="46C63B13" w14:textId="333C5B02" w:rsidR="00E641A4" w:rsidRPr="00E641A4" w:rsidRDefault="00E641A4" w:rsidP="00E641A4">
            <w:pPr>
              <w:pBdr>
                <w:bottom w:val="single" w:sz="4" w:space="1" w:color="auto"/>
              </w:pBdr>
              <w:tabs>
                <w:tab w:val="decimal" w:pos="990"/>
              </w:tabs>
              <w:spacing w:line="300" w:lineRule="atLeast"/>
              <w:ind w:left="90" w:right="94"/>
              <w:rPr>
                <w:sz w:val="16"/>
                <w:szCs w:val="16"/>
                <w:cs/>
              </w:rPr>
            </w:pPr>
            <w:r w:rsidRPr="00E641A4">
              <w:rPr>
                <w:sz w:val="16"/>
                <w:szCs w:val="16"/>
              </w:rPr>
              <w:t>-</w:t>
            </w:r>
          </w:p>
        </w:tc>
        <w:tc>
          <w:tcPr>
            <w:tcW w:w="1260" w:type="dxa"/>
          </w:tcPr>
          <w:p w14:paraId="3DD5129B" w14:textId="5C48B31A" w:rsidR="00E641A4" w:rsidRPr="00D67286" w:rsidRDefault="00E641A4" w:rsidP="00E641A4">
            <w:pPr>
              <w:pBdr>
                <w:bottom w:val="single" w:sz="4" w:space="1" w:color="auto"/>
              </w:pBdr>
              <w:tabs>
                <w:tab w:val="decimal" w:pos="990"/>
              </w:tabs>
              <w:spacing w:line="300" w:lineRule="atLeast"/>
              <w:ind w:left="90" w:right="94"/>
              <w:rPr>
                <w:sz w:val="16"/>
                <w:szCs w:val="16"/>
                <w:cs/>
              </w:rPr>
            </w:pPr>
            <w:r w:rsidRPr="00D67286">
              <w:rPr>
                <w:sz w:val="16"/>
                <w:szCs w:val="16"/>
              </w:rPr>
              <w:t>-</w:t>
            </w:r>
          </w:p>
        </w:tc>
        <w:tc>
          <w:tcPr>
            <w:tcW w:w="1260" w:type="dxa"/>
          </w:tcPr>
          <w:p w14:paraId="3237A1D2" w14:textId="1A0926D6" w:rsidR="00E641A4" w:rsidRPr="00E641A4" w:rsidRDefault="00E641A4" w:rsidP="00E641A4">
            <w:pPr>
              <w:pBdr>
                <w:bottom w:val="single" w:sz="4" w:space="1" w:color="auto"/>
              </w:pBdr>
              <w:tabs>
                <w:tab w:val="decimal" w:pos="989"/>
              </w:tabs>
              <w:spacing w:line="300" w:lineRule="atLeast"/>
              <w:ind w:left="90" w:right="90"/>
              <w:rPr>
                <w:sz w:val="16"/>
                <w:szCs w:val="16"/>
                <w:cs/>
              </w:rPr>
            </w:pPr>
            <w:r w:rsidRPr="00E641A4">
              <w:rPr>
                <w:sz w:val="16"/>
                <w:szCs w:val="16"/>
              </w:rPr>
              <w:t>-</w:t>
            </w:r>
          </w:p>
        </w:tc>
        <w:tc>
          <w:tcPr>
            <w:tcW w:w="1170" w:type="dxa"/>
          </w:tcPr>
          <w:p w14:paraId="1B47C324" w14:textId="1B46EA3F" w:rsidR="00E641A4" w:rsidRPr="00D67286" w:rsidRDefault="00E641A4" w:rsidP="00E641A4">
            <w:pPr>
              <w:pBdr>
                <w:bottom w:val="single" w:sz="4" w:space="1" w:color="auto"/>
              </w:pBdr>
              <w:tabs>
                <w:tab w:val="decimal" w:pos="900"/>
              </w:tabs>
              <w:spacing w:line="300" w:lineRule="atLeast"/>
              <w:ind w:left="90" w:right="90"/>
              <w:rPr>
                <w:sz w:val="16"/>
                <w:szCs w:val="16"/>
                <w:cs/>
              </w:rPr>
            </w:pPr>
            <w:r w:rsidRPr="00D67286">
              <w:rPr>
                <w:sz w:val="16"/>
                <w:szCs w:val="16"/>
              </w:rPr>
              <w:t>-</w:t>
            </w:r>
          </w:p>
        </w:tc>
        <w:tc>
          <w:tcPr>
            <w:tcW w:w="1170" w:type="dxa"/>
          </w:tcPr>
          <w:p w14:paraId="2B160B5B" w14:textId="4074108B" w:rsidR="00E641A4" w:rsidRPr="00E641A4" w:rsidRDefault="00E641A4" w:rsidP="00E641A4">
            <w:pPr>
              <w:pBdr>
                <w:bottom w:val="single" w:sz="4" w:space="1" w:color="auto"/>
              </w:pBdr>
              <w:tabs>
                <w:tab w:val="decimal" w:pos="799"/>
              </w:tabs>
              <w:spacing w:line="300" w:lineRule="atLeast"/>
              <w:ind w:left="90" w:right="90"/>
              <w:jc w:val="right"/>
              <w:rPr>
                <w:sz w:val="16"/>
                <w:szCs w:val="16"/>
                <w:cs/>
              </w:rPr>
            </w:pPr>
            <w:r w:rsidRPr="00E641A4">
              <w:rPr>
                <w:sz w:val="16"/>
                <w:szCs w:val="16"/>
              </w:rPr>
              <w:t>37,348</w:t>
            </w:r>
          </w:p>
        </w:tc>
        <w:tc>
          <w:tcPr>
            <w:tcW w:w="1170" w:type="dxa"/>
          </w:tcPr>
          <w:p w14:paraId="07BE5C48" w14:textId="17328C5B" w:rsidR="00E641A4" w:rsidRPr="00D67286" w:rsidRDefault="00E641A4" w:rsidP="00E641A4">
            <w:pPr>
              <w:pBdr>
                <w:bottom w:val="single" w:sz="4" w:space="1" w:color="auto"/>
              </w:pBdr>
              <w:tabs>
                <w:tab w:val="decimal" w:pos="799"/>
              </w:tabs>
              <w:spacing w:line="300" w:lineRule="atLeast"/>
              <w:ind w:left="90" w:right="90"/>
              <w:jc w:val="right"/>
              <w:rPr>
                <w:sz w:val="16"/>
                <w:szCs w:val="16"/>
                <w:cs/>
              </w:rPr>
            </w:pPr>
            <w:r w:rsidRPr="00D67286">
              <w:rPr>
                <w:sz w:val="16"/>
                <w:szCs w:val="16"/>
              </w:rPr>
              <w:t>66,565</w:t>
            </w:r>
          </w:p>
        </w:tc>
        <w:tc>
          <w:tcPr>
            <w:tcW w:w="1080" w:type="dxa"/>
          </w:tcPr>
          <w:p w14:paraId="2CE6EECE" w14:textId="407B8001" w:rsidR="00E641A4" w:rsidRPr="00E641A4" w:rsidRDefault="00E641A4" w:rsidP="00E641A4">
            <w:pPr>
              <w:pBdr>
                <w:bottom w:val="single" w:sz="4" w:space="1" w:color="auto"/>
              </w:pBdr>
              <w:tabs>
                <w:tab w:val="decimal" w:pos="792"/>
              </w:tabs>
              <w:spacing w:line="300" w:lineRule="atLeast"/>
              <w:ind w:left="90" w:right="90"/>
              <w:jc w:val="right"/>
              <w:rPr>
                <w:sz w:val="16"/>
                <w:szCs w:val="16"/>
                <w:cs/>
              </w:rPr>
            </w:pPr>
            <w:r w:rsidRPr="00E641A4">
              <w:rPr>
                <w:sz w:val="16"/>
                <w:szCs w:val="16"/>
              </w:rPr>
              <w:t>37,348</w:t>
            </w:r>
          </w:p>
        </w:tc>
        <w:tc>
          <w:tcPr>
            <w:tcW w:w="1170" w:type="dxa"/>
          </w:tcPr>
          <w:p w14:paraId="3264149A" w14:textId="5ADE2848" w:rsidR="00E641A4" w:rsidRPr="00D67286" w:rsidRDefault="00E641A4" w:rsidP="00E641A4">
            <w:pPr>
              <w:pBdr>
                <w:bottom w:val="single" w:sz="4" w:space="1" w:color="auto"/>
              </w:pBdr>
              <w:tabs>
                <w:tab w:val="decimal" w:pos="799"/>
              </w:tabs>
              <w:spacing w:line="300" w:lineRule="atLeast"/>
              <w:ind w:left="90" w:right="90"/>
              <w:jc w:val="right"/>
              <w:rPr>
                <w:sz w:val="16"/>
                <w:szCs w:val="16"/>
                <w:cs/>
              </w:rPr>
            </w:pPr>
            <w:r w:rsidRPr="00D67286">
              <w:rPr>
                <w:sz w:val="16"/>
                <w:szCs w:val="16"/>
              </w:rPr>
              <w:t>66,565</w:t>
            </w:r>
          </w:p>
        </w:tc>
      </w:tr>
      <w:tr w:rsidR="00E641A4" w:rsidRPr="00D67286" w14:paraId="2A6694C2" w14:textId="77777777" w:rsidTr="0041258C">
        <w:trPr>
          <w:cantSplit/>
          <w:trHeight w:val="20"/>
        </w:trPr>
        <w:tc>
          <w:tcPr>
            <w:tcW w:w="4950" w:type="dxa"/>
          </w:tcPr>
          <w:p w14:paraId="294DF9C2" w14:textId="381B8CE8" w:rsidR="00E641A4" w:rsidRPr="00D67286" w:rsidRDefault="00E641A4" w:rsidP="00E641A4">
            <w:pPr>
              <w:pStyle w:val="BodyText"/>
              <w:spacing w:line="300" w:lineRule="atLeast"/>
              <w:ind w:left="180" w:right="90" w:hanging="90"/>
              <w:jc w:val="left"/>
              <w:rPr>
                <w:rFonts w:eastAsia="Arial Unicode MS" w:cs="Times New Roman"/>
                <w:sz w:val="16"/>
                <w:szCs w:val="16"/>
              </w:rPr>
            </w:pPr>
            <w:r w:rsidRPr="00D67286">
              <w:rPr>
                <w:rFonts w:eastAsia="Arial Unicode MS" w:cs="Times New Roman"/>
                <w:b/>
                <w:bCs/>
                <w:sz w:val="16"/>
                <w:szCs w:val="16"/>
              </w:rPr>
              <w:t>Total revenues</w:t>
            </w:r>
          </w:p>
        </w:tc>
        <w:tc>
          <w:tcPr>
            <w:tcW w:w="1260" w:type="dxa"/>
          </w:tcPr>
          <w:p w14:paraId="2F73466B" w14:textId="2D7C3771" w:rsidR="00E641A4" w:rsidRPr="005C2692" w:rsidRDefault="00E641A4" w:rsidP="00E641A4">
            <w:pPr>
              <w:pBdr>
                <w:bottom w:val="double" w:sz="4" w:space="1" w:color="auto"/>
              </w:pBdr>
              <w:tabs>
                <w:tab w:val="decimal" w:pos="1169"/>
              </w:tabs>
              <w:spacing w:line="300" w:lineRule="atLeast"/>
              <w:ind w:left="90" w:right="90"/>
              <w:rPr>
                <w:b/>
                <w:bCs/>
                <w:sz w:val="16"/>
                <w:szCs w:val="16"/>
              </w:rPr>
            </w:pPr>
            <w:r w:rsidRPr="005C2692">
              <w:rPr>
                <w:b/>
                <w:bCs/>
                <w:sz w:val="16"/>
                <w:szCs w:val="16"/>
              </w:rPr>
              <w:t>1,593,223</w:t>
            </w:r>
          </w:p>
        </w:tc>
        <w:tc>
          <w:tcPr>
            <w:tcW w:w="1260" w:type="dxa"/>
          </w:tcPr>
          <w:p w14:paraId="74614086" w14:textId="2B690ADC" w:rsidR="00E641A4" w:rsidRPr="005C2692" w:rsidRDefault="00E641A4" w:rsidP="00E641A4">
            <w:pPr>
              <w:pBdr>
                <w:bottom w:val="double" w:sz="4" w:space="1" w:color="auto"/>
              </w:pBdr>
              <w:tabs>
                <w:tab w:val="decimal" w:pos="1169"/>
              </w:tabs>
              <w:spacing w:line="300" w:lineRule="atLeast"/>
              <w:ind w:left="90" w:right="90"/>
              <w:rPr>
                <w:b/>
                <w:bCs/>
                <w:sz w:val="16"/>
                <w:szCs w:val="16"/>
              </w:rPr>
            </w:pPr>
            <w:r w:rsidRPr="005C2692">
              <w:rPr>
                <w:b/>
                <w:bCs/>
                <w:sz w:val="16"/>
                <w:szCs w:val="16"/>
              </w:rPr>
              <w:t>1,625,023</w:t>
            </w:r>
          </w:p>
        </w:tc>
        <w:tc>
          <w:tcPr>
            <w:tcW w:w="1260" w:type="dxa"/>
          </w:tcPr>
          <w:p w14:paraId="51F543B9" w14:textId="6C23AE57" w:rsidR="00E641A4" w:rsidRPr="005C2692" w:rsidRDefault="00E641A4" w:rsidP="00E641A4">
            <w:pPr>
              <w:pBdr>
                <w:bottom w:val="double" w:sz="4" w:space="1" w:color="auto"/>
              </w:pBdr>
              <w:tabs>
                <w:tab w:val="decimal" w:pos="799"/>
              </w:tabs>
              <w:spacing w:line="300" w:lineRule="atLeast"/>
              <w:ind w:left="90" w:right="90"/>
              <w:jc w:val="right"/>
              <w:rPr>
                <w:rFonts w:cstheme="minorBidi"/>
                <w:b/>
                <w:bCs/>
                <w:sz w:val="16"/>
                <w:szCs w:val="16"/>
                <w:cs/>
              </w:rPr>
            </w:pPr>
            <w:r w:rsidRPr="005C2692">
              <w:rPr>
                <w:b/>
                <w:bCs/>
                <w:sz w:val="16"/>
                <w:szCs w:val="16"/>
              </w:rPr>
              <w:t>3,402,019</w:t>
            </w:r>
          </w:p>
        </w:tc>
        <w:tc>
          <w:tcPr>
            <w:tcW w:w="1170" w:type="dxa"/>
          </w:tcPr>
          <w:p w14:paraId="4933F18A" w14:textId="5BFB3C30" w:rsidR="00E641A4" w:rsidRPr="005C2692" w:rsidRDefault="00E641A4" w:rsidP="00E641A4">
            <w:pPr>
              <w:pBdr>
                <w:bottom w:val="double" w:sz="4" w:space="1" w:color="auto"/>
              </w:pBdr>
              <w:tabs>
                <w:tab w:val="decimal" w:pos="799"/>
              </w:tabs>
              <w:spacing w:line="300" w:lineRule="atLeast"/>
              <w:ind w:left="90" w:right="90"/>
              <w:jc w:val="right"/>
              <w:rPr>
                <w:b/>
                <w:bCs/>
                <w:sz w:val="16"/>
                <w:szCs w:val="16"/>
                <w:cs/>
              </w:rPr>
            </w:pPr>
            <w:r w:rsidRPr="005C2692">
              <w:rPr>
                <w:b/>
                <w:bCs/>
                <w:sz w:val="16"/>
                <w:szCs w:val="16"/>
              </w:rPr>
              <w:t>3,929,170</w:t>
            </w:r>
          </w:p>
        </w:tc>
        <w:tc>
          <w:tcPr>
            <w:tcW w:w="1170" w:type="dxa"/>
          </w:tcPr>
          <w:p w14:paraId="68C61319" w14:textId="3FAB71F9" w:rsidR="00E641A4" w:rsidRPr="005C2692" w:rsidRDefault="00E641A4" w:rsidP="00E641A4">
            <w:pPr>
              <w:pBdr>
                <w:bottom w:val="double" w:sz="4" w:space="1" w:color="auto"/>
              </w:pBdr>
              <w:tabs>
                <w:tab w:val="decimal" w:pos="799"/>
              </w:tabs>
              <w:spacing w:line="300" w:lineRule="atLeast"/>
              <w:ind w:left="90" w:right="90"/>
              <w:jc w:val="right"/>
              <w:rPr>
                <w:b/>
                <w:bCs/>
                <w:sz w:val="16"/>
                <w:szCs w:val="16"/>
                <w:cs/>
              </w:rPr>
            </w:pPr>
            <w:r w:rsidRPr="005C2692">
              <w:rPr>
                <w:b/>
                <w:bCs/>
                <w:sz w:val="16"/>
                <w:szCs w:val="16"/>
              </w:rPr>
              <w:t>1,041,915</w:t>
            </w:r>
          </w:p>
        </w:tc>
        <w:tc>
          <w:tcPr>
            <w:tcW w:w="1170" w:type="dxa"/>
          </w:tcPr>
          <w:p w14:paraId="11D7895D" w14:textId="6513737E" w:rsidR="00E641A4" w:rsidRPr="005C2692" w:rsidRDefault="00E641A4" w:rsidP="00E641A4">
            <w:pPr>
              <w:pBdr>
                <w:bottom w:val="double" w:sz="4" w:space="1" w:color="auto"/>
              </w:pBdr>
              <w:tabs>
                <w:tab w:val="decimal" w:pos="799"/>
              </w:tabs>
              <w:spacing w:line="300" w:lineRule="atLeast"/>
              <w:ind w:left="90" w:right="90"/>
              <w:jc w:val="right"/>
              <w:rPr>
                <w:b/>
                <w:bCs/>
                <w:sz w:val="16"/>
                <w:szCs w:val="16"/>
                <w:cs/>
              </w:rPr>
            </w:pPr>
            <w:r w:rsidRPr="005C2692">
              <w:rPr>
                <w:b/>
                <w:bCs/>
                <w:sz w:val="16"/>
                <w:szCs w:val="16"/>
              </w:rPr>
              <w:t>1,133,689</w:t>
            </w:r>
          </w:p>
        </w:tc>
        <w:tc>
          <w:tcPr>
            <w:tcW w:w="1080" w:type="dxa"/>
          </w:tcPr>
          <w:p w14:paraId="14BD821D" w14:textId="5CEA8BAA" w:rsidR="00E641A4" w:rsidRPr="005C2692" w:rsidRDefault="00E641A4" w:rsidP="00E641A4">
            <w:pPr>
              <w:pBdr>
                <w:bottom w:val="double" w:sz="4" w:space="1" w:color="auto"/>
              </w:pBdr>
              <w:tabs>
                <w:tab w:val="decimal" w:pos="792"/>
              </w:tabs>
              <w:spacing w:line="300" w:lineRule="atLeast"/>
              <w:ind w:left="90" w:right="90"/>
              <w:jc w:val="right"/>
              <w:rPr>
                <w:b/>
                <w:bCs/>
                <w:sz w:val="16"/>
                <w:szCs w:val="16"/>
                <w:cs/>
              </w:rPr>
            </w:pPr>
            <w:r w:rsidRPr="005C2692">
              <w:rPr>
                <w:b/>
                <w:bCs/>
                <w:sz w:val="16"/>
                <w:szCs w:val="16"/>
              </w:rPr>
              <w:t>6,037,157</w:t>
            </w:r>
          </w:p>
        </w:tc>
        <w:tc>
          <w:tcPr>
            <w:tcW w:w="1170" w:type="dxa"/>
          </w:tcPr>
          <w:p w14:paraId="45355765" w14:textId="35EC1568" w:rsidR="00E641A4" w:rsidRPr="005C2692" w:rsidRDefault="00E641A4" w:rsidP="00E641A4">
            <w:pPr>
              <w:pBdr>
                <w:bottom w:val="double" w:sz="4" w:space="1" w:color="auto"/>
              </w:pBdr>
              <w:tabs>
                <w:tab w:val="decimal" w:pos="792"/>
              </w:tabs>
              <w:spacing w:line="300" w:lineRule="atLeast"/>
              <w:ind w:left="90" w:right="90"/>
              <w:jc w:val="right"/>
              <w:rPr>
                <w:b/>
                <w:bCs/>
                <w:sz w:val="16"/>
                <w:szCs w:val="16"/>
                <w:cs/>
              </w:rPr>
            </w:pPr>
            <w:r w:rsidRPr="005C2692">
              <w:rPr>
                <w:b/>
                <w:bCs/>
                <w:sz w:val="16"/>
                <w:szCs w:val="16"/>
              </w:rPr>
              <w:t>6,687,882</w:t>
            </w:r>
          </w:p>
        </w:tc>
      </w:tr>
      <w:tr w:rsidR="00E641A4" w:rsidRPr="00D67286" w14:paraId="17281649" w14:textId="77777777" w:rsidTr="0041258C">
        <w:trPr>
          <w:cantSplit/>
          <w:trHeight w:val="20"/>
        </w:trPr>
        <w:tc>
          <w:tcPr>
            <w:tcW w:w="4950" w:type="dxa"/>
            <w:vAlign w:val="bottom"/>
          </w:tcPr>
          <w:p w14:paraId="3C65B2DD" w14:textId="77777777" w:rsidR="00E641A4" w:rsidRPr="00D67286" w:rsidRDefault="00E641A4" w:rsidP="00E641A4">
            <w:pPr>
              <w:spacing w:line="300" w:lineRule="atLeast"/>
              <w:ind w:left="180" w:hanging="90"/>
              <w:jc w:val="thaiDistribute"/>
              <w:rPr>
                <w:sz w:val="16"/>
                <w:szCs w:val="16"/>
                <w:cs/>
              </w:rPr>
            </w:pPr>
          </w:p>
        </w:tc>
        <w:tc>
          <w:tcPr>
            <w:tcW w:w="1260" w:type="dxa"/>
          </w:tcPr>
          <w:p w14:paraId="248BA0B4" w14:textId="77777777" w:rsidR="00E641A4" w:rsidRPr="00E641A4" w:rsidRDefault="00E641A4" w:rsidP="00E641A4">
            <w:pPr>
              <w:tabs>
                <w:tab w:val="decimal" w:pos="1169"/>
              </w:tabs>
              <w:spacing w:line="300" w:lineRule="atLeast"/>
              <w:ind w:left="90" w:right="90"/>
              <w:rPr>
                <w:b/>
                <w:bCs/>
                <w:sz w:val="16"/>
                <w:szCs w:val="16"/>
              </w:rPr>
            </w:pPr>
          </w:p>
        </w:tc>
        <w:tc>
          <w:tcPr>
            <w:tcW w:w="1260" w:type="dxa"/>
          </w:tcPr>
          <w:p w14:paraId="1BA0D9C2" w14:textId="77777777" w:rsidR="00E641A4" w:rsidRPr="00D67286" w:rsidRDefault="00E641A4" w:rsidP="00E641A4">
            <w:pPr>
              <w:tabs>
                <w:tab w:val="decimal" w:pos="639"/>
              </w:tabs>
              <w:spacing w:line="300" w:lineRule="atLeast"/>
              <w:ind w:left="90" w:right="90"/>
              <w:jc w:val="right"/>
              <w:rPr>
                <w:sz w:val="16"/>
                <w:szCs w:val="16"/>
              </w:rPr>
            </w:pPr>
          </w:p>
        </w:tc>
        <w:tc>
          <w:tcPr>
            <w:tcW w:w="1260" w:type="dxa"/>
          </w:tcPr>
          <w:p w14:paraId="04CE9C15" w14:textId="77777777" w:rsidR="00E641A4" w:rsidRPr="00E641A4" w:rsidRDefault="00E641A4" w:rsidP="00E641A4">
            <w:pPr>
              <w:tabs>
                <w:tab w:val="decimal" w:pos="799"/>
              </w:tabs>
              <w:spacing w:line="300" w:lineRule="atLeast"/>
              <w:ind w:left="90" w:right="90"/>
              <w:jc w:val="right"/>
              <w:rPr>
                <w:b/>
                <w:bCs/>
                <w:sz w:val="16"/>
                <w:szCs w:val="16"/>
                <w:cs/>
              </w:rPr>
            </w:pPr>
          </w:p>
        </w:tc>
        <w:tc>
          <w:tcPr>
            <w:tcW w:w="1170" w:type="dxa"/>
          </w:tcPr>
          <w:p w14:paraId="05467260" w14:textId="77777777" w:rsidR="00E641A4" w:rsidRPr="00D67286" w:rsidRDefault="00E641A4" w:rsidP="00E641A4">
            <w:pPr>
              <w:tabs>
                <w:tab w:val="decimal" w:pos="639"/>
              </w:tabs>
              <w:spacing w:line="300" w:lineRule="atLeast"/>
              <w:ind w:right="90"/>
              <w:jc w:val="right"/>
              <w:rPr>
                <w:sz w:val="16"/>
                <w:szCs w:val="16"/>
                <w:cs/>
              </w:rPr>
            </w:pPr>
          </w:p>
        </w:tc>
        <w:tc>
          <w:tcPr>
            <w:tcW w:w="1170" w:type="dxa"/>
          </w:tcPr>
          <w:p w14:paraId="7A9E8ECF" w14:textId="77777777" w:rsidR="00E641A4" w:rsidRPr="00E641A4" w:rsidRDefault="00E641A4" w:rsidP="00E641A4">
            <w:pPr>
              <w:tabs>
                <w:tab w:val="decimal" w:pos="799"/>
              </w:tabs>
              <w:spacing w:line="300" w:lineRule="atLeast"/>
              <w:ind w:left="90" w:right="90"/>
              <w:jc w:val="right"/>
              <w:rPr>
                <w:b/>
                <w:bCs/>
                <w:sz w:val="16"/>
                <w:szCs w:val="16"/>
                <w:cs/>
              </w:rPr>
            </w:pPr>
          </w:p>
        </w:tc>
        <w:tc>
          <w:tcPr>
            <w:tcW w:w="1170" w:type="dxa"/>
          </w:tcPr>
          <w:p w14:paraId="2FD99569" w14:textId="77777777" w:rsidR="00E641A4" w:rsidRPr="00D67286" w:rsidRDefault="00E641A4" w:rsidP="00E641A4">
            <w:pPr>
              <w:tabs>
                <w:tab w:val="decimal" w:pos="799"/>
              </w:tabs>
              <w:spacing w:line="300" w:lineRule="atLeast"/>
              <w:ind w:left="90" w:right="90"/>
              <w:jc w:val="right"/>
              <w:rPr>
                <w:b/>
                <w:bCs/>
                <w:sz w:val="16"/>
                <w:szCs w:val="16"/>
                <w:cs/>
              </w:rPr>
            </w:pPr>
          </w:p>
        </w:tc>
        <w:tc>
          <w:tcPr>
            <w:tcW w:w="1080" w:type="dxa"/>
          </w:tcPr>
          <w:p w14:paraId="49459A83" w14:textId="77777777" w:rsidR="00E641A4" w:rsidRPr="00E641A4" w:rsidRDefault="00E641A4" w:rsidP="00E641A4">
            <w:pPr>
              <w:tabs>
                <w:tab w:val="decimal" w:pos="792"/>
              </w:tabs>
              <w:spacing w:line="300" w:lineRule="atLeast"/>
              <w:ind w:left="90" w:right="90"/>
              <w:jc w:val="right"/>
              <w:rPr>
                <w:b/>
                <w:bCs/>
                <w:sz w:val="16"/>
                <w:szCs w:val="16"/>
                <w:cs/>
              </w:rPr>
            </w:pPr>
          </w:p>
        </w:tc>
        <w:tc>
          <w:tcPr>
            <w:tcW w:w="1170" w:type="dxa"/>
          </w:tcPr>
          <w:p w14:paraId="0E45645E" w14:textId="77777777" w:rsidR="00E641A4" w:rsidRPr="00D67286" w:rsidRDefault="00E641A4" w:rsidP="00E641A4">
            <w:pPr>
              <w:tabs>
                <w:tab w:val="decimal" w:pos="792"/>
              </w:tabs>
              <w:spacing w:line="300" w:lineRule="atLeast"/>
              <w:ind w:right="90"/>
              <w:jc w:val="right"/>
              <w:rPr>
                <w:sz w:val="16"/>
                <w:szCs w:val="16"/>
                <w:cs/>
              </w:rPr>
            </w:pPr>
          </w:p>
        </w:tc>
      </w:tr>
      <w:tr w:rsidR="00E641A4" w:rsidRPr="00D67286" w14:paraId="309DEBDC" w14:textId="77777777" w:rsidTr="0041258C">
        <w:trPr>
          <w:cantSplit/>
          <w:trHeight w:val="20"/>
        </w:trPr>
        <w:tc>
          <w:tcPr>
            <w:tcW w:w="4950" w:type="dxa"/>
          </w:tcPr>
          <w:p w14:paraId="77EBA178" w14:textId="77777777" w:rsidR="00E641A4" w:rsidRPr="00D67286" w:rsidRDefault="00E641A4" w:rsidP="00E641A4">
            <w:pPr>
              <w:pStyle w:val="BodyText"/>
              <w:spacing w:line="300" w:lineRule="atLeast"/>
              <w:ind w:left="180" w:right="90" w:hanging="90"/>
              <w:jc w:val="left"/>
              <w:rPr>
                <w:rFonts w:eastAsia="Arial Unicode MS" w:cs="Times New Roman"/>
                <w:sz w:val="16"/>
                <w:szCs w:val="16"/>
              </w:rPr>
            </w:pPr>
            <w:r w:rsidRPr="00D67286">
              <w:rPr>
                <w:rFonts w:eastAsia="Arial Unicode MS" w:cs="Times New Roman"/>
                <w:b/>
                <w:bCs/>
                <w:sz w:val="16"/>
                <w:szCs w:val="16"/>
              </w:rPr>
              <w:t>Timing of revenue recognition</w:t>
            </w:r>
          </w:p>
        </w:tc>
        <w:tc>
          <w:tcPr>
            <w:tcW w:w="1260" w:type="dxa"/>
          </w:tcPr>
          <w:p w14:paraId="259E6637" w14:textId="77777777" w:rsidR="00E641A4" w:rsidRPr="00E641A4" w:rsidRDefault="00E641A4" w:rsidP="00E641A4">
            <w:pPr>
              <w:tabs>
                <w:tab w:val="decimal" w:pos="1169"/>
              </w:tabs>
              <w:spacing w:line="300" w:lineRule="atLeast"/>
              <w:ind w:left="90" w:right="90"/>
              <w:rPr>
                <w:b/>
                <w:bCs/>
                <w:sz w:val="16"/>
                <w:szCs w:val="16"/>
                <w:cs/>
              </w:rPr>
            </w:pPr>
          </w:p>
        </w:tc>
        <w:tc>
          <w:tcPr>
            <w:tcW w:w="1260" w:type="dxa"/>
          </w:tcPr>
          <w:p w14:paraId="48C41BEE" w14:textId="77777777" w:rsidR="00E641A4" w:rsidRPr="00D67286" w:rsidRDefault="00E641A4" w:rsidP="00E641A4">
            <w:pPr>
              <w:tabs>
                <w:tab w:val="decimal" w:pos="639"/>
              </w:tabs>
              <w:spacing w:line="300" w:lineRule="atLeast"/>
              <w:ind w:left="90" w:right="90"/>
              <w:jc w:val="right"/>
              <w:rPr>
                <w:sz w:val="16"/>
                <w:szCs w:val="16"/>
                <w:cs/>
              </w:rPr>
            </w:pPr>
          </w:p>
        </w:tc>
        <w:tc>
          <w:tcPr>
            <w:tcW w:w="1260" w:type="dxa"/>
          </w:tcPr>
          <w:p w14:paraId="26704C09" w14:textId="77777777" w:rsidR="00E641A4" w:rsidRPr="00E641A4" w:rsidRDefault="00E641A4" w:rsidP="00E641A4">
            <w:pPr>
              <w:tabs>
                <w:tab w:val="decimal" w:pos="799"/>
              </w:tabs>
              <w:spacing w:line="300" w:lineRule="atLeast"/>
              <w:ind w:left="90" w:right="90"/>
              <w:jc w:val="right"/>
              <w:rPr>
                <w:b/>
                <w:bCs/>
                <w:sz w:val="16"/>
                <w:szCs w:val="16"/>
                <w:cs/>
              </w:rPr>
            </w:pPr>
          </w:p>
        </w:tc>
        <w:tc>
          <w:tcPr>
            <w:tcW w:w="1170" w:type="dxa"/>
          </w:tcPr>
          <w:p w14:paraId="3D21AF31" w14:textId="77777777" w:rsidR="00E641A4" w:rsidRPr="00D67286" w:rsidRDefault="00E641A4" w:rsidP="00E641A4">
            <w:pPr>
              <w:tabs>
                <w:tab w:val="decimal" w:pos="639"/>
              </w:tabs>
              <w:spacing w:line="300" w:lineRule="atLeast"/>
              <w:ind w:left="90" w:right="90"/>
              <w:jc w:val="right"/>
              <w:rPr>
                <w:sz w:val="16"/>
                <w:szCs w:val="16"/>
                <w:cs/>
              </w:rPr>
            </w:pPr>
          </w:p>
        </w:tc>
        <w:tc>
          <w:tcPr>
            <w:tcW w:w="1170" w:type="dxa"/>
          </w:tcPr>
          <w:p w14:paraId="504AADF0" w14:textId="77777777" w:rsidR="00E641A4" w:rsidRPr="00E641A4" w:rsidRDefault="00E641A4" w:rsidP="00E641A4">
            <w:pPr>
              <w:tabs>
                <w:tab w:val="decimal" w:pos="799"/>
              </w:tabs>
              <w:spacing w:line="300" w:lineRule="atLeast"/>
              <w:ind w:left="90" w:right="90"/>
              <w:jc w:val="right"/>
              <w:rPr>
                <w:b/>
                <w:bCs/>
                <w:sz w:val="16"/>
                <w:szCs w:val="16"/>
                <w:cs/>
              </w:rPr>
            </w:pPr>
          </w:p>
        </w:tc>
        <w:tc>
          <w:tcPr>
            <w:tcW w:w="1170" w:type="dxa"/>
          </w:tcPr>
          <w:p w14:paraId="5BFFA06F" w14:textId="77777777" w:rsidR="00E641A4" w:rsidRPr="00D67286" w:rsidRDefault="00E641A4" w:rsidP="00E641A4">
            <w:pPr>
              <w:tabs>
                <w:tab w:val="decimal" w:pos="799"/>
              </w:tabs>
              <w:spacing w:line="300" w:lineRule="atLeast"/>
              <w:ind w:left="90" w:right="90"/>
              <w:jc w:val="right"/>
              <w:rPr>
                <w:b/>
                <w:bCs/>
                <w:sz w:val="16"/>
                <w:szCs w:val="16"/>
                <w:cs/>
              </w:rPr>
            </w:pPr>
          </w:p>
        </w:tc>
        <w:tc>
          <w:tcPr>
            <w:tcW w:w="1080" w:type="dxa"/>
          </w:tcPr>
          <w:p w14:paraId="78BAB0C4" w14:textId="77777777" w:rsidR="00E641A4" w:rsidRPr="00E641A4" w:rsidRDefault="00E641A4" w:rsidP="00E641A4">
            <w:pPr>
              <w:tabs>
                <w:tab w:val="decimal" w:pos="792"/>
              </w:tabs>
              <w:spacing w:line="300" w:lineRule="atLeast"/>
              <w:ind w:left="90" w:right="90"/>
              <w:jc w:val="right"/>
              <w:rPr>
                <w:b/>
                <w:bCs/>
                <w:sz w:val="16"/>
                <w:szCs w:val="16"/>
                <w:cs/>
              </w:rPr>
            </w:pPr>
          </w:p>
        </w:tc>
        <w:tc>
          <w:tcPr>
            <w:tcW w:w="1170" w:type="dxa"/>
          </w:tcPr>
          <w:p w14:paraId="2D1C455E" w14:textId="77777777" w:rsidR="00E641A4" w:rsidRPr="00D67286" w:rsidRDefault="00E641A4" w:rsidP="00E641A4">
            <w:pPr>
              <w:tabs>
                <w:tab w:val="decimal" w:pos="639"/>
              </w:tabs>
              <w:spacing w:line="300" w:lineRule="atLeast"/>
              <w:ind w:left="90" w:right="90"/>
              <w:jc w:val="right"/>
              <w:rPr>
                <w:sz w:val="16"/>
                <w:szCs w:val="16"/>
                <w:cs/>
              </w:rPr>
            </w:pPr>
          </w:p>
        </w:tc>
      </w:tr>
      <w:tr w:rsidR="00E641A4" w:rsidRPr="00D67286" w14:paraId="0B0CADD3" w14:textId="77777777" w:rsidTr="0041258C">
        <w:trPr>
          <w:cantSplit/>
          <w:trHeight w:val="20"/>
        </w:trPr>
        <w:tc>
          <w:tcPr>
            <w:tcW w:w="4950" w:type="dxa"/>
          </w:tcPr>
          <w:p w14:paraId="356E200E" w14:textId="77777777" w:rsidR="00E641A4" w:rsidRPr="00D67286" w:rsidRDefault="00E641A4" w:rsidP="00E641A4">
            <w:pPr>
              <w:pStyle w:val="BodyText"/>
              <w:spacing w:line="300" w:lineRule="atLeast"/>
              <w:ind w:left="180" w:right="90" w:hanging="90"/>
              <w:jc w:val="left"/>
              <w:rPr>
                <w:rFonts w:eastAsia="Arial Unicode MS" w:cs="Times New Roman"/>
                <w:sz w:val="16"/>
                <w:szCs w:val="16"/>
              </w:rPr>
            </w:pPr>
            <w:r w:rsidRPr="00D67286">
              <w:rPr>
                <w:rFonts w:eastAsia="Arial Unicode MS" w:cs="Times New Roman"/>
                <w:sz w:val="16"/>
                <w:szCs w:val="16"/>
              </w:rPr>
              <w:t>At a point in time</w:t>
            </w:r>
          </w:p>
        </w:tc>
        <w:tc>
          <w:tcPr>
            <w:tcW w:w="1260" w:type="dxa"/>
          </w:tcPr>
          <w:p w14:paraId="5CD0775A" w14:textId="1167AA1E" w:rsidR="00E641A4" w:rsidRPr="00E641A4" w:rsidRDefault="00E641A4" w:rsidP="00E641A4">
            <w:pPr>
              <w:pBdr>
                <w:bottom w:val="single" w:sz="4" w:space="1" w:color="auto"/>
              </w:pBdr>
              <w:tabs>
                <w:tab w:val="decimal" w:pos="1169"/>
              </w:tabs>
              <w:spacing w:line="300" w:lineRule="atLeast"/>
              <w:ind w:left="90" w:right="90"/>
              <w:rPr>
                <w:sz w:val="16"/>
                <w:szCs w:val="16"/>
                <w:cs/>
              </w:rPr>
            </w:pPr>
            <w:r w:rsidRPr="00E641A4">
              <w:rPr>
                <w:sz w:val="16"/>
                <w:szCs w:val="16"/>
              </w:rPr>
              <w:t>1,593,223</w:t>
            </w:r>
          </w:p>
        </w:tc>
        <w:tc>
          <w:tcPr>
            <w:tcW w:w="1260" w:type="dxa"/>
          </w:tcPr>
          <w:p w14:paraId="447F8F5D" w14:textId="7A37F0C6" w:rsidR="00E641A4" w:rsidRPr="00D67286" w:rsidRDefault="00E641A4" w:rsidP="00E641A4">
            <w:pPr>
              <w:pBdr>
                <w:bottom w:val="single" w:sz="4" w:space="1" w:color="auto"/>
              </w:pBdr>
              <w:tabs>
                <w:tab w:val="decimal" w:pos="1169"/>
              </w:tabs>
              <w:spacing w:line="300" w:lineRule="atLeast"/>
              <w:ind w:left="90" w:right="90"/>
              <w:rPr>
                <w:sz w:val="16"/>
                <w:szCs w:val="16"/>
                <w:cs/>
              </w:rPr>
            </w:pPr>
            <w:r w:rsidRPr="00D67286">
              <w:rPr>
                <w:sz w:val="16"/>
                <w:szCs w:val="16"/>
              </w:rPr>
              <w:t>1,625,023</w:t>
            </w:r>
          </w:p>
        </w:tc>
        <w:tc>
          <w:tcPr>
            <w:tcW w:w="1260" w:type="dxa"/>
          </w:tcPr>
          <w:p w14:paraId="6CABAA30" w14:textId="2FE42E33" w:rsidR="00E641A4" w:rsidRPr="00E641A4" w:rsidRDefault="00E641A4" w:rsidP="00E641A4">
            <w:pPr>
              <w:pBdr>
                <w:bottom w:val="single" w:sz="4" w:space="1" w:color="auto"/>
              </w:pBdr>
              <w:tabs>
                <w:tab w:val="decimal" w:pos="799"/>
              </w:tabs>
              <w:spacing w:line="300" w:lineRule="atLeast"/>
              <w:ind w:left="90" w:right="90"/>
              <w:jc w:val="right"/>
              <w:rPr>
                <w:sz w:val="16"/>
                <w:szCs w:val="16"/>
                <w:cs/>
              </w:rPr>
            </w:pPr>
            <w:r w:rsidRPr="00E641A4">
              <w:rPr>
                <w:sz w:val="16"/>
                <w:szCs w:val="16"/>
              </w:rPr>
              <w:t>3,402,019</w:t>
            </w:r>
          </w:p>
        </w:tc>
        <w:tc>
          <w:tcPr>
            <w:tcW w:w="1170" w:type="dxa"/>
          </w:tcPr>
          <w:p w14:paraId="10ACF79D" w14:textId="21E80E15" w:rsidR="00E641A4" w:rsidRPr="00D67286" w:rsidRDefault="00E641A4" w:rsidP="00E641A4">
            <w:pPr>
              <w:pBdr>
                <w:bottom w:val="single" w:sz="4" w:space="1" w:color="auto"/>
              </w:pBdr>
              <w:tabs>
                <w:tab w:val="decimal" w:pos="799"/>
              </w:tabs>
              <w:spacing w:line="300" w:lineRule="atLeast"/>
              <w:ind w:left="90" w:right="90"/>
              <w:jc w:val="right"/>
              <w:rPr>
                <w:sz w:val="16"/>
                <w:szCs w:val="16"/>
                <w:cs/>
              </w:rPr>
            </w:pPr>
            <w:r w:rsidRPr="00D67286">
              <w:rPr>
                <w:sz w:val="16"/>
                <w:szCs w:val="16"/>
              </w:rPr>
              <w:t>3,929,170</w:t>
            </w:r>
          </w:p>
        </w:tc>
        <w:tc>
          <w:tcPr>
            <w:tcW w:w="1170" w:type="dxa"/>
          </w:tcPr>
          <w:p w14:paraId="56A40565" w14:textId="2F403041" w:rsidR="00E641A4" w:rsidRPr="00E641A4" w:rsidRDefault="00E641A4" w:rsidP="00E641A4">
            <w:pPr>
              <w:pBdr>
                <w:bottom w:val="single" w:sz="4" w:space="1" w:color="auto"/>
              </w:pBdr>
              <w:tabs>
                <w:tab w:val="decimal" w:pos="799"/>
              </w:tabs>
              <w:spacing w:line="300" w:lineRule="atLeast"/>
              <w:ind w:left="90" w:right="90"/>
              <w:jc w:val="right"/>
              <w:rPr>
                <w:sz w:val="16"/>
                <w:szCs w:val="16"/>
                <w:cs/>
              </w:rPr>
            </w:pPr>
            <w:r w:rsidRPr="00E641A4">
              <w:rPr>
                <w:sz w:val="16"/>
                <w:szCs w:val="16"/>
              </w:rPr>
              <w:t>1,041,915</w:t>
            </w:r>
          </w:p>
        </w:tc>
        <w:tc>
          <w:tcPr>
            <w:tcW w:w="1170" w:type="dxa"/>
          </w:tcPr>
          <w:p w14:paraId="6D6FD8D8" w14:textId="307FEEBA" w:rsidR="00E641A4" w:rsidRPr="00D67286" w:rsidRDefault="00E641A4" w:rsidP="00E641A4">
            <w:pPr>
              <w:pBdr>
                <w:bottom w:val="single" w:sz="4" w:space="1" w:color="auto"/>
              </w:pBdr>
              <w:tabs>
                <w:tab w:val="decimal" w:pos="799"/>
              </w:tabs>
              <w:spacing w:line="300" w:lineRule="atLeast"/>
              <w:ind w:left="90" w:right="90"/>
              <w:jc w:val="right"/>
              <w:rPr>
                <w:sz w:val="16"/>
                <w:szCs w:val="16"/>
                <w:cs/>
              </w:rPr>
            </w:pPr>
            <w:r w:rsidRPr="00D67286">
              <w:rPr>
                <w:sz w:val="16"/>
                <w:szCs w:val="16"/>
              </w:rPr>
              <w:t>1,133,689</w:t>
            </w:r>
          </w:p>
        </w:tc>
        <w:tc>
          <w:tcPr>
            <w:tcW w:w="1080" w:type="dxa"/>
          </w:tcPr>
          <w:p w14:paraId="76DEB88C" w14:textId="2CFCE8C7" w:rsidR="00E641A4" w:rsidRPr="00E641A4" w:rsidRDefault="00E641A4" w:rsidP="00E641A4">
            <w:pPr>
              <w:pBdr>
                <w:bottom w:val="single" w:sz="4" w:space="1" w:color="auto"/>
              </w:pBdr>
              <w:tabs>
                <w:tab w:val="decimal" w:pos="792"/>
              </w:tabs>
              <w:spacing w:line="300" w:lineRule="atLeast"/>
              <w:ind w:left="90" w:right="90"/>
              <w:jc w:val="right"/>
              <w:rPr>
                <w:sz w:val="16"/>
                <w:szCs w:val="16"/>
                <w:cs/>
              </w:rPr>
            </w:pPr>
            <w:r w:rsidRPr="00E641A4">
              <w:rPr>
                <w:sz w:val="16"/>
                <w:szCs w:val="16"/>
              </w:rPr>
              <w:t>6,037,157</w:t>
            </w:r>
          </w:p>
        </w:tc>
        <w:tc>
          <w:tcPr>
            <w:tcW w:w="1170" w:type="dxa"/>
          </w:tcPr>
          <w:p w14:paraId="595ACA38" w14:textId="1D3DC40D" w:rsidR="00E641A4" w:rsidRPr="00D67286" w:rsidRDefault="00E641A4" w:rsidP="00E641A4">
            <w:pPr>
              <w:pBdr>
                <w:bottom w:val="single" w:sz="4" w:space="1" w:color="auto"/>
              </w:pBdr>
              <w:tabs>
                <w:tab w:val="decimal" w:pos="799"/>
              </w:tabs>
              <w:spacing w:line="300" w:lineRule="atLeast"/>
              <w:ind w:left="90" w:right="90"/>
              <w:jc w:val="right"/>
              <w:rPr>
                <w:sz w:val="16"/>
                <w:szCs w:val="16"/>
                <w:cs/>
              </w:rPr>
            </w:pPr>
            <w:r w:rsidRPr="00D67286">
              <w:rPr>
                <w:sz w:val="16"/>
                <w:szCs w:val="16"/>
              </w:rPr>
              <w:t>6,687,882</w:t>
            </w:r>
          </w:p>
        </w:tc>
      </w:tr>
      <w:tr w:rsidR="00E641A4" w:rsidRPr="00D67286" w14:paraId="34726CAC" w14:textId="77777777" w:rsidTr="0041258C">
        <w:trPr>
          <w:cantSplit/>
          <w:trHeight w:val="20"/>
        </w:trPr>
        <w:tc>
          <w:tcPr>
            <w:tcW w:w="4950" w:type="dxa"/>
          </w:tcPr>
          <w:p w14:paraId="00752537" w14:textId="77777777" w:rsidR="00E641A4" w:rsidRPr="00D67286" w:rsidRDefault="00E641A4" w:rsidP="00E641A4">
            <w:pPr>
              <w:pStyle w:val="BodyText"/>
              <w:spacing w:line="300" w:lineRule="atLeast"/>
              <w:ind w:left="180" w:right="90" w:hanging="90"/>
              <w:jc w:val="left"/>
              <w:rPr>
                <w:rFonts w:eastAsia="Arial Unicode MS" w:cs="Times New Roman"/>
                <w:sz w:val="16"/>
                <w:szCs w:val="16"/>
              </w:rPr>
            </w:pPr>
            <w:r w:rsidRPr="00D67286">
              <w:rPr>
                <w:rFonts w:eastAsia="Arial Unicode MS" w:cs="Times New Roman"/>
                <w:b/>
                <w:bCs/>
                <w:sz w:val="16"/>
                <w:szCs w:val="16"/>
              </w:rPr>
              <w:t xml:space="preserve">Total </w:t>
            </w:r>
          </w:p>
        </w:tc>
        <w:tc>
          <w:tcPr>
            <w:tcW w:w="1260" w:type="dxa"/>
          </w:tcPr>
          <w:p w14:paraId="29214CE1" w14:textId="50F5FFFD" w:rsidR="00E641A4" w:rsidRPr="005C2692" w:rsidRDefault="00E641A4" w:rsidP="00E641A4">
            <w:pPr>
              <w:pBdr>
                <w:bottom w:val="double" w:sz="4" w:space="1" w:color="auto"/>
              </w:pBdr>
              <w:tabs>
                <w:tab w:val="decimal" w:pos="1169"/>
              </w:tabs>
              <w:spacing w:line="300" w:lineRule="atLeast"/>
              <w:ind w:left="90" w:right="90"/>
              <w:rPr>
                <w:b/>
                <w:bCs/>
                <w:sz w:val="16"/>
                <w:szCs w:val="16"/>
              </w:rPr>
            </w:pPr>
            <w:r w:rsidRPr="005C2692">
              <w:rPr>
                <w:b/>
                <w:bCs/>
                <w:sz w:val="16"/>
                <w:szCs w:val="16"/>
              </w:rPr>
              <w:t>1,593,223</w:t>
            </w:r>
          </w:p>
        </w:tc>
        <w:tc>
          <w:tcPr>
            <w:tcW w:w="1260" w:type="dxa"/>
          </w:tcPr>
          <w:p w14:paraId="7D8F196B" w14:textId="6B1D5B94" w:rsidR="00E641A4" w:rsidRPr="005C2692" w:rsidRDefault="00E641A4" w:rsidP="00E641A4">
            <w:pPr>
              <w:pBdr>
                <w:bottom w:val="double" w:sz="4" w:space="1" w:color="auto"/>
              </w:pBdr>
              <w:tabs>
                <w:tab w:val="decimal" w:pos="1169"/>
              </w:tabs>
              <w:spacing w:line="300" w:lineRule="atLeast"/>
              <w:ind w:left="90" w:right="90"/>
              <w:rPr>
                <w:b/>
                <w:bCs/>
                <w:sz w:val="16"/>
                <w:szCs w:val="16"/>
              </w:rPr>
            </w:pPr>
            <w:r w:rsidRPr="005C2692">
              <w:rPr>
                <w:b/>
                <w:bCs/>
                <w:sz w:val="16"/>
                <w:szCs w:val="16"/>
              </w:rPr>
              <w:t>1,625,023</w:t>
            </w:r>
          </w:p>
        </w:tc>
        <w:tc>
          <w:tcPr>
            <w:tcW w:w="1260" w:type="dxa"/>
          </w:tcPr>
          <w:p w14:paraId="75CF26BA" w14:textId="5FCD3843" w:rsidR="00E641A4" w:rsidRPr="005C2692" w:rsidRDefault="00E641A4" w:rsidP="00E641A4">
            <w:pPr>
              <w:pBdr>
                <w:bottom w:val="double" w:sz="4" w:space="1" w:color="auto"/>
              </w:pBdr>
              <w:tabs>
                <w:tab w:val="decimal" w:pos="799"/>
              </w:tabs>
              <w:spacing w:line="300" w:lineRule="atLeast"/>
              <w:ind w:left="90" w:right="90"/>
              <w:jc w:val="right"/>
              <w:rPr>
                <w:b/>
                <w:bCs/>
                <w:sz w:val="16"/>
                <w:szCs w:val="16"/>
                <w:cs/>
              </w:rPr>
            </w:pPr>
            <w:r w:rsidRPr="005C2692">
              <w:rPr>
                <w:b/>
                <w:bCs/>
                <w:sz w:val="16"/>
                <w:szCs w:val="16"/>
              </w:rPr>
              <w:t>3,402,019</w:t>
            </w:r>
          </w:p>
        </w:tc>
        <w:tc>
          <w:tcPr>
            <w:tcW w:w="1170" w:type="dxa"/>
          </w:tcPr>
          <w:p w14:paraId="270D91C0" w14:textId="5A786CB3" w:rsidR="00E641A4" w:rsidRPr="005C2692" w:rsidRDefault="00E641A4" w:rsidP="00E641A4">
            <w:pPr>
              <w:pBdr>
                <w:bottom w:val="double" w:sz="4" w:space="1" w:color="auto"/>
              </w:pBdr>
              <w:tabs>
                <w:tab w:val="decimal" w:pos="799"/>
              </w:tabs>
              <w:spacing w:line="300" w:lineRule="atLeast"/>
              <w:ind w:left="90" w:right="90"/>
              <w:jc w:val="right"/>
              <w:rPr>
                <w:b/>
                <w:bCs/>
                <w:sz w:val="16"/>
                <w:szCs w:val="16"/>
                <w:cs/>
              </w:rPr>
            </w:pPr>
            <w:r w:rsidRPr="005C2692">
              <w:rPr>
                <w:b/>
                <w:bCs/>
                <w:sz w:val="16"/>
                <w:szCs w:val="16"/>
              </w:rPr>
              <w:t>3,929,170</w:t>
            </w:r>
          </w:p>
        </w:tc>
        <w:tc>
          <w:tcPr>
            <w:tcW w:w="1170" w:type="dxa"/>
          </w:tcPr>
          <w:p w14:paraId="4E9D470B" w14:textId="4C87FC70" w:rsidR="00E641A4" w:rsidRPr="005C2692" w:rsidRDefault="00E641A4" w:rsidP="00E641A4">
            <w:pPr>
              <w:pBdr>
                <w:bottom w:val="double" w:sz="4" w:space="1" w:color="auto"/>
              </w:pBdr>
              <w:tabs>
                <w:tab w:val="decimal" w:pos="799"/>
              </w:tabs>
              <w:spacing w:line="300" w:lineRule="atLeast"/>
              <w:ind w:left="90" w:right="90"/>
              <w:jc w:val="right"/>
              <w:rPr>
                <w:b/>
                <w:bCs/>
                <w:sz w:val="16"/>
                <w:szCs w:val="16"/>
                <w:cs/>
              </w:rPr>
            </w:pPr>
            <w:r w:rsidRPr="005C2692">
              <w:rPr>
                <w:b/>
                <w:bCs/>
                <w:sz w:val="16"/>
                <w:szCs w:val="16"/>
              </w:rPr>
              <w:t>1,041,915</w:t>
            </w:r>
          </w:p>
        </w:tc>
        <w:tc>
          <w:tcPr>
            <w:tcW w:w="1170" w:type="dxa"/>
          </w:tcPr>
          <w:p w14:paraId="02BB581A" w14:textId="624868B9" w:rsidR="00E641A4" w:rsidRPr="005C2692" w:rsidRDefault="00E641A4" w:rsidP="00E641A4">
            <w:pPr>
              <w:pBdr>
                <w:bottom w:val="double" w:sz="4" w:space="1" w:color="auto"/>
              </w:pBdr>
              <w:tabs>
                <w:tab w:val="decimal" w:pos="799"/>
              </w:tabs>
              <w:spacing w:line="300" w:lineRule="atLeast"/>
              <w:ind w:left="90" w:right="90"/>
              <w:jc w:val="right"/>
              <w:rPr>
                <w:b/>
                <w:bCs/>
                <w:sz w:val="16"/>
                <w:szCs w:val="16"/>
                <w:cs/>
              </w:rPr>
            </w:pPr>
            <w:r w:rsidRPr="005C2692">
              <w:rPr>
                <w:b/>
                <w:bCs/>
                <w:sz w:val="16"/>
                <w:szCs w:val="16"/>
              </w:rPr>
              <w:t>1,133,689</w:t>
            </w:r>
          </w:p>
        </w:tc>
        <w:tc>
          <w:tcPr>
            <w:tcW w:w="1080" w:type="dxa"/>
          </w:tcPr>
          <w:p w14:paraId="682F8E85" w14:textId="7D7AE2F8" w:rsidR="00E641A4" w:rsidRPr="005C2692" w:rsidRDefault="00E641A4" w:rsidP="00E641A4">
            <w:pPr>
              <w:pBdr>
                <w:bottom w:val="double" w:sz="4" w:space="1" w:color="auto"/>
              </w:pBdr>
              <w:tabs>
                <w:tab w:val="decimal" w:pos="792"/>
              </w:tabs>
              <w:spacing w:line="300" w:lineRule="atLeast"/>
              <w:ind w:left="90" w:right="90"/>
              <w:jc w:val="right"/>
              <w:rPr>
                <w:b/>
                <w:bCs/>
                <w:sz w:val="16"/>
                <w:szCs w:val="16"/>
                <w:cs/>
              </w:rPr>
            </w:pPr>
            <w:r w:rsidRPr="005C2692">
              <w:rPr>
                <w:b/>
                <w:bCs/>
                <w:sz w:val="16"/>
                <w:szCs w:val="16"/>
              </w:rPr>
              <w:t>6,037,157</w:t>
            </w:r>
          </w:p>
        </w:tc>
        <w:tc>
          <w:tcPr>
            <w:tcW w:w="1170" w:type="dxa"/>
          </w:tcPr>
          <w:p w14:paraId="037B838D" w14:textId="368789CD" w:rsidR="00E641A4" w:rsidRPr="005C2692" w:rsidRDefault="00E641A4" w:rsidP="00E641A4">
            <w:pPr>
              <w:pBdr>
                <w:bottom w:val="double" w:sz="4" w:space="1" w:color="auto"/>
              </w:pBdr>
              <w:tabs>
                <w:tab w:val="decimal" w:pos="792"/>
              </w:tabs>
              <w:spacing w:line="300" w:lineRule="atLeast"/>
              <w:ind w:left="90" w:right="90"/>
              <w:jc w:val="right"/>
              <w:rPr>
                <w:b/>
                <w:bCs/>
                <w:sz w:val="16"/>
                <w:szCs w:val="16"/>
                <w:cs/>
              </w:rPr>
            </w:pPr>
            <w:r w:rsidRPr="005C2692">
              <w:rPr>
                <w:b/>
                <w:bCs/>
                <w:sz w:val="16"/>
                <w:szCs w:val="16"/>
              </w:rPr>
              <w:t>6,687,882</w:t>
            </w:r>
          </w:p>
        </w:tc>
      </w:tr>
    </w:tbl>
    <w:p w14:paraId="64B1C71B" w14:textId="13303C31" w:rsidR="00953DE5" w:rsidRDefault="00953DE5" w:rsidP="001A05CA">
      <w:pPr>
        <w:spacing w:line="300" w:lineRule="atLeast"/>
        <w:ind w:left="540"/>
        <w:jc w:val="thaiDistribute"/>
        <w:rPr>
          <w:rFonts w:eastAsia="Arial Unicode MS"/>
          <w:i/>
          <w:iCs/>
          <w:spacing w:val="-4"/>
          <w:sz w:val="22"/>
          <w:szCs w:val="22"/>
        </w:rPr>
      </w:pPr>
    </w:p>
    <w:p w14:paraId="62C2282B" w14:textId="77777777" w:rsidR="009B2AE3" w:rsidRDefault="009B2AE3" w:rsidP="001A05CA">
      <w:pPr>
        <w:spacing w:line="300" w:lineRule="atLeast"/>
        <w:ind w:left="540"/>
        <w:jc w:val="thaiDistribute"/>
        <w:rPr>
          <w:rFonts w:eastAsia="Arial Unicode MS"/>
          <w:i/>
          <w:iCs/>
          <w:spacing w:val="-4"/>
        </w:rPr>
      </w:pPr>
    </w:p>
    <w:p w14:paraId="7C3C9998" w14:textId="13E5678C" w:rsidR="009B2AE3" w:rsidRPr="00085D67" w:rsidRDefault="009B2AE3" w:rsidP="001A05CA">
      <w:pPr>
        <w:spacing w:line="300" w:lineRule="atLeast"/>
        <w:ind w:left="540"/>
        <w:jc w:val="thaiDistribute"/>
        <w:rPr>
          <w:rFonts w:cstheme="minorBidi"/>
          <w:i/>
          <w:iCs/>
          <w:sz w:val="22"/>
          <w:szCs w:val="22"/>
        </w:rPr>
        <w:sectPr w:rsidR="009B2AE3" w:rsidRPr="00085D67" w:rsidSect="00BE47E3">
          <w:headerReference w:type="default" r:id="rId13"/>
          <w:pgSz w:w="16834" w:h="11909" w:orient="landscape" w:code="9"/>
          <w:pgMar w:top="691" w:right="1152" w:bottom="576" w:left="1152" w:header="720" w:footer="720" w:gutter="0"/>
          <w:cols w:space="720"/>
          <w:noEndnote/>
        </w:sectPr>
      </w:pPr>
    </w:p>
    <w:p w14:paraId="3BDD45CB" w14:textId="77777777" w:rsidR="00255F27" w:rsidRPr="007919DC" w:rsidRDefault="00255F27" w:rsidP="001A05CA">
      <w:pPr>
        <w:spacing w:line="300" w:lineRule="atLeast"/>
        <w:ind w:left="540"/>
        <w:jc w:val="thaiDistribute"/>
        <w:rPr>
          <w:i/>
          <w:iCs/>
          <w:sz w:val="22"/>
          <w:szCs w:val="22"/>
        </w:rPr>
      </w:pPr>
      <w:r w:rsidRPr="007919DC">
        <w:rPr>
          <w:i/>
          <w:iCs/>
          <w:sz w:val="22"/>
          <w:szCs w:val="22"/>
        </w:rPr>
        <w:lastRenderedPageBreak/>
        <w:t>Contract Balances</w:t>
      </w:r>
    </w:p>
    <w:p w14:paraId="32CB540A" w14:textId="77777777" w:rsidR="00255F27" w:rsidRPr="007919DC" w:rsidRDefault="00255F27" w:rsidP="001A05CA">
      <w:pPr>
        <w:tabs>
          <w:tab w:val="left" w:pos="9360"/>
        </w:tabs>
        <w:spacing w:line="300" w:lineRule="atLeast"/>
        <w:ind w:right="-7"/>
        <w:jc w:val="both"/>
        <w:rPr>
          <w:sz w:val="22"/>
          <w:szCs w:val="22"/>
        </w:rPr>
      </w:pPr>
    </w:p>
    <w:p w14:paraId="3D63CE90" w14:textId="73E8BEC9" w:rsidR="00255F27" w:rsidRPr="007919DC" w:rsidRDefault="00255F27" w:rsidP="001A05CA">
      <w:pPr>
        <w:spacing w:line="300" w:lineRule="atLeast"/>
        <w:ind w:left="540"/>
        <w:jc w:val="thaiDistribute"/>
        <w:rPr>
          <w:rFonts w:ascii="Angsana New" w:hAnsi="Angsana New" w:cs="Angsana New"/>
          <w:sz w:val="22"/>
          <w:szCs w:val="22"/>
        </w:rPr>
      </w:pPr>
      <w:r w:rsidRPr="007919DC">
        <w:rPr>
          <w:sz w:val="22"/>
          <w:szCs w:val="22"/>
        </w:rPr>
        <w:t>The following table provides information about receivable</w:t>
      </w:r>
      <w:r w:rsidR="0015151D">
        <w:rPr>
          <w:sz w:val="22"/>
          <w:szCs w:val="22"/>
        </w:rPr>
        <w:t>s</w:t>
      </w:r>
      <w:r w:rsidR="006B4A09" w:rsidRPr="007919DC">
        <w:rPr>
          <w:sz w:val="22"/>
          <w:szCs w:val="22"/>
        </w:rPr>
        <w:t xml:space="preserve"> and </w:t>
      </w:r>
      <w:r w:rsidRPr="007919DC">
        <w:rPr>
          <w:sz w:val="22"/>
          <w:szCs w:val="22"/>
        </w:rPr>
        <w:t xml:space="preserve">contract </w:t>
      </w:r>
      <w:r w:rsidR="0015151D">
        <w:rPr>
          <w:sz w:val="22"/>
          <w:szCs w:val="22"/>
        </w:rPr>
        <w:t xml:space="preserve">cost </w:t>
      </w:r>
      <w:r w:rsidRPr="007919DC">
        <w:rPr>
          <w:sz w:val="22"/>
          <w:szCs w:val="22"/>
        </w:rPr>
        <w:t>assets</w:t>
      </w:r>
      <w:r w:rsidR="006B4A09" w:rsidRPr="007919DC">
        <w:rPr>
          <w:sz w:val="22"/>
          <w:szCs w:val="22"/>
        </w:rPr>
        <w:t xml:space="preserve"> </w:t>
      </w:r>
      <w:r w:rsidRPr="007919DC">
        <w:rPr>
          <w:sz w:val="22"/>
          <w:szCs w:val="22"/>
        </w:rPr>
        <w:t>with customer</w:t>
      </w:r>
      <w:r w:rsidR="0015151D">
        <w:rPr>
          <w:sz w:val="22"/>
          <w:szCs w:val="22"/>
        </w:rPr>
        <w:t>s</w:t>
      </w:r>
      <w:r w:rsidRPr="007919DC">
        <w:rPr>
          <w:rFonts w:ascii="Angsana New" w:hAnsi="Angsana New" w:cs="Angsana New"/>
          <w:sz w:val="22"/>
          <w:szCs w:val="22"/>
        </w:rPr>
        <w:t>.</w:t>
      </w:r>
    </w:p>
    <w:p w14:paraId="38F8365E" w14:textId="77777777" w:rsidR="00255F27" w:rsidRPr="007919DC" w:rsidRDefault="00255F27" w:rsidP="001A05CA">
      <w:pPr>
        <w:tabs>
          <w:tab w:val="left" w:pos="9360"/>
        </w:tabs>
        <w:spacing w:line="300" w:lineRule="atLeast"/>
        <w:ind w:right="-7"/>
        <w:jc w:val="both"/>
        <w:rPr>
          <w:rFonts w:cs="Cordia New"/>
          <w:sz w:val="22"/>
          <w:szCs w:val="22"/>
        </w:rPr>
      </w:pPr>
    </w:p>
    <w:tbl>
      <w:tblPr>
        <w:tblW w:w="9183" w:type="dxa"/>
        <w:tblInd w:w="450" w:type="dxa"/>
        <w:tblLayout w:type="fixed"/>
        <w:tblCellMar>
          <w:left w:w="79" w:type="dxa"/>
          <w:right w:w="79" w:type="dxa"/>
        </w:tblCellMar>
        <w:tblLook w:val="04A0" w:firstRow="1" w:lastRow="0" w:firstColumn="1" w:lastColumn="0" w:noHBand="0" w:noVBand="1"/>
      </w:tblPr>
      <w:tblGrid>
        <w:gridCol w:w="3150"/>
        <w:gridCol w:w="191"/>
        <w:gridCol w:w="1260"/>
        <w:gridCol w:w="180"/>
        <w:gridCol w:w="1350"/>
        <w:gridCol w:w="180"/>
        <w:gridCol w:w="1350"/>
        <w:gridCol w:w="180"/>
        <w:gridCol w:w="1342"/>
      </w:tblGrid>
      <w:tr w:rsidR="00255F27" w:rsidRPr="00EF3F91" w14:paraId="26EAD686" w14:textId="77777777" w:rsidTr="00C36160">
        <w:trPr>
          <w:cantSplit/>
          <w:tblHeader/>
        </w:trPr>
        <w:tc>
          <w:tcPr>
            <w:tcW w:w="3150" w:type="dxa"/>
          </w:tcPr>
          <w:p w14:paraId="254A75A3" w14:textId="77777777" w:rsidR="00255F27" w:rsidRPr="00EF3F91" w:rsidRDefault="00255F27" w:rsidP="001A05CA">
            <w:pPr>
              <w:spacing w:line="300" w:lineRule="atLeast"/>
              <w:rPr>
                <w:sz w:val="22"/>
                <w:szCs w:val="22"/>
                <w:lang w:val="en-GB" w:eastAsia="en-GB"/>
              </w:rPr>
            </w:pPr>
          </w:p>
        </w:tc>
        <w:tc>
          <w:tcPr>
            <w:tcW w:w="191" w:type="dxa"/>
          </w:tcPr>
          <w:p w14:paraId="348FBE9D" w14:textId="77777777" w:rsidR="00255F27" w:rsidRPr="00EF3F91" w:rsidRDefault="00255F27" w:rsidP="001A05CA">
            <w:pPr>
              <w:pStyle w:val="acctmergecolhdg"/>
              <w:spacing w:line="300" w:lineRule="atLeast"/>
              <w:rPr>
                <w:szCs w:val="22"/>
                <w:lang w:eastAsia="en-GB"/>
              </w:rPr>
            </w:pPr>
          </w:p>
        </w:tc>
        <w:tc>
          <w:tcPr>
            <w:tcW w:w="2790" w:type="dxa"/>
            <w:gridSpan w:val="3"/>
            <w:hideMark/>
          </w:tcPr>
          <w:p w14:paraId="0990630E" w14:textId="77777777" w:rsidR="00255F27" w:rsidRPr="00EF3F91" w:rsidRDefault="00255F27" w:rsidP="001A05CA">
            <w:pPr>
              <w:pStyle w:val="acctmergecolhdg"/>
              <w:spacing w:line="300" w:lineRule="atLeast"/>
              <w:rPr>
                <w:szCs w:val="22"/>
                <w:lang w:eastAsia="en-GB" w:bidi="th-TH"/>
              </w:rPr>
            </w:pPr>
            <w:r w:rsidRPr="00EF3F91">
              <w:rPr>
                <w:szCs w:val="22"/>
                <w:lang w:eastAsia="en-GB" w:bidi="th-TH"/>
              </w:rPr>
              <w:t xml:space="preserve">Consolidated </w:t>
            </w:r>
          </w:p>
          <w:p w14:paraId="0334D7A6" w14:textId="77777777" w:rsidR="00255F27" w:rsidRPr="00EF3F91" w:rsidRDefault="00255F27" w:rsidP="001A05CA">
            <w:pPr>
              <w:pStyle w:val="acctmergecolhdg"/>
              <w:spacing w:line="300" w:lineRule="atLeast"/>
              <w:rPr>
                <w:b w:val="0"/>
                <w:bCs/>
                <w:szCs w:val="22"/>
                <w:lang w:eastAsia="en-GB"/>
              </w:rPr>
            </w:pPr>
            <w:r w:rsidRPr="00EF3F91">
              <w:rPr>
                <w:szCs w:val="22"/>
                <w:lang w:eastAsia="en-GB" w:bidi="th-TH"/>
              </w:rPr>
              <w:t>financial statements</w:t>
            </w:r>
          </w:p>
        </w:tc>
        <w:tc>
          <w:tcPr>
            <w:tcW w:w="180" w:type="dxa"/>
          </w:tcPr>
          <w:p w14:paraId="1D419A54" w14:textId="77777777" w:rsidR="00255F27" w:rsidRPr="00EF3F91" w:rsidRDefault="00255F27" w:rsidP="001A05CA">
            <w:pPr>
              <w:pStyle w:val="acctmergecolhdg"/>
              <w:spacing w:line="300" w:lineRule="atLeast"/>
              <w:rPr>
                <w:b w:val="0"/>
                <w:bCs/>
                <w:szCs w:val="22"/>
                <w:lang w:eastAsia="en-GB"/>
              </w:rPr>
            </w:pPr>
          </w:p>
        </w:tc>
        <w:tc>
          <w:tcPr>
            <w:tcW w:w="2872" w:type="dxa"/>
            <w:gridSpan w:val="3"/>
            <w:hideMark/>
          </w:tcPr>
          <w:p w14:paraId="78CA43A2" w14:textId="77777777" w:rsidR="00255F27" w:rsidRPr="00EF3F91" w:rsidRDefault="00255F27" w:rsidP="001A05CA">
            <w:pPr>
              <w:pStyle w:val="acctmergecolhdg"/>
              <w:spacing w:line="300" w:lineRule="atLeast"/>
              <w:rPr>
                <w:szCs w:val="22"/>
                <w:lang w:eastAsia="en-GB" w:bidi="th-TH"/>
              </w:rPr>
            </w:pPr>
            <w:r w:rsidRPr="00EF3F91">
              <w:rPr>
                <w:szCs w:val="22"/>
                <w:lang w:eastAsia="en-GB" w:bidi="th-TH"/>
              </w:rPr>
              <w:t xml:space="preserve">Separate </w:t>
            </w:r>
          </w:p>
          <w:p w14:paraId="02919AC3" w14:textId="77777777" w:rsidR="00255F27" w:rsidRPr="00EF3F91" w:rsidRDefault="00255F27" w:rsidP="001A05CA">
            <w:pPr>
              <w:pStyle w:val="acctmergecolhdg"/>
              <w:spacing w:line="300" w:lineRule="atLeast"/>
              <w:rPr>
                <w:szCs w:val="22"/>
                <w:lang w:eastAsia="en-GB"/>
              </w:rPr>
            </w:pPr>
            <w:r w:rsidRPr="00EF3F91">
              <w:rPr>
                <w:szCs w:val="22"/>
                <w:lang w:eastAsia="en-GB" w:bidi="th-TH"/>
              </w:rPr>
              <w:t>financial statements</w:t>
            </w:r>
          </w:p>
        </w:tc>
      </w:tr>
      <w:tr w:rsidR="00ED4BE7" w:rsidRPr="00EF3F91" w14:paraId="7DFC171D" w14:textId="77777777" w:rsidTr="00C36160">
        <w:trPr>
          <w:cantSplit/>
          <w:trHeight w:val="103"/>
          <w:tblHeader/>
        </w:trPr>
        <w:tc>
          <w:tcPr>
            <w:tcW w:w="3150" w:type="dxa"/>
          </w:tcPr>
          <w:p w14:paraId="1A34A88D" w14:textId="77777777" w:rsidR="00ED4BE7" w:rsidRPr="00EF3F91" w:rsidRDefault="00ED4BE7" w:rsidP="001A05CA">
            <w:pPr>
              <w:pStyle w:val="acctfourfigures"/>
              <w:spacing w:line="300" w:lineRule="atLeast"/>
              <w:rPr>
                <w:b/>
                <w:bCs/>
                <w:i/>
                <w:iCs/>
                <w:szCs w:val="22"/>
                <w:lang w:eastAsia="en-GB"/>
              </w:rPr>
            </w:pPr>
          </w:p>
        </w:tc>
        <w:tc>
          <w:tcPr>
            <w:tcW w:w="191" w:type="dxa"/>
          </w:tcPr>
          <w:p w14:paraId="7132F9D8" w14:textId="77777777" w:rsidR="00ED4BE7" w:rsidRPr="00EF3F91" w:rsidRDefault="00ED4BE7" w:rsidP="001A05CA">
            <w:pPr>
              <w:pStyle w:val="acctmergecolhdg"/>
              <w:spacing w:line="300" w:lineRule="atLeast"/>
              <w:rPr>
                <w:b w:val="0"/>
                <w:bCs/>
                <w:i/>
                <w:iCs/>
                <w:szCs w:val="22"/>
                <w:lang w:eastAsia="en-GB"/>
              </w:rPr>
            </w:pPr>
          </w:p>
        </w:tc>
        <w:tc>
          <w:tcPr>
            <w:tcW w:w="1260" w:type="dxa"/>
            <w:hideMark/>
          </w:tcPr>
          <w:p w14:paraId="4BA7BE64" w14:textId="08BE3C91" w:rsidR="00ED4BE7" w:rsidRPr="002D120D" w:rsidRDefault="001742DD" w:rsidP="001A05CA">
            <w:pPr>
              <w:pStyle w:val="acctmergecolhdg"/>
              <w:spacing w:line="300" w:lineRule="atLeast"/>
              <w:rPr>
                <w:rFonts w:cs="Angsana New"/>
                <w:szCs w:val="28"/>
                <w:lang w:val="en-US" w:eastAsia="en-GB" w:bidi="th-TH"/>
              </w:rPr>
            </w:pPr>
            <w:r>
              <w:rPr>
                <w:b w:val="0"/>
                <w:bCs/>
                <w:szCs w:val="22"/>
                <w:lang w:eastAsia="en-GB"/>
              </w:rPr>
              <w:t>30 September</w:t>
            </w:r>
            <w:r w:rsidR="002D120D" w:rsidRPr="00EF3F91">
              <w:rPr>
                <w:b w:val="0"/>
                <w:szCs w:val="22"/>
                <w:lang w:eastAsia="en-GB" w:bidi="th-TH"/>
              </w:rPr>
              <w:br/>
              <w:t>202</w:t>
            </w:r>
            <w:r w:rsidR="002D120D">
              <w:rPr>
                <w:rFonts w:cs="Angsana New"/>
                <w:b w:val="0"/>
                <w:szCs w:val="28"/>
                <w:lang w:val="en-US" w:eastAsia="en-GB" w:bidi="th-TH"/>
              </w:rPr>
              <w:t>5</w:t>
            </w:r>
          </w:p>
        </w:tc>
        <w:tc>
          <w:tcPr>
            <w:tcW w:w="180" w:type="dxa"/>
          </w:tcPr>
          <w:p w14:paraId="7D3FE3F5" w14:textId="77777777" w:rsidR="00ED4BE7" w:rsidRPr="00EF3F91" w:rsidRDefault="00ED4BE7" w:rsidP="001A05CA">
            <w:pPr>
              <w:pStyle w:val="acctmergecolhdg"/>
              <w:spacing w:line="300" w:lineRule="atLeast"/>
              <w:rPr>
                <w:b w:val="0"/>
                <w:bCs/>
                <w:szCs w:val="22"/>
                <w:lang w:eastAsia="en-GB"/>
              </w:rPr>
            </w:pPr>
          </w:p>
        </w:tc>
        <w:tc>
          <w:tcPr>
            <w:tcW w:w="1350" w:type="dxa"/>
            <w:hideMark/>
          </w:tcPr>
          <w:p w14:paraId="787BEA6C" w14:textId="77777777" w:rsidR="00AC373A" w:rsidRDefault="00ED4BE7" w:rsidP="001A05CA">
            <w:pPr>
              <w:pStyle w:val="acctmergecolhdg"/>
              <w:spacing w:line="300" w:lineRule="atLeast"/>
              <w:rPr>
                <w:rFonts w:cstheme="minorBidi"/>
                <w:b w:val="0"/>
                <w:szCs w:val="22"/>
                <w:lang w:val="en-US" w:eastAsia="en-GB" w:bidi="th-TH"/>
              </w:rPr>
            </w:pPr>
            <w:r w:rsidRPr="00EF3F91">
              <w:rPr>
                <w:b w:val="0"/>
                <w:szCs w:val="22"/>
                <w:lang w:val="en-US" w:eastAsia="en-GB" w:bidi="th-TH"/>
              </w:rPr>
              <w:t>31</w:t>
            </w:r>
          </w:p>
          <w:p w14:paraId="171921D9" w14:textId="41A1D52D" w:rsidR="00ED4BE7" w:rsidRPr="00EF3F91" w:rsidRDefault="00ED4BE7" w:rsidP="001A05CA">
            <w:pPr>
              <w:pStyle w:val="acctmergecolhdg"/>
              <w:spacing w:line="300" w:lineRule="atLeast"/>
              <w:rPr>
                <w:b w:val="0"/>
                <w:szCs w:val="22"/>
                <w:lang w:val="en-US" w:eastAsia="en-GB" w:bidi="th-TH"/>
              </w:rPr>
            </w:pPr>
            <w:r w:rsidRPr="00EF3F91">
              <w:rPr>
                <w:b w:val="0"/>
                <w:szCs w:val="22"/>
                <w:lang w:val="en-US" w:eastAsia="en-GB" w:bidi="th-TH"/>
              </w:rPr>
              <w:t>December</w:t>
            </w:r>
            <w:r w:rsidRPr="00EF3F91">
              <w:rPr>
                <w:b w:val="0"/>
                <w:szCs w:val="22"/>
                <w:cs/>
                <w:lang w:val="en-US" w:eastAsia="en-GB" w:bidi="th-TH"/>
              </w:rPr>
              <w:t xml:space="preserve"> </w:t>
            </w:r>
            <w:r w:rsidRPr="00EF3F91">
              <w:rPr>
                <w:b w:val="0"/>
                <w:szCs w:val="22"/>
                <w:lang w:val="en-US" w:eastAsia="en-GB" w:bidi="th-TH"/>
              </w:rPr>
              <w:t>202</w:t>
            </w:r>
            <w:r w:rsidR="002D120D">
              <w:rPr>
                <w:b w:val="0"/>
                <w:szCs w:val="22"/>
                <w:lang w:val="en-US" w:eastAsia="en-GB" w:bidi="th-TH"/>
              </w:rPr>
              <w:t>4</w:t>
            </w:r>
          </w:p>
        </w:tc>
        <w:tc>
          <w:tcPr>
            <w:tcW w:w="180" w:type="dxa"/>
          </w:tcPr>
          <w:p w14:paraId="3A342E6A" w14:textId="77777777" w:rsidR="00ED4BE7" w:rsidRPr="00EF3F91" w:rsidRDefault="00ED4BE7" w:rsidP="001A05CA">
            <w:pPr>
              <w:pStyle w:val="acctmergecolhdg"/>
              <w:spacing w:line="300" w:lineRule="atLeast"/>
              <w:rPr>
                <w:b w:val="0"/>
                <w:bCs/>
                <w:szCs w:val="22"/>
                <w:lang w:eastAsia="en-GB"/>
              </w:rPr>
            </w:pPr>
          </w:p>
        </w:tc>
        <w:tc>
          <w:tcPr>
            <w:tcW w:w="1350" w:type="dxa"/>
            <w:hideMark/>
          </w:tcPr>
          <w:p w14:paraId="7EE57544" w14:textId="052637E8" w:rsidR="00ED4BE7" w:rsidRPr="00EF3F91" w:rsidRDefault="001742DD" w:rsidP="001A05CA">
            <w:pPr>
              <w:pStyle w:val="acctmergecolhdg"/>
              <w:spacing w:line="300" w:lineRule="atLeast"/>
              <w:rPr>
                <w:szCs w:val="22"/>
                <w:cs/>
                <w:lang w:val="en-US" w:eastAsia="en-GB" w:bidi="th-TH"/>
              </w:rPr>
            </w:pPr>
            <w:r>
              <w:rPr>
                <w:b w:val="0"/>
                <w:bCs/>
                <w:szCs w:val="22"/>
                <w:lang w:eastAsia="en-GB"/>
              </w:rPr>
              <w:t>30 September</w:t>
            </w:r>
            <w:r w:rsidR="002D120D" w:rsidRPr="00EF3F91">
              <w:rPr>
                <w:b w:val="0"/>
                <w:szCs w:val="22"/>
                <w:lang w:eastAsia="en-GB" w:bidi="th-TH"/>
              </w:rPr>
              <w:br/>
              <w:t>202</w:t>
            </w:r>
            <w:r w:rsidR="002D120D">
              <w:rPr>
                <w:b w:val="0"/>
                <w:szCs w:val="22"/>
                <w:lang w:eastAsia="en-GB" w:bidi="th-TH"/>
              </w:rPr>
              <w:t>5</w:t>
            </w:r>
          </w:p>
        </w:tc>
        <w:tc>
          <w:tcPr>
            <w:tcW w:w="180" w:type="dxa"/>
          </w:tcPr>
          <w:p w14:paraId="43D0ACF6" w14:textId="77777777" w:rsidR="00ED4BE7" w:rsidRPr="00EF3F91" w:rsidRDefault="00ED4BE7" w:rsidP="001A05CA">
            <w:pPr>
              <w:pStyle w:val="acctmergecolhdg"/>
              <w:spacing w:line="300" w:lineRule="atLeast"/>
              <w:rPr>
                <w:b w:val="0"/>
                <w:bCs/>
                <w:szCs w:val="22"/>
                <w:lang w:eastAsia="en-GB"/>
              </w:rPr>
            </w:pPr>
          </w:p>
        </w:tc>
        <w:tc>
          <w:tcPr>
            <w:tcW w:w="1342" w:type="dxa"/>
            <w:hideMark/>
          </w:tcPr>
          <w:p w14:paraId="4F967B90" w14:textId="77777777" w:rsidR="00AC373A" w:rsidRDefault="00ED4BE7" w:rsidP="001A05CA">
            <w:pPr>
              <w:pStyle w:val="acctmergecolhdg"/>
              <w:spacing w:line="300" w:lineRule="atLeast"/>
              <w:rPr>
                <w:rFonts w:cstheme="minorBidi"/>
                <w:b w:val="0"/>
                <w:szCs w:val="22"/>
                <w:lang w:val="en-US" w:eastAsia="en-GB" w:bidi="th-TH"/>
              </w:rPr>
            </w:pPr>
            <w:r w:rsidRPr="00EF3F91">
              <w:rPr>
                <w:b w:val="0"/>
                <w:szCs w:val="22"/>
                <w:lang w:val="en-US" w:eastAsia="en-GB" w:bidi="th-TH"/>
              </w:rPr>
              <w:t>31</w:t>
            </w:r>
          </w:p>
          <w:p w14:paraId="37882B90" w14:textId="2197975C" w:rsidR="00ED4BE7" w:rsidRPr="00EF3F91" w:rsidRDefault="00ED4BE7" w:rsidP="001A05CA">
            <w:pPr>
              <w:pStyle w:val="acctmergecolhdg"/>
              <w:spacing w:line="300" w:lineRule="atLeast"/>
              <w:rPr>
                <w:b w:val="0"/>
                <w:szCs w:val="22"/>
                <w:lang w:val="en-US" w:eastAsia="en-GB" w:bidi="th-TH"/>
              </w:rPr>
            </w:pPr>
            <w:r w:rsidRPr="00EF3F91">
              <w:rPr>
                <w:b w:val="0"/>
                <w:szCs w:val="22"/>
                <w:lang w:val="en-US" w:eastAsia="en-GB" w:bidi="th-TH"/>
              </w:rPr>
              <w:t>December</w:t>
            </w:r>
            <w:r w:rsidRPr="00EF3F91">
              <w:rPr>
                <w:b w:val="0"/>
                <w:szCs w:val="22"/>
                <w:cs/>
                <w:lang w:val="en-US" w:eastAsia="en-GB" w:bidi="th-TH"/>
              </w:rPr>
              <w:t xml:space="preserve"> </w:t>
            </w:r>
            <w:r w:rsidRPr="00EF3F91">
              <w:rPr>
                <w:b w:val="0"/>
                <w:szCs w:val="22"/>
                <w:lang w:val="en-US" w:eastAsia="en-GB" w:bidi="th-TH"/>
              </w:rPr>
              <w:t>202</w:t>
            </w:r>
            <w:r w:rsidR="002D120D">
              <w:rPr>
                <w:b w:val="0"/>
                <w:szCs w:val="22"/>
                <w:lang w:val="en-US" w:eastAsia="en-GB" w:bidi="th-TH"/>
              </w:rPr>
              <w:t>4</w:t>
            </w:r>
          </w:p>
        </w:tc>
      </w:tr>
      <w:tr w:rsidR="00953DE5" w:rsidRPr="00EF3F91" w14:paraId="249C0A82" w14:textId="77777777" w:rsidTr="00C36160">
        <w:trPr>
          <w:cantSplit/>
          <w:tblHeader/>
        </w:trPr>
        <w:tc>
          <w:tcPr>
            <w:tcW w:w="3150" w:type="dxa"/>
          </w:tcPr>
          <w:p w14:paraId="4B0FB1A4" w14:textId="77777777" w:rsidR="00953DE5" w:rsidRPr="00EF3F91" w:rsidRDefault="00953DE5" w:rsidP="001A05CA">
            <w:pPr>
              <w:spacing w:line="300" w:lineRule="atLeast"/>
              <w:rPr>
                <w:b/>
                <w:bCs/>
                <w:i/>
                <w:iCs/>
                <w:sz w:val="22"/>
                <w:szCs w:val="22"/>
                <w:lang w:eastAsia="en-GB"/>
              </w:rPr>
            </w:pPr>
          </w:p>
        </w:tc>
        <w:tc>
          <w:tcPr>
            <w:tcW w:w="191" w:type="dxa"/>
          </w:tcPr>
          <w:p w14:paraId="341EAF07" w14:textId="77777777" w:rsidR="00953DE5" w:rsidRPr="00EF3F91" w:rsidRDefault="00953DE5" w:rsidP="001A05CA">
            <w:pPr>
              <w:pStyle w:val="acctfourfigures"/>
              <w:spacing w:line="300" w:lineRule="atLeast"/>
              <w:jc w:val="center"/>
              <w:rPr>
                <w:i/>
                <w:iCs/>
                <w:szCs w:val="22"/>
                <w:cs/>
                <w:lang w:eastAsia="en-GB" w:bidi="th-TH"/>
              </w:rPr>
            </w:pPr>
          </w:p>
        </w:tc>
        <w:tc>
          <w:tcPr>
            <w:tcW w:w="5842" w:type="dxa"/>
            <w:gridSpan w:val="7"/>
            <w:hideMark/>
          </w:tcPr>
          <w:p w14:paraId="182D8034" w14:textId="77777777" w:rsidR="00953DE5" w:rsidRPr="00EF3F91" w:rsidRDefault="00953DE5" w:rsidP="001A05CA">
            <w:pPr>
              <w:pStyle w:val="acctfourfigures"/>
              <w:spacing w:line="300" w:lineRule="atLeast"/>
              <w:jc w:val="center"/>
              <w:rPr>
                <w:i/>
                <w:iCs/>
                <w:szCs w:val="22"/>
                <w:lang w:eastAsia="en-GB"/>
              </w:rPr>
            </w:pPr>
            <w:r w:rsidRPr="00EF3F91">
              <w:rPr>
                <w:rFonts w:eastAsia="Arial Unicode MS"/>
                <w:i/>
                <w:iCs/>
                <w:szCs w:val="22"/>
              </w:rPr>
              <w:t>(in thousand Baht)</w:t>
            </w:r>
          </w:p>
        </w:tc>
      </w:tr>
      <w:tr w:rsidR="00E13865" w:rsidRPr="00EF3F91" w14:paraId="57ED002B" w14:textId="77777777" w:rsidTr="00AE3BB3">
        <w:trPr>
          <w:cantSplit/>
          <w:trHeight w:val="288"/>
        </w:trPr>
        <w:tc>
          <w:tcPr>
            <w:tcW w:w="3150" w:type="dxa"/>
          </w:tcPr>
          <w:p w14:paraId="114BD8DF" w14:textId="7734FDED" w:rsidR="00E13865" w:rsidRPr="00EF3F91" w:rsidRDefault="00E13865" w:rsidP="00E13865">
            <w:pPr>
              <w:spacing w:line="300" w:lineRule="atLeast"/>
              <w:rPr>
                <w:rFonts w:eastAsia="Calibri"/>
                <w:bCs/>
                <w:sz w:val="22"/>
                <w:szCs w:val="22"/>
                <w:cs/>
              </w:rPr>
            </w:pPr>
            <w:r w:rsidRPr="00EF3F91">
              <w:rPr>
                <w:rFonts w:eastAsia="Calibri"/>
                <w:bCs/>
                <w:sz w:val="22"/>
                <w:szCs w:val="22"/>
              </w:rPr>
              <w:t>Trade</w:t>
            </w:r>
            <w:r>
              <w:rPr>
                <w:rFonts w:eastAsia="Calibri"/>
                <w:bCs/>
                <w:sz w:val="22"/>
                <w:szCs w:val="22"/>
              </w:rPr>
              <w:t xml:space="preserve"> </w:t>
            </w:r>
            <w:r w:rsidRPr="00EF3F91">
              <w:rPr>
                <w:rFonts w:eastAsia="Calibri"/>
                <w:bCs/>
                <w:sz w:val="22"/>
                <w:szCs w:val="22"/>
              </w:rPr>
              <w:t>receivable</w:t>
            </w:r>
            <w:r>
              <w:rPr>
                <w:rFonts w:eastAsia="Calibri"/>
                <w:bCs/>
                <w:sz w:val="22"/>
                <w:szCs w:val="22"/>
              </w:rPr>
              <w:t>s</w:t>
            </w:r>
            <w:r w:rsidRPr="00EF3F91">
              <w:rPr>
                <w:rFonts w:eastAsia="Calibri"/>
                <w:bCs/>
                <w:sz w:val="22"/>
                <w:szCs w:val="22"/>
              </w:rPr>
              <w:t xml:space="preserve"> - net</w:t>
            </w:r>
          </w:p>
        </w:tc>
        <w:tc>
          <w:tcPr>
            <w:tcW w:w="191" w:type="dxa"/>
            <w:vAlign w:val="bottom"/>
          </w:tcPr>
          <w:p w14:paraId="25CBACF8" w14:textId="77777777" w:rsidR="00E13865" w:rsidRPr="00EF3F91" w:rsidRDefault="00E13865" w:rsidP="00E13865">
            <w:pPr>
              <w:pStyle w:val="acctfourfigures"/>
              <w:tabs>
                <w:tab w:val="decimal" w:pos="281"/>
              </w:tabs>
              <w:spacing w:line="300" w:lineRule="atLeast"/>
              <w:ind w:right="11"/>
              <w:jc w:val="center"/>
              <w:rPr>
                <w:i/>
                <w:iCs/>
                <w:szCs w:val="22"/>
                <w:lang w:val="en-US" w:eastAsia="en-GB" w:bidi="th-TH"/>
              </w:rPr>
            </w:pPr>
          </w:p>
        </w:tc>
        <w:tc>
          <w:tcPr>
            <w:tcW w:w="1260" w:type="dxa"/>
          </w:tcPr>
          <w:p w14:paraId="11B7644A" w14:textId="5586652A" w:rsidR="00E13865" w:rsidRPr="00EF3F91" w:rsidRDefault="00E13865" w:rsidP="00E13865">
            <w:pPr>
              <w:pStyle w:val="acctfourfigures"/>
              <w:tabs>
                <w:tab w:val="clear" w:pos="765"/>
                <w:tab w:val="decimal" w:pos="911"/>
              </w:tabs>
              <w:spacing w:line="300" w:lineRule="atLeast"/>
              <w:ind w:right="11"/>
              <w:jc w:val="right"/>
              <w:rPr>
                <w:szCs w:val="22"/>
                <w:lang w:val="en-US" w:eastAsia="en-GB" w:bidi="th-TH"/>
              </w:rPr>
            </w:pPr>
            <w:r w:rsidRPr="00570D98">
              <w:t>3,274,830</w:t>
            </w:r>
          </w:p>
        </w:tc>
        <w:tc>
          <w:tcPr>
            <w:tcW w:w="180" w:type="dxa"/>
            <w:vAlign w:val="bottom"/>
          </w:tcPr>
          <w:p w14:paraId="438F1538" w14:textId="54264209" w:rsidR="00E13865" w:rsidRPr="00EF3F91" w:rsidRDefault="00E13865" w:rsidP="00E13865">
            <w:pPr>
              <w:pStyle w:val="acctfourfigures"/>
              <w:spacing w:line="300" w:lineRule="atLeast"/>
              <w:rPr>
                <w:szCs w:val="22"/>
                <w:lang w:eastAsia="en-GB"/>
              </w:rPr>
            </w:pPr>
          </w:p>
        </w:tc>
        <w:tc>
          <w:tcPr>
            <w:tcW w:w="1350" w:type="dxa"/>
            <w:vAlign w:val="bottom"/>
          </w:tcPr>
          <w:p w14:paraId="632DD0DF" w14:textId="7948EB9A" w:rsidR="00E13865" w:rsidRPr="00EF3F91" w:rsidRDefault="00E13865" w:rsidP="00E13865">
            <w:pPr>
              <w:pStyle w:val="acctfourfigures"/>
              <w:tabs>
                <w:tab w:val="clear" w:pos="765"/>
                <w:tab w:val="decimal" w:pos="911"/>
              </w:tabs>
              <w:spacing w:line="300" w:lineRule="atLeast"/>
              <w:ind w:right="11"/>
              <w:jc w:val="right"/>
              <w:rPr>
                <w:szCs w:val="22"/>
                <w:lang w:val="en-US" w:eastAsia="en-GB" w:bidi="th-TH"/>
              </w:rPr>
            </w:pPr>
            <w:r>
              <w:rPr>
                <w:szCs w:val="22"/>
              </w:rPr>
              <w:t>3,555,062</w:t>
            </w:r>
          </w:p>
        </w:tc>
        <w:tc>
          <w:tcPr>
            <w:tcW w:w="180" w:type="dxa"/>
            <w:vAlign w:val="bottom"/>
          </w:tcPr>
          <w:p w14:paraId="6FB2D872" w14:textId="77777777" w:rsidR="00E13865" w:rsidRPr="00EF3F91" w:rsidRDefault="00E13865" w:rsidP="00E13865">
            <w:pPr>
              <w:pStyle w:val="acctfourfigures"/>
              <w:spacing w:line="300" w:lineRule="atLeast"/>
              <w:jc w:val="right"/>
              <w:rPr>
                <w:szCs w:val="22"/>
                <w:lang w:eastAsia="en-GB"/>
              </w:rPr>
            </w:pPr>
          </w:p>
        </w:tc>
        <w:tc>
          <w:tcPr>
            <w:tcW w:w="1350" w:type="dxa"/>
          </w:tcPr>
          <w:p w14:paraId="3B267AA9" w14:textId="1D0248E3" w:rsidR="00E13865" w:rsidRPr="00E44D6F" w:rsidRDefault="00E13865" w:rsidP="00E13865">
            <w:pPr>
              <w:pStyle w:val="acctfourfigures"/>
              <w:tabs>
                <w:tab w:val="clear" w:pos="765"/>
                <w:tab w:val="decimal" w:pos="996"/>
              </w:tabs>
              <w:spacing w:line="300" w:lineRule="atLeast"/>
              <w:ind w:right="11"/>
              <w:jc w:val="right"/>
              <w:rPr>
                <w:rFonts w:cs="Angsana New"/>
                <w:szCs w:val="28"/>
                <w:lang w:val="en-US" w:eastAsia="en-GB" w:bidi="th-TH"/>
              </w:rPr>
            </w:pPr>
            <w:r w:rsidRPr="00425212">
              <w:t>2,545,090</w:t>
            </w:r>
          </w:p>
        </w:tc>
        <w:tc>
          <w:tcPr>
            <w:tcW w:w="180" w:type="dxa"/>
            <w:vAlign w:val="bottom"/>
          </w:tcPr>
          <w:p w14:paraId="4E3C78F0" w14:textId="77777777" w:rsidR="00E13865" w:rsidRPr="00EF3F91" w:rsidRDefault="00E13865" w:rsidP="00E13865">
            <w:pPr>
              <w:pStyle w:val="acctfourfigures"/>
              <w:spacing w:line="300" w:lineRule="atLeast"/>
              <w:jc w:val="right"/>
              <w:rPr>
                <w:szCs w:val="22"/>
                <w:lang w:eastAsia="en-GB"/>
              </w:rPr>
            </w:pPr>
          </w:p>
        </w:tc>
        <w:tc>
          <w:tcPr>
            <w:tcW w:w="1342" w:type="dxa"/>
            <w:vAlign w:val="bottom"/>
          </w:tcPr>
          <w:p w14:paraId="00F87D56" w14:textId="023C57F3" w:rsidR="00E13865" w:rsidRPr="00EF3F91" w:rsidRDefault="00E13865" w:rsidP="00E13865">
            <w:pPr>
              <w:pStyle w:val="acctfourfigures"/>
              <w:tabs>
                <w:tab w:val="clear" w:pos="765"/>
                <w:tab w:val="decimal" w:pos="996"/>
              </w:tabs>
              <w:spacing w:line="300" w:lineRule="atLeast"/>
              <w:ind w:right="11"/>
              <w:jc w:val="right"/>
              <w:rPr>
                <w:szCs w:val="22"/>
                <w:lang w:val="en-US" w:eastAsia="en-GB" w:bidi="th-TH"/>
              </w:rPr>
            </w:pPr>
            <w:r w:rsidRPr="00815733">
              <w:rPr>
                <w:szCs w:val="22"/>
              </w:rPr>
              <w:t>2,716,309</w:t>
            </w:r>
          </w:p>
        </w:tc>
      </w:tr>
      <w:tr w:rsidR="00E13865" w:rsidRPr="00EF3F91" w14:paraId="5AC5C0A1" w14:textId="77777777" w:rsidTr="00AE3BB3">
        <w:trPr>
          <w:cantSplit/>
          <w:trHeight w:val="288"/>
        </w:trPr>
        <w:tc>
          <w:tcPr>
            <w:tcW w:w="3150" w:type="dxa"/>
          </w:tcPr>
          <w:p w14:paraId="3A2C46BE" w14:textId="77777777" w:rsidR="00E13865" w:rsidRPr="00EF3F91" w:rsidRDefault="00E13865" w:rsidP="00E13865">
            <w:pPr>
              <w:spacing w:line="300" w:lineRule="atLeast"/>
              <w:rPr>
                <w:rFonts w:eastAsia="Calibri"/>
                <w:bCs/>
                <w:sz w:val="22"/>
                <w:szCs w:val="22"/>
                <w:cs/>
              </w:rPr>
            </w:pPr>
            <w:r w:rsidRPr="00EF3F91">
              <w:rPr>
                <w:rFonts w:eastAsia="Calibri"/>
                <w:bCs/>
                <w:sz w:val="22"/>
                <w:szCs w:val="22"/>
              </w:rPr>
              <w:t>Contract costs assets</w:t>
            </w:r>
          </w:p>
        </w:tc>
        <w:tc>
          <w:tcPr>
            <w:tcW w:w="191" w:type="dxa"/>
            <w:vAlign w:val="bottom"/>
          </w:tcPr>
          <w:p w14:paraId="4FA2B326" w14:textId="77777777" w:rsidR="00E13865" w:rsidRPr="00EF3F91" w:rsidRDefault="00E13865" w:rsidP="00E13865">
            <w:pPr>
              <w:pStyle w:val="acctfourfigures"/>
              <w:tabs>
                <w:tab w:val="decimal" w:pos="281"/>
              </w:tabs>
              <w:spacing w:line="300" w:lineRule="atLeast"/>
              <w:ind w:right="11"/>
              <w:jc w:val="right"/>
              <w:rPr>
                <w:i/>
                <w:iCs/>
                <w:szCs w:val="22"/>
                <w:lang w:val="en-US" w:eastAsia="en-GB" w:bidi="th-TH"/>
              </w:rPr>
            </w:pPr>
          </w:p>
        </w:tc>
        <w:tc>
          <w:tcPr>
            <w:tcW w:w="1260" w:type="dxa"/>
          </w:tcPr>
          <w:p w14:paraId="2FBFA7A0" w14:textId="1FE3D786" w:rsidR="00E13865" w:rsidRPr="00EF3F91" w:rsidRDefault="00E13865" w:rsidP="00E13865">
            <w:pPr>
              <w:pStyle w:val="acctfourfigures"/>
              <w:tabs>
                <w:tab w:val="clear" w:pos="765"/>
                <w:tab w:val="decimal" w:pos="911"/>
              </w:tabs>
              <w:spacing w:line="300" w:lineRule="atLeast"/>
              <w:ind w:right="11"/>
              <w:jc w:val="right"/>
              <w:rPr>
                <w:szCs w:val="22"/>
                <w:lang w:val="en-US" w:eastAsia="en-GB" w:bidi="th-TH"/>
              </w:rPr>
            </w:pPr>
            <w:r w:rsidRPr="00570D98">
              <w:t>313,435</w:t>
            </w:r>
          </w:p>
        </w:tc>
        <w:tc>
          <w:tcPr>
            <w:tcW w:w="180" w:type="dxa"/>
            <w:vAlign w:val="bottom"/>
          </w:tcPr>
          <w:p w14:paraId="668E7166" w14:textId="77777777" w:rsidR="00E13865" w:rsidRPr="00EF3F91" w:rsidRDefault="00E13865" w:rsidP="00E13865">
            <w:pPr>
              <w:pStyle w:val="acctfourfigures"/>
              <w:spacing w:line="300" w:lineRule="atLeast"/>
              <w:jc w:val="right"/>
              <w:rPr>
                <w:szCs w:val="22"/>
                <w:lang w:eastAsia="en-GB"/>
              </w:rPr>
            </w:pPr>
          </w:p>
        </w:tc>
        <w:tc>
          <w:tcPr>
            <w:tcW w:w="1350" w:type="dxa"/>
            <w:vAlign w:val="bottom"/>
          </w:tcPr>
          <w:p w14:paraId="01A152D0" w14:textId="347E263A" w:rsidR="00E13865" w:rsidRPr="00EF3F91" w:rsidRDefault="00E13865" w:rsidP="00E13865">
            <w:pPr>
              <w:pStyle w:val="acctfourfigures"/>
              <w:tabs>
                <w:tab w:val="clear" w:pos="765"/>
                <w:tab w:val="decimal" w:pos="911"/>
              </w:tabs>
              <w:spacing w:line="300" w:lineRule="atLeast"/>
              <w:ind w:right="11"/>
              <w:jc w:val="right"/>
              <w:rPr>
                <w:szCs w:val="22"/>
                <w:lang w:eastAsia="en-GB"/>
              </w:rPr>
            </w:pPr>
            <w:r>
              <w:rPr>
                <w:szCs w:val="22"/>
              </w:rPr>
              <w:t>339,773</w:t>
            </w:r>
          </w:p>
        </w:tc>
        <w:tc>
          <w:tcPr>
            <w:tcW w:w="180" w:type="dxa"/>
            <w:vAlign w:val="bottom"/>
          </w:tcPr>
          <w:p w14:paraId="24F2B999" w14:textId="77777777" w:rsidR="00E13865" w:rsidRPr="00EF3F91" w:rsidRDefault="00E13865" w:rsidP="00E13865">
            <w:pPr>
              <w:pStyle w:val="acctfourfigures"/>
              <w:spacing w:line="300" w:lineRule="atLeast"/>
              <w:jc w:val="right"/>
              <w:rPr>
                <w:szCs w:val="22"/>
                <w:lang w:eastAsia="en-GB"/>
              </w:rPr>
            </w:pPr>
          </w:p>
        </w:tc>
        <w:tc>
          <w:tcPr>
            <w:tcW w:w="1350" w:type="dxa"/>
          </w:tcPr>
          <w:p w14:paraId="0EC6F9BA" w14:textId="7BB2DE83" w:rsidR="00E13865" w:rsidRPr="00EF3F91" w:rsidRDefault="00E13865" w:rsidP="00E13865">
            <w:pPr>
              <w:pStyle w:val="acctfourfigures"/>
              <w:tabs>
                <w:tab w:val="clear" w:pos="765"/>
                <w:tab w:val="decimal" w:pos="996"/>
              </w:tabs>
              <w:spacing w:line="300" w:lineRule="atLeast"/>
              <w:ind w:right="11"/>
              <w:jc w:val="right"/>
              <w:rPr>
                <w:szCs w:val="22"/>
                <w:lang w:eastAsia="en-GB"/>
              </w:rPr>
            </w:pPr>
            <w:r w:rsidRPr="00425212">
              <w:t>298,950</w:t>
            </w:r>
          </w:p>
        </w:tc>
        <w:tc>
          <w:tcPr>
            <w:tcW w:w="180" w:type="dxa"/>
            <w:vAlign w:val="bottom"/>
          </w:tcPr>
          <w:p w14:paraId="02671D11" w14:textId="77777777" w:rsidR="00E13865" w:rsidRPr="00EF3F91" w:rsidRDefault="00E13865" w:rsidP="00E13865">
            <w:pPr>
              <w:pStyle w:val="acctfourfigures"/>
              <w:spacing w:line="300" w:lineRule="atLeast"/>
              <w:jc w:val="right"/>
              <w:rPr>
                <w:szCs w:val="22"/>
                <w:lang w:eastAsia="en-GB"/>
              </w:rPr>
            </w:pPr>
          </w:p>
        </w:tc>
        <w:tc>
          <w:tcPr>
            <w:tcW w:w="1342" w:type="dxa"/>
            <w:vAlign w:val="bottom"/>
          </w:tcPr>
          <w:p w14:paraId="48D2D1C1" w14:textId="7C551C82" w:rsidR="00E13865" w:rsidRPr="00EF3F91" w:rsidRDefault="00E13865" w:rsidP="00E13865">
            <w:pPr>
              <w:pStyle w:val="acctfourfigures"/>
              <w:tabs>
                <w:tab w:val="clear" w:pos="765"/>
                <w:tab w:val="decimal" w:pos="996"/>
              </w:tabs>
              <w:spacing w:line="300" w:lineRule="atLeast"/>
              <w:ind w:right="11"/>
              <w:jc w:val="right"/>
              <w:rPr>
                <w:szCs w:val="22"/>
                <w:lang w:eastAsia="en-GB"/>
              </w:rPr>
            </w:pPr>
            <w:r w:rsidRPr="00815733">
              <w:rPr>
                <w:szCs w:val="22"/>
              </w:rPr>
              <w:t>324,445</w:t>
            </w:r>
          </w:p>
        </w:tc>
      </w:tr>
    </w:tbl>
    <w:p w14:paraId="6F7BBBAC" w14:textId="77777777" w:rsidR="00255F27" w:rsidRPr="00322648" w:rsidRDefault="00255F27" w:rsidP="001A05CA">
      <w:pPr>
        <w:spacing w:line="300" w:lineRule="atLeast"/>
        <w:ind w:left="540"/>
        <w:jc w:val="thaiDistribute"/>
        <w:rPr>
          <w:sz w:val="19"/>
          <w:szCs w:val="19"/>
        </w:rPr>
      </w:pPr>
    </w:p>
    <w:p w14:paraId="2A74AFA7" w14:textId="040AE079" w:rsidR="00F63057" w:rsidRDefault="00F63057" w:rsidP="001A05CA">
      <w:pPr>
        <w:spacing w:line="300" w:lineRule="atLeast"/>
        <w:ind w:left="540"/>
        <w:jc w:val="both"/>
        <w:rPr>
          <w:sz w:val="22"/>
          <w:szCs w:val="22"/>
        </w:rPr>
      </w:pPr>
      <w:r w:rsidRPr="009234AA">
        <w:rPr>
          <w:sz w:val="22"/>
          <w:szCs w:val="22"/>
        </w:rPr>
        <w:t xml:space="preserve">The amount of amortisation which is included in the consolidated statement of comprehensive income </w:t>
      </w:r>
      <w:r w:rsidR="001742DD">
        <w:rPr>
          <w:sz w:val="22"/>
          <w:szCs w:val="22"/>
        </w:rPr>
        <w:t>for the nine-month period</w:t>
      </w:r>
      <w:r w:rsidRPr="009234AA">
        <w:rPr>
          <w:sz w:val="22"/>
          <w:szCs w:val="22"/>
        </w:rPr>
        <w:t xml:space="preserve"> ended </w:t>
      </w:r>
      <w:r w:rsidR="001742DD">
        <w:rPr>
          <w:sz w:val="22"/>
          <w:szCs w:val="22"/>
        </w:rPr>
        <w:t>30 September</w:t>
      </w:r>
      <w:r w:rsidR="008D3AB4" w:rsidRPr="009234AA">
        <w:rPr>
          <w:sz w:val="22"/>
          <w:szCs w:val="22"/>
        </w:rPr>
        <w:t xml:space="preserve"> </w:t>
      </w:r>
      <w:r w:rsidRPr="009234AA">
        <w:rPr>
          <w:sz w:val="22"/>
          <w:szCs w:val="22"/>
        </w:rPr>
        <w:t>202</w:t>
      </w:r>
      <w:r w:rsidR="002D120D">
        <w:rPr>
          <w:sz w:val="22"/>
          <w:szCs w:val="22"/>
        </w:rPr>
        <w:t>5</w:t>
      </w:r>
      <w:r w:rsidRPr="009234AA">
        <w:rPr>
          <w:sz w:val="22"/>
          <w:szCs w:val="22"/>
        </w:rPr>
        <w:t xml:space="preserve"> were Baht</w:t>
      </w:r>
      <w:r w:rsidR="00304F82">
        <w:rPr>
          <w:sz w:val="22"/>
          <w:szCs w:val="22"/>
        </w:rPr>
        <w:t xml:space="preserve"> </w:t>
      </w:r>
      <w:r w:rsidR="00E13865">
        <w:rPr>
          <w:rFonts w:cstheme="minorBidi"/>
          <w:sz w:val="22"/>
          <w:szCs w:val="22"/>
        </w:rPr>
        <w:t>35.3</w:t>
      </w:r>
      <w:r w:rsidRPr="009234AA">
        <w:rPr>
          <w:sz w:val="22"/>
          <w:szCs w:val="22"/>
        </w:rPr>
        <w:t xml:space="preserve"> million </w:t>
      </w:r>
      <w:r w:rsidRPr="009234AA">
        <w:rPr>
          <w:i/>
          <w:iCs/>
          <w:sz w:val="22"/>
          <w:szCs w:val="22"/>
        </w:rPr>
        <w:t>(202</w:t>
      </w:r>
      <w:r w:rsidR="002D120D">
        <w:rPr>
          <w:i/>
          <w:iCs/>
          <w:sz w:val="22"/>
          <w:szCs w:val="22"/>
        </w:rPr>
        <w:t>4</w:t>
      </w:r>
      <w:r w:rsidRPr="009234AA">
        <w:rPr>
          <w:i/>
          <w:iCs/>
          <w:sz w:val="22"/>
          <w:szCs w:val="22"/>
        </w:rPr>
        <w:t xml:space="preserve">: Baht </w:t>
      </w:r>
      <w:r w:rsidR="00164552">
        <w:rPr>
          <w:i/>
          <w:iCs/>
          <w:sz w:val="22"/>
          <w:szCs w:val="22"/>
        </w:rPr>
        <w:t>23.0</w:t>
      </w:r>
      <w:r w:rsidRPr="009234AA">
        <w:rPr>
          <w:i/>
          <w:iCs/>
          <w:sz w:val="22"/>
          <w:szCs w:val="22"/>
        </w:rPr>
        <w:t xml:space="preserve"> million)</w:t>
      </w:r>
      <w:r w:rsidRPr="009234AA">
        <w:rPr>
          <w:sz w:val="22"/>
          <w:szCs w:val="22"/>
        </w:rPr>
        <w:t xml:space="preserve"> and the separate statement of comprehensive income </w:t>
      </w:r>
      <w:r w:rsidR="001742DD">
        <w:rPr>
          <w:sz w:val="22"/>
          <w:szCs w:val="22"/>
        </w:rPr>
        <w:t>for the nine-month period</w:t>
      </w:r>
      <w:r w:rsidRPr="009234AA">
        <w:rPr>
          <w:sz w:val="22"/>
          <w:szCs w:val="22"/>
        </w:rPr>
        <w:t xml:space="preserve"> then ended were</w:t>
      </w:r>
      <w:r w:rsidR="00B966B0">
        <w:rPr>
          <w:sz w:val="22"/>
          <w:szCs w:val="22"/>
        </w:rPr>
        <w:t xml:space="preserve"> </w:t>
      </w:r>
      <w:r w:rsidR="00810B22">
        <w:rPr>
          <w:rFonts w:cstheme="minorBidi"/>
          <w:sz w:val="22"/>
          <w:szCs w:val="22"/>
          <w:cs/>
        </w:rPr>
        <w:br/>
      </w:r>
      <w:r w:rsidRPr="009234AA">
        <w:rPr>
          <w:sz w:val="22"/>
          <w:szCs w:val="22"/>
        </w:rPr>
        <w:t xml:space="preserve">Baht </w:t>
      </w:r>
      <w:r w:rsidR="00E13865">
        <w:rPr>
          <w:rFonts w:cstheme="minorBidi"/>
          <w:sz w:val="22"/>
          <w:szCs w:val="22"/>
        </w:rPr>
        <w:t>34.5</w:t>
      </w:r>
      <w:r w:rsidR="002D120D">
        <w:rPr>
          <w:rFonts w:cstheme="minorBidi"/>
          <w:sz w:val="22"/>
          <w:szCs w:val="22"/>
        </w:rPr>
        <w:t xml:space="preserve"> </w:t>
      </w:r>
      <w:r w:rsidRPr="009234AA">
        <w:rPr>
          <w:sz w:val="22"/>
          <w:szCs w:val="22"/>
        </w:rPr>
        <w:t xml:space="preserve">million </w:t>
      </w:r>
      <w:r w:rsidRPr="009234AA">
        <w:rPr>
          <w:i/>
          <w:iCs/>
          <w:sz w:val="22"/>
          <w:szCs w:val="22"/>
        </w:rPr>
        <w:t>(202</w:t>
      </w:r>
      <w:r w:rsidR="002D120D">
        <w:rPr>
          <w:i/>
          <w:iCs/>
          <w:sz w:val="22"/>
          <w:szCs w:val="22"/>
        </w:rPr>
        <w:t>4</w:t>
      </w:r>
      <w:r w:rsidRPr="009234AA">
        <w:rPr>
          <w:i/>
          <w:iCs/>
          <w:sz w:val="22"/>
          <w:szCs w:val="22"/>
        </w:rPr>
        <w:t xml:space="preserve">: Baht </w:t>
      </w:r>
      <w:r w:rsidR="00164552">
        <w:rPr>
          <w:i/>
          <w:iCs/>
          <w:sz w:val="22"/>
          <w:szCs w:val="22"/>
        </w:rPr>
        <w:t>22.5</w:t>
      </w:r>
      <w:r w:rsidR="00154AE9" w:rsidRPr="009234AA">
        <w:rPr>
          <w:i/>
          <w:iCs/>
          <w:sz w:val="22"/>
          <w:szCs w:val="22"/>
        </w:rPr>
        <w:t xml:space="preserve"> </w:t>
      </w:r>
      <w:r w:rsidRPr="009234AA">
        <w:rPr>
          <w:i/>
          <w:iCs/>
          <w:sz w:val="22"/>
          <w:szCs w:val="22"/>
        </w:rPr>
        <w:t>million).</w:t>
      </w:r>
      <w:r w:rsidRPr="009234AA">
        <w:rPr>
          <w:sz w:val="22"/>
          <w:szCs w:val="22"/>
        </w:rPr>
        <w:t xml:space="preserve"> There was no impairment loss recognised from the said assets.</w:t>
      </w:r>
    </w:p>
    <w:p w14:paraId="3DB55B38" w14:textId="77777777" w:rsidR="008D3AB4" w:rsidRPr="009234AA" w:rsidRDefault="008D3AB4" w:rsidP="001A05CA">
      <w:pPr>
        <w:spacing w:line="300" w:lineRule="atLeast"/>
        <w:ind w:left="540"/>
        <w:jc w:val="both"/>
        <w:rPr>
          <w:sz w:val="22"/>
          <w:szCs w:val="22"/>
        </w:rPr>
      </w:pPr>
    </w:p>
    <w:p w14:paraId="4123AB39" w14:textId="74EEE206" w:rsidR="008D3AB4" w:rsidRDefault="00175A31" w:rsidP="001A05CA">
      <w:pPr>
        <w:pStyle w:val="Heading1"/>
        <w:spacing w:line="300" w:lineRule="atLeast"/>
        <w:ind w:left="540" w:hanging="540"/>
        <w:jc w:val="left"/>
        <w:rPr>
          <w:color w:val="auto"/>
          <w:sz w:val="24"/>
          <w:szCs w:val="24"/>
        </w:rPr>
      </w:pPr>
      <w:r>
        <w:rPr>
          <w:color w:val="auto"/>
          <w:sz w:val="24"/>
          <w:szCs w:val="24"/>
        </w:rPr>
        <w:t>9</w:t>
      </w:r>
      <w:r w:rsidR="008D3AB4">
        <w:rPr>
          <w:color w:val="auto"/>
          <w:sz w:val="24"/>
          <w:szCs w:val="24"/>
        </w:rPr>
        <w:tab/>
        <w:t>Dividends</w:t>
      </w:r>
    </w:p>
    <w:p w14:paraId="106C8785" w14:textId="77777777" w:rsidR="008D3AB4" w:rsidRDefault="008D3AB4" w:rsidP="001A05CA">
      <w:pPr>
        <w:spacing w:line="300" w:lineRule="atLeast"/>
      </w:pP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710"/>
        <w:gridCol w:w="1980"/>
        <w:gridCol w:w="1350"/>
        <w:gridCol w:w="1620"/>
      </w:tblGrid>
      <w:tr w:rsidR="008D3AB4" w:rsidRPr="00D67286" w14:paraId="5455691A" w14:textId="77777777" w:rsidTr="00D67286">
        <w:trPr>
          <w:tblHeader/>
        </w:trPr>
        <w:tc>
          <w:tcPr>
            <w:tcW w:w="2430" w:type="dxa"/>
          </w:tcPr>
          <w:p w14:paraId="2E97BCAE" w14:textId="77777777" w:rsidR="008D3AB4" w:rsidRPr="00D67286" w:rsidRDefault="008D3AB4" w:rsidP="001A05CA">
            <w:pPr>
              <w:pStyle w:val="block"/>
              <w:spacing w:after="0" w:line="300" w:lineRule="atLeast"/>
              <w:ind w:left="0"/>
              <w:jc w:val="center"/>
              <w:rPr>
                <w:szCs w:val="22"/>
              </w:rPr>
            </w:pPr>
          </w:p>
        </w:tc>
        <w:tc>
          <w:tcPr>
            <w:tcW w:w="1710" w:type="dxa"/>
            <w:vAlign w:val="bottom"/>
            <w:hideMark/>
          </w:tcPr>
          <w:p w14:paraId="0E2E1E01" w14:textId="77777777" w:rsidR="008D3AB4" w:rsidRPr="00D67286" w:rsidRDefault="008D3AB4" w:rsidP="001A05CA">
            <w:pPr>
              <w:pStyle w:val="block"/>
              <w:spacing w:after="0" w:line="300" w:lineRule="atLeast"/>
              <w:ind w:left="0"/>
              <w:jc w:val="center"/>
              <w:rPr>
                <w:szCs w:val="22"/>
              </w:rPr>
            </w:pPr>
            <w:r w:rsidRPr="00D67286">
              <w:rPr>
                <w:szCs w:val="22"/>
              </w:rPr>
              <w:t>Approval date</w:t>
            </w:r>
          </w:p>
        </w:tc>
        <w:tc>
          <w:tcPr>
            <w:tcW w:w="1980" w:type="dxa"/>
            <w:vAlign w:val="bottom"/>
            <w:hideMark/>
          </w:tcPr>
          <w:p w14:paraId="1A41C815" w14:textId="77777777" w:rsidR="008D3AB4" w:rsidRPr="00D67286" w:rsidRDefault="008D3AB4" w:rsidP="001A05CA">
            <w:pPr>
              <w:pStyle w:val="block"/>
              <w:spacing w:after="0" w:line="300" w:lineRule="atLeast"/>
              <w:ind w:left="0"/>
              <w:jc w:val="center"/>
              <w:rPr>
                <w:szCs w:val="22"/>
              </w:rPr>
            </w:pPr>
            <w:r w:rsidRPr="00D67286">
              <w:rPr>
                <w:szCs w:val="22"/>
              </w:rPr>
              <w:t>Payment schedule</w:t>
            </w:r>
          </w:p>
        </w:tc>
        <w:tc>
          <w:tcPr>
            <w:tcW w:w="1350" w:type="dxa"/>
            <w:vAlign w:val="bottom"/>
            <w:hideMark/>
          </w:tcPr>
          <w:p w14:paraId="68A59E8D" w14:textId="77777777" w:rsidR="008D3AB4" w:rsidRPr="00D67286" w:rsidRDefault="008D3AB4" w:rsidP="001A05CA">
            <w:pPr>
              <w:pStyle w:val="block"/>
              <w:spacing w:after="0" w:line="300" w:lineRule="atLeast"/>
              <w:ind w:left="-83" w:right="-108"/>
              <w:jc w:val="center"/>
              <w:rPr>
                <w:i/>
                <w:iCs/>
                <w:szCs w:val="22"/>
              </w:rPr>
            </w:pPr>
            <w:r w:rsidRPr="00D67286">
              <w:rPr>
                <w:szCs w:val="22"/>
              </w:rPr>
              <w:t>Dividend rate per share</w:t>
            </w:r>
            <w:r w:rsidRPr="00D67286">
              <w:rPr>
                <w:i/>
                <w:iCs/>
                <w:szCs w:val="22"/>
              </w:rPr>
              <w:t xml:space="preserve"> </w:t>
            </w:r>
          </w:p>
        </w:tc>
        <w:tc>
          <w:tcPr>
            <w:tcW w:w="1620" w:type="dxa"/>
            <w:vAlign w:val="bottom"/>
            <w:hideMark/>
          </w:tcPr>
          <w:p w14:paraId="34C067A8" w14:textId="77777777" w:rsidR="008D3AB4" w:rsidRPr="00D67286" w:rsidRDefault="008D3AB4" w:rsidP="001A05CA">
            <w:pPr>
              <w:pStyle w:val="block"/>
              <w:spacing w:after="0" w:line="300" w:lineRule="atLeast"/>
              <w:ind w:left="-96" w:right="-83"/>
              <w:jc w:val="center"/>
              <w:rPr>
                <w:i/>
                <w:iCs/>
                <w:szCs w:val="22"/>
                <w:lang w:val="en-US" w:bidi="th-TH"/>
              </w:rPr>
            </w:pPr>
            <w:r w:rsidRPr="00D67286">
              <w:rPr>
                <w:szCs w:val="22"/>
                <w:lang w:val="en-US" w:bidi="th-TH"/>
              </w:rPr>
              <w:t>Amount</w:t>
            </w:r>
          </w:p>
        </w:tc>
      </w:tr>
      <w:tr w:rsidR="008D3AB4" w:rsidRPr="00D67286" w14:paraId="710F84F3" w14:textId="77777777" w:rsidTr="00D67286">
        <w:trPr>
          <w:tblHeader/>
        </w:trPr>
        <w:tc>
          <w:tcPr>
            <w:tcW w:w="2430" w:type="dxa"/>
          </w:tcPr>
          <w:p w14:paraId="6BADF8D0" w14:textId="77777777" w:rsidR="008D3AB4" w:rsidRPr="00D67286" w:rsidRDefault="008D3AB4" w:rsidP="001A05CA">
            <w:pPr>
              <w:pStyle w:val="block"/>
              <w:spacing w:after="0" w:line="300" w:lineRule="atLeast"/>
              <w:ind w:left="-135" w:right="-146"/>
              <w:jc w:val="center"/>
              <w:rPr>
                <w:szCs w:val="22"/>
              </w:rPr>
            </w:pPr>
          </w:p>
        </w:tc>
        <w:tc>
          <w:tcPr>
            <w:tcW w:w="1710" w:type="dxa"/>
            <w:vAlign w:val="bottom"/>
          </w:tcPr>
          <w:p w14:paraId="0C2F32C2" w14:textId="77777777" w:rsidR="008D3AB4" w:rsidRPr="00D67286" w:rsidRDefault="008D3AB4" w:rsidP="001A05CA">
            <w:pPr>
              <w:pStyle w:val="block"/>
              <w:spacing w:after="0" w:line="300" w:lineRule="atLeast"/>
              <w:ind w:left="-135" w:right="-146"/>
              <w:jc w:val="center"/>
              <w:rPr>
                <w:szCs w:val="22"/>
              </w:rPr>
            </w:pPr>
          </w:p>
        </w:tc>
        <w:tc>
          <w:tcPr>
            <w:tcW w:w="1980" w:type="dxa"/>
            <w:vAlign w:val="bottom"/>
          </w:tcPr>
          <w:p w14:paraId="09BB053C" w14:textId="77777777" w:rsidR="008D3AB4" w:rsidRPr="00D67286" w:rsidRDefault="008D3AB4" w:rsidP="001A05CA">
            <w:pPr>
              <w:pStyle w:val="block"/>
              <w:spacing w:after="0" w:line="300" w:lineRule="atLeast"/>
              <w:ind w:left="-70" w:right="-146"/>
              <w:jc w:val="center"/>
              <w:rPr>
                <w:szCs w:val="22"/>
              </w:rPr>
            </w:pPr>
          </w:p>
        </w:tc>
        <w:tc>
          <w:tcPr>
            <w:tcW w:w="1350" w:type="dxa"/>
            <w:vAlign w:val="bottom"/>
            <w:hideMark/>
          </w:tcPr>
          <w:p w14:paraId="66C49095" w14:textId="40A9F661" w:rsidR="008D3AB4" w:rsidRPr="00D67286" w:rsidRDefault="008D3AB4" w:rsidP="001A05CA">
            <w:pPr>
              <w:pStyle w:val="block"/>
              <w:spacing w:after="0" w:line="300" w:lineRule="atLeast"/>
              <w:ind w:left="0"/>
              <w:jc w:val="center"/>
              <w:rPr>
                <w:szCs w:val="22"/>
              </w:rPr>
            </w:pPr>
            <w:r w:rsidRPr="00D67286">
              <w:rPr>
                <w:i/>
                <w:iCs/>
                <w:szCs w:val="22"/>
              </w:rPr>
              <w:t>(</w:t>
            </w:r>
            <w:r w:rsidR="003665D3" w:rsidRPr="00D67286">
              <w:rPr>
                <w:i/>
                <w:iCs/>
                <w:szCs w:val="22"/>
              </w:rPr>
              <w:t xml:space="preserve">in </w:t>
            </w:r>
            <w:r w:rsidRPr="00D67286">
              <w:rPr>
                <w:i/>
                <w:iCs/>
                <w:szCs w:val="22"/>
              </w:rPr>
              <w:t>Baht)</w:t>
            </w:r>
          </w:p>
        </w:tc>
        <w:tc>
          <w:tcPr>
            <w:tcW w:w="1620" w:type="dxa"/>
            <w:vAlign w:val="bottom"/>
            <w:hideMark/>
          </w:tcPr>
          <w:p w14:paraId="1DEB9067" w14:textId="77777777" w:rsidR="008D3AB4" w:rsidRPr="00D67286" w:rsidRDefault="008D3AB4" w:rsidP="001A05CA">
            <w:pPr>
              <w:pStyle w:val="block"/>
              <w:spacing w:after="0" w:line="300" w:lineRule="atLeast"/>
              <w:ind w:left="-96" w:right="-83"/>
              <w:jc w:val="center"/>
              <w:rPr>
                <w:szCs w:val="22"/>
              </w:rPr>
            </w:pPr>
            <w:r w:rsidRPr="00D67286">
              <w:rPr>
                <w:i/>
                <w:iCs/>
                <w:szCs w:val="22"/>
              </w:rPr>
              <w:t>(in million Baht)</w:t>
            </w:r>
          </w:p>
        </w:tc>
      </w:tr>
      <w:tr w:rsidR="00D254F7" w:rsidRPr="00D67286" w14:paraId="591E5D67" w14:textId="77777777" w:rsidTr="00D67286">
        <w:trPr>
          <w:tblHeader/>
        </w:trPr>
        <w:tc>
          <w:tcPr>
            <w:tcW w:w="2430" w:type="dxa"/>
            <w:hideMark/>
          </w:tcPr>
          <w:p w14:paraId="7B6C4DB1" w14:textId="3F0AC32F" w:rsidR="00D254F7" w:rsidRPr="00D67286" w:rsidRDefault="00D254F7" w:rsidP="00D254F7">
            <w:pPr>
              <w:pStyle w:val="block"/>
              <w:spacing w:after="0" w:line="300" w:lineRule="atLeast"/>
              <w:ind w:left="-17" w:right="-146"/>
              <w:rPr>
                <w:i/>
                <w:iCs/>
                <w:szCs w:val="22"/>
              </w:rPr>
            </w:pPr>
            <w:r w:rsidRPr="00D67286">
              <w:rPr>
                <w:i/>
                <w:iCs/>
                <w:szCs w:val="22"/>
              </w:rPr>
              <w:t>Paid in 2025</w:t>
            </w:r>
          </w:p>
        </w:tc>
        <w:tc>
          <w:tcPr>
            <w:tcW w:w="1710" w:type="dxa"/>
            <w:vAlign w:val="bottom"/>
          </w:tcPr>
          <w:p w14:paraId="04ED8367" w14:textId="77777777" w:rsidR="00D254F7" w:rsidRPr="00D67286" w:rsidRDefault="00D254F7" w:rsidP="00D254F7">
            <w:pPr>
              <w:pStyle w:val="block"/>
              <w:spacing w:after="0" w:line="300" w:lineRule="atLeast"/>
              <w:ind w:left="-135" w:right="-146"/>
              <w:jc w:val="center"/>
              <w:rPr>
                <w:szCs w:val="22"/>
              </w:rPr>
            </w:pPr>
          </w:p>
        </w:tc>
        <w:tc>
          <w:tcPr>
            <w:tcW w:w="1980" w:type="dxa"/>
            <w:vAlign w:val="bottom"/>
          </w:tcPr>
          <w:p w14:paraId="26D6C2E3" w14:textId="77777777" w:rsidR="00D254F7" w:rsidRPr="00D67286" w:rsidRDefault="00D254F7" w:rsidP="00D254F7">
            <w:pPr>
              <w:pStyle w:val="block"/>
              <w:spacing w:after="0" w:line="300" w:lineRule="atLeast"/>
              <w:ind w:left="-70" w:right="-146"/>
              <w:jc w:val="center"/>
              <w:rPr>
                <w:szCs w:val="22"/>
              </w:rPr>
            </w:pPr>
          </w:p>
        </w:tc>
        <w:tc>
          <w:tcPr>
            <w:tcW w:w="1350" w:type="dxa"/>
            <w:vAlign w:val="bottom"/>
          </w:tcPr>
          <w:p w14:paraId="17FF4859" w14:textId="77777777" w:rsidR="00D254F7" w:rsidRPr="00D67286" w:rsidRDefault="00D254F7" w:rsidP="00D254F7">
            <w:pPr>
              <w:pStyle w:val="block"/>
              <w:spacing w:after="0" w:line="300" w:lineRule="atLeast"/>
              <w:ind w:left="0"/>
              <w:jc w:val="center"/>
              <w:rPr>
                <w:i/>
                <w:iCs/>
                <w:szCs w:val="22"/>
              </w:rPr>
            </w:pPr>
          </w:p>
        </w:tc>
        <w:tc>
          <w:tcPr>
            <w:tcW w:w="1620" w:type="dxa"/>
            <w:vAlign w:val="bottom"/>
          </w:tcPr>
          <w:p w14:paraId="3787358E" w14:textId="77777777" w:rsidR="00D254F7" w:rsidRPr="00D67286" w:rsidRDefault="00D254F7" w:rsidP="00D254F7">
            <w:pPr>
              <w:pStyle w:val="block"/>
              <w:spacing w:after="0" w:line="300" w:lineRule="atLeast"/>
              <w:ind w:left="-96" w:right="-83"/>
              <w:jc w:val="center"/>
              <w:rPr>
                <w:i/>
                <w:iCs/>
                <w:szCs w:val="22"/>
              </w:rPr>
            </w:pPr>
          </w:p>
        </w:tc>
      </w:tr>
      <w:tr w:rsidR="00D254F7" w:rsidRPr="00D67286" w14:paraId="13D8A195" w14:textId="77777777" w:rsidTr="00D67286">
        <w:trPr>
          <w:tblHeader/>
        </w:trPr>
        <w:tc>
          <w:tcPr>
            <w:tcW w:w="2430" w:type="dxa"/>
          </w:tcPr>
          <w:p w14:paraId="52AF7A2A" w14:textId="59981755" w:rsidR="00D254F7" w:rsidRPr="00D67286" w:rsidRDefault="00D254F7" w:rsidP="00D254F7">
            <w:pPr>
              <w:pStyle w:val="block"/>
              <w:spacing w:after="0" w:line="300" w:lineRule="atLeast"/>
              <w:ind w:left="-17" w:right="-146"/>
              <w:rPr>
                <w:i/>
                <w:iCs/>
                <w:szCs w:val="22"/>
              </w:rPr>
            </w:pPr>
            <w:r w:rsidRPr="00D67286">
              <w:rPr>
                <w:szCs w:val="22"/>
              </w:rPr>
              <w:t>Annual dividend</w:t>
            </w:r>
            <w:r w:rsidRPr="00D67286">
              <w:rPr>
                <w:rFonts w:cstheme="minorBidi"/>
                <w:szCs w:val="22"/>
                <w:lang w:bidi="th-TH"/>
              </w:rPr>
              <w:t xml:space="preserve"> </w:t>
            </w:r>
          </w:p>
        </w:tc>
        <w:tc>
          <w:tcPr>
            <w:tcW w:w="1710" w:type="dxa"/>
            <w:vAlign w:val="bottom"/>
          </w:tcPr>
          <w:p w14:paraId="30EE7DB1" w14:textId="2EA638C6" w:rsidR="00D254F7" w:rsidRPr="00D67286" w:rsidRDefault="00D254F7" w:rsidP="00D254F7">
            <w:pPr>
              <w:pStyle w:val="block"/>
              <w:spacing w:after="0" w:line="300" w:lineRule="atLeast"/>
              <w:ind w:left="-135" w:right="-146"/>
              <w:jc w:val="center"/>
              <w:rPr>
                <w:szCs w:val="22"/>
              </w:rPr>
            </w:pPr>
            <w:r w:rsidRPr="00D67286">
              <w:rPr>
                <w:szCs w:val="22"/>
              </w:rPr>
              <w:t>22 April 2025</w:t>
            </w:r>
          </w:p>
        </w:tc>
        <w:tc>
          <w:tcPr>
            <w:tcW w:w="1980" w:type="dxa"/>
            <w:vAlign w:val="bottom"/>
          </w:tcPr>
          <w:p w14:paraId="4858C05F" w14:textId="61757EDC" w:rsidR="00D254F7" w:rsidRPr="00D67286" w:rsidRDefault="00D254F7" w:rsidP="00D254F7">
            <w:pPr>
              <w:pStyle w:val="block"/>
              <w:spacing w:after="0" w:line="300" w:lineRule="atLeast"/>
              <w:ind w:left="-70" w:right="-146"/>
              <w:jc w:val="center"/>
              <w:rPr>
                <w:szCs w:val="22"/>
              </w:rPr>
            </w:pPr>
            <w:r w:rsidRPr="00D67286">
              <w:rPr>
                <w:szCs w:val="22"/>
              </w:rPr>
              <w:t>9 May 2025</w:t>
            </w:r>
          </w:p>
        </w:tc>
        <w:tc>
          <w:tcPr>
            <w:tcW w:w="1350" w:type="dxa"/>
            <w:vAlign w:val="bottom"/>
          </w:tcPr>
          <w:p w14:paraId="0FD8EAE2" w14:textId="7390B2BB" w:rsidR="00D254F7" w:rsidRPr="00D67286" w:rsidRDefault="00D254F7" w:rsidP="00D254F7">
            <w:pPr>
              <w:pStyle w:val="block"/>
              <w:spacing w:after="0" w:line="300" w:lineRule="atLeast"/>
              <w:ind w:left="0"/>
              <w:jc w:val="center"/>
              <w:rPr>
                <w:i/>
                <w:iCs/>
                <w:szCs w:val="22"/>
              </w:rPr>
            </w:pPr>
            <w:r w:rsidRPr="00D67286">
              <w:rPr>
                <w:szCs w:val="22"/>
              </w:rPr>
              <w:t>0.60</w:t>
            </w:r>
          </w:p>
        </w:tc>
        <w:tc>
          <w:tcPr>
            <w:tcW w:w="1620" w:type="dxa"/>
            <w:vAlign w:val="bottom"/>
          </w:tcPr>
          <w:p w14:paraId="0FB7A8EF" w14:textId="1125B6F5" w:rsidR="00D254F7" w:rsidRPr="00D67286" w:rsidRDefault="00D254F7" w:rsidP="00AC373A">
            <w:pPr>
              <w:pStyle w:val="block"/>
              <w:tabs>
                <w:tab w:val="decimal" w:pos="1056"/>
              </w:tabs>
              <w:spacing w:after="0" w:line="300" w:lineRule="atLeast"/>
              <w:ind w:left="-96" w:right="-83"/>
              <w:rPr>
                <w:i/>
                <w:iCs/>
                <w:szCs w:val="22"/>
              </w:rPr>
            </w:pPr>
            <w:r w:rsidRPr="00D67286">
              <w:rPr>
                <w:szCs w:val="22"/>
              </w:rPr>
              <w:t>709</w:t>
            </w:r>
          </w:p>
        </w:tc>
      </w:tr>
      <w:tr w:rsidR="0056634D" w:rsidRPr="00D67286" w14:paraId="4CD4F4D6" w14:textId="77777777" w:rsidTr="00D67286">
        <w:tc>
          <w:tcPr>
            <w:tcW w:w="2430" w:type="dxa"/>
            <w:hideMark/>
          </w:tcPr>
          <w:p w14:paraId="7CF229EE" w14:textId="54470AB2" w:rsidR="0056634D" w:rsidRPr="00D67286" w:rsidRDefault="0056634D" w:rsidP="0056634D">
            <w:pPr>
              <w:pStyle w:val="block"/>
              <w:spacing w:after="0" w:line="300" w:lineRule="atLeast"/>
              <w:ind w:left="-18" w:right="-146"/>
              <w:rPr>
                <w:rFonts w:cstheme="minorBidi"/>
                <w:szCs w:val="22"/>
                <w:lang w:val="en-US" w:bidi="th-TH"/>
              </w:rPr>
            </w:pPr>
            <w:r w:rsidRPr="00D67286">
              <w:rPr>
                <w:szCs w:val="22"/>
              </w:rPr>
              <w:t>Interim dividend</w:t>
            </w:r>
          </w:p>
        </w:tc>
        <w:tc>
          <w:tcPr>
            <w:tcW w:w="1710" w:type="dxa"/>
            <w:vAlign w:val="bottom"/>
            <w:hideMark/>
          </w:tcPr>
          <w:p w14:paraId="713F96C7" w14:textId="353FC39C" w:rsidR="0056634D" w:rsidRPr="00D67286" w:rsidRDefault="00AC373A" w:rsidP="0056634D">
            <w:pPr>
              <w:pStyle w:val="block"/>
              <w:spacing w:after="0" w:line="300" w:lineRule="atLeast"/>
              <w:ind w:left="0"/>
              <w:jc w:val="center"/>
              <w:rPr>
                <w:szCs w:val="22"/>
              </w:rPr>
            </w:pPr>
            <w:r w:rsidRPr="00D67286">
              <w:rPr>
                <w:szCs w:val="22"/>
                <w:lang w:val="en-US" w:bidi="th-TH"/>
              </w:rPr>
              <w:t>13</w:t>
            </w:r>
            <w:r w:rsidR="0056634D" w:rsidRPr="00D67286">
              <w:rPr>
                <w:szCs w:val="22"/>
              </w:rPr>
              <w:t xml:space="preserve"> August 2025</w:t>
            </w:r>
          </w:p>
        </w:tc>
        <w:tc>
          <w:tcPr>
            <w:tcW w:w="1980" w:type="dxa"/>
            <w:vAlign w:val="bottom"/>
            <w:hideMark/>
          </w:tcPr>
          <w:p w14:paraId="2F88524B" w14:textId="65FFC73A" w:rsidR="0056634D" w:rsidRPr="00D67286" w:rsidRDefault="00AC373A" w:rsidP="0056634D">
            <w:pPr>
              <w:pStyle w:val="block"/>
              <w:spacing w:after="0" w:line="300" w:lineRule="atLeast"/>
              <w:ind w:left="0"/>
              <w:jc w:val="center"/>
              <w:rPr>
                <w:szCs w:val="22"/>
              </w:rPr>
            </w:pPr>
            <w:r w:rsidRPr="00D67286">
              <w:rPr>
                <w:szCs w:val="22"/>
              </w:rPr>
              <w:t>10</w:t>
            </w:r>
            <w:r w:rsidR="0056634D" w:rsidRPr="00D67286">
              <w:rPr>
                <w:szCs w:val="22"/>
              </w:rPr>
              <w:t xml:space="preserve"> September 202</w:t>
            </w:r>
            <w:r w:rsidR="00406206" w:rsidRPr="00D67286">
              <w:rPr>
                <w:szCs w:val="22"/>
              </w:rPr>
              <w:t>5</w:t>
            </w:r>
          </w:p>
        </w:tc>
        <w:tc>
          <w:tcPr>
            <w:tcW w:w="1350" w:type="dxa"/>
            <w:vAlign w:val="bottom"/>
          </w:tcPr>
          <w:p w14:paraId="1BC9E6C8" w14:textId="34C62919" w:rsidR="0056634D" w:rsidRPr="00D67286" w:rsidRDefault="00AC373A" w:rsidP="0056634D">
            <w:pPr>
              <w:pStyle w:val="block"/>
              <w:spacing w:after="0" w:line="300" w:lineRule="atLeast"/>
              <w:ind w:left="0"/>
              <w:jc w:val="center"/>
              <w:rPr>
                <w:szCs w:val="22"/>
              </w:rPr>
            </w:pPr>
            <w:r w:rsidRPr="00D67286">
              <w:rPr>
                <w:szCs w:val="22"/>
              </w:rPr>
              <w:t>0.60</w:t>
            </w:r>
          </w:p>
        </w:tc>
        <w:tc>
          <w:tcPr>
            <w:tcW w:w="1620" w:type="dxa"/>
            <w:vAlign w:val="bottom"/>
          </w:tcPr>
          <w:p w14:paraId="2BA750D6" w14:textId="2C341A6E" w:rsidR="0056634D" w:rsidRPr="00D67286" w:rsidRDefault="00AC373A" w:rsidP="0056634D">
            <w:pPr>
              <w:pStyle w:val="block"/>
              <w:tabs>
                <w:tab w:val="decimal" w:pos="1056"/>
              </w:tabs>
              <w:spacing w:after="0" w:line="300" w:lineRule="atLeast"/>
              <w:ind w:left="-96" w:right="-83"/>
              <w:rPr>
                <w:szCs w:val="22"/>
              </w:rPr>
            </w:pPr>
            <w:r w:rsidRPr="00D67286">
              <w:rPr>
                <w:szCs w:val="22"/>
              </w:rPr>
              <w:t>709</w:t>
            </w:r>
          </w:p>
        </w:tc>
      </w:tr>
      <w:tr w:rsidR="008D3AB4" w:rsidRPr="00D67286" w14:paraId="64261BE5" w14:textId="77777777" w:rsidTr="00D67286">
        <w:tc>
          <w:tcPr>
            <w:tcW w:w="2430" w:type="dxa"/>
          </w:tcPr>
          <w:p w14:paraId="20C1A071" w14:textId="77777777" w:rsidR="008D3AB4" w:rsidRPr="00D67286" w:rsidRDefault="008D3AB4" w:rsidP="001A05CA">
            <w:pPr>
              <w:pStyle w:val="block"/>
              <w:spacing w:after="0" w:line="300" w:lineRule="atLeast"/>
              <w:ind w:left="-18" w:right="-146"/>
              <w:rPr>
                <w:szCs w:val="22"/>
              </w:rPr>
            </w:pPr>
          </w:p>
        </w:tc>
        <w:tc>
          <w:tcPr>
            <w:tcW w:w="1710" w:type="dxa"/>
            <w:vAlign w:val="bottom"/>
          </w:tcPr>
          <w:p w14:paraId="3F34DBB4" w14:textId="77777777" w:rsidR="008D3AB4" w:rsidRPr="00D67286" w:rsidRDefault="008D3AB4" w:rsidP="001A05CA">
            <w:pPr>
              <w:spacing w:line="300" w:lineRule="atLeast"/>
              <w:ind w:left="72" w:right="-108" w:hanging="191"/>
              <w:jc w:val="center"/>
              <w:rPr>
                <w:sz w:val="22"/>
                <w:szCs w:val="22"/>
              </w:rPr>
            </w:pPr>
          </w:p>
        </w:tc>
        <w:tc>
          <w:tcPr>
            <w:tcW w:w="1980" w:type="dxa"/>
            <w:vAlign w:val="bottom"/>
          </w:tcPr>
          <w:p w14:paraId="69DD5B42" w14:textId="77777777" w:rsidR="008D3AB4" w:rsidRPr="00D67286" w:rsidRDefault="008D3AB4" w:rsidP="001A05CA">
            <w:pPr>
              <w:pStyle w:val="block"/>
              <w:spacing w:after="0" w:line="300" w:lineRule="atLeast"/>
              <w:ind w:left="0"/>
              <w:jc w:val="center"/>
              <w:rPr>
                <w:szCs w:val="22"/>
              </w:rPr>
            </w:pPr>
          </w:p>
        </w:tc>
        <w:tc>
          <w:tcPr>
            <w:tcW w:w="1350" w:type="dxa"/>
            <w:vAlign w:val="bottom"/>
          </w:tcPr>
          <w:p w14:paraId="6C02EF21" w14:textId="77777777" w:rsidR="008D3AB4" w:rsidRPr="00D67286" w:rsidRDefault="008D3AB4" w:rsidP="001A05CA">
            <w:pPr>
              <w:pStyle w:val="block"/>
              <w:spacing w:after="0" w:line="300" w:lineRule="atLeast"/>
              <w:ind w:left="0"/>
              <w:jc w:val="center"/>
              <w:rPr>
                <w:szCs w:val="22"/>
              </w:rPr>
            </w:pPr>
          </w:p>
        </w:tc>
        <w:tc>
          <w:tcPr>
            <w:tcW w:w="1620" w:type="dxa"/>
            <w:vAlign w:val="bottom"/>
          </w:tcPr>
          <w:p w14:paraId="479CC45E" w14:textId="77777777" w:rsidR="008D3AB4" w:rsidRPr="00D67286" w:rsidRDefault="008D3AB4" w:rsidP="001A05CA">
            <w:pPr>
              <w:pStyle w:val="block"/>
              <w:tabs>
                <w:tab w:val="decimal" w:pos="1056"/>
              </w:tabs>
              <w:spacing w:after="0" w:line="300" w:lineRule="atLeast"/>
              <w:ind w:left="-96" w:right="-83"/>
              <w:rPr>
                <w:szCs w:val="22"/>
              </w:rPr>
            </w:pPr>
          </w:p>
        </w:tc>
      </w:tr>
      <w:tr w:rsidR="0056634D" w:rsidRPr="00D67286" w14:paraId="527A0B45" w14:textId="77777777" w:rsidTr="00D67286">
        <w:tc>
          <w:tcPr>
            <w:tcW w:w="2430" w:type="dxa"/>
            <w:hideMark/>
          </w:tcPr>
          <w:p w14:paraId="2509008D" w14:textId="54C6EA62" w:rsidR="0056634D" w:rsidRPr="00D67286" w:rsidRDefault="0056634D" w:rsidP="0056634D">
            <w:pPr>
              <w:pStyle w:val="block"/>
              <w:spacing w:after="0" w:line="300" w:lineRule="atLeast"/>
              <w:ind w:left="-18" w:right="-146"/>
              <w:rPr>
                <w:szCs w:val="22"/>
                <w:highlight w:val="cyan"/>
              </w:rPr>
            </w:pPr>
            <w:r w:rsidRPr="00D67286">
              <w:rPr>
                <w:i/>
                <w:iCs/>
                <w:szCs w:val="22"/>
              </w:rPr>
              <w:t>Paid in 2024</w:t>
            </w:r>
          </w:p>
        </w:tc>
        <w:tc>
          <w:tcPr>
            <w:tcW w:w="1710" w:type="dxa"/>
            <w:vAlign w:val="bottom"/>
          </w:tcPr>
          <w:p w14:paraId="6566EB53" w14:textId="77777777" w:rsidR="0056634D" w:rsidRPr="00D67286" w:rsidRDefault="0056634D" w:rsidP="0056634D">
            <w:pPr>
              <w:spacing w:line="300" w:lineRule="atLeast"/>
              <w:ind w:left="72" w:right="-108" w:hanging="191"/>
              <w:jc w:val="center"/>
              <w:rPr>
                <w:sz w:val="22"/>
                <w:szCs w:val="22"/>
                <w:shd w:val="clear" w:color="auto" w:fill="D9D9D9" w:themeFill="background1" w:themeFillShade="D9"/>
              </w:rPr>
            </w:pPr>
          </w:p>
        </w:tc>
        <w:tc>
          <w:tcPr>
            <w:tcW w:w="1980" w:type="dxa"/>
            <w:vAlign w:val="bottom"/>
          </w:tcPr>
          <w:p w14:paraId="385EC1A5" w14:textId="77777777" w:rsidR="0056634D" w:rsidRPr="00D67286" w:rsidRDefault="0056634D" w:rsidP="0056634D">
            <w:pPr>
              <w:pStyle w:val="block"/>
              <w:spacing w:after="0" w:line="300" w:lineRule="atLeast"/>
              <w:ind w:left="0"/>
              <w:jc w:val="center"/>
              <w:rPr>
                <w:szCs w:val="22"/>
              </w:rPr>
            </w:pPr>
          </w:p>
        </w:tc>
        <w:tc>
          <w:tcPr>
            <w:tcW w:w="1350" w:type="dxa"/>
            <w:vAlign w:val="bottom"/>
          </w:tcPr>
          <w:p w14:paraId="26379F66" w14:textId="77777777" w:rsidR="0056634D" w:rsidRPr="00D67286" w:rsidRDefault="0056634D" w:rsidP="0056634D">
            <w:pPr>
              <w:pStyle w:val="block"/>
              <w:spacing w:after="0" w:line="300" w:lineRule="atLeast"/>
              <w:ind w:left="0"/>
              <w:jc w:val="center"/>
              <w:rPr>
                <w:szCs w:val="22"/>
              </w:rPr>
            </w:pPr>
          </w:p>
        </w:tc>
        <w:tc>
          <w:tcPr>
            <w:tcW w:w="1620" w:type="dxa"/>
            <w:vAlign w:val="bottom"/>
          </w:tcPr>
          <w:p w14:paraId="3EEAD855" w14:textId="77777777" w:rsidR="0056634D" w:rsidRPr="00D67286" w:rsidRDefault="0056634D" w:rsidP="0056634D">
            <w:pPr>
              <w:pStyle w:val="block"/>
              <w:tabs>
                <w:tab w:val="decimal" w:pos="1056"/>
              </w:tabs>
              <w:spacing w:after="0" w:line="300" w:lineRule="atLeast"/>
              <w:ind w:left="-96" w:right="-83"/>
              <w:rPr>
                <w:szCs w:val="22"/>
              </w:rPr>
            </w:pPr>
          </w:p>
        </w:tc>
      </w:tr>
      <w:tr w:rsidR="0056634D" w:rsidRPr="00D67286" w14:paraId="2C937DC5" w14:textId="77777777" w:rsidTr="00D67286">
        <w:tc>
          <w:tcPr>
            <w:tcW w:w="2430" w:type="dxa"/>
          </w:tcPr>
          <w:p w14:paraId="4FBE200E" w14:textId="787B899D" w:rsidR="0056634D" w:rsidRPr="00D67286" w:rsidRDefault="0056634D" w:rsidP="0056634D">
            <w:pPr>
              <w:pStyle w:val="block"/>
              <w:spacing w:after="0" w:line="300" w:lineRule="atLeast"/>
              <w:ind w:left="-18" w:right="-146"/>
              <w:rPr>
                <w:i/>
                <w:iCs/>
                <w:szCs w:val="22"/>
              </w:rPr>
            </w:pPr>
            <w:r w:rsidRPr="00D67286">
              <w:rPr>
                <w:szCs w:val="22"/>
              </w:rPr>
              <w:t>Annual dividend</w:t>
            </w:r>
            <w:r w:rsidRPr="00D67286">
              <w:rPr>
                <w:rFonts w:cstheme="minorBidi"/>
                <w:szCs w:val="22"/>
                <w:lang w:bidi="th-TH"/>
              </w:rPr>
              <w:t xml:space="preserve"> </w:t>
            </w:r>
          </w:p>
        </w:tc>
        <w:tc>
          <w:tcPr>
            <w:tcW w:w="1710" w:type="dxa"/>
            <w:vAlign w:val="bottom"/>
          </w:tcPr>
          <w:p w14:paraId="4BE0A7C1" w14:textId="365B46EB" w:rsidR="0056634D" w:rsidRPr="00D67286" w:rsidRDefault="0056634D" w:rsidP="0056634D">
            <w:pPr>
              <w:spacing w:line="300" w:lineRule="atLeast"/>
              <w:ind w:left="72" w:right="-108" w:hanging="191"/>
              <w:jc w:val="center"/>
              <w:rPr>
                <w:sz w:val="22"/>
                <w:szCs w:val="22"/>
                <w:shd w:val="clear" w:color="auto" w:fill="D9D9D9" w:themeFill="background1" w:themeFillShade="D9"/>
              </w:rPr>
            </w:pPr>
            <w:r w:rsidRPr="00D67286">
              <w:rPr>
                <w:sz w:val="22"/>
                <w:szCs w:val="22"/>
              </w:rPr>
              <w:t>18 April 2024</w:t>
            </w:r>
          </w:p>
        </w:tc>
        <w:tc>
          <w:tcPr>
            <w:tcW w:w="1980" w:type="dxa"/>
            <w:vAlign w:val="bottom"/>
          </w:tcPr>
          <w:p w14:paraId="04907BD2" w14:textId="66BC7B03" w:rsidR="0056634D" w:rsidRPr="00D67286" w:rsidRDefault="0056634D" w:rsidP="0056634D">
            <w:pPr>
              <w:pStyle w:val="block"/>
              <w:spacing w:after="0" w:line="300" w:lineRule="atLeast"/>
              <w:ind w:left="0"/>
              <w:jc w:val="center"/>
              <w:rPr>
                <w:szCs w:val="22"/>
              </w:rPr>
            </w:pPr>
            <w:r w:rsidRPr="00D67286">
              <w:rPr>
                <w:szCs w:val="22"/>
              </w:rPr>
              <w:t>10 May 2024</w:t>
            </w:r>
          </w:p>
        </w:tc>
        <w:tc>
          <w:tcPr>
            <w:tcW w:w="1350" w:type="dxa"/>
            <w:vAlign w:val="bottom"/>
          </w:tcPr>
          <w:p w14:paraId="35EADF90" w14:textId="67C81387" w:rsidR="0056634D" w:rsidRPr="00D67286" w:rsidRDefault="0056634D" w:rsidP="0056634D">
            <w:pPr>
              <w:pStyle w:val="block"/>
              <w:spacing w:after="0" w:line="300" w:lineRule="atLeast"/>
              <w:ind w:left="0"/>
              <w:jc w:val="center"/>
              <w:rPr>
                <w:szCs w:val="22"/>
              </w:rPr>
            </w:pPr>
            <w:r w:rsidRPr="00D67286">
              <w:rPr>
                <w:szCs w:val="22"/>
              </w:rPr>
              <w:t>0.70</w:t>
            </w:r>
          </w:p>
        </w:tc>
        <w:tc>
          <w:tcPr>
            <w:tcW w:w="1620" w:type="dxa"/>
            <w:vAlign w:val="bottom"/>
          </w:tcPr>
          <w:p w14:paraId="0E8F5A9A" w14:textId="01A22266" w:rsidR="0056634D" w:rsidRPr="00D67286" w:rsidRDefault="0056634D" w:rsidP="0056634D">
            <w:pPr>
              <w:pStyle w:val="block"/>
              <w:tabs>
                <w:tab w:val="decimal" w:pos="1056"/>
              </w:tabs>
              <w:spacing w:after="0" w:line="300" w:lineRule="atLeast"/>
              <w:ind w:left="-96" w:right="-83"/>
              <w:rPr>
                <w:szCs w:val="22"/>
              </w:rPr>
            </w:pPr>
            <w:r w:rsidRPr="00D67286">
              <w:rPr>
                <w:szCs w:val="22"/>
              </w:rPr>
              <w:t>827</w:t>
            </w:r>
          </w:p>
        </w:tc>
      </w:tr>
      <w:tr w:rsidR="0056634D" w:rsidRPr="00D67286" w14:paraId="6A2124C2" w14:textId="77777777" w:rsidTr="00D67286">
        <w:tc>
          <w:tcPr>
            <w:tcW w:w="2430" w:type="dxa"/>
            <w:hideMark/>
          </w:tcPr>
          <w:p w14:paraId="2F0F4077" w14:textId="0C4195C5" w:rsidR="0056634D" w:rsidRPr="00D67286" w:rsidRDefault="0056634D" w:rsidP="0056634D">
            <w:pPr>
              <w:pStyle w:val="block"/>
              <w:spacing w:after="0" w:line="300" w:lineRule="atLeast"/>
              <w:ind w:left="-18" w:right="-146"/>
              <w:rPr>
                <w:b/>
                <w:bCs/>
                <w:i/>
                <w:iCs/>
                <w:szCs w:val="22"/>
                <w:highlight w:val="cyan"/>
              </w:rPr>
            </w:pPr>
            <w:r w:rsidRPr="00D67286">
              <w:rPr>
                <w:szCs w:val="22"/>
              </w:rPr>
              <w:t>Interim dividend</w:t>
            </w:r>
          </w:p>
        </w:tc>
        <w:tc>
          <w:tcPr>
            <w:tcW w:w="1710" w:type="dxa"/>
            <w:vAlign w:val="bottom"/>
            <w:hideMark/>
          </w:tcPr>
          <w:p w14:paraId="7728EC5E" w14:textId="4B1B4F41" w:rsidR="0056634D" w:rsidRPr="00D67286" w:rsidRDefault="0056634D" w:rsidP="0056634D">
            <w:pPr>
              <w:pStyle w:val="block"/>
              <w:spacing w:after="0" w:line="300" w:lineRule="atLeast"/>
              <w:ind w:left="0"/>
              <w:jc w:val="center"/>
              <w:rPr>
                <w:szCs w:val="22"/>
              </w:rPr>
            </w:pPr>
            <w:r w:rsidRPr="00D67286">
              <w:rPr>
                <w:szCs w:val="22"/>
              </w:rPr>
              <w:t>13 August 2024</w:t>
            </w:r>
          </w:p>
        </w:tc>
        <w:tc>
          <w:tcPr>
            <w:tcW w:w="1980" w:type="dxa"/>
            <w:vAlign w:val="bottom"/>
            <w:hideMark/>
          </w:tcPr>
          <w:p w14:paraId="7800DBDD" w14:textId="71BC3C4A" w:rsidR="0056634D" w:rsidRPr="00D67286" w:rsidRDefault="0056634D" w:rsidP="0056634D">
            <w:pPr>
              <w:pStyle w:val="block"/>
              <w:spacing w:after="0" w:line="300" w:lineRule="atLeast"/>
              <w:ind w:left="0"/>
              <w:jc w:val="center"/>
              <w:rPr>
                <w:szCs w:val="22"/>
              </w:rPr>
            </w:pPr>
            <w:r w:rsidRPr="00D67286">
              <w:rPr>
                <w:szCs w:val="22"/>
              </w:rPr>
              <w:t>11 September 2024</w:t>
            </w:r>
          </w:p>
        </w:tc>
        <w:tc>
          <w:tcPr>
            <w:tcW w:w="1350" w:type="dxa"/>
            <w:vAlign w:val="bottom"/>
            <w:hideMark/>
          </w:tcPr>
          <w:p w14:paraId="53FFA817" w14:textId="5D61CE41" w:rsidR="0056634D" w:rsidRPr="00D67286" w:rsidRDefault="0056634D" w:rsidP="0056634D">
            <w:pPr>
              <w:pStyle w:val="block"/>
              <w:spacing w:after="0" w:line="300" w:lineRule="atLeast"/>
              <w:ind w:left="0"/>
              <w:jc w:val="center"/>
              <w:rPr>
                <w:szCs w:val="22"/>
              </w:rPr>
            </w:pPr>
            <w:r w:rsidRPr="00D67286">
              <w:rPr>
                <w:szCs w:val="22"/>
              </w:rPr>
              <w:t>0.60</w:t>
            </w:r>
          </w:p>
        </w:tc>
        <w:tc>
          <w:tcPr>
            <w:tcW w:w="1620" w:type="dxa"/>
            <w:vAlign w:val="bottom"/>
            <w:hideMark/>
          </w:tcPr>
          <w:p w14:paraId="11E06F79" w14:textId="0C3278B2" w:rsidR="0056634D" w:rsidRPr="00D67286" w:rsidRDefault="0056634D" w:rsidP="0056634D">
            <w:pPr>
              <w:pStyle w:val="block"/>
              <w:tabs>
                <w:tab w:val="decimal" w:pos="1056"/>
              </w:tabs>
              <w:spacing w:after="0" w:line="300" w:lineRule="atLeast"/>
              <w:ind w:left="-96" w:right="-83"/>
              <w:rPr>
                <w:szCs w:val="22"/>
              </w:rPr>
            </w:pPr>
            <w:r w:rsidRPr="00D67286">
              <w:rPr>
                <w:szCs w:val="22"/>
              </w:rPr>
              <w:t>709</w:t>
            </w:r>
          </w:p>
        </w:tc>
      </w:tr>
    </w:tbl>
    <w:p w14:paraId="724ADB02" w14:textId="77777777" w:rsidR="008D3AB4" w:rsidRPr="008D3AB4" w:rsidRDefault="008D3AB4" w:rsidP="001A05CA">
      <w:pPr>
        <w:spacing w:line="300" w:lineRule="atLeast"/>
      </w:pPr>
    </w:p>
    <w:p w14:paraId="7FEE0399" w14:textId="2D97C932" w:rsidR="00FE34F3" w:rsidRPr="00EF3F91" w:rsidRDefault="00175A31" w:rsidP="001A05CA">
      <w:pPr>
        <w:pStyle w:val="Heading1"/>
        <w:spacing w:line="300" w:lineRule="atLeast"/>
        <w:ind w:left="540" w:hanging="540"/>
        <w:jc w:val="left"/>
        <w:rPr>
          <w:color w:val="auto"/>
          <w:sz w:val="24"/>
          <w:szCs w:val="24"/>
        </w:rPr>
      </w:pPr>
      <w:r>
        <w:rPr>
          <w:color w:val="auto"/>
          <w:sz w:val="24"/>
          <w:szCs w:val="24"/>
        </w:rPr>
        <w:t>10</w:t>
      </w:r>
      <w:r w:rsidR="002875C8">
        <w:rPr>
          <w:color w:val="auto"/>
          <w:sz w:val="24"/>
          <w:szCs w:val="24"/>
        </w:rPr>
        <w:tab/>
      </w:r>
      <w:r w:rsidR="00EE05A3" w:rsidRPr="00EF3F91">
        <w:rPr>
          <w:color w:val="auto"/>
          <w:sz w:val="24"/>
          <w:szCs w:val="24"/>
        </w:rPr>
        <w:t>Financial instruments</w:t>
      </w:r>
    </w:p>
    <w:p w14:paraId="690CFBF1" w14:textId="77777777" w:rsidR="00EE05A3" w:rsidRPr="00145893" w:rsidRDefault="00EE05A3" w:rsidP="001A05CA">
      <w:pPr>
        <w:spacing w:line="300" w:lineRule="atLeast"/>
        <w:ind w:right="-29" w:firstLine="720"/>
        <w:jc w:val="both"/>
        <w:rPr>
          <w:rFonts w:eastAsia="Arial Unicode MS"/>
          <w:color w:val="000000"/>
          <w:sz w:val="24"/>
          <w:szCs w:val="24"/>
        </w:rPr>
      </w:pPr>
    </w:p>
    <w:p w14:paraId="322A3407" w14:textId="344B4883" w:rsidR="00182CEE" w:rsidRPr="006E0784" w:rsidRDefault="00182CEE" w:rsidP="001A05CA">
      <w:pPr>
        <w:pStyle w:val="block"/>
        <w:spacing w:after="0" w:line="300" w:lineRule="atLeast"/>
        <w:ind w:left="540" w:right="-7"/>
        <w:jc w:val="thaiDistribute"/>
        <w:rPr>
          <w:i/>
          <w:iCs/>
          <w:color w:val="0000FF"/>
          <w:szCs w:val="22"/>
        </w:rPr>
      </w:pPr>
      <w:r w:rsidRPr="006E0784">
        <w:rPr>
          <w:i/>
          <w:iCs/>
          <w:lang w:val="en-US"/>
        </w:rPr>
        <w:t xml:space="preserve">Carrying amounts and fair values </w:t>
      </w:r>
    </w:p>
    <w:p w14:paraId="181AC477" w14:textId="77777777" w:rsidR="00182CEE" w:rsidRPr="00145893" w:rsidRDefault="00182CEE" w:rsidP="001A05CA">
      <w:pPr>
        <w:pStyle w:val="block"/>
        <w:spacing w:after="0" w:line="300" w:lineRule="atLeast"/>
        <w:ind w:left="540" w:right="-7"/>
        <w:jc w:val="thaiDistribute"/>
        <w:rPr>
          <w:i/>
          <w:iCs/>
          <w:color w:val="0000FF"/>
          <w:sz w:val="24"/>
          <w:szCs w:val="24"/>
        </w:rPr>
      </w:pPr>
    </w:p>
    <w:p w14:paraId="55EFCD7D" w14:textId="77777777" w:rsidR="00182CEE" w:rsidRPr="00EF3F91" w:rsidRDefault="00182CEE" w:rsidP="001A05CA">
      <w:pPr>
        <w:pStyle w:val="block"/>
        <w:spacing w:after="0" w:line="300" w:lineRule="atLeast"/>
        <w:ind w:left="540"/>
        <w:jc w:val="thaiDistribute"/>
        <w:rPr>
          <w:lang w:val="en-US"/>
        </w:rPr>
      </w:pPr>
      <w:r w:rsidRPr="00EF3F91">
        <w:rPr>
          <w:lang w:val="en-US"/>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14:paraId="6BAB2074" w14:textId="77777777" w:rsidR="00182CEE" w:rsidRPr="00EF3F91" w:rsidRDefault="00182CEE" w:rsidP="001A05CA">
      <w:pPr>
        <w:pStyle w:val="block"/>
        <w:spacing w:after="0" w:line="300" w:lineRule="atLeast"/>
        <w:ind w:left="0"/>
        <w:rPr>
          <w:lang w:val="en-US"/>
        </w:rPr>
      </w:pPr>
    </w:p>
    <w:p w14:paraId="1F08FF7F" w14:textId="77777777" w:rsidR="00182CEE" w:rsidRPr="00EF3F91" w:rsidRDefault="00182CEE" w:rsidP="001A05CA">
      <w:pPr>
        <w:pStyle w:val="block"/>
        <w:spacing w:after="0" w:line="300" w:lineRule="atLeast"/>
        <w:ind w:left="0"/>
        <w:rPr>
          <w:lang w:val="en-US"/>
        </w:rPr>
      </w:pPr>
    </w:p>
    <w:p w14:paraId="550CF8CC" w14:textId="77777777" w:rsidR="00182CEE" w:rsidRPr="00EF3F91" w:rsidRDefault="00182CEE" w:rsidP="001A05CA">
      <w:pPr>
        <w:pStyle w:val="block"/>
        <w:spacing w:after="0" w:line="300" w:lineRule="atLeast"/>
        <w:ind w:left="0"/>
        <w:rPr>
          <w:lang w:val="en-US"/>
        </w:rPr>
        <w:sectPr w:rsidR="00182CEE" w:rsidRPr="00EF3F91" w:rsidSect="00BE47E3">
          <w:headerReference w:type="default" r:id="rId14"/>
          <w:footerReference w:type="default" r:id="rId15"/>
          <w:pgSz w:w="11909" w:h="16834" w:code="9"/>
          <w:pgMar w:top="691" w:right="1152" w:bottom="576" w:left="1152" w:header="720" w:footer="720" w:gutter="0"/>
          <w:cols w:space="720"/>
          <w:docGrid w:linePitch="360"/>
        </w:sectPr>
      </w:pPr>
    </w:p>
    <w:tbl>
      <w:tblPr>
        <w:tblW w:w="14854" w:type="dxa"/>
        <w:tblInd w:w="90" w:type="dxa"/>
        <w:tblLayout w:type="fixed"/>
        <w:tblCellMar>
          <w:left w:w="79" w:type="dxa"/>
          <w:right w:w="79" w:type="dxa"/>
        </w:tblCellMar>
        <w:tblLook w:val="0000" w:firstRow="0" w:lastRow="0" w:firstColumn="0" w:lastColumn="0" w:noHBand="0" w:noVBand="0"/>
      </w:tblPr>
      <w:tblGrid>
        <w:gridCol w:w="3960"/>
        <w:gridCol w:w="904"/>
        <w:gridCol w:w="1436"/>
        <w:gridCol w:w="178"/>
        <w:gridCol w:w="1440"/>
        <w:gridCol w:w="178"/>
        <w:gridCol w:w="1446"/>
        <w:gridCol w:w="178"/>
        <w:gridCol w:w="992"/>
        <w:gridCol w:w="178"/>
        <w:gridCol w:w="1262"/>
        <w:gridCol w:w="180"/>
        <w:gridCol w:w="990"/>
        <w:gridCol w:w="184"/>
        <w:gridCol w:w="1348"/>
      </w:tblGrid>
      <w:tr w:rsidR="00182CEE" w:rsidRPr="00D20838" w14:paraId="3C7FF5B0" w14:textId="77777777" w:rsidTr="00253F91">
        <w:trPr>
          <w:cantSplit/>
          <w:trHeight w:val="60"/>
          <w:tblHeader/>
        </w:trPr>
        <w:tc>
          <w:tcPr>
            <w:tcW w:w="3960" w:type="dxa"/>
            <w:vAlign w:val="bottom"/>
          </w:tcPr>
          <w:p w14:paraId="6DB18957" w14:textId="77777777" w:rsidR="00182CEE" w:rsidRPr="00D20838" w:rsidRDefault="00182CEE" w:rsidP="001A05CA">
            <w:pPr>
              <w:tabs>
                <w:tab w:val="left" w:pos="100"/>
              </w:tabs>
              <w:spacing w:line="300" w:lineRule="atLeast"/>
              <w:ind w:left="100" w:firstLine="14"/>
              <w:rPr>
                <w:b/>
                <w:bCs/>
                <w:i/>
                <w:iCs/>
                <w:sz w:val="22"/>
                <w:szCs w:val="22"/>
              </w:rPr>
            </w:pPr>
            <w:bookmarkStart w:id="1" w:name="_Hlk141098704"/>
          </w:p>
        </w:tc>
        <w:tc>
          <w:tcPr>
            <w:tcW w:w="904" w:type="dxa"/>
            <w:vAlign w:val="bottom"/>
          </w:tcPr>
          <w:p w14:paraId="4EEEC9A3" w14:textId="77777777" w:rsidR="00182CEE" w:rsidRPr="00D20838" w:rsidRDefault="00182CEE" w:rsidP="001A05CA">
            <w:pPr>
              <w:pStyle w:val="acctcolumnheading"/>
              <w:spacing w:after="0" w:line="300" w:lineRule="atLeast"/>
              <w:ind w:left="-79" w:right="-79"/>
              <w:rPr>
                <w:i/>
                <w:iCs/>
                <w:szCs w:val="22"/>
                <w:lang w:bidi="th-TH"/>
              </w:rPr>
            </w:pPr>
          </w:p>
        </w:tc>
        <w:tc>
          <w:tcPr>
            <w:tcW w:w="9990" w:type="dxa"/>
            <w:gridSpan w:val="13"/>
            <w:vAlign w:val="bottom"/>
          </w:tcPr>
          <w:p w14:paraId="39BA55F2" w14:textId="77777777" w:rsidR="00182CEE" w:rsidRPr="00D20838" w:rsidRDefault="00182CEE" w:rsidP="001A05CA">
            <w:pPr>
              <w:pStyle w:val="acctcolumnheading"/>
              <w:spacing w:after="0" w:line="300" w:lineRule="atLeast"/>
              <w:ind w:right="-79"/>
              <w:rPr>
                <w:szCs w:val="22"/>
              </w:rPr>
            </w:pPr>
            <w:r w:rsidRPr="00D20838">
              <w:rPr>
                <w:b/>
                <w:bCs/>
                <w:szCs w:val="22"/>
              </w:rPr>
              <w:t>Consolidated financial statements</w:t>
            </w:r>
          </w:p>
        </w:tc>
      </w:tr>
      <w:tr w:rsidR="00182CEE" w:rsidRPr="00D20838" w14:paraId="0CCBA626" w14:textId="77777777" w:rsidTr="00253F91">
        <w:trPr>
          <w:cantSplit/>
          <w:trHeight w:val="74"/>
          <w:tblHeader/>
        </w:trPr>
        <w:tc>
          <w:tcPr>
            <w:tcW w:w="3960" w:type="dxa"/>
            <w:vAlign w:val="bottom"/>
          </w:tcPr>
          <w:p w14:paraId="14013370" w14:textId="77777777" w:rsidR="00182CEE" w:rsidRPr="00D20838" w:rsidDel="00A71EB6" w:rsidRDefault="00182CEE" w:rsidP="001A05CA">
            <w:pPr>
              <w:tabs>
                <w:tab w:val="left" w:pos="100"/>
              </w:tabs>
              <w:spacing w:line="300" w:lineRule="atLeast"/>
              <w:ind w:left="100" w:hanging="100"/>
              <w:rPr>
                <w:b/>
                <w:bCs/>
                <w:i/>
                <w:iCs/>
                <w:sz w:val="22"/>
                <w:szCs w:val="22"/>
              </w:rPr>
            </w:pPr>
          </w:p>
        </w:tc>
        <w:tc>
          <w:tcPr>
            <w:tcW w:w="904" w:type="dxa"/>
            <w:vAlign w:val="bottom"/>
          </w:tcPr>
          <w:p w14:paraId="0D1F02A4" w14:textId="77777777" w:rsidR="00182CEE" w:rsidRPr="00D20838" w:rsidDel="00A71EB6" w:rsidRDefault="00182CEE" w:rsidP="001A05CA">
            <w:pPr>
              <w:pStyle w:val="acctcolumnheading"/>
              <w:spacing w:after="0" w:line="300" w:lineRule="atLeast"/>
              <w:ind w:left="-79" w:right="-79"/>
              <w:rPr>
                <w:i/>
                <w:iCs/>
                <w:szCs w:val="22"/>
                <w:lang w:bidi="th-TH"/>
              </w:rPr>
            </w:pPr>
          </w:p>
        </w:tc>
        <w:tc>
          <w:tcPr>
            <w:tcW w:w="4678" w:type="dxa"/>
            <w:gridSpan w:val="5"/>
            <w:vAlign w:val="bottom"/>
          </w:tcPr>
          <w:p w14:paraId="79B514D5" w14:textId="77777777" w:rsidR="00182CEE" w:rsidRPr="00D20838" w:rsidRDefault="00182CEE" w:rsidP="001A05CA">
            <w:pPr>
              <w:pStyle w:val="acctcolumnheading"/>
              <w:spacing w:after="0" w:line="300" w:lineRule="atLeast"/>
              <w:rPr>
                <w:b/>
                <w:bCs/>
                <w:szCs w:val="22"/>
              </w:rPr>
            </w:pPr>
            <w:r w:rsidRPr="00D20838">
              <w:rPr>
                <w:b/>
                <w:bCs/>
                <w:szCs w:val="22"/>
              </w:rPr>
              <w:t>Carrying amount</w:t>
            </w:r>
            <w:r w:rsidRPr="00D20838" w:rsidDel="00841BAE">
              <w:rPr>
                <w:b/>
                <w:bCs/>
                <w:szCs w:val="22"/>
              </w:rPr>
              <w:t xml:space="preserve"> </w:t>
            </w:r>
          </w:p>
        </w:tc>
        <w:tc>
          <w:tcPr>
            <w:tcW w:w="178" w:type="dxa"/>
            <w:vAlign w:val="bottom"/>
          </w:tcPr>
          <w:p w14:paraId="32ED259E" w14:textId="77777777" w:rsidR="00182CEE" w:rsidRPr="00D20838" w:rsidRDefault="00182CEE" w:rsidP="001A05CA">
            <w:pPr>
              <w:pStyle w:val="acctcolumnheading"/>
              <w:spacing w:after="0" w:line="300" w:lineRule="atLeast"/>
              <w:rPr>
                <w:szCs w:val="22"/>
              </w:rPr>
            </w:pPr>
          </w:p>
        </w:tc>
        <w:tc>
          <w:tcPr>
            <w:tcW w:w="5134" w:type="dxa"/>
            <w:gridSpan w:val="7"/>
            <w:vAlign w:val="bottom"/>
          </w:tcPr>
          <w:p w14:paraId="4EC8EA26" w14:textId="77777777" w:rsidR="00182CEE" w:rsidRPr="00D20838" w:rsidRDefault="00182CEE" w:rsidP="001A05CA">
            <w:pPr>
              <w:pStyle w:val="acctcolumnheading"/>
              <w:spacing w:after="0" w:line="300" w:lineRule="atLeast"/>
              <w:ind w:right="-79"/>
              <w:rPr>
                <w:b/>
                <w:bCs/>
                <w:szCs w:val="22"/>
              </w:rPr>
            </w:pPr>
            <w:r w:rsidRPr="00D20838">
              <w:rPr>
                <w:b/>
                <w:bCs/>
                <w:szCs w:val="22"/>
              </w:rPr>
              <w:t>Fair value</w:t>
            </w:r>
            <w:r w:rsidRPr="00D20838" w:rsidDel="00A71EB6">
              <w:rPr>
                <w:szCs w:val="22"/>
              </w:rPr>
              <w:t xml:space="preserve"> </w:t>
            </w:r>
          </w:p>
        </w:tc>
      </w:tr>
      <w:tr w:rsidR="00182CEE" w:rsidRPr="00D20838" w14:paraId="184C1ED7" w14:textId="77777777" w:rsidTr="00253F91">
        <w:trPr>
          <w:cantSplit/>
          <w:trHeight w:val="60"/>
          <w:tblHeader/>
        </w:trPr>
        <w:tc>
          <w:tcPr>
            <w:tcW w:w="3960" w:type="dxa"/>
            <w:vAlign w:val="bottom"/>
          </w:tcPr>
          <w:p w14:paraId="7BB1BA52" w14:textId="795B321E" w:rsidR="00182CEE" w:rsidRPr="00D20838" w:rsidRDefault="00182CEE" w:rsidP="001A05CA">
            <w:pPr>
              <w:tabs>
                <w:tab w:val="left" w:pos="100"/>
              </w:tabs>
              <w:spacing w:line="300" w:lineRule="atLeast"/>
              <w:ind w:left="100" w:hanging="100"/>
              <w:rPr>
                <w:b/>
                <w:bCs/>
                <w:i/>
                <w:iCs/>
                <w:sz w:val="22"/>
                <w:szCs w:val="22"/>
              </w:rPr>
            </w:pPr>
          </w:p>
        </w:tc>
        <w:tc>
          <w:tcPr>
            <w:tcW w:w="904" w:type="dxa"/>
            <w:vAlign w:val="bottom"/>
          </w:tcPr>
          <w:p w14:paraId="6C45D6AB" w14:textId="77777777" w:rsidR="00182CEE" w:rsidRPr="00D20838" w:rsidRDefault="00182CEE" w:rsidP="001A05CA">
            <w:pPr>
              <w:pStyle w:val="acctcolumnheading"/>
              <w:spacing w:after="0" w:line="300" w:lineRule="atLeast"/>
              <w:ind w:left="-79" w:right="-79"/>
              <w:rPr>
                <w:i/>
                <w:iCs/>
                <w:szCs w:val="22"/>
                <w:lang w:bidi="th-TH"/>
              </w:rPr>
            </w:pPr>
            <w:r w:rsidRPr="00D20838">
              <w:rPr>
                <w:i/>
                <w:iCs/>
                <w:szCs w:val="22"/>
                <w:lang w:bidi="th-TH"/>
              </w:rPr>
              <w:t>Note</w:t>
            </w:r>
          </w:p>
        </w:tc>
        <w:tc>
          <w:tcPr>
            <w:tcW w:w="1436" w:type="dxa"/>
            <w:vAlign w:val="bottom"/>
          </w:tcPr>
          <w:p w14:paraId="4E495A20" w14:textId="35FFFFA9" w:rsidR="00182CEE" w:rsidRPr="00D20838" w:rsidRDefault="004075C5" w:rsidP="001A05CA">
            <w:pPr>
              <w:pStyle w:val="acctcolumnheading"/>
              <w:spacing w:after="0" w:line="300" w:lineRule="atLeast"/>
              <w:ind w:left="-82" w:right="-85"/>
              <w:rPr>
                <w:szCs w:val="22"/>
                <w:lang w:bidi="th-TH"/>
              </w:rPr>
            </w:pPr>
            <w:r w:rsidRPr="00D20838">
              <w:rPr>
                <w:szCs w:val="22"/>
                <w:lang w:bidi="th-TH"/>
              </w:rPr>
              <w:t>Financial instruments measured at FVTPL</w:t>
            </w:r>
          </w:p>
        </w:tc>
        <w:tc>
          <w:tcPr>
            <w:tcW w:w="178" w:type="dxa"/>
            <w:vAlign w:val="bottom"/>
          </w:tcPr>
          <w:p w14:paraId="6F136F24" w14:textId="77777777" w:rsidR="00182CEE" w:rsidRPr="00D20838" w:rsidRDefault="00182CEE" w:rsidP="001A05CA">
            <w:pPr>
              <w:pStyle w:val="acctcolumnheading"/>
              <w:spacing w:after="0" w:line="300" w:lineRule="atLeast"/>
              <w:rPr>
                <w:szCs w:val="22"/>
              </w:rPr>
            </w:pPr>
          </w:p>
        </w:tc>
        <w:tc>
          <w:tcPr>
            <w:tcW w:w="1440" w:type="dxa"/>
            <w:vAlign w:val="bottom"/>
          </w:tcPr>
          <w:p w14:paraId="4CCAD095" w14:textId="77777777" w:rsidR="00182CEE" w:rsidRDefault="004075C5" w:rsidP="001A05CA">
            <w:pPr>
              <w:pStyle w:val="acctcolumnheading"/>
              <w:spacing w:after="0" w:line="300" w:lineRule="atLeast"/>
              <w:ind w:left="-70" w:right="-80"/>
              <w:rPr>
                <w:szCs w:val="22"/>
                <w:lang w:bidi="th-TH"/>
              </w:rPr>
            </w:pPr>
            <w:r w:rsidRPr="00D20838">
              <w:rPr>
                <w:szCs w:val="22"/>
                <w:lang w:bidi="th-TH"/>
              </w:rPr>
              <w:t>Financial instruments measured at amortised cost</w:t>
            </w:r>
          </w:p>
          <w:p w14:paraId="579B9909" w14:textId="0B991C31" w:rsidR="00A919F8" w:rsidRPr="00D20838" w:rsidRDefault="00A919F8" w:rsidP="001A05CA">
            <w:pPr>
              <w:pStyle w:val="acctcolumnheading"/>
              <w:spacing w:after="0" w:line="300" w:lineRule="atLeast"/>
              <w:ind w:left="-70" w:right="-80"/>
              <w:rPr>
                <w:szCs w:val="22"/>
                <w:lang w:bidi="th-TH"/>
              </w:rPr>
            </w:pPr>
            <w:r>
              <w:rPr>
                <w:szCs w:val="22"/>
                <w:lang w:bidi="th-TH"/>
              </w:rPr>
              <w:t>- net</w:t>
            </w:r>
          </w:p>
        </w:tc>
        <w:tc>
          <w:tcPr>
            <w:tcW w:w="178" w:type="dxa"/>
            <w:vAlign w:val="bottom"/>
          </w:tcPr>
          <w:p w14:paraId="074AC9E9" w14:textId="77777777" w:rsidR="00182CEE" w:rsidRPr="00D20838" w:rsidRDefault="00182CEE" w:rsidP="001A05CA">
            <w:pPr>
              <w:pStyle w:val="acctcolumnheading"/>
              <w:spacing w:after="0" w:line="300" w:lineRule="atLeast"/>
              <w:rPr>
                <w:szCs w:val="22"/>
              </w:rPr>
            </w:pPr>
          </w:p>
        </w:tc>
        <w:tc>
          <w:tcPr>
            <w:tcW w:w="1446" w:type="dxa"/>
            <w:vAlign w:val="bottom"/>
          </w:tcPr>
          <w:p w14:paraId="5B30A8BD" w14:textId="77777777" w:rsidR="00182CEE" w:rsidRPr="00D20838" w:rsidRDefault="00182CEE" w:rsidP="001A05CA">
            <w:pPr>
              <w:pStyle w:val="acctcolumnheading"/>
              <w:spacing w:after="0" w:line="300" w:lineRule="atLeast"/>
              <w:ind w:left="-79" w:right="-79"/>
              <w:rPr>
                <w:szCs w:val="22"/>
              </w:rPr>
            </w:pPr>
            <w:r w:rsidRPr="00D20838">
              <w:rPr>
                <w:szCs w:val="22"/>
              </w:rPr>
              <w:t>Total</w:t>
            </w:r>
          </w:p>
        </w:tc>
        <w:tc>
          <w:tcPr>
            <w:tcW w:w="178" w:type="dxa"/>
            <w:vAlign w:val="bottom"/>
          </w:tcPr>
          <w:p w14:paraId="74C6443B" w14:textId="77777777" w:rsidR="00182CEE" w:rsidRPr="00D20838" w:rsidRDefault="00182CEE" w:rsidP="001A05CA">
            <w:pPr>
              <w:pStyle w:val="acctcolumnheading"/>
              <w:spacing w:after="0" w:line="300" w:lineRule="atLeast"/>
              <w:rPr>
                <w:szCs w:val="22"/>
              </w:rPr>
            </w:pPr>
          </w:p>
        </w:tc>
        <w:tc>
          <w:tcPr>
            <w:tcW w:w="992" w:type="dxa"/>
            <w:vAlign w:val="bottom"/>
          </w:tcPr>
          <w:p w14:paraId="75348903" w14:textId="77777777" w:rsidR="00182CEE" w:rsidRPr="00D20838" w:rsidRDefault="00182CEE" w:rsidP="001A05CA">
            <w:pPr>
              <w:pStyle w:val="acctcolumnheading"/>
              <w:spacing w:after="0" w:line="300" w:lineRule="atLeast"/>
              <w:ind w:left="-79" w:right="-79"/>
              <w:rPr>
                <w:szCs w:val="22"/>
              </w:rPr>
            </w:pPr>
            <w:r w:rsidRPr="00D20838">
              <w:rPr>
                <w:szCs w:val="22"/>
              </w:rPr>
              <w:t>Level 1</w:t>
            </w:r>
          </w:p>
        </w:tc>
        <w:tc>
          <w:tcPr>
            <w:tcW w:w="178" w:type="dxa"/>
            <w:vAlign w:val="bottom"/>
          </w:tcPr>
          <w:p w14:paraId="7B792269" w14:textId="77777777" w:rsidR="00182CEE" w:rsidRPr="00D20838" w:rsidRDefault="00182CEE" w:rsidP="001A05CA">
            <w:pPr>
              <w:pStyle w:val="acctcolumnheading"/>
              <w:spacing w:after="0" w:line="300" w:lineRule="atLeast"/>
              <w:rPr>
                <w:szCs w:val="22"/>
              </w:rPr>
            </w:pPr>
          </w:p>
        </w:tc>
        <w:tc>
          <w:tcPr>
            <w:tcW w:w="1262" w:type="dxa"/>
            <w:vAlign w:val="bottom"/>
          </w:tcPr>
          <w:p w14:paraId="712A0CC1" w14:textId="77777777" w:rsidR="00182CEE" w:rsidRPr="00D20838" w:rsidRDefault="00182CEE" w:rsidP="001A05CA">
            <w:pPr>
              <w:pStyle w:val="acctcolumnheading"/>
              <w:spacing w:after="0" w:line="300" w:lineRule="atLeast"/>
              <w:ind w:left="-79" w:right="-79"/>
              <w:rPr>
                <w:szCs w:val="22"/>
              </w:rPr>
            </w:pPr>
            <w:r w:rsidRPr="00D20838">
              <w:rPr>
                <w:szCs w:val="22"/>
              </w:rPr>
              <w:t>Level 2</w:t>
            </w:r>
          </w:p>
        </w:tc>
        <w:tc>
          <w:tcPr>
            <w:tcW w:w="180" w:type="dxa"/>
            <w:vAlign w:val="bottom"/>
          </w:tcPr>
          <w:p w14:paraId="753836A1" w14:textId="77777777" w:rsidR="00182CEE" w:rsidRPr="00D20838" w:rsidRDefault="00182CEE" w:rsidP="001A05CA">
            <w:pPr>
              <w:pStyle w:val="acctcolumnheading"/>
              <w:spacing w:after="0" w:line="300" w:lineRule="atLeast"/>
              <w:rPr>
                <w:szCs w:val="22"/>
              </w:rPr>
            </w:pPr>
          </w:p>
        </w:tc>
        <w:tc>
          <w:tcPr>
            <w:tcW w:w="990" w:type="dxa"/>
            <w:vAlign w:val="bottom"/>
          </w:tcPr>
          <w:p w14:paraId="0894BBB2" w14:textId="77777777" w:rsidR="00182CEE" w:rsidRPr="00D20838" w:rsidRDefault="00182CEE" w:rsidP="001A05CA">
            <w:pPr>
              <w:pStyle w:val="acctcolumnheading"/>
              <w:spacing w:after="0" w:line="300" w:lineRule="atLeast"/>
              <w:ind w:left="-79" w:right="-79"/>
              <w:rPr>
                <w:szCs w:val="22"/>
              </w:rPr>
            </w:pPr>
            <w:r w:rsidRPr="00D20838">
              <w:rPr>
                <w:szCs w:val="22"/>
              </w:rPr>
              <w:t>Level 3</w:t>
            </w:r>
          </w:p>
        </w:tc>
        <w:tc>
          <w:tcPr>
            <w:tcW w:w="184" w:type="dxa"/>
            <w:vAlign w:val="bottom"/>
          </w:tcPr>
          <w:p w14:paraId="4CF16338" w14:textId="77777777" w:rsidR="00182CEE" w:rsidRPr="00D20838" w:rsidRDefault="00182CEE" w:rsidP="001A05CA">
            <w:pPr>
              <w:pStyle w:val="acctcolumnheading"/>
              <w:spacing w:after="0" w:line="300" w:lineRule="atLeast"/>
              <w:ind w:left="-79" w:right="-79"/>
              <w:rPr>
                <w:szCs w:val="22"/>
              </w:rPr>
            </w:pPr>
          </w:p>
        </w:tc>
        <w:tc>
          <w:tcPr>
            <w:tcW w:w="1348" w:type="dxa"/>
            <w:vAlign w:val="bottom"/>
          </w:tcPr>
          <w:p w14:paraId="63784717" w14:textId="77777777" w:rsidR="00182CEE" w:rsidRPr="00D20838" w:rsidRDefault="00182CEE" w:rsidP="001A05CA">
            <w:pPr>
              <w:pStyle w:val="acctcolumnheading"/>
              <w:spacing w:after="0" w:line="300" w:lineRule="atLeast"/>
              <w:ind w:left="-79" w:right="-79"/>
              <w:rPr>
                <w:szCs w:val="22"/>
              </w:rPr>
            </w:pPr>
            <w:r w:rsidRPr="00D20838">
              <w:rPr>
                <w:szCs w:val="22"/>
              </w:rPr>
              <w:t>Total</w:t>
            </w:r>
          </w:p>
        </w:tc>
      </w:tr>
      <w:tr w:rsidR="00182CEE" w:rsidRPr="00D20838" w14:paraId="671E2C27" w14:textId="77777777" w:rsidTr="00253F91">
        <w:trPr>
          <w:cantSplit/>
          <w:trHeight w:val="263"/>
          <w:tblHeader/>
        </w:trPr>
        <w:tc>
          <w:tcPr>
            <w:tcW w:w="3960" w:type="dxa"/>
            <w:vAlign w:val="bottom"/>
          </w:tcPr>
          <w:p w14:paraId="3B47DDA5" w14:textId="06E0E1C6" w:rsidR="00182CEE" w:rsidRPr="00D20838" w:rsidRDefault="00182CEE" w:rsidP="001A05CA">
            <w:pPr>
              <w:tabs>
                <w:tab w:val="left" w:pos="100"/>
              </w:tabs>
              <w:spacing w:line="300" w:lineRule="atLeast"/>
              <w:ind w:left="100" w:hanging="100"/>
              <w:rPr>
                <w:b/>
                <w:bCs/>
                <w:i/>
                <w:iCs/>
                <w:sz w:val="22"/>
                <w:szCs w:val="22"/>
              </w:rPr>
            </w:pPr>
          </w:p>
        </w:tc>
        <w:tc>
          <w:tcPr>
            <w:tcW w:w="904" w:type="dxa"/>
            <w:vAlign w:val="bottom"/>
          </w:tcPr>
          <w:p w14:paraId="4F0EDDFB" w14:textId="77777777" w:rsidR="00182CEE" w:rsidRPr="00D20838" w:rsidRDefault="00182CEE" w:rsidP="001A05CA">
            <w:pPr>
              <w:pStyle w:val="acctcolumnheading"/>
              <w:spacing w:after="0" w:line="300" w:lineRule="atLeast"/>
              <w:ind w:left="-79" w:right="-79"/>
              <w:rPr>
                <w:i/>
                <w:iCs/>
                <w:szCs w:val="22"/>
                <w:lang w:bidi="th-TH"/>
              </w:rPr>
            </w:pPr>
          </w:p>
        </w:tc>
        <w:tc>
          <w:tcPr>
            <w:tcW w:w="9990" w:type="dxa"/>
            <w:gridSpan w:val="13"/>
            <w:vAlign w:val="bottom"/>
          </w:tcPr>
          <w:p w14:paraId="0866B443" w14:textId="77777777" w:rsidR="00182CEE" w:rsidRPr="00D20838" w:rsidRDefault="00182CEE" w:rsidP="001A05CA">
            <w:pPr>
              <w:pStyle w:val="acctcolumnheading"/>
              <w:spacing w:after="0" w:line="300" w:lineRule="atLeast"/>
              <w:ind w:left="-79" w:right="-79"/>
              <w:rPr>
                <w:szCs w:val="22"/>
              </w:rPr>
            </w:pPr>
            <w:r w:rsidRPr="00D20838">
              <w:rPr>
                <w:i/>
                <w:iCs/>
                <w:szCs w:val="22"/>
              </w:rPr>
              <w:t>(in thousand Baht)</w:t>
            </w:r>
          </w:p>
        </w:tc>
      </w:tr>
      <w:tr w:rsidR="00304F82" w:rsidRPr="00D20838" w14:paraId="6DB96E35" w14:textId="77777777" w:rsidTr="00253F91">
        <w:trPr>
          <w:cantSplit/>
          <w:trHeight w:val="60"/>
          <w:tblHeader/>
        </w:trPr>
        <w:tc>
          <w:tcPr>
            <w:tcW w:w="3960" w:type="dxa"/>
            <w:vAlign w:val="bottom"/>
          </w:tcPr>
          <w:p w14:paraId="55945E28" w14:textId="2F092C8E" w:rsidR="00304F82" w:rsidRPr="00D20838" w:rsidRDefault="008D3AB4" w:rsidP="001A05CA">
            <w:pPr>
              <w:tabs>
                <w:tab w:val="left" w:pos="100"/>
              </w:tabs>
              <w:spacing w:line="300" w:lineRule="atLeast"/>
              <w:ind w:left="100" w:hanging="100"/>
              <w:rPr>
                <w:rFonts w:cstheme="minorBidi"/>
                <w:b/>
                <w:bCs/>
                <w:i/>
                <w:iCs/>
                <w:sz w:val="22"/>
                <w:szCs w:val="22"/>
                <w:cs/>
              </w:rPr>
            </w:pPr>
            <w:r w:rsidRPr="00D20838">
              <w:rPr>
                <w:b/>
                <w:bCs/>
                <w:i/>
                <w:iCs/>
                <w:sz w:val="22"/>
                <w:szCs w:val="22"/>
              </w:rPr>
              <w:t xml:space="preserve">At </w:t>
            </w:r>
            <w:r w:rsidR="001742DD">
              <w:rPr>
                <w:b/>
                <w:bCs/>
                <w:i/>
                <w:iCs/>
                <w:sz w:val="22"/>
                <w:szCs w:val="22"/>
              </w:rPr>
              <w:t>30 September</w:t>
            </w:r>
            <w:r>
              <w:rPr>
                <w:b/>
                <w:bCs/>
                <w:i/>
                <w:iCs/>
                <w:sz w:val="22"/>
                <w:szCs w:val="22"/>
              </w:rPr>
              <w:t xml:space="preserve"> </w:t>
            </w:r>
            <w:r w:rsidR="002D120D" w:rsidRPr="00EF3F91">
              <w:rPr>
                <w:b/>
                <w:bCs/>
                <w:i/>
                <w:iCs/>
                <w:sz w:val="22"/>
                <w:szCs w:val="22"/>
              </w:rPr>
              <w:t>202</w:t>
            </w:r>
            <w:r w:rsidR="002D120D">
              <w:rPr>
                <w:b/>
                <w:bCs/>
                <w:i/>
                <w:iCs/>
                <w:sz w:val="22"/>
                <w:szCs w:val="22"/>
              </w:rPr>
              <w:t>5</w:t>
            </w:r>
          </w:p>
        </w:tc>
        <w:tc>
          <w:tcPr>
            <w:tcW w:w="904" w:type="dxa"/>
            <w:vAlign w:val="bottom"/>
          </w:tcPr>
          <w:p w14:paraId="37ED147A" w14:textId="77777777" w:rsidR="00304F82" w:rsidRPr="00D20838" w:rsidRDefault="00304F82" w:rsidP="001A05CA">
            <w:pPr>
              <w:pStyle w:val="acctcolumnheading"/>
              <w:spacing w:after="0" w:line="300" w:lineRule="atLeast"/>
              <w:ind w:left="-79" w:right="-79"/>
              <w:rPr>
                <w:i/>
                <w:iCs/>
                <w:szCs w:val="22"/>
                <w:lang w:bidi="th-TH"/>
              </w:rPr>
            </w:pPr>
          </w:p>
        </w:tc>
        <w:tc>
          <w:tcPr>
            <w:tcW w:w="9990" w:type="dxa"/>
            <w:gridSpan w:val="13"/>
            <w:vAlign w:val="bottom"/>
          </w:tcPr>
          <w:p w14:paraId="1D374E09" w14:textId="77777777" w:rsidR="00304F82" w:rsidRPr="00D20838" w:rsidRDefault="00304F82" w:rsidP="001A05CA">
            <w:pPr>
              <w:pStyle w:val="acctcolumnheading"/>
              <w:spacing w:after="0" w:line="300" w:lineRule="atLeast"/>
              <w:ind w:left="-79" w:right="-79"/>
              <w:rPr>
                <w:i/>
                <w:iCs/>
                <w:szCs w:val="22"/>
              </w:rPr>
            </w:pPr>
          </w:p>
        </w:tc>
      </w:tr>
      <w:tr w:rsidR="00FB3A67" w:rsidRPr="00D20838" w14:paraId="665F624E" w14:textId="77777777" w:rsidTr="00253F91">
        <w:trPr>
          <w:cantSplit/>
        </w:trPr>
        <w:tc>
          <w:tcPr>
            <w:tcW w:w="3960" w:type="dxa"/>
          </w:tcPr>
          <w:p w14:paraId="0B90CEC1" w14:textId="1D7ACC7E" w:rsidR="00FB3A67" w:rsidRPr="00D20838" w:rsidRDefault="008D5FB3" w:rsidP="001A05CA">
            <w:pPr>
              <w:tabs>
                <w:tab w:val="left" w:pos="100"/>
              </w:tabs>
              <w:spacing w:line="300" w:lineRule="atLeast"/>
              <w:ind w:left="100" w:hanging="100"/>
              <w:rPr>
                <w:b/>
                <w:bCs/>
                <w:i/>
                <w:iCs/>
                <w:sz w:val="22"/>
                <w:szCs w:val="22"/>
              </w:rPr>
            </w:pPr>
            <w:r w:rsidRPr="00EF3F91">
              <w:rPr>
                <w:b/>
                <w:bCs/>
                <w:i/>
                <w:iCs/>
                <w:sz w:val="22"/>
                <w:szCs w:val="22"/>
              </w:rPr>
              <w:t>Financial assets</w:t>
            </w:r>
          </w:p>
        </w:tc>
        <w:tc>
          <w:tcPr>
            <w:tcW w:w="904" w:type="dxa"/>
          </w:tcPr>
          <w:p w14:paraId="4D587BE2" w14:textId="77777777" w:rsidR="00FB3A67" w:rsidRPr="00D20838" w:rsidRDefault="00FB3A67" w:rsidP="001A05CA">
            <w:pPr>
              <w:pStyle w:val="acctfourfigures"/>
              <w:spacing w:line="300" w:lineRule="atLeast"/>
              <w:jc w:val="center"/>
              <w:rPr>
                <w:szCs w:val="22"/>
              </w:rPr>
            </w:pPr>
          </w:p>
        </w:tc>
        <w:tc>
          <w:tcPr>
            <w:tcW w:w="1436" w:type="dxa"/>
          </w:tcPr>
          <w:p w14:paraId="569568AA" w14:textId="77777777" w:rsidR="00FB3A67" w:rsidRPr="00D20838" w:rsidRDefault="00FB3A67" w:rsidP="001A05CA">
            <w:pPr>
              <w:pStyle w:val="acctfourfigures"/>
              <w:spacing w:line="300" w:lineRule="atLeast"/>
              <w:jc w:val="center"/>
              <w:rPr>
                <w:szCs w:val="22"/>
              </w:rPr>
            </w:pPr>
          </w:p>
        </w:tc>
        <w:tc>
          <w:tcPr>
            <w:tcW w:w="178" w:type="dxa"/>
            <w:vAlign w:val="bottom"/>
          </w:tcPr>
          <w:p w14:paraId="3CDD1A40" w14:textId="77777777" w:rsidR="00FB3A67" w:rsidRPr="00D20838" w:rsidRDefault="00FB3A67" w:rsidP="001A05CA">
            <w:pPr>
              <w:pStyle w:val="acctfourfigures"/>
              <w:spacing w:line="300" w:lineRule="atLeast"/>
              <w:jc w:val="center"/>
              <w:rPr>
                <w:szCs w:val="22"/>
              </w:rPr>
            </w:pPr>
          </w:p>
        </w:tc>
        <w:tc>
          <w:tcPr>
            <w:tcW w:w="1440" w:type="dxa"/>
            <w:vAlign w:val="bottom"/>
          </w:tcPr>
          <w:p w14:paraId="0944D096" w14:textId="77777777" w:rsidR="00FB3A67" w:rsidRPr="00D20838" w:rsidRDefault="00FB3A67" w:rsidP="001A05CA">
            <w:pPr>
              <w:pStyle w:val="acctfourfigures"/>
              <w:spacing w:line="300" w:lineRule="atLeast"/>
              <w:jc w:val="center"/>
              <w:rPr>
                <w:szCs w:val="22"/>
              </w:rPr>
            </w:pPr>
          </w:p>
        </w:tc>
        <w:tc>
          <w:tcPr>
            <w:tcW w:w="178" w:type="dxa"/>
            <w:vAlign w:val="bottom"/>
          </w:tcPr>
          <w:p w14:paraId="3002BAF9" w14:textId="77777777" w:rsidR="00FB3A67" w:rsidRPr="00D20838" w:rsidRDefault="00FB3A67" w:rsidP="001A05CA">
            <w:pPr>
              <w:pStyle w:val="acctfourfigures"/>
              <w:spacing w:line="300" w:lineRule="atLeast"/>
              <w:jc w:val="center"/>
              <w:rPr>
                <w:szCs w:val="22"/>
              </w:rPr>
            </w:pPr>
          </w:p>
        </w:tc>
        <w:tc>
          <w:tcPr>
            <w:tcW w:w="1446" w:type="dxa"/>
            <w:vAlign w:val="bottom"/>
          </w:tcPr>
          <w:p w14:paraId="73CBA9F0" w14:textId="77777777" w:rsidR="00FB3A67" w:rsidRPr="00D20838" w:rsidRDefault="00FB3A67" w:rsidP="001A05CA">
            <w:pPr>
              <w:pStyle w:val="acctfourfigures"/>
              <w:spacing w:line="300" w:lineRule="atLeast"/>
              <w:jc w:val="center"/>
              <w:rPr>
                <w:szCs w:val="22"/>
              </w:rPr>
            </w:pPr>
          </w:p>
        </w:tc>
        <w:tc>
          <w:tcPr>
            <w:tcW w:w="178" w:type="dxa"/>
            <w:vAlign w:val="bottom"/>
          </w:tcPr>
          <w:p w14:paraId="674340F7" w14:textId="77777777" w:rsidR="00FB3A67" w:rsidRPr="00D20838" w:rsidRDefault="00FB3A67" w:rsidP="001A05CA">
            <w:pPr>
              <w:pStyle w:val="acctfourfigures"/>
              <w:spacing w:line="300" w:lineRule="atLeast"/>
              <w:jc w:val="center"/>
              <w:rPr>
                <w:szCs w:val="22"/>
              </w:rPr>
            </w:pPr>
          </w:p>
        </w:tc>
        <w:tc>
          <w:tcPr>
            <w:tcW w:w="992" w:type="dxa"/>
            <w:vAlign w:val="bottom"/>
          </w:tcPr>
          <w:p w14:paraId="1A202969" w14:textId="77777777" w:rsidR="00FB3A67" w:rsidRPr="00D20838" w:rsidRDefault="00FB3A67" w:rsidP="001A05CA">
            <w:pPr>
              <w:pStyle w:val="acctfourfigures"/>
              <w:spacing w:line="300" w:lineRule="atLeast"/>
              <w:jc w:val="center"/>
              <w:rPr>
                <w:szCs w:val="22"/>
              </w:rPr>
            </w:pPr>
          </w:p>
        </w:tc>
        <w:tc>
          <w:tcPr>
            <w:tcW w:w="178" w:type="dxa"/>
            <w:vAlign w:val="bottom"/>
          </w:tcPr>
          <w:p w14:paraId="5EE16747" w14:textId="77777777" w:rsidR="00FB3A67" w:rsidRPr="00D20838" w:rsidRDefault="00FB3A67" w:rsidP="001A05CA">
            <w:pPr>
              <w:pStyle w:val="acctfourfigures"/>
              <w:spacing w:line="300" w:lineRule="atLeast"/>
              <w:jc w:val="center"/>
              <w:rPr>
                <w:szCs w:val="22"/>
              </w:rPr>
            </w:pPr>
          </w:p>
        </w:tc>
        <w:tc>
          <w:tcPr>
            <w:tcW w:w="1262" w:type="dxa"/>
            <w:vAlign w:val="bottom"/>
          </w:tcPr>
          <w:p w14:paraId="0843E93C" w14:textId="77777777" w:rsidR="00FB3A67" w:rsidRPr="00D20838" w:rsidRDefault="00FB3A67" w:rsidP="001A05CA">
            <w:pPr>
              <w:pStyle w:val="acctfourfigures"/>
              <w:spacing w:line="300" w:lineRule="atLeast"/>
              <w:jc w:val="center"/>
              <w:rPr>
                <w:szCs w:val="22"/>
              </w:rPr>
            </w:pPr>
          </w:p>
        </w:tc>
        <w:tc>
          <w:tcPr>
            <w:tcW w:w="180" w:type="dxa"/>
            <w:vAlign w:val="bottom"/>
          </w:tcPr>
          <w:p w14:paraId="30575F7D" w14:textId="77777777" w:rsidR="00FB3A67" w:rsidRPr="00D20838" w:rsidRDefault="00FB3A67" w:rsidP="001A05CA">
            <w:pPr>
              <w:pStyle w:val="acctfourfigures"/>
              <w:spacing w:line="300" w:lineRule="atLeast"/>
              <w:jc w:val="center"/>
              <w:rPr>
                <w:szCs w:val="22"/>
              </w:rPr>
            </w:pPr>
          </w:p>
        </w:tc>
        <w:tc>
          <w:tcPr>
            <w:tcW w:w="990" w:type="dxa"/>
            <w:vAlign w:val="bottom"/>
          </w:tcPr>
          <w:p w14:paraId="22F71D32" w14:textId="77777777" w:rsidR="00FB3A67" w:rsidRPr="00D20838" w:rsidRDefault="00FB3A67" w:rsidP="001A05CA">
            <w:pPr>
              <w:pStyle w:val="acctfourfigures"/>
              <w:spacing w:line="300" w:lineRule="atLeast"/>
              <w:jc w:val="center"/>
              <w:rPr>
                <w:szCs w:val="22"/>
              </w:rPr>
            </w:pPr>
          </w:p>
        </w:tc>
        <w:tc>
          <w:tcPr>
            <w:tcW w:w="184" w:type="dxa"/>
          </w:tcPr>
          <w:p w14:paraId="7D27D862" w14:textId="77777777" w:rsidR="00FB3A67" w:rsidRPr="00D20838" w:rsidRDefault="00FB3A67" w:rsidP="001A05CA">
            <w:pPr>
              <w:pStyle w:val="acctfourfigures"/>
              <w:spacing w:line="300" w:lineRule="atLeast"/>
              <w:jc w:val="center"/>
              <w:rPr>
                <w:szCs w:val="22"/>
              </w:rPr>
            </w:pPr>
          </w:p>
        </w:tc>
        <w:tc>
          <w:tcPr>
            <w:tcW w:w="1348" w:type="dxa"/>
          </w:tcPr>
          <w:p w14:paraId="7CA523E7" w14:textId="77777777" w:rsidR="00FB3A67" w:rsidRPr="00D20838" w:rsidRDefault="00FB3A67" w:rsidP="001A05CA">
            <w:pPr>
              <w:pStyle w:val="acctfourfigures"/>
              <w:spacing w:line="300" w:lineRule="atLeast"/>
              <w:jc w:val="center"/>
              <w:rPr>
                <w:szCs w:val="22"/>
              </w:rPr>
            </w:pPr>
          </w:p>
        </w:tc>
      </w:tr>
      <w:tr w:rsidR="00FB3A67" w:rsidRPr="00D20838" w14:paraId="5FF928F1" w14:textId="77777777" w:rsidTr="00253F91">
        <w:trPr>
          <w:cantSplit/>
        </w:trPr>
        <w:tc>
          <w:tcPr>
            <w:tcW w:w="3960" w:type="dxa"/>
          </w:tcPr>
          <w:p w14:paraId="744B413F" w14:textId="15530E11" w:rsidR="00FB3A67" w:rsidRPr="00D20838" w:rsidRDefault="008D5FB3" w:rsidP="001A05CA">
            <w:pPr>
              <w:tabs>
                <w:tab w:val="left" w:pos="100"/>
              </w:tabs>
              <w:spacing w:line="300" w:lineRule="atLeast"/>
              <w:ind w:left="100" w:hanging="100"/>
              <w:rPr>
                <w:sz w:val="22"/>
                <w:szCs w:val="22"/>
              </w:rPr>
            </w:pPr>
            <w:r w:rsidRPr="00EF3F91">
              <w:rPr>
                <w:sz w:val="22"/>
                <w:szCs w:val="22"/>
              </w:rPr>
              <w:t>Other financial assets:</w:t>
            </w:r>
          </w:p>
        </w:tc>
        <w:tc>
          <w:tcPr>
            <w:tcW w:w="904" w:type="dxa"/>
          </w:tcPr>
          <w:p w14:paraId="0612F1D8" w14:textId="77777777" w:rsidR="00FB3A67" w:rsidRPr="00D20838" w:rsidRDefault="00FB3A67" w:rsidP="001A05CA">
            <w:pPr>
              <w:pStyle w:val="acctfourfigures"/>
              <w:spacing w:line="300" w:lineRule="atLeast"/>
              <w:jc w:val="center"/>
              <w:rPr>
                <w:szCs w:val="22"/>
              </w:rPr>
            </w:pPr>
          </w:p>
        </w:tc>
        <w:tc>
          <w:tcPr>
            <w:tcW w:w="1436" w:type="dxa"/>
            <w:vAlign w:val="bottom"/>
          </w:tcPr>
          <w:p w14:paraId="1FD4AAEF" w14:textId="1FBEDB6F" w:rsidR="00FB3A67" w:rsidRPr="00D20838" w:rsidRDefault="00FB3A67" w:rsidP="001A05CA">
            <w:pPr>
              <w:tabs>
                <w:tab w:val="decimal" w:pos="1269"/>
              </w:tabs>
              <w:spacing w:line="300" w:lineRule="atLeast"/>
              <w:ind w:right="-96"/>
              <w:rPr>
                <w:szCs w:val="22"/>
              </w:rPr>
            </w:pPr>
          </w:p>
        </w:tc>
        <w:tc>
          <w:tcPr>
            <w:tcW w:w="178" w:type="dxa"/>
            <w:vAlign w:val="bottom"/>
          </w:tcPr>
          <w:p w14:paraId="3CAE66E5" w14:textId="77777777" w:rsidR="00FB3A67" w:rsidRPr="00D20838" w:rsidRDefault="00FB3A67" w:rsidP="001A05CA">
            <w:pPr>
              <w:pStyle w:val="acctfourfigures"/>
              <w:spacing w:line="300" w:lineRule="atLeast"/>
              <w:jc w:val="center"/>
              <w:rPr>
                <w:szCs w:val="22"/>
              </w:rPr>
            </w:pPr>
          </w:p>
        </w:tc>
        <w:tc>
          <w:tcPr>
            <w:tcW w:w="1440" w:type="dxa"/>
            <w:vAlign w:val="bottom"/>
          </w:tcPr>
          <w:p w14:paraId="09AE3164" w14:textId="77777777" w:rsidR="00FB3A67" w:rsidRPr="00D20838" w:rsidRDefault="00FB3A67" w:rsidP="001A05CA">
            <w:pPr>
              <w:pStyle w:val="acctfourfigures"/>
              <w:spacing w:line="300" w:lineRule="atLeast"/>
              <w:jc w:val="center"/>
              <w:rPr>
                <w:szCs w:val="22"/>
              </w:rPr>
            </w:pPr>
          </w:p>
        </w:tc>
        <w:tc>
          <w:tcPr>
            <w:tcW w:w="178" w:type="dxa"/>
            <w:vAlign w:val="bottom"/>
          </w:tcPr>
          <w:p w14:paraId="7AA986C4" w14:textId="77777777" w:rsidR="00FB3A67" w:rsidRPr="00D20838" w:rsidRDefault="00FB3A67" w:rsidP="001A05CA">
            <w:pPr>
              <w:pStyle w:val="acctfourfigures"/>
              <w:spacing w:line="300" w:lineRule="atLeast"/>
              <w:jc w:val="center"/>
              <w:rPr>
                <w:szCs w:val="22"/>
              </w:rPr>
            </w:pPr>
          </w:p>
        </w:tc>
        <w:tc>
          <w:tcPr>
            <w:tcW w:w="1446" w:type="dxa"/>
            <w:vAlign w:val="bottom"/>
          </w:tcPr>
          <w:p w14:paraId="54A40B4E" w14:textId="77777777" w:rsidR="00FB3A67" w:rsidRPr="00D20838" w:rsidRDefault="00FB3A67" w:rsidP="001A05CA">
            <w:pPr>
              <w:pStyle w:val="acctfourfigures"/>
              <w:spacing w:line="300" w:lineRule="atLeast"/>
              <w:jc w:val="center"/>
              <w:rPr>
                <w:szCs w:val="22"/>
              </w:rPr>
            </w:pPr>
          </w:p>
        </w:tc>
        <w:tc>
          <w:tcPr>
            <w:tcW w:w="178" w:type="dxa"/>
            <w:vAlign w:val="bottom"/>
          </w:tcPr>
          <w:p w14:paraId="3452A426" w14:textId="77777777" w:rsidR="00FB3A67" w:rsidRPr="00D20838" w:rsidRDefault="00FB3A67" w:rsidP="001A05CA">
            <w:pPr>
              <w:pStyle w:val="acctfourfigures"/>
              <w:spacing w:line="300" w:lineRule="atLeast"/>
              <w:jc w:val="center"/>
              <w:rPr>
                <w:szCs w:val="22"/>
              </w:rPr>
            </w:pPr>
          </w:p>
        </w:tc>
        <w:tc>
          <w:tcPr>
            <w:tcW w:w="992" w:type="dxa"/>
            <w:vAlign w:val="bottom"/>
          </w:tcPr>
          <w:p w14:paraId="61702676" w14:textId="77777777" w:rsidR="00FB3A67" w:rsidRPr="00D20838" w:rsidRDefault="00FB3A67" w:rsidP="001A05CA">
            <w:pPr>
              <w:pStyle w:val="acctfourfigures"/>
              <w:spacing w:line="300" w:lineRule="atLeast"/>
              <w:jc w:val="center"/>
              <w:rPr>
                <w:szCs w:val="22"/>
              </w:rPr>
            </w:pPr>
          </w:p>
        </w:tc>
        <w:tc>
          <w:tcPr>
            <w:tcW w:w="178" w:type="dxa"/>
            <w:vAlign w:val="bottom"/>
          </w:tcPr>
          <w:p w14:paraId="268062D9" w14:textId="77777777" w:rsidR="00FB3A67" w:rsidRPr="00D20838" w:rsidRDefault="00FB3A67" w:rsidP="001A05CA">
            <w:pPr>
              <w:pStyle w:val="acctfourfigures"/>
              <w:spacing w:line="300" w:lineRule="atLeast"/>
              <w:jc w:val="center"/>
              <w:rPr>
                <w:szCs w:val="22"/>
              </w:rPr>
            </w:pPr>
          </w:p>
        </w:tc>
        <w:tc>
          <w:tcPr>
            <w:tcW w:w="1262" w:type="dxa"/>
            <w:vAlign w:val="bottom"/>
          </w:tcPr>
          <w:p w14:paraId="265CDA7A" w14:textId="77777777" w:rsidR="00FB3A67" w:rsidRPr="00D20838" w:rsidRDefault="00FB3A67" w:rsidP="001A05CA">
            <w:pPr>
              <w:pStyle w:val="acctfourfigures"/>
              <w:spacing w:line="300" w:lineRule="atLeast"/>
              <w:jc w:val="center"/>
              <w:rPr>
                <w:szCs w:val="22"/>
              </w:rPr>
            </w:pPr>
          </w:p>
        </w:tc>
        <w:tc>
          <w:tcPr>
            <w:tcW w:w="180" w:type="dxa"/>
            <w:vAlign w:val="bottom"/>
          </w:tcPr>
          <w:p w14:paraId="53364446" w14:textId="77777777" w:rsidR="00FB3A67" w:rsidRPr="00D20838" w:rsidRDefault="00FB3A67" w:rsidP="001A05CA">
            <w:pPr>
              <w:pStyle w:val="acctfourfigures"/>
              <w:spacing w:line="300" w:lineRule="atLeast"/>
              <w:jc w:val="center"/>
              <w:rPr>
                <w:szCs w:val="22"/>
              </w:rPr>
            </w:pPr>
          </w:p>
        </w:tc>
        <w:tc>
          <w:tcPr>
            <w:tcW w:w="990" w:type="dxa"/>
            <w:vAlign w:val="bottom"/>
          </w:tcPr>
          <w:p w14:paraId="63E615FB" w14:textId="77777777" w:rsidR="00FB3A67" w:rsidRPr="00D20838" w:rsidRDefault="00FB3A67" w:rsidP="001A05CA">
            <w:pPr>
              <w:pStyle w:val="acctfourfigures"/>
              <w:spacing w:line="300" w:lineRule="atLeast"/>
              <w:jc w:val="center"/>
              <w:rPr>
                <w:szCs w:val="22"/>
              </w:rPr>
            </w:pPr>
          </w:p>
        </w:tc>
        <w:tc>
          <w:tcPr>
            <w:tcW w:w="184" w:type="dxa"/>
          </w:tcPr>
          <w:p w14:paraId="0CE63540" w14:textId="77777777" w:rsidR="00FB3A67" w:rsidRPr="00D20838" w:rsidRDefault="00FB3A67" w:rsidP="001A05CA">
            <w:pPr>
              <w:pStyle w:val="acctfourfigures"/>
              <w:spacing w:line="300" w:lineRule="atLeast"/>
              <w:jc w:val="center"/>
              <w:rPr>
                <w:szCs w:val="22"/>
              </w:rPr>
            </w:pPr>
          </w:p>
        </w:tc>
        <w:tc>
          <w:tcPr>
            <w:tcW w:w="1348" w:type="dxa"/>
          </w:tcPr>
          <w:p w14:paraId="76957D69" w14:textId="77777777" w:rsidR="00FB3A67" w:rsidRPr="00D20838" w:rsidRDefault="00FB3A67" w:rsidP="001A05CA">
            <w:pPr>
              <w:pStyle w:val="acctfourfigures"/>
              <w:spacing w:line="300" w:lineRule="atLeast"/>
              <w:jc w:val="center"/>
              <w:rPr>
                <w:szCs w:val="22"/>
              </w:rPr>
            </w:pPr>
          </w:p>
        </w:tc>
      </w:tr>
      <w:tr w:rsidR="003A777A" w:rsidRPr="00D20838" w14:paraId="48DC6072" w14:textId="77777777" w:rsidTr="00253F91">
        <w:trPr>
          <w:cantSplit/>
        </w:trPr>
        <w:tc>
          <w:tcPr>
            <w:tcW w:w="3960" w:type="dxa"/>
          </w:tcPr>
          <w:p w14:paraId="676AF613" w14:textId="5238EFF1" w:rsidR="003A777A" w:rsidRPr="00EF3F91" w:rsidRDefault="00C55F8C" w:rsidP="001A05CA">
            <w:pPr>
              <w:tabs>
                <w:tab w:val="left" w:pos="100"/>
              </w:tabs>
              <w:spacing w:line="300" w:lineRule="atLeast"/>
              <w:ind w:left="100" w:hanging="100"/>
              <w:rPr>
                <w:sz w:val="22"/>
                <w:szCs w:val="22"/>
              </w:rPr>
            </w:pPr>
            <w:r>
              <w:rPr>
                <w:sz w:val="22"/>
                <w:szCs w:val="22"/>
              </w:rPr>
              <w:t xml:space="preserve">  </w:t>
            </w:r>
            <w:r w:rsidR="00253F91">
              <w:rPr>
                <w:sz w:val="22"/>
                <w:szCs w:val="22"/>
              </w:rPr>
              <w:t>Forward currency exchange contracts</w:t>
            </w:r>
          </w:p>
        </w:tc>
        <w:tc>
          <w:tcPr>
            <w:tcW w:w="904" w:type="dxa"/>
          </w:tcPr>
          <w:p w14:paraId="0D6F298C" w14:textId="5935EB15" w:rsidR="003A777A" w:rsidRPr="00D20838" w:rsidRDefault="003A777A" w:rsidP="003A777A">
            <w:pPr>
              <w:pStyle w:val="acctcolumnheading"/>
              <w:spacing w:after="0" w:line="300" w:lineRule="atLeast"/>
              <w:ind w:left="-79" w:right="-79"/>
              <w:rPr>
                <w:szCs w:val="22"/>
              </w:rPr>
            </w:pPr>
          </w:p>
        </w:tc>
        <w:tc>
          <w:tcPr>
            <w:tcW w:w="1436" w:type="dxa"/>
            <w:vAlign w:val="bottom"/>
          </w:tcPr>
          <w:p w14:paraId="7C998FE3" w14:textId="04885EFF" w:rsidR="003A777A" w:rsidRPr="00D20838" w:rsidRDefault="003A777A" w:rsidP="001A05CA">
            <w:pPr>
              <w:tabs>
                <w:tab w:val="decimal" w:pos="1269"/>
              </w:tabs>
              <w:spacing w:line="300" w:lineRule="atLeast"/>
              <w:ind w:right="-96"/>
              <w:rPr>
                <w:szCs w:val="22"/>
              </w:rPr>
            </w:pPr>
          </w:p>
        </w:tc>
        <w:tc>
          <w:tcPr>
            <w:tcW w:w="178" w:type="dxa"/>
            <w:vAlign w:val="bottom"/>
          </w:tcPr>
          <w:p w14:paraId="2A31E1DD" w14:textId="77777777" w:rsidR="003A777A" w:rsidRPr="00D20838" w:rsidRDefault="003A777A" w:rsidP="001A05CA">
            <w:pPr>
              <w:pStyle w:val="acctfourfigures"/>
              <w:spacing w:line="300" w:lineRule="atLeast"/>
              <w:jc w:val="center"/>
              <w:rPr>
                <w:szCs w:val="22"/>
              </w:rPr>
            </w:pPr>
          </w:p>
        </w:tc>
        <w:tc>
          <w:tcPr>
            <w:tcW w:w="1440" w:type="dxa"/>
            <w:vAlign w:val="bottom"/>
          </w:tcPr>
          <w:p w14:paraId="56B2B26D" w14:textId="61C5B68D" w:rsidR="003A777A" w:rsidRPr="00D20838" w:rsidRDefault="003A777A" w:rsidP="003A777A">
            <w:pPr>
              <w:tabs>
                <w:tab w:val="decimal" w:pos="912"/>
              </w:tabs>
              <w:spacing w:line="300" w:lineRule="atLeast"/>
              <w:ind w:left="-74" w:right="-96"/>
              <w:rPr>
                <w:szCs w:val="22"/>
              </w:rPr>
            </w:pPr>
          </w:p>
        </w:tc>
        <w:tc>
          <w:tcPr>
            <w:tcW w:w="178" w:type="dxa"/>
            <w:vAlign w:val="bottom"/>
          </w:tcPr>
          <w:p w14:paraId="2073E2F4" w14:textId="77777777" w:rsidR="003A777A" w:rsidRPr="00D20838" w:rsidRDefault="003A777A" w:rsidP="001A05CA">
            <w:pPr>
              <w:pStyle w:val="acctfourfigures"/>
              <w:spacing w:line="300" w:lineRule="atLeast"/>
              <w:jc w:val="center"/>
              <w:rPr>
                <w:szCs w:val="22"/>
              </w:rPr>
            </w:pPr>
          </w:p>
        </w:tc>
        <w:tc>
          <w:tcPr>
            <w:tcW w:w="1446" w:type="dxa"/>
            <w:vAlign w:val="bottom"/>
          </w:tcPr>
          <w:p w14:paraId="18D67EF0" w14:textId="6A1A3653" w:rsidR="003A777A" w:rsidRPr="003A777A" w:rsidRDefault="003A777A" w:rsidP="003A777A">
            <w:pPr>
              <w:tabs>
                <w:tab w:val="decimal" w:pos="1178"/>
              </w:tabs>
              <w:spacing w:line="300" w:lineRule="atLeast"/>
              <w:ind w:left="-74" w:right="-96"/>
              <w:rPr>
                <w:sz w:val="22"/>
                <w:szCs w:val="22"/>
              </w:rPr>
            </w:pPr>
          </w:p>
        </w:tc>
        <w:tc>
          <w:tcPr>
            <w:tcW w:w="178" w:type="dxa"/>
            <w:vAlign w:val="bottom"/>
          </w:tcPr>
          <w:p w14:paraId="77D07DEC" w14:textId="77777777" w:rsidR="003A777A" w:rsidRPr="00D20838" w:rsidRDefault="003A777A" w:rsidP="001A05CA">
            <w:pPr>
              <w:pStyle w:val="acctfourfigures"/>
              <w:spacing w:line="300" w:lineRule="atLeast"/>
              <w:jc w:val="center"/>
              <w:rPr>
                <w:szCs w:val="22"/>
              </w:rPr>
            </w:pPr>
          </w:p>
        </w:tc>
        <w:tc>
          <w:tcPr>
            <w:tcW w:w="992" w:type="dxa"/>
            <w:vAlign w:val="bottom"/>
          </w:tcPr>
          <w:p w14:paraId="147BC48B" w14:textId="4FB4AFB6" w:rsidR="003A777A" w:rsidRPr="00D20838" w:rsidRDefault="003A777A" w:rsidP="003A777A">
            <w:pPr>
              <w:tabs>
                <w:tab w:val="decimal" w:pos="550"/>
              </w:tabs>
              <w:spacing w:line="300" w:lineRule="atLeast"/>
              <w:ind w:left="-74" w:right="-96"/>
              <w:rPr>
                <w:szCs w:val="22"/>
              </w:rPr>
            </w:pPr>
          </w:p>
        </w:tc>
        <w:tc>
          <w:tcPr>
            <w:tcW w:w="178" w:type="dxa"/>
            <w:vAlign w:val="bottom"/>
          </w:tcPr>
          <w:p w14:paraId="6B2FBB12" w14:textId="77777777" w:rsidR="003A777A" w:rsidRPr="00D20838" w:rsidRDefault="003A777A" w:rsidP="001A05CA">
            <w:pPr>
              <w:pStyle w:val="acctfourfigures"/>
              <w:spacing w:line="300" w:lineRule="atLeast"/>
              <w:jc w:val="center"/>
              <w:rPr>
                <w:szCs w:val="22"/>
              </w:rPr>
            </w:pPr>
          </w:p>
        </w:tc>
        <w:tc>
          <w:tcPr>
            <w:tcW w:w="1262" w:type="dxa"/>
            <w:vAlign w:val="bottom"/>
          </w:tcPr>
          <w:p w14:paraId="212892AF" w14:textId="7BCF030B" w:rsidR="003A777A" w:rsidRPr="00D20838" w:rsidRDefault="003A777A" w:rsidP="003A777A">
            <w:pPr>
              <w:tabs>
                <w:tab w:val="decimal" w:pos="1008"/>
              </w:tabs>
              <w:spacing w:line="300" w:lineRule="atLeast"/>
              <w:ind w:left="-74" w:right="-96"/>
              <w:rPr>
                <w:szCs w:val="22"/>
              </w:rPr>
            </w:pPr>
          </w:p>
        </w:tc>
        <w:tc>
          <w:tcPr>
            <w:tcW w:w="180" w:type="dxa"/>
            <w:vAlign w:val="bottom"/>
          </w:tcPr>
          <w:p w14:paraId="2C9001D7" w14:textId="77777777" w:rsidR="003A777A" w:rsidRPr="00D20838" w:rsidRDefault="003A777A" w:rsidP="001A05CA">
            <w:pPr>
              <w:pStyle w:val="acctfourfigures"/>
              <w:spacing w:line="300" w:lineRule="atLeast"/>
              <w:jc w:val="center"/>
              <w:rPr>
                <w:szCs w:val="22"/>
              </w:rPr>
            </w:pPr>
          </w:p>
        </w:tc>
        <w:tc>
          <w:tcPr>
            <w:tcW w:w="990" w:type="dxa"/>
            <w:vAlign w:val="bottom"/>
          </w:tcPr>
          <w:p w14:paraId="2BA36CC6" w14:textId="5D575E71" w:rsidR="003A777A" w:rsidRPr="00D20838" w:rsidRDefault="003A777A" w:rsidP="003A777A">
            <w:pPr>
              <w:tabs>
                <w:tab w:val="decimal" w:pos="561"/>
              </w:tabs>
              <w:spacing w:line="300" w:lineRule="atLeast"/>
              <w:ind w:left="-74" w:right="-96"/>
              <w:rPr>
                <w:szCs w:val="22"/>
              </w:rPr>
            </w:pPr>
          </w:p>
        </w:tc>
        <w:tc>
          <w:tcPr>
            <w:tcW w:w="184" w:type="dxa"/>
          </w:tcPr>
          <w:p w14:paraId="3790AF56" w14:textId="77777777" w:rsidR="003A777A" w:rsidRPr="00D20838" w:rsidRDefault="003A777A" w:rsidP="001A05CA">
            <w:pPr>
              <w:pStyle w:val="acctfourfigures"/>
              <w:spacing w:line="300" w:lineRule="atLeast"/>
              <w:jc w:val="center"/>
              <w:rPr>
                <w:szCs w:val="22"/>
              </w:rPr>
            </w:pPr>
          </w:p>
        </w:tc>
        <w:tc>
          <w:tcPr>
            <w:tcW w:w="1348" w:type="dxa"/>
          </w:tcPr>
          <w:p w14:paraId="44A3540D" w14:textId="2B119A40" w:rsidR="003A777A" w:rsidRPr="00D20838" w:rsidRDefault="003A777A" w:rsidP="003A777A">
            <w:pPr>
              <w:tabs>
                <w:tab w:val="decimal" w:pos="1092"/>
              </w:tabs>
              <w:spacing w:line="300" w:lineRule="atLeast"/>
              <w:ind w:left="-74" w:right="-96"/>
              <w:rPr>
                <w:szCs w:val="22"/>
              </w:rPr>
            </w:pPr>
          </w:p>
        </w:tc>
      </w:tr>
      <w:tr w:rsidR="00E13865" w:rsidRPr="00D20838" w14:paraId="1D9BF89B" w14:textId="77777777" w:rsidTr="00253F91">
        <w:trPr>
          <w:cantSplit/>
        </w:trPr>
        <w:tc>
          <w:tcPr>
            <w:tcW w:w="3960" w:type="dxa"/>
          </w:tcPr>
          <w:p w14:paraId="374AB9DA" w14:textId="46A3EE9F" w:rsidR="00E13865" w:rsidRPr="00D20838" w:rsidRDefault="00E13865" w:rsidP="00E13865">
            <w:pPr>
              <w:spacing w:line="300" w:lineRule="atLeast"/>
              <w:ind w:left="100" w:hanging="100"/>
              <w:rPr>
                <w:rFonts w:cstheme="minorBidi"/>
                <w:sz w:val="22"/>
                <w:szCs w:val="22"/>
              </w:rPr>
            </w:pPr>
            <w:r>
              <w:rPr>
                <w:rFonts w:cstheme="minorBidi"/>
                <w:sz w:val="22"/>
                <w:szCs w:val="22"/>
              </w:rPr>
              <w:t xml:space="preserve">     and f</w:t>
            </w:r>
            <w:r w:rsidRPr="00253F91">
              <w:rPr>
                <w:rFonts w:cstheme="minorBidi"/>
                <w:sz w:val="22"/>
                <w:szCs w:val="22"/>
              </w:rPr>
              <w:t>oreign currency option agreements</w:t>
            </w:r>
          </w:p>
        </w:tc>
        <w:tc>
          <w:tcPr>
            <w:tcW w:w="904" w:type="dxa"/>
          </w:tcPr>
          <w:p w14:paraId="48C8AD39" w14:textId="11E59437" w:rsidR="00E13865" w:rsidRPr="00D20838" w:rsidRDefault="00E13865" w:rsidP="00E13865">
            <w:pPr>
              <w:pStyle w:val="acctcolumnheading"/>
              <w:spacing w:after="0" w:line="300" w:lineRule="atLeast"/>
              <w:ind w:left="-79" w:right="-79"/>
              <w:rPr>
                <w:i/>
                <w:iCs/>
                <w:szCs w:val="22"/>
                <w:lang w:bidi="th-TH"/>
              </w:rPr>
            </w:pPr>
            <w:r>
              <w:rPr>
                <w:i/>
                <w:iCs/>
                <w:szCs w:val="22"/>
                <w:lang w:bidi="th-TH"/>
              </w:rPr>
              <w:t>1</w:t>
            </w:r>
            <w:r w:rsidR="00CF6A7D">
              <w:rPr>
                <w:i/>
                <w:iCs/>
                <w:szCs w:val="22"/>
                <w:lang w:bidi="th-TH"/>
              </w:rPr>
              <w:t>2</w:t>
            </w:r>
          </w:p>
        </w:tc>
        <w:tc>
          <w:tcPr>
            <w:tcW w:w="1436" w:type="dxa"/>
            <w:tcBorders>
              <w:bottom w:val="single" w:sz="4" w:space="0" w:color="auto"/>
            </w:tcBorders>
          </w:tcPr>
          <w:p w14:paraId="55AA330E" w14:textId="7E93089F" w:rsidR="00E13865" w:rsidRPr="00E13865" w:rsidRDefault="00E13865" w:rsidP="00E13865">
            <w:pPr>
              <w:tabs>
                <w:tab w:val="decimal" w:pos="1269"/>
              </w:tabs>
              <w:spacing w:line="300" w:lineRule="atLeast"/>
              <w:ind w:left="-74" w:right="-96"/>
              <w:rPr>
                <w:sz w:val="22"/>
                <w:szCs w:val="22"/>
              </w:rPr>
            </w:pPr>
            <w:r w:rsidRPr="00E13865">
              <w:rPr>
                <w:sz w:val="22"/>
                <w:szCs w:val="22"/>
              </w:rPr>
              <w:t>2,456</w:t>
            </w:r>
          </w:p>
        </w:tc>
        <w:tc>
          <w:tcPr>
            <w:tcW w:w="178" w:type="dxa"/>
          </w:tcPr>
          <w:p w14:paraId="7D7587A2" w14:textId="77777777" w:rsidR="00E13865" w:rsidRPr="00E13865" w:rsidRDefault="00E13865" w:rsidP="00E13865">
            <w:pPr>
              <w:pStyle w:val="acctfourfigures"/>
              <w:spacing w:line="300" w:lineRule="atLeast"/>
              <w:rPr>
                <w:szCs w:val="22"/>
              </w:rPr>
            </w:pPr>
          </w:p>
        </w:tc>
        <w:tc>
          <w:tcPr>
            <w:tcW w:w="1440" w:type="dxa"/>
            <w:tcBorders>
              <w:bottom w:val="single" w:sz="4" w:space="0" w:color="auto"/>
            </w:tcBorders>
          </w:tcPr>
          <w:p w14:paraId="20E1531B" w14:textId="69BEACD4" w:rsidR="00E13865" w:rsidRPr="00E13865" w:rsidRDefault="00E13865" w:rsidP="00E13865">
            <w:pPr>
              <w:tabs>
                <w:tab w:val="decimal" w:pos="912"/>
              </w:tabs>
              <w:spacing w:line="300" w:lineRule="atLeast"/>
              <w:ind w:left="-74" w:right="-96"/>
              <w:rPr>
                <w:rFonts w:cs="Angsana New"/>
                <w:sz w:val="22"/>
                <w:szCs w:val="22"/>
              </w:rPr>
            </w:pPr>
            <w:r w:rsidRPr="00E13865">
              <w:rPr>
                <w:sz w:val="22"/>
                <w:szCs w:val="22"/>
              </w:rPr>
              <w:t>-</w:t>
            </w:r>
          </w:p>
        </w:tc>
        <w:tc>
          <w:tcPr>
            <w:tcW w:w="178" w:type="dxa"/>
          </w:tcPr>
          <w:p w14:paraId="7F3DF305" w14:textId="77777777" w:rsidR="00E13865" w:rsidRPr="00E13865" w:rsidRDefault="00E13865" w:rsidP="00E13865">
            <w:pPr>
              <w:pStyle w:val="acctfourfigures"/>
              <w:spacing w:line="300" w:lineRule="atLeast"/>
              <w:rPr>
                <w:szCs w:val="22"/>
              </w:rPr>
            </w:pPr>
          </w:p>
        </w:tc>
        <w:tc>
          <w:tcPr>
            <w:tcW w:w="1446" w:type="dxa"/>
            <w:tcBorders>
              <w:bottom w:val="single" w:sz="4" w:space="0" w:color="auto"/>
            </w:tcBorders>
          </w:tcPr>
          <w:p w14:paraId="06A0FA36" w14:textId="52F91E9A" w:rsidR="00E13865" w:rsidRPr="00E13865" w:rsidRDefault="00E13865" w:rsidP="00E13865">
            <w:pPr>
              <w:tabs>
                <w:tab w:val="decimal" w:pos="1178"/>
              </w:tabs>
              <w:spacing w:line="300" w:lineRule="atLeast"/>
              <w:ind w:left="-74" w:right="-96"/>
              <w:rPr>
                <w:sz w:val="22"/>
                <w:szCs w:val="22"/>
              </w:rPr>
            </w:pPr>
            <w:r w:rsidRPr="00E13865">
              <w:rPr>
                <w:sz w:val="22"/>
                <w:szCs w:val="22"/>
              </w:rPr>
              <w:t>2,456</w:t>
            </w:r>
          </w:p>
        </w:tc>
        <w:tc>
          <w:tcPr>
            <w:tcW w:w="178" w:type="dxa"/>
          </w:tcPr>
          <w:p w14:paraId="68AB929A" w14:textId="77777777" w:rsidR="00E13865" w:rsidRPr="00E13865" w:rsidRDefault="00E13865" w:rsidP="00E13865">
            <w:pPr>
              <w:pStyle w:val="acctfourfigures"/>
              <w:spacing w:line="300" w:lineRule="atLeast"/>
              <w:rPr>
                <w:szCs w:val="22"/>
              </w:rPr>
            </w:pPr>
          </w:p>
        </w:tc>
        <w:tc>
          <w:tcPr>
            <w:tcW w:w="992" w:type="dxa"/>
          </w:tcPr>
          <w:p w14:paraId="19240580" w14:textId="3A17CEC4" w:rsidR="00E13865" w:rsidRPr="00E13865" w:rsidRDefault="00E13865" w:rsidP="00E13865">
            <w:pPr>
              <w:tabs>
                <w:tab w:val="decimal" w:pos="550"/>
              </w:tabs>
              <w:spacing w:line="300" w:lineRule="atLeast"/>
              <w:ind w:left="-74" w:right="-96"/>
              <w:rPr>
                <w:sz w:val="22"/>
                <w:szCs w:val="22"/>
              </w:rPr>
            </w:pPr>
            <w:r w:rsidRPr="00E13865">
              <w:rPr>
                <w:sz w:val="22"/>
                <w:szCs w:val="22"/>
              </w:rPr>
              <w:t>-</w:t>
            </w:r>
          </w:p>
        </w:tc>
        <w:tc>
          <w:tcPr>
            <w:tcW w:w="178" w:type="dxa"/>
          </w:tcPr>
          <w:p w14:paraId="15F3B407" w14:textId="77777777" w:rsidR="00E13865" w:rsidRPr="00E13865" w:rsidRDefault="00E13865" w:rsidP="00E13865">
            <w:pPr>
              <w:pStyle w:val="acctfourfigures"/>
              <w:spacing w:line="300" w:lineRule="atLeast"/>
              <w:rPr>
                <w:szCs w:val="22"/>
              </w:rPr>
            </w:pPr>
          </w:p>
        </w:tc>
        <w:tc>
          <w:tcPr>
            <w:tcW w:w="1262" w:type="dxa"/>
          </w:tcPr>
          <w:p w14:paraId="414E30AF" w14:textId="3E64005B" w:rsidR="00E13865" w:rsidRPr="00E13865" w:rsidRDefault="00E13865" w:rsidP="00E13865">
            <w:pPr>
              <w:tabs>
                <w:tab w:val="decimal" w:pos="1008"/>
              </w:tabs>
              <w:spacing w:line="300" w:lineRule="atLeast"/>
              <w:ind w:left="-74" w:right="-96"/>
              <w:rPr>
                <w:sz w:val="22"/>
                <w:szCs w:val="22"/>
              </w:rPr>
            </w:pPr>
            <w:r w:rsidRPr="00E13865">
              <w:rPr>
                <w:sz w:val="22"/>
                <w:szCs w:val="22"/>
              </w:rPr>
              <w:t>2,456</w:t>
            </w:r>
          </w:p>
        </w:tc>
        <w:tc>
          <w:tcPr>
            <w:tcW w:w="180" w:type="dxa"/>
          </w:tcPr>
          <w:p w14:paraId="6FAE6FA1" w14:textId="77777777" w:rsidR="00E13865" w:rsidRPr="00E13865" w:rsidRDefault="00E13865" w:rsidP="00E13865">
            <w:pPr>
              <w:pStyle w:val="acctfourfigures"/>
              <w:spacing w:line="300" w:lineRule="atLeast"/>
              <w:rPr>
                <w:szCs w:val="22"/>
              </w:rPr>
            </w:pPr>
          </w:p>
        </w:tc>
        <w:tc>
          <w:tcPr>
            <w:tcW w:w="990" w:type="dxa"/>
          </w:tcPr>
          <w:p w14:paraId="11FD6D53" w14:textId="1D6E8405" w:rsidR="00E13865" w:rsidRPr="00E13865" w:rsidRDefault="00E13865" w:rsidP="00E13865">
            <w:pPr>
              <w:tabs>
                <w:tab w:val="decimal" w:pos="561"/>
              </w:tabs>
              <w:spacing w:line="300" w:lineRule="atLeast"/>
              <w:ind w:left="-74" w:right="-96"/>
              <w:rPr>
                <w:sz w:val="22"/>
                <w:szCs w:val="22"/>
              </w:rPr>
            </w:pPr>
            <w:r w:rsidRPr="00E13865">
              <w:rPr>
                <w:sz w:val="22"/>
                <w:szCs w:val="22"/>
              </w:rPr>
              <w:t>-</w:t>
            </w:r>
          </w:p>
        </w:tc>
        <w:tc>
          <w:tcPr>
            <w:tcW w:w="184" w:type="dxa"/>
          </w:tcPr>
          <w:p w14:paraId="4257CA1E" w14:textId="77777777" w:rsidR="00E13865" w:rsidRPr="00E13865" w:rsidRDefault="00E13865" w:rsidP="00E13865">
            <w:pPr>
              <w:pStyle w:val="acctfourfigures"/>
              <w:spacing w:line="300" w:lineRule="atLeast"/>
              <w:rPr>
                <w:szCs w:val="22"/>
              </w:rPr>
            </w:pPr>
          </w:p>
        </w:tc>
        <w:tc>
          <w:tcPr>
            <w:tcW w:w="1348" w:type="dxa"/>
          </w:tcPr>
          <w:p w14:paraId="3CF1A6E2" w14:textId="33CB68F1" w:rsidR="00E13865" w:rsidRPr="00E13865" w:rsidRDefault="00E13865" w:rsidP="00E13865">
            <w:pPr>
              <w:tabs>
                <w:tab w:val="decimal" w:pos="1092"/>
              </w:tabs>
              <w:spacing w:line="300" w:lineRule="atLeast"/>
              <w:ind w:left="-74" w:right="-96"/>
              <w:rPr>
                <w:sz w:val="22"/>
                <w:szCs w:val="22"/>
              </w:rPr>
            </w:pPr>
            <w:r w:rsidRPr="00E13865">
              <w:rPr>
                <w:sz w:val="22"/>
                <w:szCs w:val="22"/>
              </w:rPr>
              <w:t>2,456</w:t>
            </w:r>
          </w:p>
        </w:tc>
      </w:tr>
      <w:tr w:rsidR="00E13865" w:rsidRPr="00D20838" w14:paraId="17181F9F" w14:textId="77777777" w:rsidTr="00253F91">
        <w:trPr>
          <w:cantSplit/>
        </w:trPr>
        <w:tc>
          <w:tcPr>
            <w:tcW w:w="3960" w:type="dxa"/>
          </w:tcPr>
          <w:p w14:paraId="039D173F" w14:textId="255DF782" w:rsidR="00E13865" w:rsidRPr="00D20838" w:rsidRDefault="00E13865" w:rsidP="00E13865">
            <w:pPr>
              <w:spacing w:line="300" w:lineRule="atLeast"/>
              <w:ind w:left="100" w:firstLine="3"/>
              <w:rPr>
                <w:sz w:val="22"/>
                <w:szCs w:val="22"/>
              </w:rPr>
            </w:pPr>
            <w:r w:rsidRPr="00EF3F91">
              <w:rPr>
                <w:b/>
                <w:bCs/>
                <w:sz w:val="22"/>
                <w:szCs w:val="22"/>
              </w:rPr>
              <w:t>Total other financial assets</w:t>
            </w:r>
          </w:p>
        </w:tc>
        <w:tc>
          <w:tcPr>
            <w:tcW w:w="904" w:type="dxa"/>
          </w:tcPr>
          <w:p w14:paraId="3C91838F" w14:textId="77777777" w:rsidR="00E13865" w:rsidRPr="00D20838" w:rsidRDefault="00E13865" w:rsidP="00E13865">
            <w:pPr>
              <w:pStyle w:val="acctfourfigures"/>
              <w:spacing w:line="300" w:lineRule="atLeast"/>
              <w:jc w:val="center"/>
              <w:rPr>
                <w:szCs w:val="22"/>
              </w:rPr>
            </w:pPr>
          </w:p>
        </w:tc>
        <w:tc>
          <w:tcPr>
            <w:tcW w:w="1436" w:type="dxa"/>
            <w:tcBorders>
              <w:top w:val="single" w:sz="4" w:space="0" w:color="auto"/>
              <w:bottom w:val="double" w:sz="4" w:space="0" w:color="auto"/>
            </w:tcBorders>
          </w:tcPr>
          <w:p w14:paraId="3570DD37" w14:textId="1D85B713" w:rsidR="00E13865" w:rsidRPr="00E13865" w:rsidRDefault="00E13865" w:rsidP="00E13865">
            <w:pPr>
              <w:tabs>
                <w:tab w:val="decimal" w:pos="1269"/>
              </w:tabs>
              <w:spacing w:line="300" w:lineRule="atLeast"/>
              <w:ind w:left="-74" w:right="-96"/>
              <w:rPr>
                <w:b/>
                <w:bCs/>
                <w:sz w:val="22"/>
                <w:szCs w:val="22"/>
              </w:rPr>
            </w:pPr>
            <w:r w:rsidRPr="00E13865">
              <w:rPr>
                <w:b/>
                <w:bCs/>
                <w:sz w:val="22"/>
                <w:szCs w:val="22"/>
              </w:rPr>
              <w:t>2,456</w:t>
            </w:r>
          </w:p>
        </w:tc>
        <w:tc>
          <w:tcPr>
            <w:tcW w:w="178" w:type="dxa"/>
          </w:tcPr>
          <w:p w14:paraId="45E35FC5" w14:textId="77777777" w:rsidR="00E13865" w:rsidRPr="00E13865" w:rsidRDefault="00E13865" w:rsidP="00E13865">
            <w:pPr>
              <w:pStyle w:val="acctfourfigures"/>
              <w:spacing w:line="300" w:lineRule="atLeast"/>
              <w:jc w:val="center"/>
              <w:rPr>
                <w:b/>
                <w:bCs/>
                <w:szCs w:val="22"/>
              </w:rPr>
            </w:pPr>
          </w:p>
        </w:tc>
        <w:tc>
          <w:tcPr>
            <w:tcW w:w="1440" w:type="dxa"/>
            <w:tcBorders>
              <w:top w:val="single" w:sz="4" w:space="0" w:color="auto"/>
              <w:bottom w:val="double" w:sz="4" w:space="0" w:color="auto"/>
            </w:tcBorders>
          </w:tcPr>
          <w:p w14:paraId="3EDDEBC6" w14:textId="2DCD1F5B" w:rsidR="00E13865" w:rsidRPr="00E13865" w:rsidRDefault="00E13865" w:rsidP="00E13865">
            <w:pPr>
              <w:tabs>
                <w:tab w:val="decimal" w:pos="912"/>
              </w:tabs>
              <w:spacing w:line="300" w:lineRule="atLeast"/>
              <w:ind w:left="-74" w:right="-96"/>
              <w:rPr>
                <w:b/>
                <w:bCs/>
                <w:sz w:val="22"/>
                <w:szCs w:val="22"/>
              </w:rPr>
            </w:pPr>
            <w:r w:rsidRPr="00E13865">
              <w:rPr>
                <w:b/>
                <w:bCs/>
                <w:sz w:val="22"/>
                <w:szCs w:val="22"/>
              </w:rPr>
              <w:t>-</w:t>
            </w:r>
          </w:p>
        </w:tc>
        <w:tc>
          <w:tcPr>
            <w:tcW w:w="178" w:type="dxa"/>
          </w:tcPr>
          <w:p w14:paraId="62AAD149" w14:textId="77777777" w:rsidR="00E13865" w:rsidRPr="00E13865" w:rsidRDefault="00E13865" w:rsidP="00E13865">
            <w:pPr>
              <w:pStyle w:val="acctfourfigures"/>
              <w:spacing w:line="300" w:lineRule="atLeast"/>
              <w:jc w:val="center"/>
              <w:rPr>
                <w:b/>
                <w:bCs/>
                <w:szCs w:val="22"/>
              </w:rPr>
            </w:pPr>
          </w:p>
        </w:tc>
        <w:tc>
          <w:tcPr>
            <w:tcW w:w="1446" w:type="dxa"/>
            <w:tcBorders>
              <w:top w:val="single" w:sz="4" w:space="0" w:color="auto"/>
              <w:bottom w:val="double" w:sz="4" w:space="0" w:color="auto"/>
            </w:tcBorders>
          </w:tcPr>
          <w:p w14:paraId="4E2BCCDD" w14:textId="3138BC87" w:rsidR="00E13865" w:rsidRPr="00E13865" w:rsidRDefault="00E13865" w:rsidP="00E13865">
            <w:pPr>
              <w:tabs>
                <w:tab w:val="decimal" w:pos="1178"/>
              </w:tabs>
              <w:spacing w:line="300" w:lineRule="atLeast"/>
              <w:ind w:left="-74" w:right="-96"/>
              <w:rPr>
                <w:b/>
                <w:bCs/>
                <w:sz w:val="22"/>
                <w:szCs w:val="22"/>
              </w:rPr>
            </w:pPr>
            <w:r w:rsidRPr="00E13865">
              <w:rPr>
                <w:b/>
                <w:bCs/>
                <w:sz w:val="22"/>
                <w:szCs w:val="22"/>
              </w:rPr>
              <w:t>2,456</w:t>
            </w:r>
          </w:p>
        </w:tc>
        <w:tc>
          <w:tcPr>
            <w:tcW w:w="178" w:type="dxa"/>
          </w:tcPr>
          <w:p w14:paraId="015F10FB" w14:textId="77777777" w:rsidR="00E13865" w:rsidRPr="00E13865" w:rsidRDefault="00E13865" w:rsidP="00E13865">
            <w:pPr>
              <w:pStyle w:val="acctfourfigures"/>
              <w:spacing w:line="300" w:lineRule="atLeast"/>
              <w:jc w:val="center"/>
              <w:rPr>
                <w:b/>
                <w:bCs/>
                <w:szCs w:val="22"/>
              </w:rPr>
            </w:pPr>
          </w:p>
        </w:tc>
        <w:tc>
          <w:tcPr>
            <w:tcW w:w="992" w:type="dxa"/>
          </w:tcPr>
          <w:p w14:paraId="371B26BB" w14:textId="3232B676" w:rsidR="00E13865" w:rsidRPr="00E13865" w:rsidRDefault="00E13865" w:rsidP="00E13865">
            <w:pPr>
              <w:tabs>
                <w:tab w:val="decimal" w:pos="561"/>
              </w:tabs>
              <w:spacing w:line="300" w:lineRule="atLeast"/>
              <w:ind w:left="-74" w:right="-96"/>
              <w:rPr>
                <w:sz w:val="22"/>
                <w:szCs w:val="22"/>
              </w:rPr>
            </w:pPr>
          </w:p>
        </w:tc>
        <w:tc>
          <w:tcPr>
            <w:tcW w:w="178" w:type="dxa"/>
          </w:tcPr>
          <w:p w14:paraId="27A99A98" w14:textId="77777777" w:rsidR="00E13865" w:rsidRPr="00E13865" w:rsidRDefault="00E13865" w:rsidP="00E13865">
            <w:pPr>
              <w:pStyle w:val="acctfourfigures"/>
              <w:spacing w:line="300" w:lineRule="atLeast"/>
              <w:jc w:val="center"/>
              <w:rPr>
                <w:b/>
                <w:bCs/>
                <w:szCs w:val="22"/>
              </w:rPr>
            </w:pPr>
          </w:p>
        </w:tc>
        <w:tc>
          <w:tcPr>
            <w:tcW w:w="1262" w:type="dxa"/>
          </w:tcPr>
          <w:p w14:paraId="309C832D" w14:textId="77777777" w:rsidR="00E13865" w:rsidRPr="00E13865" w:rsidRDefault="00E13865" w:rsidP="00E13865">
            <w:pPr>
              <w:tabs>
                <w:tab w:val="decimal" w:pos="1009"/>
              </w:tabs>
              <w:spacing w:line="300" w:lineRule="atLeast"/>
              <w:ind w:left="-74" w:right="-96"/>
              <w:rPr>
                <w:sz w:val="22"/>
                <w:szCs w:val="22"/>
              </w:rPr>
            </w:pPr>
          </w:p>
        </w:tc>
        <w:tc>
          <w:tcPr>
            <w:tcW w:w="180" w:type="dxa"/>
          </w:tcPr>
          <w:p w14:paraId="7F611389" w14:textId="77777777" w:rsidR="00E13865" w:rsidRPr="00E13865" w:rsidRDefault="00E13865" w:rsidP="00E13865">
            <w:pPr>
              <w:pStyle w:val="acctfourfigures"/>
              <w:spacing w:line="300" w:lineRule="atLeast"/>
              <w:jc w:val="center"/>
              <w:rPr>
                <w:b/>
                <w:bCs/>
                <w:szCs w:val="22"/>
              </w:rPr>
            </w:pPr>
          </w:p>
        </w:tc>
        <w:tc>
          <w:tcPr>
            <w:tcW w:w="990" w:type="dxa"/>
          </w:tcPr>
          <w:p w14:paraId="4A3765D5" w14:textId="147A4842" w:rsidR="00E13865" w:rsidRPr="00E13865" w:rsidRDefault="00E13865" w:rsidP="00E13865">
            <w:pPr>
              <w:tabs>
                <w:tab w:val="decimal" w:pos="561"/>
              </w:tabs>
              <w:spacing w:line="300" w:lineRule="atLeast"/>
              <w:ind w:left="-74" w:right="-96"/>
              <w:rPr>
                <w:sz w:val="22"/>
                <w:szCs w:val="22"/>
              </w:rPr>
            </w:pPr>
          </w:p>
        </w:tc>
        <w:tc>
          <w:tcPr>
            <w:tcW w:w="184" w:type="dxa"/>
          </w:tcPr>
          <w:p w14:paraId="4A4A67FB" w14:textId="77777777" w:rsidR="00E13865" w:rsidRPr="00E13865" w:rsidRDefault="00E13865" w:rsidP="00E13865">
            <w:pPr>
              <w:pStyle w:val="acctfourfigures"/>
              <w:spacing w:line="300" w:lineRule="atLeast"/>
              <w:rPr>
                <w:b/>
                <w:bCs/>
                <w:szCs w:val="22"/>
              </w:rPr>
            </w:pPr>
          </w:p>
        </w:tc>
        <w:tc>
          <w:tcPr>
            <w:tcW w:w="1348" w:type="dxa"/>
          </w:tcPr>
          <w:p w14:paraId="2383EC97" w14:textId="77777777" w:rsidR="00E13865" w:rsidRPr="00E13865" w:rsidRDefault="00E13865" w:rsidP="00E13865">
            <w:pPr>
              <w:tabs>
                <w:tab w:val="decimal" w:pos="1092"/>
              </w:tabs>
              <w:spacing w:line="300" w:lineRule="atLeast"/>
              <w:ind w:left="-74" w:right="-96"/>
              <w:rPr>
                <w:sz w:val="22"/>
                <w:szCs w:val="22"/>
              </w:rPr>
            </w:pPr>
          </w:p>
        </w:tc>
      </w:tr>
      <w:tr w:rsidR="008E7188" w:rsidRPr="00D20838" w14:paraId="3B2B6E06" w14:textId="77777777" w:rsidTr="00253F91">
        <w:trPr>
          <w:cantSplit/>
        </w:trPr>
        <w:tc>
          <w:tcPr>
            <w:tcW w:w="3960" w:type="dxa"/>
          </w:tcPr>
          <w:p w14:paraId="1381C42C" w14:textId="77777777" w:rsidR="008E7188" w:rsidRPr="00D20838" w:rsidRDefault="008E7188" w:rsidP="001A05CA">
            <w:pPr>
              <w:tabs>
                <w:tab w:val="left" w:pos="100"/>
              </w:tabs>
              <w:spacing w:line="300" w:lineRule="atLeast"/>
              <w:ind w:left="100" w:hanging="100"/>
              <w:rPr>
                <w:b/>
                <w:bCs/>
                <w:sz w:val="22"/>
                <w:szCs w:val="22"/>
              </w:rPr>
            </w:pPr>
          </w:p>
        </w:tc>
        <w:tc>
          <w:tcPr>
            <w:tcW w:w="904" w:type="dxa"/>
          </w:tcPr>
          <w:p w14:paraId="744F824E" w14:textId="77777777" w:rsidR="008E7188" w:rsidRPr="00D20838" w:rsidRDefault="008E7188" w:rsidP="001A05CA">
            <w:pPr>
              <w:pStyle w:val="acctfourfigures"/>
              <w:spacing w:line="300" w:lineRule="atLeast"/>
              <w:jc w:val="center"/>
              <w:rPr>
                <w:szCs w:val="22"/>
              </w:rPr>
            </w:pPr>
          </w:p>
        </w:tc>
        <w:tc>
          <w:tcPr>
            <w:tcW w:w="1436" w:type="dxa"/>
            <w:tcBorders>
              <w:top w:val="double" w:sz="4" w:space="0" w:color="auto"/>
            </w:tcBorders>
            <w:vAlign w:val="bottom"/>
          </w:tcPr>
          <w:p w14:paraId="2946DEA0" w14:textId="77777777" w:rsidR="008E7188" w:rsidRPr="00D20838" w:rsidRDefault="008E7188" w:rsidP="001A05CA">
            <w:pPr>
              <w:spacing w:line="300" w:lineRule="atLeast"/>
              <w:ind w:left="-108" w:right="94"/>
              <w:jc w:val="right"/>
              <w:rPr>
                <w:sz w:val="22"/>
                <w:szCs w:val="22"/>
              </w:rPr>
            </w:pPr>
          </w:p>
        </w:tc>
        <w:tc>
          <w:tcPr>
            <w:tcW w:w="178" w:type="dxa"/>
            <w:vAlign w:val="bottom"/>
          </w:tcPr>
          <w:p w14:paraId="1ED7765F" w14:textId="77777777" w:rsidR="008E7188" w:rsidRPr="00D20838" w:rsidRDefault="008E7188" w:rsidP="001A05CA">
            <w:pPr>
              <w:pStyle w:val="acctfourfigures"/>
              <w:spacing w:line="300" w:lineRule="atLeast"/>
              <w:jc w:val="center"/>
              <w:rPr>
                <w:szCs w:val="22"/>
              </w:rPr>
            </w:pPr>
          </w:p>
        </w:tc>
        <w:tc>
          <w:tcPr>
            <w:tcW w:w="1440" w:type="dxa"/>
            <w:tcBorders>
              <w:top w:val="double" w:sz="4" w:space="0" w:color="auto"/>
            </w:tcBorders>
            <w:vAlign w:val="bottom"/>
          </w:tcPr>
          <w:p w14:paraId="4AE4D09C" w14:textId="77777777" w:rsidR="008E7188" w:rsidRPr="00D20838" w:rsidRDefault="008E7188" w:rsidP="001A05CA">
            <w:pPr>
              <w:pStyle w:val="acctfourfigures"/>
              <w:spacing w:line="300" w:lineRule="atLeast"/>
              <w:jc w:val="center"/>
              <w:rPr>
                <w:szCs w:val="22"/>
              </w:rPr>
            </w:pPr>
          </w:p>
        </w:tc>
        <w:tc>
          <w:tcPr>
            <w:tcW w:w="178" w:type="dxa"/>
            <w:vAlign w:val="bottom"/>
          </w:tcPr>
          <w:p w14:paraId="4723D00E" w14:textId="77777777" w:rsidR="008E7188" w:rsidRPr="00D20838" w:rsidRDefault="008E7188" w:rsidP="001A05CA">
            <w:pPr>
              <w:pStyle w:val="acctfourfigures"/>
              <w:spacing w:line="300" w:lineRule="atLeast"/>
              <w:jc w:val="center"/>
              <w:rPr>
                <w:szCs w:val="22"/>
              </w:rPr>
            </w:pPr>
          </w:p>
        </w:tc>
        <w:tc>
          <w:tcPr>
            <w:tcW w:w="1446" w:type="dxa"/>
            <w:tcBorders>
              <w:top w:val="double" w:sz="4" w:space="0" w:color="auto"/>
            </w:tcBorders>
            <w:vAlign w:val="bottom"/>
          </w:tcPr>
          <w:p w14:paraId="43F18BB1" w14:textId="77777777" w:rsidR="008E7188" w:rsidRPr="00D20838" w:rsidRDefault="008E7188" w:rsidP="001A05CA">
            <w:pPr>
              <w:tabs>
                <w:tab w:val="decimal" w:pos="1178"/>
              </w:tabs>
              <w:spacing w:line="300" w:lineRule="atLeast"/>
              <w:ind w:left="-74" w:right="-96"/>
              <w:rPr>
                <w:sz w:val="22"/>
                <w:szCs w:val="22"/>
              </w:rPr>
            </w:pPr>
          </w:p>
        </w:tc>
        <w:tc>
          <w:tcPr>
            <w:tcW w:w="178" w:type="dxa"/>
            <w:vAlign w:val="bottom"/>
          </w:tcPr>
          <w:p w14:paraId="2488E0A4" w14:textId="77777777" w:rsidR="008E7188" w:rsidRPr="00D20838" w:rsidRDefault="008E7188" w:rsidP="001A05CA">
            <w:pPr>
              <w:pStyle w:val="acctfourfigures"/>
              <w:spacing w:line="300" w:lineRule="atLeast"/>
              <w:jc w:val="center"/>
              <w:rPr>
                <w:szCs w:val="22"/>
              </w:rPr>
            </w:pPr>
          </w:p>
        </w:tc>
        <w:tc>
          <w:tcPr>
            <w:tcW w:w="992" w:type="dxa"/>
            <w:vAlign w:val="bottom"/>
          </w:tcPr>
          <w:p w14:paraId="321EB72A" w14:textId="77777777" w:rsidR="008E7188" w:rsidRPr="00D20838" w:rsidRDefault="008E7188" w:rsidP="001A05CA">
            <w:pPr>
              <w:tabs>
                <w:tab w:val="decimal" w:pos="561"/>
              </w:tabs>
              <w:spacing w:line="300" w:lineRule="atLeast"/>
              <w:ind w:left="-74" w:right="-96"/>
              <w:rPr>
                <w:sz w:val="22"/>
                <w:szCs w:val="22"/>
              </w:rPr>
            </w:pPr>
          </w:p>
        </w:tc>
        <w:tc>
          <w:tcPr>
            <w:tcW w:w="178" w:type="dxa"/>
            <w:vAlign w:val="bottom"/>
          </w:tcPr>
          <w:p w14:paraId="5F6599F3" w14:textId="77777777" w:rsidR="008E7188" w:rsidRPr="00D20838" w:rsidRDefault="008E7188" w:rsidP="001A05CA">
            <w:pPr>
              <w:pStyle w:val="acctfourfigures"/>
              <w:spacing w:line="300" w:lineRule="atLeast"/>
              <w:jc w:val="center"/>
              <w:rPr>
                <w:szCs w:val="22"/>
              </w:rPr>
            </w:pPr>
          </w:p>
        </w:tc>
        <w:tc>
          <w:tcPr>
            <w:tcW w:w="1262" w:type="dxa"/>
            <w:vAlign w:val="bottom"/>
          </w:tcPr>
          <w:p w14:paraId="57CFFB5C" w14:textId="77777777" w:rsidR="008E7188" w:rsidRPr="00D20838" w:rsidRDefault="008E7188" w:rsidP="001A05CA">
            <w:pPr>
              <w:tabs>
                <w:tab w:val="decimal" w:pos="1009"/>
              </w:tabs>
              <w:spacing w:line="300" w:lineRule="atLeast"/>
              <w:ind w:left="-74" w:right="-96"/>
              <w:rPr>
                <w:sz w:val="22"/>
                <w:szCs w:val="22"/>
              </w:rPr>
            </w:pPr>
          </w:p>
        </w:tc>
        <w:tc>
          <w:tcPr>
            <w:tcW w:w="180" w:type="dxa"/>
            <w:vAlign w:val="bottom"/>
          </w:tcPr>
          <w:p w14:paraId="60EACA77" w14:textId="77777777" w:rsidR="008E7188" w:rsidRPr="00D20838" w:rsidRDefault="008E7188" w:rsidP="001A05CA">
            <w:pPr>
              <w:pStyle w:val="acctfourfigures"/>
              <w:spacing w:line="300" w:lineRule="atLeast"/>
              <w:jc w:val="center"/>
              <w:rPr>
                <w:szCs w:val="22"/>
              </w:rPr>
            </w:pPr>
          </w:p>
        </w:tc>
        <w:tc>
          <w:tcPr>
            <w:tcW w:w="990" w:type="dxa"/>
            <w:vAlign w:val="bottom"/>
          </w:tcPr>
          <w:p w14:paraId="2A663377" w14:textId="77777777" w:rsidR="008E7188" w:rsidRPr="00D20838" w:rsidRDefault="008E7188" w:rsidP="001A05CA">
            <w:pPr>
              <w:tabs>
                <w:tab w:val="decimal" w:pos="561"/>
              </w:tabs>
              <w:spacing w:line="300" w:lineRule="atLeast"/>
              <w:ind w:left="-74" w:right="-96"/>
              <w:rPr>
                <w:sz w:val="22"/>
                <w:szCs w:val="22"/>
              </w:rPr>
            </w:pPr>
          </w:p>
        </w:tc>
        <w:tc>
          <w:tcPr>
            <w:tcW w:w="184" w:type="dxa"/>
            <w:vAlign w:val="bottom"/>
          </w:tcPr>
          <w:p w14:paraId="2DD115DA" w14:textId="77777777" w:rsidR="008E7188" w:rsidRPr="00D20838" w:rsidRDefault="008E7188" w:rsidP="001A05CA">
            <w:pPr>
              <w:pStyle w:val="acctfourfigures"/>
              <w:spacing w:line="300" w:lineRule="atLeast"/>
              <w:rPr>
                <w:szCs w:val="22"/>
              </w:rPr>
            </w:pPr>
          </w:p>
        </w:tc>
        <w:tc>
          <w:tcPr>
            <w:tcW w:w="1348" w:type="dxa"/>
            <w:vAlign w:val="bottom"/>
          </w:tcPr>
          <w:p w14:paraId="494019D2" w14:textId="77777777" w:rsidR="008E7188" w:rsidRPr="00D20838" w:rsidRDefault="008E7188" w:rsidP="001A05CA">
            <w:pPr>
              <w:tabs>
                <w:tab w:val="decimal" w:pos="1092"/>
              </w:tabs>
              <w:spacing w:line="300" w:lineRule="atLeast"/>
              <w:ind w:left="-74" w:right="-96"/>
              <w:rPr>
                <w:sz w:val="22"/>
                <w:szCs w:val="22"/>
              </w:rPr>
            </w:pPr>
          </w:p>
        </w:tc>
      </w:tr>
      <w:tr w:rsidR="008E7188" w:rsidRPr="00EF3F91" w14:paraId="50E08334" w14:textId="77777777" w:rsidTr="00253F91">
        <w:trPr>
          <w:cantSplit/>
          <w:trHeight w:val="60"/>
          <w:tblHeader/>
        </w:trPr>
        <w:tc>
          <w:tcPr>
            <w:tcW w:w="3960" w:type="dxa"/>
            <w:vAlign w:val="bottom"/>
          </w:tcPr>
          <w:p w14:paraId="4C6418DA" w14:textId="449CDDFF" w:rsidR="008E7188" w:rsidRPr="00EF3F91" w:rsidRDefault="008E7188" w:rsidP="001A05CA">
            <w:pPr>
              <w:tabs>
                <w:tab w:val="left" w:pos="100"/>
              </w:tabs>
              <w:spacing w:line="300" w:lineRule="atLeast"/>
              <w:ind w:left="100" w:hanging="100"/>
              <w:rPr>
                <w:b/>
                <w:bCs/>
                <w:i/>
                <w:iCs/>
                <w:sz w:val="22"/>
                <w:szCs w:val="22"/>
              </w:rPr>
            </w:pPr>
            <w:r w:rsidRPr="00EF3F91">
              <w:rPr>
                <w:b/>
                <w:bCs/>
                <w:i/>
                <w:iCs/>
                <w:sz w:val="22"/>
                <w:szCs w:val="22"/>
              </w:rPr>
              <w:t>At 31 December 202</w:t>
            </w:r>
            <w:r w:rsidR="002D120D">
              <w:rPr>
                <w:b/>
                <w:bCs/>
                <w:i/>
                <w:iCs/>
                <w:sz w:val="22"/>
                <w:szCs w:val="22"/>
              </w:rPr>
              <w:t>4</w:t>
            </w:r>
          </w:p>
        </w:tc>
        <w:tc>
          <w:tcPr>
            <w:tcW w:w="904" w:type="dxa"/>
            <w:vAlign w:val="bottom"/>
          </w:tcPr>
          <w:p w14:paraId="371A3551" w14:textId="77777777" w:rsidR="008E7188" w:rsidRPr="00EF3F91" w:rsidRDefault="008E7188" w:rsidP="001A05CA">
            <w:pPr>
              <w:pStyle w:val="acctcolumnheading"/>
              <w:spacing w:after="0" w:line="300" w:lineRule="atLeast"/>
              <w:ind w:left="-79" w:right="-79"/>
              <w:rPr>
                <w:i/>
                <w:iCs/>
                <w:szCs w:val="22"/>
                <w:lang w:bidi="th-TH"/>
              </w:rPr>
            </w:pPr>
          </w:p>
        </w:tc>
        <w:tc>
          <w:tcPr>
            <w:tcW w:w="9990" w:type="dxa"/>
            <w:gridSpan w:val="13"/>
            <w:vAlign w:val="bottom"/>
          </w:tcPr>
          <w:p w14:paraId="037C4144" w14:textId="77777777" w:rsidR="008E7188" w:rsidRPr="00EF3F91" w:rsidRDefault="008E7188" w:rsidP="001A05CA">
            <w:pPr>
              <w:pStyle w:val="acctcolumnheading"/>
              <w:spacing w:after="0" w:line="300" w:lineRule="atLeast"/>
              <w:ind w:left="-79" w:right="-79"/>
              <w:rPr>
                <w:i/>
                <w:iCs/>
                <w:szCs w:val="22"/>
              </w:rPr>
            </w:pPr>
          </w:p>
        </w:tc>
      </w:tr>
      <w:tr w:rsidR="008E7188" w:rsidRPr="00EF3F91" w14:paraId="7EF67F3D" w14:textId="77777777" w:rsidTr="00253F91">
        <w:trPr>
          <w:cantSplit/>
        </w:trPr>
        <w:tc>
          <w:tcPr>
            <w:tcW w:w="3960" w:type="dxa"/>
          </w:tcPr>
          <w:p w14:paraId="5605D999" w14:textId="7D234C6F" w:rsidR="008E7188" w:rsidRPr="00810B22" w:rsidRDefault="008E7188" w:rsidP="001A05CA">
            <w:pPr>
              <w:tabs>
                <w:tab w:val="left" w:pos="100"/>
              </w:tabs>
              <w:spacing w:line="300" w:lineRule="atLeast"/>
              <w:ind w:left="100" w:hanging="100"/>
              <w:rPr>
                <w:rFonts w:cs="Angsana New"/>
                <w:b/>
                <w:bCs/>
                <w:i/>
                <w:iCs/>
                <w:sz w:val="22"/>
                <w:szCs w:val="28"/>
              </w:rPr>
            </w:pPr>
            <w:r w:rsidRPr="00EF3F91">
              <w:rPr>
                <w:b/>
                <w:bCs/>
                <w:i/>
                <w:iCs/>
                <w:sz w:val="22"/>
                <w:szCs w:val="22"/>
              </w:rPr>
              <w:t xml:space="preserve">Financial </w:t>
            </w:r>
            <w:r w:rsidR="00810B22">
              <w:rPr>
                <w:rFonts w:cs="Angsana New"/>
                <w:b/>
                <w:bCs/>
                <w:i/>
                <w:iCs/>
                <w:sz w:val="22"/>
                <w:szCs w:val="28"/>
              </w:rPr>
              <w:t>liabilities</w:t>
            </w:r>
          </w:p>
        </w:tc>
        <w:tc>
          <w:tcPr>
            <w:tcW w:w="904" w:type="dxa"/>
          </w:tcPr>
          <w:p w14:paraId="3979A5B6" w14:textId="45B5AB17" w:rsidR="008E7188" w:rsidRPr="00EF3F91" w:rsidRDefault="008E7188" w:rsidP="001A05CA">
            <w:pPr>
              <w:pStyle w:val="acctfourfigures"/>
              <w:spacing w:line="300" w:lineRule="atLeast"/>
              <w:rPr>
                <w:szCs w:val="22"/>
              </w:rPr>
            </w:pPr>
          </w:p>
        </w:tc>
        <w:tc>
          <w:tcPr>
            <w:tcW w:w="1436" w:type="dxa"/>
          </w:tcPr>
          <w:p w14:paraId="0AD71CE0" w14:textId="77777777" w:rsidR="008E7188" w:rsidRPr="00EF3F91" w:rsidRDefault="008E7188" w:rsidP="001A05CA">
            <w:pPr>
              <w:pStyle w:val="acctfourfigures"/>
              <w:spacing w:line="300" w:lineRule="atLeast"/>
              <w:jc w:val="center"/>
              <w:rPr>
                <w:szCs w:val="22"/>
              </w:rPr>
            </w:pPr>
          </w:p>
        </w:tc>
        <w:tc>
          <w:tcPr>
            <w:tcW w:w="178" w:type="dxa"/>
            <w:vAlign w:val="bottom"/>
          </w:tcPr>
          <w:p w14:paraId="797B641C" w14:textId="77777777" w:rsidR="008E7188" w:rsidRPr="00EF3F91" w:rsidRDefault="008E7188" w:rsidP="001A05CA">
            <w:pPr>
              <w:pStyle w:val="acctfourfigures"/>
              <w:spacing w:line="300" w:lineRule="atLeast"/>
              <w:jc w:val="center"/>
              <w:rPr>
                <w:szCs w:val="22"/>
              </w:rPr>
            </w:pPr>
          </w:p>
        </w:tc>
        <w:tc>
          <w:tcPr>
            <w:tcW w:w="1440" w:type="dxa"/>
            <w:vAlign w:val="bottom"/>
          </w:tcPr>
          <w:p w14:paraId="0DBC82DB" w14:textId="77777777" w:rsidR="008E7188" w:rsidRPr="00EF3F91" w:rsidRDefault="008E7188" w:rsidP="001A05CA">
            <w:pPr>
              <w:pStyle w:val="acctfourfigures"/>
              <w:spacing w:line="300" w:lineRule="atLeast"/>
              <w:jc w:val="center"/>
              <w:rPr>
                <w:szCs w:val="22"/>
              </w:rPr>
            </w:pPr>
          </w:p>
        </w:tc>
        <w:tc>
          <w:tcPr>
            <w:tcW w:w="178" w:type="dxa"/>
            <w:vAlign w:val="bottom"/>
          </w:tcPr>
          <w:p w14:paraId="13F4C8A1" w14:textId="77777777" w:rsidR="008E7188" w:rsidRPr="00EF3F91" w:rsidRDefault="008E7188" w:rsidP="001A05CA">
            <w:pPr>
              <w:pStyle w:val="acctfourfigures"/>
              <w:spacing w:line="300" w:lineRule="atLeast"/>
              <w:jc w:val="center"/>
              <w:rPr>
                <w:szCs w:val="22"/>
              </w:rPr>
            </w:pPr>
          </w:p>
        </w:tc>
        <w:tc>
          <w:tcPr>
            <w:tcW w:w="1446" w:type="dxa"/>
            <w:vAlign w:val="bottom"/>
          </w:tcPr>
          <w:p w14:paraId="30C17D64" w14:textId="77777777" w:rsidR="008E7188" w:rsidRPr="00EF3F91" w:rsidRDefault="008E7188" w:rsidP="001A05CA">
            <w:pPr>
              <w:pStyle w:val="acctfourfigures"/>
              <w:spacing w:line="300" w:lineRule="atLeast"/>
              <w:jc w:val="center"/>
              <w:rPr>
                <w:szCs w:val="22"/>
              </w:rPr>
            </w:pPr>
          </w:p>
        </w:tc>
        <w:tc>
          <w:tcPr>
            <w:tcW w:w="178" w:type="dxa"/>
            <w:vAlign w:val="bottom"/>
          </w:tcPr>
          <w:p w14:paraId="09F421F3" w14:textId="77777777" w:rsidR="008E7188" w:rsidRPr="00EF3F91" w:rsidRDefault="008E7188" w:rsidP="001A05CA">
            <w:pPr>
              <w:pStyle w:val="acctfourfigures"/>
              <w:spacing w:line="300" w:lineRule="atLeast"/>
              <w:jc w:val="center"/>
              <w:rPr>
                <w:szCs w:val="22"/>
              </w:rPr>
            </w:pPr>
          </w:p>
        </w:tc>
        <w:tc>
          <w:tcPr>
            <w:tcW w:w="992" w:type="dxa"/>
            <w:vAlign w:val="bottom"/>
          </w:tcPr>
          <w:p w14:paraId="75C718BA" w14:textId="77777777" w:rsidR="008E7188" w:rsidRPr="00EF3F91" w:rsidRDefault="008E7188" w:rsidP="001A05CA">
            <w:pPr>
              <w:pStyle w:val="acctfourfigures"/>
              <w:spacing w:line="300" w:lineRule="atLeast"/>
              <w:jc w:val="center"/>
              <w:rPr>
                <w:szCs w:val="22"/>
              </w:rPr>
            </w:pPr>
          </w:p>
        </w:tc>
        <w:tc>
          <w:tcPr>
            <w:tcW w:w="178" w:type="dxa"/>
            <w:vAlign w:val="bottom"/>
          </w:tcPr>
          <w:p w14:paraId="720C9346" w14:textId="77777777" w:rsidR="008E7188" w:rsidRPr="00EF3F91" w:rsidRDefault="008E7188" w:rsidP="001A05CA">
            <w:pPr>
              <w:pStyle w:val="acctfourfigures"/>
              <w:spacing w:line="300" w:lineRule="atLeast"/>
              <w:jc w:val="center"/>
              <w:rPr>
                <w:szCs w:val="22"/>
              </w:rPr>
            </w:pPr>
          </w:p>
        </w:tc>
        <w:tc>
          <w:tcPr>
            <w:tcW w:w="1262" w:type="dxa"/>
            <w:vAlign w:val="bottom"/>
          </w:tcPr>
          <w:p w14:paraId="677AE06F" w14:textId="77777777" w:rsidR="008E7188" w:rsidRPr="00EF3F91" w:rsidRDefault="008E7188" w:rsidP="001A05CA">
            <w:pPr>
              <w:pStyle w:val="acctfourfigures"/>
              <w:spacing w:line="300" w:lineRule="atLeast"/>
              <w:jc w:val="center"/>
              <w:rPr>
                <w:szCs w:val="22"/>
              </w:rPr>
            </w:pPr>
          </w:p>
        </w:tc>
        <w:tc>
          <w:tcPr>
            <w:tcW w:w="180" w:type="dxa"/>
            <w:vAlign w:val="bottom"/>
          </w:tcPr>
          <w:p w14:paraId="7000F3D7" w14:textId="77777777" w:rsidR="008E7188" w:rsidRPr="00EF3F91" w:rsidRDefault="008E7188" w:rsidP="001A05CA">
            <w:pPr>
              <w:pStyle w:val="acctfourfigures"/>
              <w:spacing w:line="300" w:lineRule="atLeast"/>
              <w:jc w:val="center"/>
              <w:rPr>
                <w:szCs w:val="22"/>
              </w:rPr>
            </w:pPr>
          </w:p>
        </w:tc>
        <w:tc>
          <w:tcPr>
            <w:tcW w:w="990" w:type="dxa"/>
            <w:vAlign w:val="bottom"/>
          </w:tcPr>
          <w:p w14:paraId="6F97600F" w14:textId="77777777" w:rsidR="008E7188" w:rsidRPr="00EF3F91" w:rsidRDefault="008E7188" w:rsidP="001A05CA">
            <w:pPr>
              <w:pStyle w:val="acctfourfigures"/>
              <w:spacing w:line="300" w:lineRule="atLeast"/>
              <w:jc w:val="center"/>
              <w:rPr>
                <w:szCs w:val="22"/>
              </w:rPr>
            </w:pPr>
          </w:p>
        </w:tc>
        <w:tc>
          <w:tcPr>
            <w:tcW w:w="184" w:type="dxa"/>
          </w:tcPr>
          <w:p w14:paraId="1D4D2174" w14:textId="77777777" w:rsidR="008E7188" w:rsidRPr="00EF3F91" w:rsidRDefault="008E7188" w:rsidP="001A05CA">
            <w:pPr>
              <w:pStyle w:val="acctfourfigures"/>
              <w:spacing w:line="300" w:lineRule="atLeast"/>
              <w:jc w:val="center"/>
              <w:rPr>
                <w:szCs w:val="22"/>
              </w:rPr>
            </w:pPr>
          </w:p>
        </w:tc>
        <w:tc>
          <w:tcPr>
            <w:tcW w:w="1348" w:type="dxa"/>
          </w:tcPr>
          <w:p w14:paraId="33091850" w14:textId="77777777" w:rsidR="008E7188" w:rsidRPr="00EF3F91" w:rsidRDefault="008E7188" w:rsidP="001A05CA">
            <w:pPr>
              <w:pStyle w:val="acctfourfigures"/>
              <w:spacing w:line="300" w:lineRule="atLeast"/>
              <w:jc w:val="center"/>
              <w:rPr>
                <w:szCs w:val="22"/>
              </w:rPr>
            </w:pPr>
          </w:p>
        </w:tc>
      </w:tr>
      <w:tr w:rsidR="008E7188" w:rsidRPr="00EF3F91" w14:paraId="13D3BA84" w14:textId="77777777" w:rsidTr="00253F91">
        <w:trPr>
          <w:cantSplit/>
        </w:trPr>
        <w:tc>
          <w:tcPr>
            <w:tcW w:w="3960" w:type="dxa"/>
          </w:tcPr>
          <w:p w14:paraId="517C409E" w14:textId="5296B153" w:rsidR="008E7188" w:rsidRPr="00EF3F91" w:rsidRDefault="008E7188" w:rsidP="001A05CA">
            <w:pPr>
              <w:tabs>
                <w:tab w:val="left" w:pos="100"/>
              </w:tabs>
              <w:spacing w:line="300" w:lineRule="atLeast"/>
              <w:ind w:left="100" w:hanging="100"/>
              <w:rPr>
                <w:sz w:val="22"/>
                <w:szCs w:val="22"/>
              </w:rPr>
            </w:pPr>
            <w:r w:rsidRPr="00EF3F91">
              <w:rPr>
                <w:sz w:val="22"/>
                <w:szCs w:val="22"/>
              </w:rPr>
              <w:t xml:space="preserve">Other financial </w:t>
            </w:r>
            <w:r w:rsidR="00810B22">
              <w:rPr>
                <w:sz w:val="22"/>
                <w:szCs w:val="22"/>
              </w:rPr>
              <w:t>liabilities</w:t>
            </w:r>
            <w:r w:rsidRPr="00EF3F91">
              <w:rPr>
                <w:sz w:val="22"/>
                <w:szCs w:val="22"/>
              </w:rPr>
              <w:t>:</w:t>
            </w:r>
          </w:p>
        </w:tc>
        <w:tc>
          <w:tcPr>
            <w:tcW w:w="904" w:type="dxa"/>
          </w:tcPr>
          <w:p w14:paraId="26C7D82C" w14:textId="77777777" w:rsidR="008E7188" w:rsidRPr="00EF3F91" w:rsidRDefault="008E7188" w:rsidP="001A05CA">
            <w:pPr>
              <w:pStyle w:val="acctfourfigures"/>
              <w:spacing w:line="300" w:lineRule="atLeast"/>
              <w:jc w:val="center"/>
              <w:rPr>
                <w:szCs w:val="22"/>
              </w:rPr>
            </w:pPr>
          </w:p>
        </w:tc>
        <w:tc>
          <w:tcPr>
            <w:tcW w:w="1436" w:type="dxa"/>
            <w:vAlign w:val="bottom"/>
          </w:tcPr>
          <w:p w14:paraId="5BBCE39A" w14:textId="77777777" w:rsidR="008E7188" w:rsidRPr="00EF3F91" w:rsidRDefault="008E7188" w:rsidP="001A05CA">
            <w:pPr>
              <w:pStyle w:val="acctfourfigures"/>
              <w:spacing w:line="300" w:lineRule="atLeast"/>
              <w:jc w:val="center"/>
              <w:rPr>
                <w:szCs w:val="22"/>
              </w:rPr>
            </w:pPr>
          </w:p>
        </w:tc>
        <w:tc>
          <w:tcPr>
            <w:tcW w:w="178" w:type="dxa"/>
            <w:vAlign w:val="bottom"/>
          </w:tcPr>
          <w:p w14:paraId="7874800E" w14:textId="77777777" w:rsidR="008E7188" w:rsidRPr="00EF3F91" w:rsidRDefault="008E7188" w:rsidP="001A05CA">
            <w:pPr>
              <w:pStyle w:val="acctfourfigures"/>
              <w:spacing w:line="300" w:lineRule="atLeast"/>
              <w:jc w:val="center"/>
              <w:rPr>
                <w:szCs w:val="22"/>
              </w:rPr>
            </w:pPr>
          </w:p>
        </w:tc>
        <w:tc>
          <w:tcPr>
            <w:tcW w:w="1440" w:type="dxa"/>
            <w:vAlign w:val="bottom"/>
          </w:tcPr>
          <w:p w14:paraId="2861959E" w14:textId="77777777" w:rsidR="008E7188" w:rsidRPr="00EF3F91" w:rsidRDefault="008E7188" w:rsidP="001A05CA">
            <w:pPr>
              <w:pStyle w:val="acctfourfigures"/>
              <w:spacing w:line="300" w:lineRule="atLeast"/>
              <w:jc w:val="center"/>
              <w:rPr>
                <w:szCs w:val="22"/>
              </w:rPr>
            </w:pPr>
          </w:p>
        </w:tc>
        <w:tc>
          <w:tcPr>
            <w:tcW w:w="178" w:type="dxa"/>
            <w:vAlign w:val="bottom"/>
          </w:tcPr>
          <w:p w14:paraId="42B5A40B" w14:textId="77777777" w:rsidR="008E7188" w:rsidRPr="00EF3F91" w:rsidRDefault="008E7188" w:rsidP="001A05CA">
            <w:pPr>
              <w:pStyle w:val="acctfourfigures"/>
              <w:spacing w:line="300" w:lineRule="atLeast"/>
              <w:jc w:val="center"/>
              <w:rPr>
                <w:szCs w:val="22"/>
              </w:rPr>
            </w:pPr>
          </w:p>
        </w:tc>
        <w:tc>
          <w:tcPr>
            <w:tcW w:w="1446" w:type="dxa"/>
            <w:vAlign w:val="bottom"/>
          </w:tcPr>
          <w:p w14:paraId="4D630513" w14:textId="77777777" w:rsidR="008E7188" w:rsidRPr="00EF3F91" w:rsidRDefault="008E7188" w:rsidP="001A05CA">
            <w:pPr>
              <w:pStyle w:val="acctfourfigures"/>
              <w:spacing w:line="300" w:lineRule="atLeast"/>
              <w:jc w:val="center"/>
              <w:rPr>
                <w:szCs w:val="22"/>
              </w:rPr>
            </w:pPr>
          </w:p>
        </w:tc>
        <w:tc>
          <w:tcPr>
            <w:tcW w:w="178" w:type="dxa"/>
            <w:vAlign w:val="bottom"/>
          </w:tcPr>
          <w:p w14:paraId="6AC683E4" w14:textId="77777777" w:rsidR="008E7188" w:rsidRPr="00EF3F91" w:rsidRDefault="008E7188" w:rsidP="001A05CA">
            <w:pPr>
              <w:pStyle w:val="acctfourfigures"/>
              <w:spacing w:line="300" w:lineRule="atLeast"/>
              <w:jc w:val="center"/>
              <w:rPr>
                <w:szCs w:val="22"/>
              </w:rPr>
            </w:pPr>
          </w:p>
        </w:tc>
        <w:tc>
          <w:tcPr>
            <w:tcW w:w="992" w:type="dxa"/>
            <w:vAlign w:val="bottom"/>
          </w:tcPr>
          <w:p w14:paraId="5CBEA16F" w14:textId="77777777" w:rsidR="008E7188" w:rsidRPr="00EF3F91" w:rsidRDefault="008E7188" w:rsidP="001A05CA">
            <w:pPr>
              <w:pStyle w:val="acctfourfigures"/>
              <w:spacing w:line="300" w:lineRule="atLeast"/>
              <w:jc w:val="center"/>
              <w:rPr>
                <w:szCs w:val="22"/>
              </w:rPr>
            </w:pPr>
          </w:p>
        </w:tc>
        <w:tc>
          <w:tcPr>
            <w:tcW w:w="178" w:type="dxa"/>
            <w:vAlign w:val="bottom"/>
          </w:tcPr>
          <w:p w14:paraId="184416D6" w14:textId="77777777" w:rsidR="008E7188" w:rsidRPr="00EF3F91" w:rsidRDefault="008E7188" w:rsidP="001A05CA">
            <w:pPr>
              <w:pStyle w:val="acctfourfigures"/>
              <w:spacing w:line="300" w:lineRule="atLeast"/>
              <w:jc w:val="center"/>
              <w:rPr>
                <w:szCs w:val="22"/>
              </w:rPr>
            </w:pPr>
          </w:p>
        </w:tc>
        <w:tc>
          <w:tcPr>
            <w:tcW w:w="1262" w:type="dxa"/>
            <w:vAlign w:val="bottom"/>
          </w:tcPr>
          <w:p w14:paraId="072CDEB8" w14:textId="77777777" w:rsidR="008E7188" w:rsidRPr="00EF3F91" w:rsidRDefault="008E7188" w:rsidP="001A05CA">
            <w:pPr>
              <w:pStyle w:val="acctfourfigures"/>
              <w:spacing w:line="300" w:lineRule="atLeast"/>
              <w:jc w:val="center"/>
              <w:rPr>
                <w:szCs w:val="22"/>
              </w:rPr>
            </w:pPr>
          </w:p>
        </w:tc>
        <w:tc>
          <w:tcPr>
            <w:tcW w:w="180" w:type="dxa"/>
            <w:vAlign w:val="bottom"/>
          </w:tcPr>
          <w:p w14:paraId="5F68FD8D" w14:textId="77777777" w:rsidR="008E7188" w:rsidRPr="00EF3F91" w:rsidRDefault="008E7188" w:rsidP="001A05CA">
            <w:pPr>
              <w:pStyle w:val="acctfourfigures"/>
              <w:spacing w:line="300" w:lineRule="atLeast"/>
              <w:jc w:val="center"/>
              <w:rPr>
                <w:szCs w:val="22"/>
              </w:rPr>
            </w:pPr>
          </w:p>
        </w:tc>
        <w:tc>
          <w:tcPr>
            <w:tcW w:w="990" w:type="dxa"/>
            <w:vAlign w:val="bottom"/>
          </w:tcPr>
          <w:p w14:paraId="59D3F9B7" w14:textId="77777777" w:rsidR="008E7188" w:rsidRPr="00EF3F91" w:rsidRDefault="008E7188" w:rsidP="001A05CA">
            <w:pPr>
              <w:pStyle w:val="acctfourfigures"/>
              <w:spacing w:line="300" w:lineRule="atLeast"/>
              <w:jc w:val="center"/>
              <w:rPr>
                <w:szCs w:val="22"/>
              </w:rPr>
            </w:pPr>
          </w:p>
        </w:tc>
        <w:tc>
          <w:tcPr>
            <w:tcW w:w="184" w:type="dxa"/>
          </w:tcPr>
          <w:p w14:paraId="341FC61C" w14:textId="77777777" w:rsidR="008E7188" w:rsidRPr="00EF3F91" w:rsidRDefault="008E7188" w:rsidP="001A05CA">
            <w:pPr>
              <w:pStyle w:val="acctfourfigures"/>
              <w:spacing w:line="300" w:lineRule="atLeast"/>
              <w:jc w:val="center"/>
              <w:rPr>
                <w:szCs w:val="22"/>
              </w:rPr>
            </w:pPr>
          </w:p>
        </w:tc>
        <w:tc>
          <w:tcPr>
            <w:tcW w:w="1348" w:type="dxa"/>
          </w:tcPr>
          <w:p w14:paraId="41FFF7D7" w14:textId="77777777" w:rsidR="008E7188" w:rsidRPr="00EF3F91" w:rsidRDefault="008E7188" w:rsidP="001A05CA">
            <w:pPr>
              <w:pStyle w:val="acctfourfigures"/>
              <w:spacing w:line="300" w:lineRule="atLeast"/>
              <w:jc w:val="center"/>
              <w:rPr>
                <w:szCs w:val="22"/>
              </w:rPr>
            </w:pPr>
          </w:p>
        </w:tc>
      </w:tr>
      <w:tr w:rsidR="002D120D" w:rsidRPr="00EF3F91" w14:paraId="15F907B0" w14:textId="77777777" w:rsidTr="00253F91">
        <w:trPr>
          <w:cantSplit/>
        </w:trPr>
        <w:tc>
          <w:tcPr>
            <w:tcW w:w="3960" w:type="dxa"/>
          </w:tcPr>
          <w:p w14:paraId="09F8964E" w14:textId="2577F2A4" w:rsidR="002D120D" w:rsidRPr="00EF3F91" w:rsidRDefault="002D120D" w:rsidP="001A05CA">
            <w:pPr>
              <w:tabs>
                <w:tab w:val="left" w:pos="100"/>
              </w:tabs>
              <w:spacing w:line="300" w:lineRule="atLeast"/>
              <w:ind w:left="100" w:hanging="100"/>
              <w:rPr>
                <w:sz w:val="22"/>
                <w:szCs w:val="22"/>
              </w:rPr>
            </w:pPr>
            <w:r>
              <w:rPr>
                <w:sz w:val="22"/>
                <w:szCs w:val="22"/>
              </w:rPr>
              <w:t xml:space="preserve">  Forward currency exchange contracts</w:t>
            </w:r>
          </w:p>
        </w:tc>
        <w:tc>
          <w:tcPr>
            <w:tcW w:w="904" w:type="dxa"/>
          </w:tcPr>
          <w:p w14:paraId="20AAE782" w14:textId="0771FF3F" w:rsidR="002D120D" w:rsidRPr="00EF3F91" w:rsidRDefault="00663A47" w:rsidP="001A05CA">
            <w:pPr>
              <w:pStyle w:val="acctcolumnheading"/>
              <w:spacing w:after="0" w:line="300" w:lineRule="atLeast"/>
              <w:ind w:left="-79" w:right="-79"/>
              <w:rPr>
                <w:i/>
                <w:iCs/>
                <w:szCs w:val="22"/>
                <w:lang w:bidi="th-TH"/>
              </w:rPr>
            </w:pPr>
            <w:r>
              <w:rPr>
                <w:i/>
                <w:iCs/>
                <w:szCs w:val="22"/>
                <w:lang w:bidi="th-TH"/>
              </w:rPr>
              <w:t>1</w:t>
            </w:r>
            <w:r w:rsidR="00CF6A7D">
              <w:rPr>
                <w:i/>
                <w:iCs/>
                <w:szCs w:val="22"/>
                <w:lang w:bidi="th-TH"/>
              </w:rPr>
              <w:t>2</w:t>
            </w:r>
          </w:p>
        </w:tc>
        <w:tc>
          <w:tcPr>
            <w:tcW w:w="1436" w:type="dxa"/>
            <w:tcBorders>
              <w:bottom w:val="single" w:sz="4" w:space="0" w:color="auto"/>
            </w:tcBorders>
          </w:tcPr>
          <w:p w14:paraId="57803068" w14:textId="185D6010" w:rsidR="002D120D" w:rsidRPr="009A6021" w:rsidRDefault="002D120D" w:rsidP="001A05CA">
            <w:pPr>
              <w:tabs>
                <w:tab w:val="decimal" w:pos="1269"/>
              </w:tabs>
              <w:spacing w:line="300" w:lineRule="atLeast"/>
              <w:ind w:left="-74" w:right="-96"/>
              <w:rPr>
                <w:rFonts w:cstheme="minorBidi"/>
                <w:sz w:val="22"/>
                <w:szCs w:val="22"/>
              </w:rPr>
            </w:pPr>
            <w:r>
              <w:rPr>
                <w:sz w:val="22"/>
                <w:szCs w:val="22"/>
              </w:rPr>
              <w:t>143</w:t>
            </w:r>
          </w:p>
        </w:tc>
        <w:tc>
          <w:tcPr>
            <w:tcW w:w="178" w:type="dxa"/>
            <w:vAlign w:val="bottom"/>
          </w:tcPr>
          <w:p w14:paraId="6BCDD8E0" w14:textId="77777777" w:rsidR="002D120D" w:rsidRPr="00EF3F91" w:rsidRDefault="002D120D" w:rsidP="001A05CA">
            <w:pPr>
              <w:pStyle w:val="acctfourfigures"/>
              <w:spacing w:line="300" w:lineRule="atLeast"/>
              <w:jc w:val="center"/>
              <w:rPr>
                <w:szCs w:val="22"/>
              </w:rPr>
            </w:pPr>
          </w:p>
        </w:tc>
        <w:tc>
          <w:tcPr>
            <w:tcW w:w="1440" w:type="dxa"/>
            <w:tcBorders>
              <w:bottom w:val="single" w:sz="4" w:space="0" w:color="auto"/>
            </w:tcBorders>
          </w:tcPr>
          <w:p w14:paraId="5305F412" w14:textId="7C3EFE4C" w:rsidR="002D120D" w:rsidRPr="00EF3F91" w:rsidRDefault="002D120D" w:rsidP="001A05CA">
            <w:pPr>
              <w:tabs>
                <w:tab w:val="decimal" w:pos="912"/>
              </w:tabs>
              <w:spacing w:line="300" w:lineRule="atLeast"/>
              <w:ind w:left="-74" w:right="-96"/>
              <w:rPr>
                <w:sz w:val="22"/>
                <w:szCs w:val="22"/>
              </w:rPr>
            </w:pPr>
            <w:r>
              <w:rPr>
                <w:sz w:val="22"/>
                <w:szCs w:val="22"/>
              </w:rPr>
              <w:t>-</w:t>
            </w:r>
          </w:p>
        </w:tc>
        <w:tc>
          <w:tcPr>
            <w:tcW w:w="178" w:type="dxa"/>
            <w:vAlign w:val="bottom"/>
          </w:tcPr>
          <w:p w14:paraId="2671498E" w14:textId="77777777" w:rsidR="002D120D" w:rsidRPr="00EF3F91" w:rsidRDefault="002D120D" w:rsidP="001A05CA">
            <w:pPr>
              <w:pStyle w:val="acctfourfigures"/>
              <w:spacing w:line="300" w:lineRule="atLeast"/>
              <w:jc w:val="center"/>
              <w:rPr>
                <w:szCs w:val="22"/>
              </w:rPr>
            </w:pPr>
          </w:p>
        </w:tc>
        <w:tc>
          <w:tcPr>
            <w:tcW w:w="1446" w:type="dxa"/>
            <w:tcBorders>
              <w:bottom w:val="single" w:sz="4" w:space="0" w:color="auto"/>
            </w:tcBorders>
          </w:tcPr>
          <w:p w14:paraId="631F9F74" w14:textId="33378D41" w:rsidR="002D120D" w:rsidRPr="00EF3F91" w:rsidRDefault="002D120D" w:rsidP="001A05CA">
            <w:pPr>
              <w:tabs>
                <w:tab w:val="decimal" w:pos="1178"/>
              </w:tabs>
              <w:spacing w:line="300" w:lineRule="atLeast"/>
              <w:ind w:left="-74" w:right="-96"/>
              <w:rPr>
                <w:sz w:val="22"/>
                <w:szCs w:val="22"/>
              </w:rPr>
            </w:pPr>
            <w:r>
              <w:rPr>
                <w:sz w:val="22"/>
                <w:szCs w:val="22"/>
              </w:rPr>
              <w:t>143</w:t>
            </w:r>
          </w:p>
        </w:tc>
        <w:tc>
          <w:tcPr>
            <w:tcW w:w="178" w:type="dxa"/>
            <w:vAlign w:val="bottom"/>
          </w:tcPr>
          <w:p w14:paraId="4F35214C" w14:textId="77777777" w:rsidR="002D120D" w:rsidRPr="00EF3F91" w:rsidRDefault="002D120D" w:rsidP="001A05CA">
            <w:pPr>
              <w:pStyle w:val="acctfourfigures"/>
              <w:spacing w:line="300" w:lineRule="atLeast"/>
              <w:jc w:val="center"/>
              <w:rPr>
                <w:szCs w:val="22"/>
              </w:rPr>
            </w:pPr>
          </w:p>
        </w:tc>
        <w:tc>
          <w:tcPr>
            <w:tcW w:w="992" w:type="dxa"/>
            <w:vAlign w:val="bottom"/>
          </w:tcPr>
          <w:p w14:paraId="444B39A0" w14:textId="71B8A42A" w:rsidR="002D120D" w:rsidRPr="00EF3F91" w:rsidRDefault="002D120D" w:rsidP="001A05CA">
            <w:pPr>
              <w:tabs>
                <w:tab w:val="decimal" w:pos="550"/>
              </w:tabs>
              <w:spacing w:line="300" w:lineRule="atLeast"/>
              <w:ind w:left="-74" w:right="-96"/>
              <w:rPr>
                <w:sz w:val="22"/>
                <w:szCs w:val="22"/>
              </w:rPr>
            </w:pPr>
            <w:r>
              <w:rPr>
                <w:sz w:val="22"/>
                <w:szCs w:val="22"/>
              </w:rPr>
              <w:t>-</w:t>
            </w:r>
          </w:p>
        </w:tc>
        <w:tc>
          <w:tcPr>
            <w:tcW w:w="178" w:type="dxa"/>
            <w:vAlign w:val="bottom"/>
          </w:tcPr>
          <w:p w14:paraId="14EE80E0" w14:textId="77777777" w:rsidR="002D120D" w:rsidRPr="00EF3F91" w:rsidRDefault="002D120D" w:rsidP="001A05CA">
            <w:pPr>
              <w:pStyle w:val="acctfourfigures"/>
              <w:spacing w:line="300" w:lineRule="atLeast"/>
              <w:jc w:val="center"/>
              <w:rPr>
                <w:szCs w:val="22"/>
              </w:rPr>
            </w:pPr>
          </w:p>
        </w:tc>
        <w:tc>
          <w:tcPr>
            <w:tcW w:w="1262" w:type="dxa"/>
          </w:tcPr>
          <w:p w14:paraId="1CD2CB5F" w14:textId="31F47571" w:rsidR="002D120D" w:rsidRPr="00EF3F91" w:rsidRDefault="002D120D" w:rsidP="001A05CA">
            <w:pPr>
              <w:tabs>
                <w:tab w:val="decimal" w:pos="1008"/>
              </w:tabs>
              <w:spacing w:line="300" w:lineRule="atLeast"/>
              <w:ind w:left="-74" w:right="-96"/>
              <w:rPr>
                <w:sz w:val="22"/>
                <w:szCs w:val="22"/>
              </w:rPr>
            </w:pPr>
            <w:r>
              <w:rPr>
                <w:sz w:val="22"/>
                <w:szCs w:val="22"/>
              </w:rPr>
              <w:t>143</w:t>
            </w:r>
          </w:p>
        </w:tc>
        <w:tc>
          <w:tcPr>
            <w:tcW w:w="180" w:type="dxa"/>
            <w:vAlign w:val="bottom"/>
          </w:tcPr>
          <w:p w14:paraId="5DD0C59D" w14:textId="06628C13" w:rsidR="002D120D" w:rsidRPr="00EF3F91" w:rsidRDefault="002D120D" w:rsidP="001A05CA">
            <w:pPr>
              <w:pStyle w:val="acctfourfigures"/>
              <w:spacing w:line="300" w:lineRule="atLeast"/>
              <w:jc w:val="center"/>
              <w:rPr>
                <w:szCs w:val="22"/>
              </w:rPr>
            </w:pPr>
          </w:p>
        </w:tc>
        <w:tc>
          <w:tcPr>
            <w:tcW w:w="990" w:type="dxa"/>
            <w:vAlign w:val="bottom"/>
          </w:tcPr>
          <w:p w14:paraId="2D3A0A87" w14:textId="42EF49A0" w:rsidR="002D120D" w:rsidRPr="00EF3F91" w:rsidRDefault="002D120D" w:rsidP="001A05CA">
            <w:pPr>
              <w:tabs>
                <w:tab w:val="decimal" w:pos="561"/>
              </w:tabs>
              <w:spacing w:line="300" w:lineRule="atLeast"/>
              <w:ind w:left="-74" w:right="-96"/>
              <w:rPr>
                <w:sz w:val="22"/>
                <w:szCs w:val="22"/>
              </w:rPr>
            </w:pPr>
            <w:r>
              <w:rPr>
                <w:sz w:val="22"/>
                <w:szCs w:val="22"/>
              </w:rPr>
              <w:t>-</w:t>
            </w:r>
          </w:p>
        </w:tc>
        <w:tc>
          <w:tcPr>
            <w:tcW w:w="184" w:type="dxa"/>
            <w:vAlign w:val="bottom"/>
          </w:tcPr>
          <w:p w14:paraId="26B2A580" w14:textId="77777777" w:rsidR="002D120D" w:rsidRPr="00EF3F91" w:rsidRDefault="002D120D" w:rsidP="001A05CA">
            <w:pPr>
              <w:pStyle w:val="acctfourfigures"/>
              <w:spacing w:line="300" w:lineRule="atLeast"/>
              <w:rPr>
                <w:szCs w:val="22"/>
              </w:rPr>
            </w:pPr>
          </w:p>
        </w:tc>
        <w:tc>
          <w:tcPr>
            <w:tcW w:w="1348" w:type="dxa"/>
          </w:tcPr>
          <w:p w14:paraId="2E83EBC7" w14:textId="40067D03" w:rsidR="002D120D" w:rsidRPr="00EF3F91" w:rsidRDefault="002D120D" w:rsidP="001A05CA">
            <w:pPr>
              <w:tabs>
                <w:tab w:val="decimal" w:pos="1079"/>
              </w:tabs>
              <w:spacing w:line="300" w:lineRule="atLeast"/>
              <w:ind w:left="-74" w:right="-96"/>
              <w:rPr>
                <w:sz w:val="22"/>
                <w:szCs w:val="22"/>
              </w:rPr>
            </w:pPr>
            <w:r>
              <w:rPr>
                <w:sz w:val="22"/>
                <w:szCs w:val="22"/>
              </w:rPr>
              <w:t>143</w:t>
            </w:r>
          </w:p>
        </w:tc>
      </w:tr>
      <w:tr w:rsidR="002D120D" w:rsidRPr="00EF3F91" w14:paraId="08EC5C90" w14:textId="77777777" w:rsidTr="00253F91">
        <w:trPr>
          <w:cantSplit/>
        </w:trPr>
        <w:tc>
          <w:tcPr>
            <w:tcW w:w="3960" w:type="dxa"/>
          </w:tcPr>
          <w:p w14:paraId="0DA8AEFA" w14:textId="562DEA9C" w:rsidR="002D120D" w:rsidRPr="00EF3F91" w:rsidRDefault="002D120D" w:rsidP="001A05CA">
            <w:pPr>
              <w:spacing w:line="300" w:lineRule="atLeast"/>
              <w:ind w:left="100" w:firstLine="3"/>
              <w:rPr>
                <w:sz w:val="22"/>
                <w:szCs w:val="22"/>
              </w:rPr>
            </w:pPr>
            <w:r w:rsidRPr="00EF3F91">
              <w:rPr>
                <w:b/>
                <w:bCs/>
                <w:sz w:val="22"/>
                <w:szCs w:val="22"/>
              </w:rPr>
              <w:t xml:space="preserve">Total other financial </w:t>
            </w:r>
            <w:r w:rsidR="00810B22">
              <w:rPr>
                <w:b/>
                <w:bCs/>
                <w:sz w:val="22"/>
                <w:szCs w:val="22"/>
              </w:rPr>
              <w:t>liabilities</w:t>
            </w:r>
          </w:p>
        </w:tc>
        <w:tc>
          <w:tcPr>
            <w:tcW w:w="904" w:type="dxa"/>
          </w:tcPr>
          <w:p w14:paraId="1B4D5D9A" w14:textId="77777777" w:rsidR="002D120D" w:rsidRPr="00EF3F91" w:rsidRDefault="002D120D" w:rsidP="001A05CA">
            <w:pPr>
              <w:pStyle w:val="acctfourfigures"/>
              <w:spacing w:line="300" w:lineRule="atLeast"/>
              <w:jc w:val="center"/>
              <w:rPr>
                <w:szCs w:val="22"/>
              </w:rPr>
            </w:pPr>
          </w:p>
        </w:tc>
        <w:tc>
          <w:tcPr>
            <w:tcW w:w="1436" w:type="dxa"/>
            <w:tcBorders>
              <w:top w:val="single" w:sz="4" w:space="0" w:color="auto"/>
              <w:bottom w:val="double" w:sz="4" w:space="0" w:color="auto"/>
            </w:tcBorders>
          </w:tcPr>
          <w:p w14:paraId="020C99F1" w14:textId="61239EE7" w:rsidR="002D120D" w:rsidRPr="00EF3F91" w:rsidRDefault="002D120D" w:rsidP="001A05CA">
            <w:pPr>
              <w:tabs>
                <w:tab w:val="decimal" w:pos="1269"/>
              </w:tabs>
              <w:spacing w:line="300" w:lineRule="atLeast"/>
              <w:ind w:left="-74" w:right="-96"/>
              <w:rPr>
                <w:b/>
                <w:bCs/>
                <w:sz w:val="22"/>
                <w:szCs w:val="22"/>
              </w:rPr>
            </w:pPr>
            <w:r>
              <w:rPr>
                <w:b/>
                <w:bCs/>
                <w:sz w:val="22"/>
                <w:szCs w:val="22"/>
              </w:rPr>
              <w:t>143</w:t>
            </w:r>
          </w:p>
        </w:tc>
        <w:tc>
          <w:tcPr>
            <w:tcW w:w="178" w:type="dxa"/>
            <w:vAlign w:val="bottom"/>
          </w:tcPr>
          <w:p w14:paraId="387A607C" w14:textId="77777777" w:rsidR="002D120D" w:rsidRPr="00EF3F91" w:rsidRDefault="002D120D" w:rsidP="001A05CA">
            <w:pPr>
              <w:pStyle w:val="acctfourfigures"/>
              <w:spacing w:line="300" w:lineRule="atLeast"/>
              <w:jc w:val="center"/>
              <w:rPr>
                <w:b/>
                <w:bCs/>
                <w:szCs w:val="22"/>
              </w:rPr>
            </w:pPr>
          </w:p>
        </w:tc>
        <w:tc>
          <w:tcPr>
            <w:tcW w:w="1440" w:type="dxa"/>
            <w:tcBorders>
              <w:top w:val="single" w:sz="4" w:space="0" w:color="auto"/>
              <w:bottom w:val="double" w:sz="4" w:space="0" w:color="auto"/>
            </w:tcBorders>
          </w:tcPr>
          <w:p w14:paraId="49D435C9" w14:textId="7EE8839B" w:rsidR="002D120D" w:rsidRPr="00EF3F91" w:rsidRDefault="002D120D" w:rsidP="001A05CA">
            <w:pPr>
              <w:tabs>
                <w:tab w:val="decimal" w:pos="912"/>
              </w:tabs>
              <w:spacing w:line="300" w:lineRule="atLeast"/>
              <w:ind w:left="-74" w:right="-96"/>
              <w:rPr>
                <w:b/>
                <w:bCs/>
                <w:sz w:val="22"/>
                <w:szCs w:val="22"/>
              </w:rPr>
            </w:pPr>
            <w:r>
              <w:rPr>
                <w:b/>
                <w:bCs/>
                <w:sz w:val="22"/>
                <w:szCs w:val="22"/>
              </w:rPr>
              <w:t>-</w:t>
            </w:r>
          </w:p>
        </w:tc>
        <w:tc>
          <w:tcPr>
            <w:tcW w:w="178" w:type="dxa"/>
            <w:vAlign w:val="bottom"/>
          </w:tcPr>
          <w:p w14:paraId="6D204E76" w14:textId="77777777" w:rsidR="002D120D" w:rsidRPr="00EF3F91" w:rsidRDefault="002D120D" w:rsidP="001A05CA">
            <w:pPr>
              <w:pStyle w:val="acctfourfigures"/>
              <w:spacing w:line="300" w:lineRule="atLeast"/>
              <w:jc w:val="center"/>
              <w:rPr>
                <w:b/>
                <w:bCs/>
                <w:szCs w:val="22"/>
              </w:rPr>
            </w:pPr>
          </w:p>
        </w:tc>
        <w:tc>
          <w:tcPr>
            <w:tcW w:w="1446" w:type="dxa"/>
            <w:tcBorders>
              <w:top w:val="single" w:sz="4" w:space="0" w:color="auto"/>
              <w:bottom w:val="double" w:sz="4" w:space="0" w:color="auto"/>
            </w:tcBorders>
          </w:tcPr>
          <w:p w14:paraId="0B6EFB08" w14:textId="361B2A5A" w:rsidR="002D120D" w:rsidRPr="00EF3F91" w:rsidRDefault="002D120D" w:rsidP="001A05CA">
            <w:pPr>
              <w:tabs>
                <w:tab w:val="decimal" w:pos="1178"/>
              </w:tabs>
              <w:spacing w:line="300" w:lineRule="atLeast"/>
              <w:ind w:left="-74" w:right="-96"/>
              <w:rPr>
                <w:b/>
                <w:bCs/>
                <w:sz w:val="22"/>
                <w:szCs w:val="22"/>
              </w:rPr>
            </w:pPr>
            <w:r>
              <w:rPr>
                <w:b/>
                <w:bCs/>
                <w:sz w:val="22"/>
                <w:szCs w:val="22"/>
              </w:rPr>
              <w:t>143</w:t>
            </w:r>
          </w:p>
        </w:tc>
        <w:tc>
          <w:tcPr>
            <w:tcW w:w="178" w:type="dxa"/>
            <w:vAlign w:val="bottom"/>
          </w:tcPr>
          <w:p w14:paraId="3BA1269E" w14:textId="77777777" w:rsidR="002D120D" w:rsidRPr="00EF3F91" w:rsidRDefault="002D120D" w:rsidP="001A05CA">
            <w:pPr>
              <w:pStyle w:val="acctfourfigures"/>
              <w:spacing w:line="300" w:lineRule="atLeast"/>
              <w:jc w:val="center"/>
              <w:rPr>
                <w:b/>
                <w:bCs/>
                <w:szCs w:val="22"/>
              </w:rPr>
            </w:pPr>
          </w:p>
        </w:tc>
        <w:tc>
          <w:tcPr>
            <w:tcW w:w="992" w:type="dxa"/>
            <w:vAlign w:val="bottom"/>
          </w:tcPr>
          <w:p w14:paraId="30534488" w14:textId="77777777" w:rsidR="002D120D" w:rsidRPr="00EF3F91" w:rsidRDefault="002D120D" w:rsidP="001A05CA">
            <w:pPr>
              <w:tabs>
                <w:tab w:val="decimal" w:pos="561"/>
              </w:tabs>
              <w:spacing w:line="300" w:lineRule="atLeast"/>
              <w:ind w:left="-74" w:right="-96"/>
              <w:rPr>
                <w:sz w:val="22"/>
                <w:szCs w:val="22"/>
              </w:rPr>
            </w:pPr>
          </w:p>
        </w:tc>
        <w:tc>
          <w:tcPr>
            <w:tcW w:w="178" w:type="dxa"/>
            <w:vAlign w:val="bottom"/>
          </w:tcPr>
          <w:p w14:paraId="0578D3AD" w14:textId="77777777" w:rsidR="002D120D" w:rsidRPr="00EF3F91" w:rsidRDefault="002D120D" w:rsidP="001A05CA">
            <w:pPr>
              <w:pStyle w:val="acctfourfigures"/>
              <w:spacing w:line="300" w:lineRule="atLeast"/>
              <w:jc w:val="center"/>
              <w:rPr>
                <w:b/>
                <w:bCs/>
                <w:szCs w:val="22"/>
              </w:rPr>
            </w:pPr>
          </w:p>
        </w:tc>
        <w:tc>
          <w:tcPr>
            <w:tcW w:w="1262" w:type="dxa"/>
            <w:vAlign w:val="bottom"/>
          </w:tcPr>
          <w:p w14:paraId="075D4527" w14:textId="77777777" w:rsidR="002D120D" w:rsidRPr="00EF3F91" w:rsidRDefault="002D120D" w:rsidP="001A05CA">
            <w:pPr>
              <w:tabs>
                <w:tab w:val="decimal" w:pos="1009"/>
              </w:tabs>
              <w:spacing w:line="300" w:lineRule="atLeast"/>
              <w:ind w:left="-74" w:right="-96"/>
              <w:rPr>
                <w:sz w:val="22"/>
                <w:szCs w:val="22"/>
              </w:rPr>
            </w:pPr>
          </w:p>
        </w:tc>
        <w:tc>
          <w:tcPr>
            <w:tcW w:w="180" w:type="dxa"/>
            <w:vAlign w:val="bottom"/>
          </w:tcPr>
          <w:p w14:paraId="2032B094" w14:textId="77777777" w:rsidR="002D120D" w:rsidRPr="00EF3F91" w:rsidRDefault="002D120D" w:rsidP="001A05CA">
            <w:pPr>
              <w:pStyle w:val="acctfourfigures"/>
              <w:spacing w:line="300" w:lineRule="atLeast"/>
              <w:jc w:val="center"/>
              <w:rPr>
                <w:b/>
                <w:bCs/>
                <w:szCs w:val="22"/>
              </w:rPr>
            </w:pPr>
          </w:p>
        </w:tc>
        <w:tc>
          <w:tcPr>
            <w:tcW w:w="990" w:type="dxa"/>
            <w:vAlign w:val="bottom"/>
          </w:tcPr>
          <w:p w14:paraId="53ACD536" w14:textId="77777777" w:rsidR="002D120D" w:rsidRPr="00EF3F91" w:rsidRDefault="002D120D" w:rsidP="001A05CA">
            <w:pPr>
              <w:tabs>
                <w:tab w:val="decimal" w:pos="561"/>
              </w:tabs>
              <w:spacing w:line="300" w:lineRule="atLeast"/>
              <w:ind w:left="-74" w:right="-96"/>
              <w:rPr>
                <w:sz w:val="22"/>
                <w:szCs w:val="22"/>
              </w:rPr>
            </w:pPr>
          </w:p>
        </w:tc>
        <w:tc>
          <w:tcPr>
            <w:tcW w:w="184" w:type="dxa"/>
            <w:vAlign w:val="bottom"/>
          </w:tcPr>
          <w:p w14:paraId="287C6258" w14:textId="77777777" w:rsidR="002D120D" w:rsidRPr="00EF3F91" w:rsidRDefault="002D120D" w:rsidP="001A05CA">
            <w:pPr>
              <w:pStyle w:val="acctfourfigures"/>
              <w:spacing w:line="300" w:lineRule="atLeast"/>
              <w:rPr>
                <w:b/>
                <w:bCs/>
                <w:szCs w:val="22"/>
              </w:rPr>
            </w:pPr>
          </w:p>
        </w:tc>
        <w:tc>
          <w:tcPr>
            <w:tcW w:w="1348" w:type="dxa"/>
            <w:vAlign w:val="bottom"/>
          </w:tcPr>
          <w:p w14:paraId="46D588C2" w14:textId="77777777" w:rsidR="002D120D" w:rsidRPr="00EF3F91" w:rsidRDefault="002D120D" w:rsidP="001A05CA">
            <w:pPr>
              <w:tabs>
                <w:tab w:val="decimal" w:pos="1079"/>
              </w:tabs>
              <w:spacing w:line="300" w:lineRule="atLeast"/>
              <w:ind w:left="-74" w:right="-96"/>
              <w:rPr>
                <w:sz w:val="22"/>
                <w:szCs w:val="22"/>
              </w:rPr>
            </w:pPr>
          </w:p>
        </w:tc>
      </w:tr>
      <w:bookmarkEnd w:id="1"/>
    </w:tbl>
    <w:p w14:paraId="31473894" w14:textId="31524CE2" w:rsidR="0028324C" w:rsidRDefault="0028324C" w:rsidP="001A05CA">
      <w:pPr>
        <w:spacing w:line="300" w:lineRule="atLeast"/>
        <w:ind w:left="540"/>
        <w:jc w:val="both"/>
        <w:rPr>
          <w:sz w:val="22"/>
          <w:szCs w:val="22"/>
        </w:rPr>
      </w:pPr>
    </w:p>
    <w:p w14:paraId="3D5C3B4A" w14:textId="165B60C6" w:rsidR="00FB3A67" w:rsidRDefault="00FB3A67" w:rsidP="001A05CA">
      <w:pPr>
        <w:spacing w:line="300" w:lineRule="atLeast"/>
        <w:ind w:left="540"/>
        <w:jc w:val="both"/>
        <w:rPr>
          <w:sz w:val="22"/>
          <w:szCs w:val="22"/>
        </w:rPr>
      </w:pPr>
    </w:p>
    <w:p w14:paraId="4A9C4C11" w14:textId="691F1498" w:rsidR="00FB3A67" w:rsidRDefault="00FB3A67" w:rsidP="001A05CA">
      <w:pPr>
        <w:spacing w:line="300" w:lineRule="atLeast"/>
        <w:ind w:left="540"/>
        <w:jc w:val="both"/>
        <w:rPr>
          <w:sz w:val="22"/>
          <w:szCs w:val="22"/>
        </w:rPr>
      </w:pPr>
    </w:p>
    <w:p w14:paraId="6866050D" w14:textId="2CDCAAE7" w:rsidR="00FB3A67" w:rsidRDefault="00FB3A67" w:rsidP="001A05CA">
      <w:pPr>
        <w:spacing w:line="300" w:lineRule="atLeast"/>
        <w:ind w:left="540"/>
        <w:jc w:val="both"/>
        <w:rPr>
          <w:sz w:val="22"/>
          <w:szCs w:val="22"/>
        </w:rPr>
      </w:pPr>
    </w:p>
    <w:p w14:paraId="289517F7" w14:textId="7AC53379" w:rsidR="00FB3A67" w:rsidRDefault="00FB3A67" w:rsidP="001A05CA">
      <w:pPr>
        <w:spacing w:line="300" w:lineRule="atLeast"/>
        <w:ind w:left="540"/>
        <w:jc w:val="both"/>
        <w:rPr>
          <w:sz w:val="22"/>
          <w:szCs w:val="22"/>
        </w:rPr>
      </w:pPr>
    </w:p>
    <w:p w14:paraId="7A549380" w14:textId="19ABA118" w:rsidR="00FB3A67" w:rsidRDefault="00FB3A67" w:rsidP="001A05CA">
      <w:pPr>
        <w:spacing w:line="300" w:lineRule="atLeast"/>
        <w:ind w:left="540"/>
        <w:jc w:val="both"/>
        <w:rPr>
          <w:sz w:val="22"/>
          <w:szCs w:val="22"/>
        </w:rPr>
      </w:pPr>
    </w:p>
    <w:p w14:paraId="229984A5" w14:textId="7682611D" w:rsidR="00FB3A67" w:rsidRDefault="00FB3A67" w:rsidP="001A05CA">
      <w:pPr>
        <w:spacing w:line="300" w:lineRule="atLeast"/>
        <w:ind w:left="540"/>
        <w:jc w:val="both"/>
        <w:rPr>
          <w:sz w:val="22"/>
          <w:szCs w:val="22"/>
        </w:rPr>
      </w:pPr>
    </w:p>
    <w:p w14:paraId="02D49810" w14:textId="77777777" w:rsidR="00FB3A67" w:rsidRPr="00EF3F91" w:rsidRDefault="00FB3A67" w:rsidP="001A05CA">
      <w:pPr>
        <w:spacing w:line="300" w:lineRule="atLeast"/>
        <w:ind w:left="540"/>
        <w:jc w:val="both"/>
        <w:rPr>
          <w:sz w:val="22"/>
          <w:szCs w:val="22"/>
        </w:rPr>
      </w:pPr>
    </w:p>
    <w:tbl>
      <w:tblPr>
        <w:tblW w:w="14854" w:type="dxa"/>
        <w:tblInd w:w="90" w:type="dxa"/>
        <w:tblLayout w:type="fixed"/>
        <w:tblCellMar>
          <w:left w:w="79" w:type="dxa"/>
          <w:right w:w="79" w:type="dxa"/>
        </w:tblCellMar>
        <w:tblLook w:val="0000" w:firstRow="0" w:lastRow="0" w:firstColumn="0" w:lastColumn="0" w:noHBand="0" w:noVBand="0"/>
      </w:tblPr>
      <w:tblGrid>
        <w:gridCol w:w="3960"/>
        <w:gridCol w:w="904"/>
        <w:gridCol w:w="1436"/>
        <w:gridCol w:w="178"/>
        <w:gridCol w:w="1440"/>
        <w:gridCol w:w="178"/>
        <w:gridCol w:w="1446"/>
        <w:gridCol w:w="178"/>
        <w:gridCol w:w="992"/>
        <w:gridCol w:w="178"/>
        <w:gridCol w:w="1262"/>
        <w:gridCol w:w="180"/>
        <w:gridCol w:w="990"/>
        <w:gridCol w:w="184"/>
        <w:gridCol w:w="1348"/>
      </w:tblGrid>
      <w:tr w:rsidR="00B45F81" w:rsidRPr="00D20838" w14:paraId="10111D19" w14:textId="77777777" w:rsidTr="005E4A2E">
        <w:trPr>
          <w:cantSplit/>
          <w:trHeight w:val="60"/>
          <w:tblHeader/>
        </w:trPr>
        <w:tc>
          <w:tcPr>
            <w:tcW w:w="3960" w:type="dxa"/>
            <w:vAlign w:val="bottom"/>
          </w:tcPr>
          <w:p w14:paraId="3171920F" w14:textId="77777777" w:rsidR="00B45F81" w:rsidRPr="00D20838" w:rsidRDefault="00B45F81" w:rsidP="001A05CA">
            <w:pPr>
              <w:tabs>
                <w:tab w:val="left" w:pos="100"/>
              </w:tabs>
              <w:spacing w:line="300" w:lineRule="atLeast"/>
              <w:ind w:left="100" w:firstLine="14"/>
              <w:rPr>
                <w:b/>
                <w:bCs/>
                <w:i/>
                <w:iCs/>
                <w:sz w:val="22"/>
                <w:szCs w:val="22"/>
              </w:rPr>
            </w:pPr>
          </w:p>
        </w:tc>
        <w:tc>
          <w:tcPr>
            <w:tcW w:w="904" w:type="dxa"/>
            <w:vAlign w:val="bottom"/>
          </w:tcPr>
          <w:p w14:paraId="6CFD1BB8" w14:textId="77777777" w:rsidR="00B45F81" w:rsidRPr="00D20838" w:rsidRDefault="00B45F81" w:rsidP="001A05CA">
            <w:pPr>
              <w:pStyle w:val="acctcolumnheading"/>
              <w:spacing w:after="0" w:line="300" w:lineRule="atLeast"/>
              <w:ind w:left="-79" w:right="-79"/>
              <w:rPr>
                <w:i/>
                <w:iCs/>
                <w:szCs w:val="22"/>
                <w:lang w:bidi="th-TH"/>
              </w:rPr>
            </w:pPr>
          </w:p>
        </w:tc>
        <w:tc>
          <w:tcPr>
            <w:tcW w:w="9990" w:type="dxa"/>
            <w:gridSpan w:val="13"/>
            <w:vAlign w:val="bottom"/>
          </w:tcPr>
          <w:p w14:paraId="451D4C9E" w14:textId="77D354D6" w:rsidR="00B45F81" w:rsidRPr="00D20838" w:rsidRDefault="00B45F81" w:rsidP="001A05CA">
            <w:pPr>
              <w:pStyle w:val="acctcolumnheading"/>
              <w:spacing w:after="0" w:line="300" w:lineRule="atLeast"/>
              <w:ind w:right="-79"/>
              <w:rPr>
                <w:szCs w:val="22"/>
              </w:rPr>
            </w:pPr>
            <w:r w:rsidRPr="00B45F81">
              <w:rPr>
                <w:b/>
                <w:bCs/>
                <w:szCs w:val="22"/>
              </w:rPr>
              <w:t xml:space="preserve">Separate </w:t>
            </w:r>
            <w:r w:rsidRPr="00D20838">
              <w:rPr>
                <w:b/>
                <w:bCs/>
                <w:szCs w:val="22"/>
              </w:rPr>
              <w:t>financial statements</w:t>
            </w:r>
          </w:p>
        </w:tc>
      </w:tr>
      <w:tr w:rsidR="00B45F81" w:rsidRPr="00D20838" w14:paraId="2B78CCBE" w14:textId="77777777" w:rsidTr="005E4A2E">
        <w:trPr>
          <w:cantSplit/>
          <w:trHeight w:val="74"/>
          <w:tblHeader/>
        </w:trPr>
        <w:tc>
          <w:tcPr>
            <w:tcW w:w="3960" w:type="dxa"/>
            <w:vAlign w:val="bottom"/>
          </w:tcPr>
          <w:p w14:paraId="7B95F76F" w14:textId="77777777" w:rsidR="00B45F81" w:rsidRPr="00D20838" w:rsidDel="00A71EB6" w:rsidRDefault="00B45F81" w:rsidP="001A05CA">
            <w:pPr>
              <w:tabs>
                <w:tab w:val="left" w:pos="100"/>
              </w:tabs>
              <w:spacing w:line="300" w:lineRule="atLeast"/>
              <w:ind w:left="100" w:hanging="100"/>
              <w:rPr>
                <w:b/>
                <w:bCs/>
                <w:i/>
                <w:iCs/>
                <w:sz w:val="22"/>
                <w:szCs w:val="22"/>
              </w:rPr>
            </w:pPr>
          </w:p>
        </w:tc>
        <w:tc>
          <w:tcPr>
            <w:tcW w:w="904" w:type="dxa"/>
            <w:vAlign w:val="bottom"/>
          </w:tcPr>
          <w:p w14:paraId="434255BC" w14:textId="77777777" w:rsidR="00B45F81" w:rsidRPr="00D20838" w:rsidDel="00A71EB6" w:rsidRDefault="00B45F81" w:rsidP="001A05CA">
            <w:pPr>
              <w:pStyle w:val="acctcolumnheading"/>
              <w:spacing w:after="0" w:line="300" w:lineRule="atLeast"/>
              <w:ind w:left="-79" w:right="-79"/>
              <w:rPr>
                <w:i/>
                <w:iCs/>
                <w:szCs w:val="22"/>
                <w:lang w:bidi="th-TH"/>
              </w:rPr>
            </w:pPr>
          </w:p>
        </w:tc>
        <w:tc>
          <w:tcPr>
            <w:tcW w:w="4678" w:type="dxa"/>
            <w:gridSpan w:val="5"/>
            <w:vAlign w:val="bottom"/>
          </w:tcPr>
          <w:p w14:paraId="62DFE33D" w14:textId="77777777" w:rsidR="00B45F81" w:rsidRPr="00D20838" w:rsidRDefault="00B45F81" w:rsidP="001A05CA">
            <w:pPr>
              <w:pStyle w:val="acctcolumnheading"/>
              <w:spacing w:after="0" w:line="300" w:lineRule="atLeast"/>
              <w:rPr>
                <w:b/>
                <w:bCs/>
                <w:szCs w:val="22"/>
              </w:rPr>
            </w:pPr>
            <w:r w:rsidRPr="00D20838">
              <w:rPr>
                <w:b/>
                <w:bCs/>
                <w:szCs w:val="22"/>
              </w:rPr>
              <w:t>Carrying amount</w:t>
            </w:r>
            <w:r w:rsidRPr="00D20838" w:rsidDel="00841BAE">
              <w:rPr>
                <w:b/>
                <w:bCs/>
                <w:szCs w:val="22"/>
              </w:rPr>
              <w:t xml:space="preserve"> </w:t>
            </w:r>
          </w:p>
        </w:tc>
        <w:tc>
          <w:tcPr>
            <w:tcW w:w="178" w:type="dxa"/>
            <w:vAlign w:val="bottom"/>
          </w:tcPr>
          <w:p w14:paraId="421D821D" w14:textId="77777777" w:rsidR="00B45F81" w:rsidRPr="00D20838" w:rsidRDefault="00B45F81" w:rsidP="001A05CA">
            <w:pPr>
              <w:pStyle w:val="acctcolumnheading"/>
              <w:spacing w:after="0" w:line="300" w:lineRule="atLeast"/>
              <w:rPr>
                <w:szCs w:val="22"/>
              </w:rPr>
            </w:pPr>
          </w:p>
        </w:tc>
        <w:tc>
          <w:tcPr>
            <w:tcW w:w="5134" w:type="dxa"/>
            <w:gridSpan w:val="7"/>
            <w:vAlign w:val="bottom"/>
          </w:tcPr>
          <w:p w14:paraId="01155C0B" w14:textId="77777777" w:rsidR="00B45F81" w:rsidRPr="00D20838" w:rsidRDefault="00B45F81" w:rsidP="001A05CA">
            <w:pPr>
              <w:pStyle w:val="acctcolumnheading"/>
              <w:spacing w:after="0" w:line="300" w:lineRule="atLeast"/>
              <w:ind w:right="-79"/>
              <w:rPr>
                <w:b/>
                <w:bCs/>
                <w:szCs w:val="22"/>
              </w:rPr>
            </w:pPr>
            <w:r w:rsidRPr="00D20838">
              <w:rPr>
                <w:b/>
                <w:bCs/>
                <w:szCs w:val="22"/>
              </w:rPr>
              <w:t>Fair value</w:t>
            </w:r>
            <w:r w:rsidRPr="00D20838" w:rsidDel="00A71EB6">
              <w:rPr>
                <w:szCs w:val="22"/>
              </w:rPr>
              <w:t xml:space="preserve"> </w:t>
            </w:r>
          </w:p>
        </w:tc>
      </w:tr>
      <w:tr w:rsidR="00B45F81" w:rsidRPr="00D20838" w14:paraId="5FCDEC3C" w14:textId="77777777" w:rsidTr="005E4A2E">
        <w:trPr>
          <w:cantSplit/>
          <w:trHeight w:val="60"/>
          <w:tblHeader/>
        </w:trPr>
        <w:tc>
          <w:tcPr>
            <w:tcW w:w="3960" w:type="dxa"/>
            <w:vAlign w:val="bottom"/>
          </w:tcPr>
          <w:p w14:paraId="54535816" w14:textId="77777777" w:rsidR="00B45F81" w:rsidRPr="00D20838" w:rsidRDefault="00B45F81" w:rsidP="001A05CA">
            <w:pPr>
              <w:tabs>
                <w:tab w:val="left" w:pos="100"/>
              </w:tabs>
              <w:spacing w:line="300" w:lineRule="atLeast"/>
              <w:ind w:left="100" w:hanging="100"/>
              <w:rPr>
                <w:b/>
                <w:bCs/>
                <w:i/>
                <w:iCs/>
                <w:sz w:val="22"/>
                <w:szCs w:val="22"/>
              </w:rPr>
            </w:pPr>
          </w:p>
        </w:tc>
        <w:tc>
          <w:tcPr>
            <w:tcW w:w="904" w:type="dxa"/>
            <w:vAlign w:val="bottom"/>
          </w:tcPr>
          <w:p w14:paraId="1C6718C7" w14:textId="77777777" w:rsidR="00B45F81" w:rsidRPr="00D20838" w:rsidRDefault="00B45F81" w:rsidP="001A05CA">
            <w:pPr>
              <w:pStyle w:val="acctcolumnheading"/>
              <w:spacing w:after="0" w:line="300" w:lineRule="atLeast"/>
              <w:ind w:left="-79" w:right="-79"/>
              <w:rPr>
                <w:i/>
                <w:iCs/>
                <w:szCs w:val="22"/>
                <w:lang w:bidi="th-TH"/>
              </w:rPr>
            </w:pPr>
            <w:r w:rsidRPr="00D20838">
              <w:rPr>
                <w:i/>
                <w:iCs/>
                <w:szCs w:val="22"/>
                <w:lang w:bidi="th-TH"/>
              </w:rPr>
              <w:t>Note</w:t>
            </w:r>
          </w:p>
        </w:tc>
        <w:tc>
          <w:tcPr>
            <w:tcW w:w="1436" w:type="dxa"/>
            <w:vAlign w:val="bottom"/>
          </w:tcPr>
          <w:p w14:paraId="3A2E3EBE" w14:textId="77777777" w:rsidR="00B45F81" w:rsidRPr="00D20838" w:rsidRDefault="00B45F81" w:rsidP="001A05CA">
            <w:pPr>
              <w:pStyle w:val="acctcolumnheading"/>
              <w:spacing w:after="0" w:line="300" w:lineRule="atLeast"/>
              <w:ind w:left="-82" w:right="-85"/>
              <w:rPr>
                <w:szCs w:val="22"/>
                <w:lang w:bidi="th-TH"/>
              </w:rPr>
            </w:pPr>
            <w:r w:rsidRPr="00D20838">
              <w:rPr>
                <w:szCs w:val="22"/>
                <w:lang w:bidi="th-TH"/>
              </w:rPr>
              <w:t>Financial instruments measured at FVTPL</w:t>
            </w:r>
          </w:p>
        </w:tc>
        <w:tc>
          <w:tcPr>
            <w:tcW w:w="178" w:type="dxa"/>
            <w:vAlign w:val="bottom"/>
          </w:tcPr>
          <w:p w14:paraId="1B29DE8F" w14:textId="77777777" w:rsidR="00B45F81" w:rsidRPr="00D20838" w:rsidRDefault="00B45F81" w:rsidP="001A05CA">
            <w:pPr>
              <w:pStyle w:val="acctcolumnheading"/>
              <w:spacing w:after="0" w:line="300" w:lineRule="atLeast"/>
              <w:rPr>
                <w:szCs w:val="22"/>
              </w:rPr>
            </w:pPr>
          </w:p>
        </w:tc>
        <w:tc>
          <w:tcPr>
            <w:tcW w:w="1440" w:type="dxa"/>
            <w:vAlign w:val="bottom"/>
          </w:tcPr>
          <w:p w14:paraId="118C4C54" w14:textId="77777777" w:rsidR="00B45F81" w:rsidRDefault="00B45F81" w:rsidP="001A05CA">
            <w:pPr>
              <w:pStyle w:val="acctcolumnheading"/>
              <w:spacing w:after="0" w:line="300" w:lineRule="atLeast"/>
              <w:ind w:left="-70" w:right="-80"/>
              <w:rPr>
                <w:szCs w:val="22"/>
                <w:lang w:bidi="th-TH"/>
              </w:rPr>
            </w:pPr>
            <w:r w:rsidRPr="00D20838">
              <w:rPr>
                <w:szCs w:val="22"/>
                <w:lang w:bidi="th-TH"/>
              </w:rPr>
              <w:t>Financial instruments measured at amortised cost</w:t>
            </w:r>
          </w:p>
          <w:p w14:paraId="304BDE21" w14:textId="0724CF8C" w:rsidR="003B27F6" w:rsidRPr="00D20838" w:rsidRDefault="003B27F6" w:rsidP="001A05CA">
            <w:pPr>
              <w:pStyle w:val="acctcolumnheading"/>
              <w:spacing w:after="0" w:line="300" w:lineRule="atLeast"/>
              <w:ind w:left="-70" w:right="-80"/>
              <w:rPr>
                <w:szCs w:val="22"/>
                <w:lang w:bidi="th-TH"/>
              </w:rPr>
            </w:pPr>
            <w:r>
              <w:rPr>
                <w:szCs w:val="22"/>
                <w:lang w:bidi="th-TH"/>
              </w:rPr>
              <w:t>- net</w:t>
            </w:r>
          </w:p>
        </w:tc>
        <w:tc>
          <w:tcPr>
            <w:tcW w:w="178" w:type="dxa"/>
            <w:vAlign w:val="bottom"/>
          </w:tcPr>
          <w:p w14:paraId="69956B15" w14:textId="77777777" w:rsidR="00B45F81" w:rsidRPr="00D20838" w:rsidRDefault="00B45F81" w:rsidP="001A05CA">
            <w:pPr>
              <w:pStyle w:val="acctcolumnheading"/>
              <w:spacing w:after="0" w:line="300" w:lineRule="atLeast"/>
              <w:rPr>
                <w:szCs w:val="22"/>
              </w:rPr>
            </w:pPr>
          </w:p>
        </w:tc>
        <w:tc>
          <w:tcPr>
            <w:tcW w:w="1446" w:type="dxa"/>
            <w:vAlign w:val="bottom"/>
          </w:tcPr>
          <w:p w14:paraId="2439EF54" w14:textId="77777777" w:rsidR="00B45F81" w:rsidRPr="00D20838" w:rsidRDefault="00B45F81" w:rsidP="001A05CA">
            <w:pPr>
              <w:pStyle w:val="acctcolumnheading"/>
              <w:spacing w:after="0" w:line="300" w:lineRule="atLeast"/>
              <w:ind w:left="-79" w:right="-79"/>
              <w:rPr>
                <w:szCs w:val="22"/>
              </w:rPr>
            </w:pPr>
            <w:r w:rsidRPr="00D20838">
              <w:rPr>
                <w:szCs w:val="22"/>
              </w:rPr>
              <w:t>Total</w:t>
            </w:r>
          </w:p>
        </w:tc>
        <w:tc>
          <w:tcPr>
            <w:tcW w:w="178" w:type="dxa"/>
            <w:vAlign w:val="bottom"/>
          </w:tcPr>
          <w:p w14:paraId="5D9F362A" w14:textId="77777777" w:rsidR="00B45F81" w:rsidRPr="00D20838" w:rsidRDefault="00B45F81" w:rsidP="001A05CA">
            <w:pPr>
              <w:pStyle w:val="acctcolumnheading"/>
              <w:spacing w:after="0" w:line="300" w:lineRule="atLeast"/>
              <w:rPr>
                <w:szCs w:val="22"/>
              </w:rPr>
            </w:pPr>
          </w:p>
        </w:tc>
        <w:tc>
          <w:tcPr>
            <w:tcW w:w="992" w:type="dxa"/>
            <w:vAlign w:val="bottom"/>
          </w:tcPr>
          <w:p w14:paraId="3FEDE27E" w14:textId="77777777" w:rsidR="00B45F81" w:rsidRPr="00D20838" w:rsidRDefault="00B45F81" w:rsidP="001A05CA">
            <w:pPr>
              <w:pStyle w:val="acctcolumnheading"/>
              <w:spacing w:after="0" w:line="300" w:lineRule="atLeast"/>
              <w:ind w:left="-79" w:right="-79"/>
              <w:rPr>
                <w:szCs w:val="22"/>
              </w:rPr>
            </w:pPr>
            <w:r w:rsidRPr="00D20838">
              <w:rPr>
                <w:szCs w:val="22"/>
              </w:rPr>
              <w:t>Level 1</w:t>
            </w:r>
          </w:p>
        </w:tc>
        <w:tc>
          <w:tcPr>
            <w:tcW w:w="178" w:type="dxa"/>
            <w:vAlign w:val="bottom"/>
          </w:tcPr>
          <w:p w14:paraId="2416D192" w14:textId="77777777" w:rsidR="00B45F81" w:rsidRPr="00D20838" w:rsidRDefault="00B45F81" w:rsidP="001A05CA">
            <w:pPr>
              <w:pStyle w:val="acctcolumnheading"/>
              <w:spacing w:after="0" w:line="300" w:lineRule="atLeast"/>
              <w:rPr>
                <w:szCs w:val="22"/>
              </w:rPr>
            </w:pPr>
          </w:p>
        </w:tc>
        <w:tc>
          <w:tcPr>
            <w:tcW w:w="1262" w:type="dxa"/>
            <w:vAlign w:val="bottom"/>
          </w:tcPr>
          <w:p w14:paraId="1A7280B1" w14:textId="77777777" w:rsidR="00B45F81" w:rsidRPr="00D20838" w:rsidRDefault="00B45F81" w:rsidP="001A05CA">
            <w:pPr>
              <w:pStyle w:val="acctcolumnheading"/>
              <w:spacing w:after="0" w:line="300" w:lineRule="atLeast"/>
              <w:ind w:left="-79" w:right="-79"/>
              <w:rPr>
                <w:szCs w:val="22"/>
              </w:rPr>
            </w:pPr>
            <w:r w:rsidRPr="00D20838">
              <w:rPr>
                <w:szCs w:val="22"/>
              </w:rPr>
              <w:t>Level 2</w:t>
            </w:r>
          </w:p>
        </w:tc>
        <w:tc>
          <w:tcPr>
            <w:tcW w:w="180" w:type="dxa"/>
            <w:vAlign w:val="bottom"/>
          </w:tcPr>
          <w:p w14:paraId="35BFD80C" w14:textId="77777777" w:rsidR="00B45F81" w:rsidRPr="00D20838" w:rsidRDefault="00B45F81" w:rsidP="001A05CA">
            <w:pPr>
              <w:pStyle w:val="acctcolumnheading"/>
              <w:spacing w:after="0" w:line="300" w:lineRule="atLeast"/>
              <w:rPr>
                <w:szCs w:val="22"/>
              </w:rPr>
            </w:pPr>
          </w:p>
        </w:tc>
        <w:tc>
          <w:tcPr>
            <w:tcW w:w="990" w:type="dxa"/>
            <w:vAlign w:val="bottom"/>
          </w:tcPr>
          <w:p w14:paraId="1BD024B8" w14:textId="77777777" w:rsidR="00B45F81" w:rsidRPr="00D20838" w:rsidRDefault="00B45F81" w:rsidP="001A05CA">
            <w:pPr>
              <w:pStyle w:val="acctcolumnheading"/>
              <w:spacing w:after="0" w:line="300" w:lineRule="atLeast"/>
              <w:ind w:left="-79" w:right="-79"/>
              <w:rPr>
                <w:szCs w:val="22"/>
              </w:rPr>
            </w:pPr>
            <w:r w:rsidRPr="00D20838">
              <w:rPr>
                <w:szCs w:val="22"/>
              </w:rPr>
              <w:t>Level 3</w:t>
            </w:r>
          </w:p>
        </w:tc>
        <w:tc>
          <w:tcPr>
            <w:tcW w:w="184" w:type="dxa"/>
            <w:vAlign w:val="bottom"/>
          </w:tcPr>
          <w:p w14:paraId="1B1D70F3" w14:textId="77777777" w:rsidR="00B45F81" w:rsidRPr="00D20838" w:rsidRDefault="00B45F81" w:rsidP="001A05CA">
            <w:pPr>
              <w:pStyle w:val="acctcolumnheading"/>
              <w:spacing w:after="0" w:line="300" w:lineRule="atLeast"/>
              <w:ind w:left="-79" w:right="-79"/>
              <w:rPr>
                <w:szCs w:val="22"/>
              </w:rPr>
            </w:pPr>
          </w:p>
        </w:tc>
        <w:tc>
          <w:tcPr>
            <w:tcW w:w="1348" w:type="dxa"/>
            <w:vAlign w:val="bottom"/>
          </w:tcPr>
          <w:p w14:paraId="5382E667" w14:textId="77777777" w:rsidR="00B45F81" w:rsidRPr="00D20838" w:rsidRDefault="00B45F81" w:rsidP="001A05CA">
            <w:pPr>
              <w:pStyle w:val="acctcolumnheading"/>
              <w:spacing w:after="0" w:line="300" w:lineRule="atLeast"/>
              <w:ind w:left="-79" w:right="-79"/>
              <w:rPr>
                <w:szCs w:val="22"/>
              </w:rPr>
            </w:pPr>
            <w:r w:rsidRPr="00D20838">
              <w:rPr>
                <w:szCs w:val="22"/>
              </w:rPr>
              <w:t>Total</w:t>
            </w:r>
          </w:p>
        </w:tc>
      </w:tr>
      <w:tr w:rsidR="00B45F81" w:rsidRPr="00D20838" w14:paraId="222B08C6" w14:textId="77777777" w:rsidTr="005E4A2E">
        <w:trPr>
          <w:cantSplit/>
          <w:trHeight w:val="60"/>
          <w:tblHeader/>
        </w:trPr>
        <w:tc>
          <w:tcPr>
            <w:tcW w:w="3960" w:type="dxa"/>
            <w:vAlign w:val="bottom"/>
          </w:tcPr>
          <w:p w14:paraId="79ECAC6F" w14:textId="77777777" w:rsidR="00B45F81" w:rsidRPr="00D20838" w:rsidRDefault="00B45F81" w:rsidP="001A05CA">
            <w:pPr>
              <w:tabs>
                <w:tab w:val="left" w:pos="100"/>
              </w:tabs>
              <w:spacing w:line="300" w:lineRule="atLeast"/>
              <w:ind w:left="100" w:hanging="100"/>
              <w:rPr>
                <w:b/>
                <w:bCs/>
                <w:i/>
                <w:iCs/>
                <w:sz w:val="22"/>
                <w:szCs w:val="22"/>
              </w:rPr>
            </w:pPr>
          </w:p>
        </w:tc>
        <w:tc>
          <w:tcPr>
            <w:tcW w:w="904" w:type="dxa"/>
            <w:vAlign w:val="bottom"/>
          </w:tcPr>
          <w:p w14:paraId="07A01B15" w14:textId="77777777" w:rsidR="00B45F81" w:rsidRPr="00D20838" w:rsidRDefault="00B45F81" w:rsidP="001A05CA">
            <w:pPr>
              <w:pStyle w:val="acctcolumnheading"/>
              <w:spacing w:after="0" w:line="300" w:lineRule="atLeast"/>
              <w:ind w:left="-79" w:right="-79"/>
              <w:rPr>
                <w:i/>
                <w:iCs/>
                <w:szCs w:val="22"/>
                <w:lang w:bidi="th-TH"/>
              </w:rPr>
            </w:pPr>
          </w:p>
        </w:tc>
        <w:tc>
          <w:tcPr>
            <w:tcW w:w="9990" w:type="dxa"/>
            <w:gridSpan w:val="13"/>
            <w:vAlign w:val="bottom"/>
          </w:tcPr>
          <w:p w14:paraId="243BB8BE" w14:textId="77777777" w:rsidR="00B45F81" w:rsidRPr="00D20838" w:rsidRDefault="00B45F81" w:rsidP="001A05CA">
            <w:pPr>
              <w:pStyle w:val="acctcolumnheading"/>
              <w:spacing w:after="0" w:line="300" w:lineRule="atLeast"/>
              <w:ind w:left="-79" w:right="-79"/>
              <w:rPr>
                <w:szCs w:val="22"/>
              </w:rPr>
            </w:pPr>
            <w:r w:rsidRPr="00D20838">
              <w:rPr>
                <w:i/>
                <w:iCs/>
                <w:szCs w:val="22"/>
              </w:rPr>
              <w:t>(in thousand Baht)</w:t>
            </w:r>
          </w:p>
        </w:tc>
      </w:tr>
      <w:tr w:rsidR="00304F82" w:rsidRPr="00D20838" w14:paraId="1E126F3C" w14:textId="77777777" w:rsidTr="005E4A2E">
        <w:trPr>
          <w:cantSplit/>
          <w:trHeight w:val="60"/>
          <w:tblHeader/>
        </w:trPr>
        <w:tc>
          <w:tcPr>
            <w:tcW w:w="3960" w:type="dxa"/>
            <w:vAlign w:val="bottom"/>
          </w:tcPr>
          <w:p w14:paraId="67FC4CCC" w14:textId="73BE60A5" w:rsidR="00304F82" w:rsidRPr="00D20838" w:rsidRDefault="008D3AB4" w:rsidP="001A05CA">
            <w:pPr>
              <w:tabs>
                <w:tab w:val="left" w:pos="100"/>
              </w:tabs>
              <w:spacing w:line="300" w:lineRule="atLeast"/>
              <w:ind w:left="100" w:hanging="100"/>
              <w:rPr>
                <w:rFonts w:cstheme="minorBidi"/>
                <w:b/>
                <w:bCs/>
                <w:i/>
                <w:iCs/>
                <w:sz w:val="22"/>
                <w:szCs w:val="22"/>
                <w:cs/>
              </w:rPr>
            </w:pPr>
            <w:r w:rsidRPr="00D20838">
              <w:rPr>
                <w:b/>
                <w:bCs/>
                <w:i/>
                <w:iCs/>
                <w:sz w:val="22"/>
                <w:szCs w:val="22"/>
              </w:rPr>
              <w:t xml:space="preserve">At </w:t>
            </w:r>
            <w:r w:rsidR="001742DD">
              <w:rPr>
                <w:b/>
                <w:bCs/>
                <w:i/>
                <w:iCs/>
                <w:sz w:val="22"/>
                <w:szCs w:val="22"/>
              </w:rPr>
              <w:t>30 September</w:t>
            </w:r>
            <w:r>
              <w:rPr>
                <w:b/>
                <w:bCs/>
                <w:i/>
                <w:iCs/>
                <w:sz w:val="22"/>
                <w:szCs w:val="22"/>
              </w:rPr>
              <w:t xml:space="preserve"> </w:t>
            </w:r>
            <w:r w:rsidR="002D120D" w:rsidRPr="00EF3F91">
              <w:rPr>
                <w:b/>
                <w:bCs/>
                <w:i/>
                <w:iCs/>
                <w:sz w:val="22"/>
                <w:szCs w:val="22"/>
              </w:rPr>
              <w:t>202</w:t>
            </w:r>
            <w:r w:rsidR="002D120D">
              <w:rPr>
                <w:b/>
                <w:bCs/>
                <w:i/>
                <w:iCs/>
                <w:sz w:val="22"/>
                <w:szCs w:val="22"/>
              </w:rPr>
              <w:t>5</w:t>
            </w:r>
          </w:p>
        </w:tc>
        <w:tc>
          <w:tcPr>
            <w:tcW w:w="904" w:type="dxa"/>
            <w:vAlign w:val="bottom"/>
          </w:tcPr>
          <w:p w14:paraId="551B2924" w14:textId="77777777" w:rsidR="00304F82" w:rsidRPr="00D20838" w:rsidRDefault="00304F82" w:rsidP="001A05CA">
            <w:pPr>
              <w:pStyle w:val="acctcolumnheading"/>
              <w:spacing w:after="0" w:line="300" w:lineRule="atLeast"/>
              <w:ind w:left="-79" w:right="-79"/>
              <w:rPr>
                <w:i/>
                <w:iCs/>
                <w:szCs w:val="22"/>
                <w:lang w:bidi="th-TH"/>
              </w:rPr>
            </w:pPr>
          </w:p>
        </w:tc>
        <w:tc>
          <w:tcPr>
            <w:tcW w:w="9990" w:type="dxa"/>
            <w:gridSpan w:val="13"/>
            <w:vAlign w:val="bottom"/>
          </w:tcPr>
          <w:p w14:paraId="0E062DA9" w14:textId="77777777" w:rsidR="00304F82" w:rsidRPr="00D20838" w:rsidRDefault="00304F82" w:rsidP="001A05CA">
            <w:pPr>
              <w:pStyle w:val="acctcolumnheading"/>
              <w:spacing w:after="0" w:line="300" w:lineRule="atLeast"/>
              <w:ind w:left="-79" w:right="-79"/>
              <w:rPr>
                <w:i/>
                <w:iCs/>
                <w:szCs w:val="22"/>
              </w:rPr>
            </w:pPr>
          </w:p>
        </w:tc>
      </w:tr>
      <w:tr w:rsidR="00FB3A67" w:rsidRPr="00D20838" w14:paraId="0C4EA9FF" w14:textId="77777777" w:rsidTr="005E4A2E">
        <w:trPr>
          <w:cantSplit/>
        </w:trPr>
        <w:tc>
          <w:tcPr>
            <w:tcW w:w="3960" w:type="dxa"/>
          </w:tcPr>
          <w:p w14:paraId="4442052C" w14:textId="089FB95A" w:rsidR="00FB3A67" w:rsidRPr="00D20838" w:rsidRDefault="008D5FB3" w:rsidP="001A05CA">
            <w:pPr>
              <w:tabs>
                <w:tab w:val="left" w:pos="100"/>
              </w:tabs>
              <w:spacing w:line="300" w:lineRule="atLeast"/>
              <w:ind w:left="100" w:hanging="100"/>
              <w:rPr>
                <w:b/>
                <w:bCs/>
                <w:i/>
                <w:iCs/>
                <w:sz w:val="22"/>
                <w:szCs w:val="22"/>
              </w:rPr>
            </w:pPr>
            <w:r w:rsidRPr="00EF3F91">
              <w:rPr>
                <w:b/>
                <w:bCs/>
                <w:i/>
                <w:iCs/>
                <w:sz w:val="22"/>
                <w:szCs w:val="22"/>
              </w:rPr>
              <w:t xml:space="preserve">Financial </w:t>
            </w:r>
            <w:r w:rsidR="007B2806">
              <w:rPr>
                <w:b/>
                <w:bCs/>
                <w:i/>
                <w:iCs/>
                <w:sz w:val="22"/>
                <w:szCs w:val="22"/>
              </w:rPr>
              <w:t>assets</w:t>
            </w:r>
          </w:p>
        </w:tc>
        <w:tc>
          <w:tcPr>
            <w:tcW w:w="904" w:type="dxa"/>
          </w:tcPr>
          <w:p w14:paraId="33CD418D" w14:textId="77777777" w:rsidR="00FB3A67" w:rsidRPr="00D20838" w:rsidRDefault="00FB3A67" w:rsidP="001A05CA">
            <w:pPr>
              <w:pStyle w:val="acctfourfigures"/>
              <w:spacing w:line="300" w:lineRule="atLeast"/>
              <w:jc w:val="center"/>
              <w:rPr>
                <w:szCs w:val="22"/>
              </w:rPr>
            </w:pPr>
          </w:p>
        </w:tc>
        <w:tc>
          <w:tcPr>
            <w:tcW w:w="1436" w:type="dxa"/>
          </w:tcPr>
          <w:p w14:paraId="64588C85" w14:textId="77777777" w:rsidR="00FB3A67" w:rsidRPr="00D20838" w:rsidRDefault="00FB3A67" w:rsidP="001A05CA">
            <w:pPr>
              <w:pStyle w:val="acctfourfigures"/>
              <w:spacing w:line="300" w:lineRule="atLeast"/>
              <w:jc w:val="center"/>
              <w:rPr>
                <w:szCs w:val="22"/>
              </w:rPr>
            </w:pPr>
          </w:p>
        </w:tc>
        <w:tc>
          <w:tcPr>
            <w:tcW w:w="178" w:type="dxa"/>
            <w:vAlign w:val="bottom"/>
          </w:tcPr>
          <w:p w14:paraId="3413C367" w14:textId="77777777" w:rsidR="00FB3A67" w:rsidRPr="00D20838" w:rsidRDefault="00FB3A67" w:rsidP="001A05CA">
            <w:pPr>
              <w:pStyle w:val="acctfourfigures"/>
              <w:spacing w:line="300" w:lineRule="atLeast"/>
              <w:jc w:val="center"/>
              <w:rPr>
                <w:szCs w:val="22"/>
              </w:rPr>
            </w:pPr>
          </w:p>
        </w:tc>
        <w:tc>
          <w:tcPr>
            <w:tcW w:w="1440" w:type="dxa"/>
            <w:vAlign w:val="bottom"/>
          </w:tcPr>
          <w:p w14:paraId="753C0E45" w14:textId="77777777" w:rsidR="00FB3A67" w:rsidRPr="00D20838" w:rsidRDefault="00FB3A67" w:rsidP="001A05CA">
            <w:pPr>
              <w:pStyle w:val="acctfourfigures"/>
              <w:spacing w:line="300" w:lineRule="atLeast"/>
              <w:jc w:val="center"/>
              <w:rPr>
                <w:szCs w:val="22"/>
              </w:rPr>
            </w:pPr>
          </w:p>
        </w:tc>
        <w:tc>
          <w:tcPr>
            <w:tcW w:w="178" w:type="dxa"/>
            <w:vAlign w:val="bottom"/>
          </w:tcPr>
          <w:p w14:paraId="1BFC74B0" w14:textId="77777777" w:rsidR="00FB3A67" w:rsidRPr="00D20838" w:rsidRDefault="00FB3A67" w:rsidP="001A05CA">
            <w:pPr>
              <w:pStyle w:val="acctfourfigures"/>
              <w:spacing w:line="300" w:lineRule="atLeast"/>
              <w:jc w:val="center"/>
              <w:rPr>
                <w:szCs w:val="22"/>
              </w:rPr>
            </w:pPr>
          </w:p>
        </w:tc>
        <w:tc>
          <w:tcPr>
            <w:tcW w:w="1446" w:type="dxa"/>
            <w:vAlign w:val="bottom"/>
          </w:tcPr>
          <w:p w14:paraId="3F155516" w14:textId="77777777" w:rsidR="00FB3A67" w:rsidRPr="00D20838" w:rsidRDefault="00FB3A67" w:rsidP="001A05CA">
            <w:pPr>
              <w:pStyle w:val="acctfourfigures"/>
              <w:spacing w:line="300" w:lineRule="atLeast"/>
              <w:jc w:val="center"/>
              <w:rPr>
                <w:szCs w:val="22"/>
              </w:rPr>
            </w:pPr>
          </w:p>
        </w:tc>
        <w:tc>
          <w:tcPr>
            <w:tcW w:w="178" w:type="dxa"/>
            <w:vAlign w:val="bottom"/>
          </w:tcPr>
          <w:p w14:paraId="306DFBF8" w14:textId="77777777" w:rsidR="00FB3A67" w:rsidRPr="00D20838" w:rsidRDefault="00FB3A67" w:rsidP="001A05CA">
            <w:pPr>
              <w:pStyle w:val="acctfourfigures"/>
              <w:spacing w:line="300" w:lineRule="atLeast"/>
              <w:jc w:val="center"/>
              <w:rPr>
                <w:szCs w:val="22"/>
              </w:rPr>
            </w:pPr>
          </w:p>
        </w:tc>
        <w:tc>
          <w:tcPr>
            <w:tcW w:w="992" w:type="dxa"/>
            <w:vAlign w:val="bottom"/>
          </w:tcPr>
          <w:p w14:paraId="06681DCF" w14:textId="77777777" w:rsidR="00FB3A67" w:rsidRPr="00D20838" w:rsidRDefault="00FB3A67" w:rsidP="001A05CA">
            <w:pPr>
              <w:pStyle w:val="acctfourfigures"/>
              <w:spacing w:line="300" w:lineRule="atLeast"/>
              <w:jc w:val="center"/>
              <w:rPr>
                <w:szCs w:val="22"/>
              </w:rPr>
            </w:pPr>
          </w:p>
        </w:tc>
        <w:tc>
          <w:tcPr>
            <w:tcW w:w="178" w:type="dxa"/>
            <w:vAlign w:val="bottom"/>
          </w:tcPr>
          <w:p w14:paraId="634C30F7" w14:textId="77777777" w:rsidR="00FB3A67" w:rsidRPr="00D20838" w:rsidRDefault="00FB3A67" w:rsidP="001A05CA">
            <w:pPr>
              <w:pStyle w:val="acctfourfigures"/>
              <w:spacing w:line="300" w:lineRule="atLeast"/>
              <w:jc w:val="center"/>
              <w:rPr>
                <w:szCs w:val="22"/>
              </w:rPr>
            </w:pPr>
          </w:p>
        </w:tc>
        <w:tc>
          <w:tcPr>
            <w:tcW w:w="1262" w:type="dxa"/>
            <w:vAlign w:val="bottom"/>
          </w:tcPr>
          <w:p w14:paraId="7CFF585B" w14:textId="77777777" w:rsidR="00FB3A67" w:rsidRPr="00D20838" w:rsidRDefault="00FB3A67" w:rsidP="001A05CA">
            <w:pPr>
              <w:pStyle w:val="acctfourfigures"/>
              <w:spacing w:line="300" w:lineRule="atLeast"/>
              <w:jc w:val="center"/>
              <w:rPr>
                <w:szCs w:val="22"/>
              </w:rPr>
            </w:pPr>
          </w:p>
        </w:tc>
        <w:tc>
          <w:tcPr>
            <w:tcW w:w="180" w:type="dxa"/>
            <w:vAlign w:val="bottom"/>
          </w:tcPr>
          <w:p w14:paraId="6AED9916" w14:textId="77777777" w:rsidR="00FB3A67" w:rsidRPr="00D20838" w:rsidRDefault="00FB3A67" w:rsidP="001A05CA">
            <w:pPr>
              <w:pStyle w:val="acctfourfigures"/>
              <w:spacing w:line="300" w:lineRule="atLeast"/>
              <w:jc w:val="center"/>
              <w:rPr>
                <w:szCs w:val="22"/>
              </w:rPr>
            </w:pPr>
          </w:p>
        </w:tc>
        <w:tc>
          <w:tcPr>
            <w:tcW w:w="990" w:type="dxa"/>
            <w:vAlign w:val="bottom"/>
          </w:tcPr>
          <w:p w14:paraId="3816CEEA" w14:textId="77777777" w:rsidR="00FB3A67" w:rsidRPr="00D20838" w:rsidRDefault="00FB3A67" w:rsidP="001A05CA">
            <w:pPr>
              <w:pStyle w:val="acctfourfigures"/>
              <w:spacing w:line="300" w:lineRule="atLeast"/>
              <w:jc w:val="center"/>
              <w:rPr>
                <w:szCs w:val="22"/>
              </w:rPr>
            </w:pPr>
          </w:p>
        </w:tc>
        <w:tc>
          <w:tcPr>
            <w:tcW w:w="184" w:type="dxa"/>
          </w:tcPr>
          <w:p w14:paraId="5E0CAC77" w14:textId="77777777" w:rsidR="00FB3A67" w:rsidRPr="00D20838" w:rsidRDefault="00FB3A67" w:rsidP="001A05CA">
            <w:pPr>
              <w:pStyle w:val="acctfourfigures"/>
              <w:spacing w:line="300" w:lineRule="atLeast"/>
              <w:jc w:val="center"/>
              <w:rPr>
                <w:szCs w:val="22"/>
              </w:rPr>
            </w:pPr>
          </w:p>
        </w:tc>
        <w:tc>
          <w:tcPr>
            <w:tcW w:w="1348" w:type="dxa"/>
          </w:tcPr>
          <w:p w14:paraId="274139AF" w14:textId="77777777" w:rsidR="00FB3A67" w:rsidRPr="00D20838" w:rsidRDefault="00FB3A67" w:rsidP="001A05CA">
            <w:pPr>
              <w:pStyle w:val="acctfourfigures"/>
              <w:spacing w:line="300" w:lineRule="atLeast"/>
              <w:jc w:val="center"/>
              <w:rPr>
                <w:szCs w:val="22"/>
              </w:rPr>
            </w:pPr>
          </w:p>
        </w:tc>
      </w:tr>
      <w:tr w:rsidR="00FB3A67" w:rsidRPr="00D20838" w14:paraId="383FB0DE" w14:textId="77777777" w:rsidTr="005E4A2E">
        <w:trPr>
          <w:cantSplit/>
        </w:trPr>
        <w:tc>
          <w:tcPr>
            <w:tcW w:w="3960" w:type="dxa"/>
          </w:tcPr>
          <w:p w14:paraId="40DC50B0" w14:textId="0245C0C5" w:rsidR="00FB3A67" w:rsidRPr="00D20838" w:rsidRDefault="008D5FB3" w:rsidP="001A05CA">
            <w:pPr>
              <w:tabs>
                <w:tab w:val="left" w:pos="100"/>
              </w:tabs>
              <w:spacing w:line="300" w:lineRule="atLeast"/>
              <w:ind w:left="100" w:hanging="100"/>
              <w:rPr>
                <w:sz w:val="22"/>
                <w:szCs w:val="22"/>
              </w:rPr>
            </w:pPr>
            <w:r w:rsidRPr="00EF3F91">
              <w:rPr>
                <w:sz w:val="22"/>
                <w:szCs w:val="22"/>
              </w:rPr>
              <w:t xml:space="preserve">Other financial </w:t>
            </w:r>
            <w:r w:rsidR="007B2806">
              <w:rPr>
                <w:sz w:val="22"/>
                <w:szCs w:val="22"/>
              </w:rPr>
              <w:t>assets</w:t>
            </w:r>
            <w:r w:rsidRPr="00EF3F91">
              <w:rPr>
                <w:sz w:val="22"/>
                <w:szCs w:val="22"/>
              </w:rPr>
              <w:t>:</w:t>
            </w:r>
          </w:p>
        </w:tc>
        <w:tc>
          <w:tcPr>
            <w:tcW w:w="904" w:type="dxa"/>
          </w:tcPr>
          <w:p w14:paraId="5F103A7D" w14:textId="77777777" w:rsidR="00FB3A67" w:rsidRPr="00D20838" w:rsidRDefault="00FB3A67" w:rsidP="001A05CA">
            <w:pPr>
              <w:pStyle w:val="acctfourfigures"/>
              <w:spacing w:line="300" w:lineRule="atLeast"/>
              <w:jc w:val="center"/>
              <w:rPr>
                <w:szCs w:val="22"/>
              </w:rPr>
            </w:pPr>
          </w:p>
        </w:tc>
        <w:tc>
          <w:tcPr>
            <w:tcW w:w="1436" w:type="dxa"/>
            <w:vAlign w:val="bottom"/>
          </w:tcPr>
          <w:p w14:paraId="0CA0C35A" w14:textId="77777777" w:rsidR="00FB3A67" w:rsidRPr="00D20838" w:rsidRDefault="00FB3A67" w:rsidP="001A05CA">
            <w:pPr>
              <w:pStyle w:val="acctfourfigures"/>
              <w:spacing w:line="300" w:lineRule="atLeast"/>
              <w:jc w:val="center"/>
              <w:rPr>
                <w:szCs w:val="22"/>
              </w:rPr>
            </w:pPr>
          </w:p>
        </w:tc>
        <w:tc>
          <w:tcPr>
            <w:tcW w:w="178" w:type="dxa"/>
            <w:vAlign w:val="bottom"/>
          </w:tcPr>
          <w:p w14:paraId="0E73036E" w14:textId="77777777" w:rsidR="00FB3A67" w:rsidRPr="00D20838" w:rsidRDefault="00FB3A67" w:rsidP="001A05CA">
            <w:pPr>
              <w:pStyle w:val="acctfourfigures"/>
              <w:spacing w:line="300" w:lineRule="atLeast"/>
              <w:jc w:val="center"/>
              <w:rPr>
                <w:szCs w:val="22"/>
              </w:rPr>
            </w:pPr>
          </w:p>
        </w:tc>
        <w:tc>
          <w:tcPr>
            <w:tcW w:w="1440" w:type="dxa"/>
            <w:vAlign w:val="bottom"/>
          </w:tcPr>
          <w:p w14:paraId="6D573B1F" w14:textId="77777777" w:rsidR="00FB3A67" w:rsidRPr="00D20838" w:rsidRDefault="00FB3A67" w:rsidP="001A05CA">
            <w:pPr>
              <w:pStyle w:val="acctfourfigures"/>
              <w:spacing w:line="300" w:lineRule="atLeast"/>
              <w:jc w:val="center"/>
              <w:rPr>
                <w:szCs w:val="22"/>
              </w:rPr>
            </w:pPr>
          </w:p>
        </w:tc>
        <w:tc>
          <w:tcPr>
            <w:tcW w:w="178" w:type="dxa"/>
            <w:vAlign w:val="bottom"/>
          </w:tcPr>
          <w:p w14:paraId="4683FBE3" w14:textId="77777777" w:rsidR="00FB3A67" w:rsidRPr="00D20838" w:rsidRDefault="00FB3A67" w:rsidP="001A05CA">
            <w:pPr>
              <w:pStyle w:val="acctfourfigures"/>
              <w:spacing w:line="300" w:lineRule="atLeast"/>
              <w:jc w:val="center"/>
              <w:rPr>
                <w:szCs w:val="22"/>
              </w:rPr>
            </w:pPr>
          </w:p>
        </w:tc>
        <w:tc>
          <w:tcPr>
            <w:tcW w:w="1446" w:type="dxa"/>
            <w:vAlign w:val="bottom"/>
          </w:tcPr>
          <w:p w14:paraId="50631565" w14:textId="77777777" w:rsidR="00FB3A67" w:rsidRPr="00D20838" w:rsidRDefault="00FB3A67" w:rsidP="001A05CA">
            <w:pPr>
              <w:pStyle w:val="acctfourfigures"/>
              <w:spacing w:line="300" w:lineRule="atLeast"/>
              <w:jc w:val="center"/>
              <w:rPr>
                <w:szCs w:val="22"/>
              </w:rPr>
            </w:pPr>
          </w:p>
        </w:tc>
        <w:tc>
          <w:tcPr>
            <w:tcW w:w="178" w:type="dxa"/>
            <w:vAlign w:val="bottom"/>
          </w:tcPr>
          <w:p w14:paraId="0438AD0B" w14:textId="77777777" w:rsidR="00FB3A67" w:rsidRPr="00D20838" w:rsidRDefault="00FB3A67" w:rsidP="001A05CA">
            <w:pPr>
              <w:pStyle w:val="acctfourfigures"/>
              <w:spacing w:line="300" w:lineRule="atLeast"/>
              <w:jc w:val="center"/>
              <w:rPr>
                <w:szCs w:val="22"/>
              </w:rPr>
            </w:pPr>
          </w:p>
        </w:tc>
        <w:tc>
          <w:tcPr>
            <w:tcW w:w="992" w:type="dxa"/>
            <w:vAlign w:val="bottom"/>
          </w:tcPr>
          <w:p w14:paraId="0D534150" w14:textId="77777777" w:rsidR="00FB3A67" w:rsidRPr="00D20838" w:rsidRDefault="00FB3A67" w:rsidP="001A05CA">
            <w:pPr>
              <w:pStyle w:val="acctfourfigures"/>
              <w:spacing w:line="300" w:lineRule="atLeast"/>
              <w:jc w:val="center"/>
              <w:rPr>
                <w:szCs w:val="22"/>
              </w:rPr>
            </w:pPr>
          </w:p>
        </w:tc>
        <w:tc>
          <w:tcPr>
            <w:tcW w:w="178" w:type="dxa"/>
            <w:vAlign w:val="bottom"/>
          </w:tcPr>
          <w:p w14:paraId="4DFD4406" w14:textId="77777777" w:rsidR="00FB3A67" w:rsidRPr="00D20838" w:rsidRDefault="00FB3A67" w:rsidP="001A05CA">
            <w:pPr>
              <w:pStyle w:val="acctfourfigures"/>
              <w:spacing w:line="300" w:lineRule="atLeast"/>
              <w:jc w:val="center"/>
              <w:rPr>
                <w:szCs w:val="22"/>
              </w:rPr>
            </w:pPr>
          </w:p>
        </w:tc>
        <w:tc>
          <w:tcPr>
            <w:tcW w:w="1262" w:type="dxa"/>
            <w:vAlign w:val="bottom"/>
          </w:tcPr>
          <w:p w14:paraId="0827693C" w14:textId="77777777" w:rsidR="00FB3A67" w:rsidRPr="00D20838" w:rsidRDefault="00FB3A67" w:rsidP="001A05CA">
            <w:pPr>
              <w:pStyle w:val="acctfourfigures"/>
              <w:spacing w:line="300" w:lineRule="atLeast"/>
              <w:jc w:val="center"/>
              <w:rPr>
                <w:szCs w:val="22"/>
              </w:rPr>
            </w:pPr>
          </w:p>
        </w:tc>
        <w:tc>
          <w:tcPr>
            <w:tcW w:w="180" w:type="dxa"/>
            <w:vAlign w:val="bottom"/>
          </w:tcPr>
          <w:p w14:paraId="6AFCC81C" w14:textId="77777777" w:rsidR="00FB3A67" w:rsidRPr="00D20838" w:rsidRDefault="00FB3A67" w:rsidP="001A05CA">
            <w:pPr>
              <w:pStyle w:val="acctfourfigures"/>
              <w:spacing w:line="300" w:lineRule="atLeast"/>
              <w:jc w:val="center"/>
              <w:rPr>
                <w:szCs w:val="22"/>
              </w:rPr>
            </w:pPr>
          </w:p>
        </w:tc>
        <w:tc>
          <w:tcPr>
            <w:tcW w:w="990" w:type="dxa"/>
            <w:vAlign w:val="bottom"/>
          </w:tcPr>
          <w:p w14:paraId="7E95C58A" w14:textId="77777777" w:rsidR="00FB3A67" w:rsidRPr="00D20838" w:rsidRDefault="00FB3A67" w:rsidP="001A05CA">
            <w:pPr>
              <w:pStyle w:val="acctfourfigures"/>
              <w:spacing w:line="300" w:lineRule="atLeast"/>
              <w:jc w:val="center"/>
              <w:rPr>
                <w:szCs w:val="22"/>
              </w:rPr>
            </w:pPr>
          </w:p>
        </w:tc>
        <w:tc>
          <w:tcPr>
            <w:tcW w:w="184" w:type="dxa"/>
          </w:tcPr>
          <w:p w14:paraId="52C84A93" w14:textId="77777777" w:rsidR="00FB3A67" w:rsidRPr="00D20838" w:rsidRDefault="00FB3A67" w:rsidP="001A05CA">
            <w:pPr>
              <w:pStyle w:val="acctfourfigures"/>
              <w:spacing w:line="300" w:lineRule="atLeast"/>
              <w:jc w:val="center"/>
              <w:rPr>
                <w:szCs w:val="22"/>
              </w:rPr>
            </w:pPr>
          </w:p>
        </w:tc>
        <w:tc>
          <w:tcPr>
            <w:tcW w:w="1348" w:type="dxa"/>
          </w:tcPr>
          <w:p w14:paraId="68E1C497" w14:textId="77777777" w:rsidR="00FB3A67" w:rsidRPr="00D20838" w:rsidRDefault="00FB3A67" w:rsidP="001A05CA">
            <w:pPr>
              <w:pStyle w:val="acctfourfigures"/>
              <w:spacing w:line="300" w:lineRule="atLeast"/>
              <w:jc w:val="center"/>
              <w:rPr>
                <w:szCs w:val="22"/>
              </w:rPr>
            </w:pPr>
          </w:p>
        </w:tc>
      </w:tr>
      <w:tr w:rsidR="005E4A2E" w:rsidRPr="00D20838" w14:paraId="238B7A48" w14:textId="77777777" w:rsidTr="005E4A2E">
        <w:trPr>
          <w:cantSplit/>
        </w:trPr>
        <w:tc>
          <w:tcPr>
            <w:tcW w:w="3960" w:type="dxa"/>
          </w:tcPr>
          <w:p w14:paraId="7C37F62F" w14:textId="02E9F76E" w:rsidR="005E4A2E" w:rsidRPr="00EF3F91" w:rsidRDefault="005E4A2E" w:rsidP="005E4A2E">
            <w:pPr>
              <w:spacing w:line="300" w:lineRule="atLeast"/>
              <w:ind w:left="100" w:hanging="100"/>
              <w:rPr>
                <w:sz w:val="22"/>
                <w:szCs w:val="22"/>
              </w:rPr>
            </w:pPr>
            <w:r>
              <w:rPr>
                <w:sz w:val="22"/>
                <w:szCs w:val="22"/>
              </w:rPr>
              <w:t xml:space="preserve">  Forward currency exchange contracts</w:t>
            </w:r>
          </w:p>
        </w:tc>
        <w:tc>
          <w:tcPr>
            <w:tcW w:w="904" w:type="dxa"/>
          </w:tcPr>
          <w:p w14:paraId="09EC5E57" w14:textId="057FC229" w:rsidR="005E4A2E" w:rsidRPr="00D20838" w:rsidRDefault="005E4A2E" w:rsidP="005E4A2E">
            <w:pPr>
              <w:pStyle w:val="acctcolumnheading"/>
              <w:spacing w:after="0" w:line="300" w:lineRule="atLeast"/>
              <w:ind w:left="-79" w:right="-79"/>
              <w:rPr>
                <w:szCs w:val="22"/>
              </w:rPr>
            </w:pPr>
          </w:p>
        </w:tc>
        <w:tc>
          <w:tcPr>
            <w:tcW w:w="1436" w:type="dxa"/>
            <w:vAlign w:val="bottom"/>
          </w:tcPr>
          <w:p w14:paraId="4BEBED6C" w14:textId="186C1574" w:rsidR="005E4A2E" w:rsidRPr="00D20838" w:rsidRDefault="005E4A2E" w:rsidP="005E4A2E">
            <w:pPr>
              <w:tabs>
                <w:tab w:val="decimal" w:pos="1269"/>
              </w:tabs>
              <w:spacing w:line="300" w:lineRule="atLeast"/>
              <w:ind w:left="-74" w:right="-96"/>
              <w:rPr>
                <w:szCs w:val="22"/>
              </w:rPr>
            </w:pPr>
          </w:p>
        </w:tc>
        <w:tc>
          <w:tcPr>
            <w:tcW w:w="178" w:type="dxa"/>
            <w:vAlign w:val="bottom"/>
          </w:tcPr>
          <w:p w14:paraId="35001C74" w14:textId="77777777" w:rsidR="005E4A2E" w:rsidRPr="00D20838" w:rsidRDefault="005E4A2E" w:rsidP="005E4A2E">
            <w:pPr>
              <w:pStyle w:val="acctfourfigures"/>
              <w:spacing w:line="300" w:lineRule="atLeast"/>
              <w:jc w:val="center"/>
              <w:rPr>
                <w:szCs w:val="22"/>
              </w:rPr>
            </w:pPr>
          </w:p>
        </w:tc>
        <w:tc>
          <w:tcPr>
            <w:tcW w:w="1440" w:type="dxa"/>
            <w:vAlign w:val="bottom"/>
          </w:tcPr>
          <w:p w14:paraId="60506E46" w14:textId="4ACC3DCF" w:rsidR="005E4A2E" w:rsidRPr="00D20838" w:rsidRDefault="005E4A2E" w:rsidP="005E4A2E">
            <w:pPr>
              <w:tabs>
                <w:tab w:val="decimal" w:pos="912"/>
              </w:tabs>
              <w:spacing w:line="300" w:lineRule="atLeast"/>
              <w:ind w:left="-74" w:right="-96"/>
              <w:rPr>
                <w:szCs w:val="22"/>
              </w:rPr>
            </w:pPr>
          </w:p>
        </w:tc>
        <w:tc>
          <w:tcPr>
            <w:tcW w:w="178" w:type="dxa"/>
            <w:vAlign w:val="bottom"/>
          </w:tcPr>
          <w:p w14:paraId="08A34EFF" w14:textId="77777777" w:rsidR="005E4A2E" w:rsidRPr="00D20838" w:rsidRDefault="005E4A2E" w:rsidP="005E4A2E">
            <w:pPr>
              <w:pStyle w:val="acctfourfigures"/>
              <w:spacing w:line="300" w:lineRule="atLeast"/>
              <w:jc w:val="center"/>
              <w:rPr>
                <w:szCs w:val="22"/>
              </w:rPr>
            </w:pPr>
          </w:p>
        </w:tc>
        <w:tc>
          <w:tcPr>
            <w:tcW w:w="1446" w:type="dxa"/>
            <w:vAlign w:val="bottom"/>
          </w:tcPr>
          <w:p w14:paraId="7C1A3EC3" w14:textId="3F9ED132" w:rsidR="005E4A2E" w:rsidRPr="00D20838" w:rsidRDefault="005E4A2E" w:rsidP="005E4A2E">
            <w:pPr>
              <w:tabs>
                <w:tab w:val="decimal" w:pos="1178"/>
              </w:tabs>
              <w:spacing w:line="300" w:lineRule="atLeast"/>
              <w:ind w:left="-74" w:right="-96"/>
              <w:rPr>
                <w:szCs w:val="22"/>
              </w:rPr>
            </w:pPr>
          </w:p>
        </w:tc>
        <w:tc>
          <w:tcPr>
            <w:tcW w:w="178" w:type="dxa"/>
            <w:vAlign w:val="bottom"/>
          </w:tcPr>
          <w:p w14:paraId="15E6AC8A" w14:textId="77777777" w:rsidR="005E4A2E" w:rsidRPr="00D20838" w:rsidRDefault="005E4A2E" w:rsidP="005E4A2E">
            <w:pPr>
              <w:pStyle w:val="acctfourfigures"/>
              <w:spacing w:line="300" w:lineRule="atLeast"/>
              <w:jc w:val="center"/>
              <w:rPr>
                <w:szCs w:val="22"/>
              </w:rPr>
            </w:pPr>
          </w:p>
        </w:tc>
        <w:tc>
          <w:tcPr>
            <w:tcW w:w="992" w:type="dxa"/>
            <w:vAlign w:val="bottom"/>
          </w:tcPr>
          <w:p w14:paraId="4D75DA9C" w14:textId="3357853A" w:rsidR="005E4A2E" w:rsidRPr="00D20838" w:rsidRDefault="005E4A2E" w:rsidP="005E4A2E">
            <w:pPr>
              <w:tabs>
                <w:tab w:val="decimal" w:pos="550"/>
              </w:tabs>
              <w:spacing w:line="300" w:lineRule="atLeast"/>
              <w:ind w:left="-74" w:right="-96"/>
              <w:rPr>
                <w:szCs w:val="22"/>
              </w:rPr>
            </w:pPr>
          </w:p>
        </w:tc>
        <w:tc>
          <w:tcPr>
            <w:tcW w:w="178" w:type="dxa"/>
            <w:vAlign w:val="bottom"/>
          </w:tcPr>
          <w:p w14:paraId="3D508084" w14:textId="77777777" w:rsidR="005E4A2E" w:rsidRPr="00D20838" w:rsidRDefault="005E4A2E" w:rsidP="005E4A2E">
            <w:pPr>
              <w:pStyle w:val="acctfourfigures"/>
              <w:spacing w:line="300" w:lineRule="atLeast"/>
              <w:jc w:val="center"/>
              <w:rPr>
                <w:szCs w:val="22"/>
              </w:rPr>
            </w:pPr>
          </w:p>
        </w:tc>
        <w:tc>
          <w:tcPr>
            <w:tcW w:w="1262" w:type="dxa"/>
            <w:vAlign w:val="bottom"/>
          </w:tcPr>
          <w:p w14:paraId="545F2CBB" w14:textId="44DB7D02" w:rsidR="005E4A2E" w:rsidRPr="00D20838" w:rsidRDefault="005E4A2E" w:rsidP="005E4A2E">
            <w:pPr>
              <w:tabs>
                <w:tab w:val="decimal" w:pos="1008"/>
              </w:tabs>
              <w:spacing w:line="300" w:lineRule="atLeast"/>
              <w:ind w:left="-74" w:right="-96"/>
              <w:rPr>
                <w:szCs w:val="22"/>
              </w:rPr>
            </w:pPr>
          </w:p>
        </w:tc>
        <w:tc>
          <w:tcPr>
            <w:tcW w:w="180" w:type="dxa"/>
            <w:vAlign w:val="bottom"/>
          </w:tcPr>
          <w:p w14:paraId="6243E789" w14:textId="77777777" w:rsidR="005E4A2E" w:rsidRPr="00D20838" w:rsidRDefault="005E4A2E" w:rsidP="005E4A2E">
            <w:pPr>
              <w:pStyle w:val="acctfourfigures"/>
              <w:spacing w:line="300" w:lineRule="atLeast"/>
              <w:jc w:val="center"/>
              <w:rPr>
                <w:szCs w:val="22"/>
              </w:rPr>
            </w:pPr>
          </w:p>
        </w:tc>
        <w:tc>
          <w:tcPr>
            <w:tcW w:w="990" w:type="dxa"/>
            <w:vAlign w:val="bottom"/>
          </w:tcPr>
          <w:p w14:paraId="6216584C" w14:textId="43A8FC15" w:rsidR="005E4A2E" w:rsidRPr="00D20838" w:rsidRDefault="005E4A2E" w:rsidP="005E4A2E">
            <w:pPr>
              <w:tabs>
                <w:tab w:val="decimal" w:pos="561"/>
              </w:tabs>
              <w:spacing w:line="300" w:lineRule="atLeast"/>
              <w:ind w:left="-74" w:right="-96"/>
              <w:rPr>
                <w:szCs w:val="22"/>
              </w:rPr>
            </w:pPr>
          </w:p>
        </w:tc>
        <w:tc>
          <w:tcPr>
            <w:tcW w:w="184" w:type="dxa"/>
          </w:tcPr>
          <w:p w14:paraId="0E463A2C" w14:textId="77777777" w:rsidR="005E4A2E" w:rsidRPr="00D20838" w:rsidRDefault="005E4A2E" w:rsidP="005E4A2E">
            <w:pPr>
              <w:pStyle w:val="acctfourfigures"/>
              <w:spacing w:line="300" w:lineRule="atLeast"/>
              <w:jc w:val="center"/>
              <w:rPr>
                <w:szCs w:val="22"/>
              </w:rPr>
            </w:pPr>
          </w:p>
        </w:tc>
        <w:tc>
          <w:tcPr>
            <w:tcW w:w="1348" w:type="dxa"/>
          </w:tcPr>
          <w:p w14:paraId="3732664D" w14:textId="4FB73CEC" w:rsidR="005E4A2E" w:rsidRPr="00D20838" w:rsidRDefault="005E4A2E" w:rsidP="005E4A2E">
            <w:pPr>
              <w:tabs>
                <w:tab w:val="decimal" w:pos="1092"/>
              </w:tabs>
              <w:spacing w:line="300" w:lineRule="atLeast"/>
              <w:ind w:left="-74" w:right="-96"/>
              <w:rPr>
                <w:szCs w:val="22"/>
              </w:rPr>
            </w:pPr>
          </w:p>
        </w:tc>
      </w:tr>
      <w:tr w:rsidR="00E13865" w:rsidRPr="00D20838" w14:paraId="1B1F2EA8" w14:textId="77777777" w:rsidTr="005E4A2E">
        <w:trPr>
          <w:cantSplit/>
        </w:trPr>
        <w:tc>
          <w:tcPr>
            <w:tcW w:w="3960" w:type="dxa"/>
          </w:tcPr>
          <w:p w14:paraId="7E711095" w14:textId="17F64567" w:rsidR="00E13865" w:rsidRPr="00D20838" w:rsidRDefault="00E13865" w:rsidP="00E13865">
            <w:pPr>
              <w:spacing w:line="300" w:lineRule="atLeast"/>
              <w:ind w:left="100" w:hanging="100"/>
              <w:rPr>
                <w:rFonts w:cstheme="minorBidi"/>
                <w:sz w:val="22"/>
                <w:szCs w:val="22"/>
              </w:rPr>
            </w:pPr>
            <w:r>
              <w:rPr>
                <w:rFonts w:cstheme="minorBidi"/>
                <w:sz w:val="22"/>
                <w:szCs w:val="22"/>
              </w:rPr>
              <w:t xml:space="preserve">     and f</w:t>
            </w:r>
            <w:r w:rsidRPr="00253F91">
              <w:rPr>
                <w:rFonts w:cstheme="minorBidi"/>
                <w:sz w:val="22"/>
                <w:szCs w:val="22"/>
              </w:rPr>
              <w:t>oreign currency option agreements</w:t>
            </w:r>
          </w:p>
        </w:tc>
        <w:tc>
          <w:tcPr>
            <w:tcW w:w="904" w:type="dxa"/>
          </w:tcPr>
          <w:p w14:paraId="52961F76" w14:textId="658B522F" w:rsidR="00E13865" w:rsidRPr="00D20838" w:rsidRDefault="00E13865" w:rsidP="00E13865">
            <w:pPr>
              <w:pStyle w:val="acctcolumnheading"/>
              <w:spacing w:after="0" w:line="300" w:lineRule="atLeast"/>
              <w:ind w:left="-79" w:right="-79"/>
              <w:rPr>
                <w:i/>
                <w:iCs/>
                <w:szCs w:val="22"/>
                <w:lang w:bidi="th-TH"/>
              </w:rPr>
            </w:pPr>
            <w:r>
              <w:rPr>
                <w:i/>
                <w:iCs/>
                <w:szCs w:val="22"/>
                <w:lang w:bidi="th-TH"/>
              </w:rPr>
              <w:t>1</w:t>
            </w:r>
            <w:r w:rsidR="00CF6A7D">
              <w:rPr>
                <w:i/>
                <w:iCs/>
                <w:szCs w:val="22"/>
                <w:lang w:bidi="th-TH"/>
              </w:rPr>
              <w:t>2</w:t>
            </w:r>
          </w:p>
        </w:tc>
        <w:tc>
          <w:tcPr>
            <w:tcW w:w="1436" w:type="dxa"/>
            <w:tcBorders>
              <w:bottom w:val="single" w:sz="4" w:space="0" w:color="auto"/>
            </w:tcBorders>
          </w:tcPr>
          <w:p w14:paraId="6441CB1B" w14:textId="27615984" w:rsidR="00E13865" w:rsidRPr="00E13865" w:rsidRDefault="00E13865" w:rsidP="00E13865">
            <w:pPr>
              <w:tabs>
                <w:tab w:val="decimal" w:pos="1269"/>
              </w:tabs>
              <w:spacing w:line="300" w:lineRule="atLeast"/>
              <w:ind w:left="-74" w:right="-96"/>
              <w:rPr>
                <w:sz w:val="22"/>
                <w:szCs w:val="22"/>
              </w:rPr>
            </w:pPr>
            <w:r w:rsidRPr="00E13865">
              <w:rPr>
                <w:sz w:val="22"/>
                <w:szCs w:val="22"/>
              </w:rPr>
              <w:t>470</w:t>
            </w:r>
          </w:p>
        </w:tc>
        <w:tc>
          <w:tcPr>
            <w:tcW w:w="178" w:type="dxa"/>
          </w:tcPr>
          <w:p w14:paraId="4B19B176" w14:textId="77777777" w:rsidR="00E13865" w:rsidRPr="00E13865" w:rsidRDefault="00E13865" w:rsidP="00E13865">
            <w:pPr>
              <w:pStyle w:val="acctfourfigures"/>
              <w:spacing w:line="300" w:lineRule="atLeast"/>
              <w:rPr>
                <w:szCs w:val="22"/>
              </w:rPr>
            </w:pPr>
          </w:p>
        </w:tc>
        <w:tc>
          <w:tcPr>
            <w:tcW w:w="1440" w:type="dxa"/>
            <w:tcBorders>
              <w:bottom w:val="single" w:sz="4" w:space="0" w:color="auto"/>
            </w:tcBorders>
          </w:tcPr>
          <w:p w14:paraId="33B9CFDD" w14:textId="5CB3E3D5" w:rsidR="00E13865" w:rsidRPr="00E13865" w:rsidRDefault="00E13865" w:rsidP="00E13865">
            <w:pPr>
              <w:tabs>
                <w:tab w:val="decimal" w:pos="912"/>
              </w:tabs>
              <w:spacing w:line="300" w:lineRule="atLeast"/>
              <w:ind w:left="-74" w:right="-96"/>
              <w:rPr>
                <w:rFonts w:cs="Angsana New"/>
                <w:sz w:val="22"/>
                <w:szCs w:val="22"/>
              </w:rPr>
            </w:pPr>
            <w:r w:rsidRPr="00E13865">
              <w:rPr>
                <w:sz w:val="22"/>
                <w:szCs w:val="22"/>
              </w:rPr>
              <w:t>-</w:t>
            </w:r>
          </w:p>
        </w:tc>
        <w:tc>
          <w:tcPr>
            <w:tcW w:w="178" w:type="dxa"/>
          </w:tcPr>
          <w:p w14:paraId="7A681C83" w14:textId="77777777" w:rsidR="00E13865" w:rsidRPr="00E13865" w:rsidRDefault="00E13865" w:rsidP="00E13865">
            <w:pPr>
              <w:pStyle w:val="acctfourfigures"/>
              <w:spacing w:line="300" w:lineRule="atLeast"/>
              <w:rPr>
                <w:szCs w:val="22"/>
              </w:rPr>
            </w:pPr>
          </w:p>
        </w:tc>
        <w:tc>
          <w:tcPr>
            <w:tcW w:w="1446" w:type="dxa"/>
            <w:tcBorders>
              <w:bottom w:val="single" w:sz="4" w:space="0" w:color="auto"/>
            </w:tcBorders>
          </w:tcPr>
          <w:p w14:paraId="071AB585" w14:textId="7C385C22" w:rsidR="00E13865" w:rsidRPr="00E13865" w:rsidRDefault="00E13865" w:rsidP="00E13865">
            <w:pPr>
              <w:tabs>
                <w:tab w:val="decimal" w:pos="1178"/>
              </w:tabs>
              <w:spacing w:line="300" w:lineRule="atLeast"/>
              <w:ind w:left="-74" w:right="-96"/>
              <w:rPr>
                <w:sz w:val="22"/>
                <w:szCs w:val="22"/>
              </w:rPr>
            </w:pPr>
            <w:r w:rsidRPr="00E13865">
              <w:rPr>
                <w:sz w:val="22"/>
                <w:szCs w:val="22"/>
              </w:rPr>
              <w:t>470</w:t>
            </w:r>
          </w:p>
        </w:tc>
        <w:tc>
          <w:tcPr>
            <w:tcW w:w="178" w:type="dxa"/>
          </w:tcPr>
          <w:p w14:paraId="26B26065" w14:textId="77777777" w:rsidR="00E13865" w:rsidRPr="00E13865" w:rsidRDefault="00E13865" w:rsidP="00E13865">
            <w:pPr>
              <w:pStyle w:val="acctfourfigures"/>
              <w:spacing w:line="300" w:lineRule="atLeast"/>
              <w:rPr>
                <w:szCs w:val="22"/>
              </w:rPr>
            </w:pPr>
          </w:p>
        </w:tc>
        <w:tc>
          <w:tcPr>
            <w:tcW w:w="992" w:type="dxa"/>
          </w:tcPr>
          <w:p w14:paraId="2428DB8F" w14:textId="19338AED" w:rsidR="00E13865" w:rsidRPr="00E13865" w:rsidRDefault="00E13865" w:rsidP="00E13865">
            <w:pPr>
              <w:tabs>
                <w:tab w:val="decimal" w:pos="550"/>
              </w:tabs>
              <w:spacing w:line="300" w:lineRule="atLeast"/>
              <w:ind w:left="-74" w:right="-96"/>
              <w:rPr>
                <w:sz w:val="22"/>
                <w:szCs w:val="22"/>
              </w:rPr>
            </w:pPr>
            <w:r w:rsidRPr="00E13865">
              <w:rPr>
                <w:sz w:val="22"/>
                <w:szCs w:val="22"/>
              </w:rPr>
              <w:t>-</w:t>
            </w:r>
          </w:p>
        </w:tc>
        <w:tc>
          <w:tcPr>
            <w:tcW w:w="178" w:type="dxa"/>
          </w:tcPr>
          <w:p w14:paraId="4E7BC0C2" w14:textId="77777777" w:rsidR="00E13865" w:rsidRPr="00E13865" w:rsidRDefault="00E13865" w:rsidP="00E13865">
            <w:pPr>
              <w:pStyle w:val="acctfourfigures"/>
              <w:spacing w:line="300" w:lineRule="atLeast"/>
              <w:rPr>
                <w:szCs w:val="22"/>
              </w:rPr>
            </w:pPr>
          </w:p>
        </w:tc>
        <w:tc>
          <w:tcPr>
            <w:tcW w:w="1262" w:type="dxa"/>
          </w:tcPr>
          <w:p w14:paraId="7C9EBB13" w14:textId="69656243" w:rsidR="00E13865" w:rsidRPr="00E13865" w:rsidRDefault="00E13865" w:rsidP="00E13865">
            <w:pPr>
              <w:tabs>
                <w:tab w:val="decimal" w:pos="1008"/>
              </w:tabs>
              <w:spacing w:line="300" w:lineRule="atLeast"/>
              <w:ind w:left="-74" w:right="-96"/>
              <w:rPr>
                <w:sz w:val="22"/>
                <w:szCs w:val="22"/>
              </w:rPr>
            </w:pPr>
            <w:r w:rsidRPr="00E13865">
              <w:rPr>
                <w:sz w:val="22"/>
                <w:szCs w:val="22"/>
              </w:rPr>
              <w:t>470</w:t>
            </w:r>
          </w:p>
        </w:tc>
        <w:tc>
          <w:tcPr>
            <w:tcW w:w="180" w:type="dxa"/>
          </w:tcPr>
          <w:p w14:paraId="707BB79E" w14:textId="77777777" w:rsidR="00E13865" w:rsidRPr="00E13865" w:rsidRDefault="00E13865" w:rsidP="00E13865">
            <w:pPr>
              <w:pStyle w:val="acctfourfigures"/>
              <w:spacing w:line="300" w:lineRule="atLeast"/>
              <w:rPr>
                <w:szCs w:val="22"/>
              </w:rPr>
            </w:pPr>
          </w:p>
        </w:tc>
        <w:tc>
          <w:tcPr>
            <w:tcW w:w="990" w:type="dxa"/>
          </w:tcPr>
          <w:p w14:paraId="55402202" w14:textId="71779F12" w:rsidR="00E13865" w:rsidRPr="00E13865" w:rsidRDefault="00E13865" w:rsidP="00E13865">
            <w:pPr>
              <w:tabs>
                <w:tab w:val="decimal" w:pos="561"/>
              </w:tabs>
              <w:spacing w:line="300" w:lineRule="atLeast"/>
              <w:ind w:left="-74" w:right="-96"/>
              <w:rPr>
                <w:sz w:val="22"/>
                <w:szCs w:val="22"/>
              </w:rPr>
            </w:pPr>
            <w:r w:rsidRPr="00E13865">
              <w:rPr>
                <w:sz w:val="22"/>
                <w:szCs w:val="22"/>
              </w:rPr>
              <w:t>-</w:t>
            </w:r>
          </w:p>
        </w:tc>
        <w:tc>
          <w:tcPr>
            <w:tcW w:w="184" w:type="dxa"/>
          </w:tcPr>
          <w:p w14:paraId="18657913" w14:textId="77777777" w:rsidR="00E13865" w:rsidRPr="00E13865" w:rsidRDefault="00E13865" w:rsidP="00E13865">
            <w:pPr>
              <w:pStyle w:val="acctfourfigures"/>
              <w:spacing w:line="300" w:lineRule="atLeast"/>
              <w:rPr>
                <w:szCs w:val="22"/>
              </w:rPr>
            </w:pPr>
          </w:p>
        </w:tc>
        <w:tc>
          <w:tcPr>
            <w:tcW w:w="1348" w:type="dxa"/>
          </w:tcPr>
          <w:p w14:paraId="07E29949" w14:textId="151E639D" w:rsidR="00E13865" w:rsidRPr="00E13865" w:rsidRDefault="00E13865" w:rsidP="00E13865">
            <w:pPr>
              <w:tabs>
                <w:tab w:val="decimal" w:pos="1092"/>
              </w:tabs>
              <w:spacing w:line="300" w:lineRule="atLeast"/>
              <w:ind w:left="-74" w:right="-96"/>
              <w:rPr>
                <w:sz w:val="22"/>
                <w:szCs w:val="22"/>
              </w:rPr>
            </w:pPr>
            <w:r w:rsidRPr="00E13865">
              <w:rPr>
                <w:sz w:val="22"/>
                <w:szCs w:val="22"/>
              </w:rPr>
              <w:t>470</w:t>
            </w:r>
          </w:p>
        </w:tc>
      </w:tr>
      <w:tr w:rsidR="00E13865" w:rsidRPr="00D20838" w14:paraId="3A05CB15" w14:textId="77777777" w:rsidTr="005E4A2E">
        <w:trPr>
          <w:cantSplit/>
        </w:trPr>
        <w:tc>
          <w:tcPr>
            <w:tcW w:w="3960" w:type="dxa"/>
          </w:tcPr>
          <w:p w14:paraId="164DB229" w14:textId="796DD4FA" w:rsidR="00E13865" w:rsidRPr="00D20838" w:rsidRDefault="00E13865" w:rsidP="00E13865">
            <w:pPr>
              <w:spacing w:line="300" w:lineRule="atLeast"/>
              <w:ind w:left="103"/>
              <w:rPr>
                <w:sz w:val="22"/>
                <w:szCs w:val="22"/>
              </w:rPr>
            </w:pPr>
            <w:r w:rsidRPr="00EF3F91">
              <w:rPr>
                <w:b/>
                <w:bCs/>
                <w:sz w:val="22"/>
                <w:szCs w:val="22"/>
              </w:rPr>
              <w:t xml:space="preserve">Total other financial </w:t>
            </w:r>
            <w:r>
              <w:rPr>
                <w:b/>
                <w:bCs/>
                <w:sz w:val="22"/>
                <w:szCs w:val="22"/>
              </w:rPr>
              <w:t>assets</w:t>
            </w:r>
          </w:p>
        </w:tc>
        <w:tc>
          <w:tcPr>
            <w:tcW w:w="904" w:type="dxa"/>
          </w:tcPr>
          <w:p w14:paraId="3DB87B2D" w14:textId="77777777" w:rsidR="00E13865" w:rsidRPr="00D20838" w:rsidRDefault="00E13865" w:rsidP="00E13865">
            <w:pPr>
              <w:pStyle w:val="acctfourfigures"/>
              <w:spacing w:line="300" w:lineRule="atLeast"/>
              <w:jc w:val="center"/>
              <w:rPr>
                <w:szCs w:val="22"/>
              </w:rPr>
            </w:pPr>
          </w:p>
        </w:tc>
        <w:tc>
          <w:tcPr>
            <w:tcW w:w="1436" w:type="dxa"/>
            <w:tcBorders>
              <w:top w:val="single" w:sz="4" w:space="0" w:color="auto"/>
              <w:bottom w:val="double" w:sz="4" w:space="0" w:color="auto"/>
            </w:tcBorders>
          </w:tcPr>
          <w:p w14:paraId="695A5499" w14:textId="49E02B11" w:rsidR="00E13865" w:rsidRPr="00E13865" w:rsidRDefault="00E13865" w:rsidP="00E13865">
            <w:pPr>
              <w:tabs>
                <w:tab w:val="decimal" w:pos="1269"/>
              </w:tabs>
              <w:spacing w:line="300" w:lineRule="atLeast"/>
              <w:ind w:left="-74" w:right="-96"/>
              <w:rPr>
                <w:b/>
                <w:bCs/>
                <w:sz w:val="22"/>
                <w:szCs w:val="22"/>
              </w:rPr>
            </w:pPr>
            <w:r w:rsidRPr="00E13865">
              <w:rPr>
                <w:b/>
                <w:bCs/>
                <w:sz w:val="22"/>
                <w:szCs w:val="22"/>
              </w:rPr>
              <w:t>470</w:t>
            </w:r>
          </w:p>
        </w:tc>
        <w:tc>
          <w:tcPr>
            <w:tcW w:w="178" w:type="dxa"/>
          </w:tcPr>
          <w:p w14:paraId="496C56F6" w14:textId="77777777" w:rsidR="00E13865" w:rsidRPr="00E13865" w:rsidRDefault="00E13865" w:rsidP="00E13865">
            <w:pPr>
              <w:pStyle w:val="acctfourfigures"/>
              <w:spacing w:line="300" w:lineRule="atLeast"/>
              <w:jc w:val="center"/>
              <w:rPr>
                <w:b/>
                <w:bCs/>
                <w:szCs w:val="22"/>
              </w:rPr>
            </w:pPr>
          </w:p>
        </w:tc>
        <w:tc>
          <w:tcPr>
            <w:tcW w:w="1440" w:type="dxa"/>
            <w:tcBorders>
              <w:top w:val="single" w:sz="4" w:space="0" w:color="auto"/>
              <w:bottom w:val="double" w:sz="4" w:space="0" w:color="auto"/>
            </w:tcBorders>
          </w:tcPr>
          <w:p w14:paraId="5C50EBFD" w14:textId="37E10B62" w:rsidR="00E13865" w:rsidRPr="00E13865" w:rsidRDefault="00E13865" w:rsidP="00E13865">
            <w:pPr>
              <w:tabs>
                <w:tab w:val="decimal" w:pos="912"/>
              </w:tabs>
              <w:spacing w:line="300" w:lineRule="atLeast"/>
              <w:ind w:left="-74" w:right="-96"/>
              <w:rPr>
                <w:b/>
                <w:bCs/>
                <w:sz w:val="22"/>
                <w:szCs w:val="22"/>
              </w:rPr>
            </w:pPr>
            <w:r w:rsidRPr="00E13865">
              <w:rPr>
                <w:b/>
                <w:bCs/>
                <w:sz w:val="22"/>
                <w:szCs w:val="22"/>
              </w:rPr>
              <w:t>-</w:t>
            </w:r>
          </w:p>
        </w:tc>
        <w:tc>
          <w:tcPr>
            <w:tcW w:w="178" w:type="dxa"/>
          </w:tcPr>
          <w:p w14:paraId="277A33D6" w14:textId="77777777" w:rsidR="00E13865" w:rsidRPr="00E13865" w:rsidRDefault="00E13865" w:rsidP="00E13865">
            <w:pPr>
              <w:pStyle w:val="acctfourfigures"/>
              <w:spacing w:line="300" w:lineRule="atLeast"/>
              <w:jc w:val="center"/>
              <w:rPr>
                <w:b/>
                <w:bCs/>
                <w:szCs w:val="22"/>
              </w:rPr>
            </w:pPr>
          </w:p>
        </w:tc>
        <w:tc>
          <w:tcPr>
            <w:tcW w:w="1446" w:type="dxa"/>
            <w:tcBorders>
              <w:top w:val="single" w:sz="4" w:space="0" w:color="auto"/>
              <w:bottom w:val="double" w:sz="4" w:space="0" w:color="auto"/>
            </w:tcBorders>
          </w:tcPr>
          <w:p w14:paraId="162353F0" w14:textId="4F7E9122" w:rsidR="00E13865" w:rsidRPr="00E13865" w:rsidRDefault="00E13865" w:rsidP="00E13865">
            <w:pPr>
              <w:tabs>
                <w:tab w:val="decimal" w:pos="1178"/>
              </w:tabs>
              <w:spacing w:line="300" w:lineRule="atLeast"/>
              <w:ind w:left="-74" w:right="-96"/>
              <w:rPr>
                <w:b/>
                <w:bCs/>
                <w:sz w:val="22"/>
                <w:szCs w:val="22"/>
              </w:rPr>
            </w:pPr>
            <w:r w:rsidRPr="00E13865">
              <w:rPr>
                <w:b/>
                <w:bCs/>
                <w:sz w:val="22"/>
                <w:szCs w:val="22"/>
              </w:rPr>
              <w:t>470</w:t>
            </w:r>
          </w:p>
        </w:tc>
        <w:tc>
          <w:tcPr>
            <w:tcW w:w="178" w:type="dxa"/>
          </w:tcPr>
          <w:p w14:paraId="6457E4B1" w14:textId="77777777" w:rsidR="00E13865" w:rsidRPr="00E13865" w:rsidRDefault="00E13865" w:rsidP="00E13865">
            <w:pPr>
              <w:pStyle w:val="acctfourfigures"/>
              <w:spacing w:line="300" w:lineRule="atLeast"/>
              <w:jc w:val="center"/>
              <w:rPr>
                <w:b/>
                <w:bCs/>
                <w:szCs w:val="22"/>
              </w:rPr>
            </w:pPr>
          </w:p>
        </w:tc>
        <w:tc>
          <w:tcPr>
            <w:tcW w:w="992" w:type="dxa"/>
          </w:tcPr>
          <w:p w14:paraId="1AED5795" w14:textId="77777777" w:rsidR="00E13865" w:rsidRPr="00E13865" w:rsidRDefault="00E13865" w:rsidP="00E13865">
            <w:pPr>
              <w:tabs>
                <w:tab w:val="decimal" w:pos="561"/>
              </w:tabs>
              <w:spacing w:line="300" w:lineRule="atLeast"/>
              <w:ind w:left="-74" w:right="-96"/>
              <w:rPr>
                <w:sz w:val="22"/>
                <w:szCs w:val="22"/>
              </w:rPr>
            </w:pPr>
          </w:p>
        </w:tc>
        <w:tc>
          <w:tcPr>
            <w:tcW w:w="178" w:type="dxa"/>
          </w:tcPr>
          <w:p w14:paraId="1E45BD95" w14:textId="77777777" w:rsidR="00E13865" w:rsidRPr="00E13865" w:rsidRDefault="00E13865" w:rsidP="00E13865">
            <w:pPr>
              <w:pStyle w:val="acctfourfigures"/>
              <w:spacing w:line="300" w:lineRule="atLeast"/>
              <w:jc w:val="center"/>
              <w:rPr>
                <w:b/>
                <w:bCs/>
                <w:szCs w:val="22"/>
              </w:rPr>
            </w:pPr>
          </w:p>
        </w:tc>
        <w:tc>
          <w:tcPr>
            <w:tcW w:w="1262" w:type="dxa"/>
          </w:tcPr>
          <w:p w14:paraId="7486B76C" w14:textId="77777777" w:rsidR="00E13865" w:rsidRPr="00E13865" w:rsidRDefault="00E13865" w:rsidP="00E13865">
            <w:pPr>
              <w:tabs>
                <w:tab w:val="decimal" w:pos="1009"/>
              </w:tabs>
              <w:spacing w:line="300" w:lineRule="atLeast"/>
              <w:ind w:left="-74" w:right="-96"/>
              <w:rPr>
                <w:sz w:val="22"/>
                <w:szCs w:val="22"/>
              </w:rPr>
            </w:pPr>
          </w:p>
        </w:tc>
        <w:tc>
          <w:tcPr>
            <w:tcW w:w="180" w:type="dxa"/>
          </w:tcPr>
          <w:p w14:paraId="6F379036" w14:textId="77777777" w:rsidR="00E13865" w:rsidRPr="00E13865" w:rsidRDefault="00E13865" w:rsidP="00E13865">
            <w:pPr>
              <w:pStyle w:val="acctfourfigures"/>
              <w:spacing w:line="300" w:lineRule="atLeast"/>
              <w:jc w:val="center"/>
              <w:rPr>
                <w:b/>
                <w:bCs/>
                <w:szCs w:val="22"/>
              </w:rPr>
            </w:pPr>
          </w:p>
        </w:tc>
        <w:tc>
          <w:tcPr>
            <w:tcW w:w="990" w:type="dxa"/>
          </w:tcPr>
          <w:p w14:paraId="41A449B3" w14:textId="77777777" w:rsidR="00E13865" w:rsidRPr="00E13865" w:rsidRDefault="00E13865" w:rsidP="00E13865">
            <w:pPr>
              <w:tabs>
                <w:tab w:val="decimal" w:pos="561"/>
              </w:tabs>
              <w:spacing w:line="300" w:lineRule="atLeast"/>
              <w:ind w:left="-74" w:right="-96"/>
              <w:rPr>
                <w:sz w:val="22"/>
                <w:szCs w:val="22"/>
              </w:rPr>
            </w:pPr>
          </w:p>
        </w:tc>
        <w:tc>
          <w:tcPr>
            <w:tcW w:w="184" w:type="dxa"/>
          </w:tcPr>
          <w:p w14:paraId="56AC2906" w14:textId="77777777" w:rsidR="00E13865" w:rsidRPr="00E13865" w:rsidRDefault="00E13865" w:rsidP="00E13865">
            <w:pPr>
              <w:pStyle w:val="acctfourfigures"/>
              <w:spacing w:line="300" w:lineRule="atLeast"/>
              <w:rPr>
                <w:b/>
                <w:bCs/>
                <w:szCs w:val="22"/>
              </w:rPr>
            </w:pPr>
          </w:p>
        </w:tc>
        <w:tc>
          <w:tcPr>
            <w:tcW w:w="1348" w:type="dxa"/>
          </w:tcPr>
          <w:p w14:paraId="25AEB295" w14:textId="77777777" w:rsidR="00E13865" w:rsidRPr="00E13865" w:rsidRDefault="00E13865" w:rsidP="00E13865">
            <w:pPr>
              <w:tabs>
                <w:tab w:val="decimal" w:pos="1092"/>
              </w:tabs>
              <w:spacing w:line="300" w:lineRule="atLeast"/>
              <w:ind w:left="-74" w:right="-96"/>
              <w:rPr>
                <w:sz w:val="22"/>
                <w:szCs w:val="22"/>
              </w:rPr>
            </w:pPr>
          </w:p>
        </w:tc>
      </w:tr>
      <w:tr w:rsidR="008E7188" w:rsidRPr="00D20838" w14:paraId="17884633" w14:textId="77777777" w:rsidTr="005E4A2E">
        <w:trPr>
          <w:cantSplit/>
        </w:trPr>
        <w:tc>
          <w:tcPr>
            <w:tcW w:w="3960" w:type="dxa"/>
          </w:tcPr>
          <w:p w14:paraId="0B4CAD03" w14:textId="77777777" w:rsidR="008E7188" w:rsidRPr="00D20838" w:rsidRDefault="008E7188" w:rsidP="001A05CA">
            <w:pPr>
              <w:tabs>
                <w:tab w:val="left" w:pos="100"/>
              </w:tabs>
              <w:spacing w:line="300" w:lineRule="atLeast"/>
              <w:ind w:left="100" w:hanging="100"/>
              <w:rPr>
                <w:b/>
                <w:bCs/>
                <w:sz w:val="22"/>
                <w:szCs w:val="22"/>
              </w:rPr>
            </w:pPr>
          </w:p>
        </w:tc>
        <w:tc>
          <w:tcPr>
            <w:tcW w:w="904" w:type="dxa"/>
          </w:tcPr>
          <w:p w14:paraId="17961167" w14:textId="77777777" w:rsidR="008E7188" w:rsidRPr="00D20838" w:rsidRDefault="008E7188" w:rsidP="001A05CA">
            <w:pPr>
              <w:pStyle w:val="acctfourfigures"/>
              <w:spacing w:line="300" w:lineRule="atLeast"/>
              <w:jc w:val="center"/>
              <w:rPr>
                <w:szCs w:val="22"/>
              </w:rPr>
            </w:pPr>
          </w:p>
        </w:tc>
        <w:tc>
          <w:tcPr>
            <w:tcW w:w="1436" w:type="dxa"/>
            <w:tcBorders>
              <w:top w:val="double" w:sz="4" w:space="0" w:color="auto"/>
            </w:tcBorders>
            <w:vAlign w:val="bottom"/>
          </w:tcPr>
          <w:p w14:paraId="73265091" w14:textId="77777777" w:rsidR="008E7188" w:rsidRPr="00D20838" w:rsidRDefault="008E7188" w:rsidP="001A05CA">
            <w:pPr>
              <w:spacing w:line="300" w:lineRule="atLeast"/>
              <w:ind w:left="-108" w:right="94"/>
              <w:jc w:val="right"/>
              <w:rPr>
                <w:sz w:val="22"/>
                <w:szCs w:val="22"/>
              </w:rPr>
            </w:pPr>
          </w:p>
        </w:tc>
        <w:tc>
          <w:tcPr>
            <w:tcW w:w="178" w:type="dxa"/>
            <w:vAlign w:val="bottom"/>
          </w:tcPr>
          <w:p w14:paraId="1FEDB4B4" w14:textId="77777777" w:rsidR="008E7188" w:rsidRPr="00D20838" w:rsidRDefault="008E7188" w:rsidP="001A05CA">
            <w:pPr>
              <w:pStyle w:val="acctfourfigures"/>
              <w:spacing w:line="300" w:lineRule="atLeast"/>
              <w:jc w:val="center"/>
              <w:rPr>
                <w:szCs w:val="22"/>
              </w:rPr>
            </w:pPr>
          </w:p>
        </w:tc>
        <w:tc>
          <w:tcPr>
            <w:tcW w:w="1440" w:type="dxa"/>
            <w:tcBorders>
              <w:top w:val="double" w:sz="4" w:space="0" w:color="auto"/>
            </w:tcBorders>
            <w:vAlign w:val="bottom"/>
          </w:tcPr>
          <w:p w14:paraId="7D3A11C3" w14:textId="77777777" w:rsidR="008E7188" w:rsidRPr="00D20838" w:rsidRDefault="008E7188" w:rsidP="001A05CA">
            <w:pPr>
              <w:pStyle w:val="acctfourfigures"/>
              <w:spacing w:line="300" w:lineRule="atLeast"/>
              <w:jc w:val="center"/>
              <w:rPr>
                <w:szCs w:val="22"/>
              </w:rPr>
            </w:pPr>
          </w:p>
        </w:tc>
        <w:tc>
          <w:tcPr>
            <w:tcW w:w="178" w:type="dxa"/>
            <w:vAlign w:val="bottom"/>
          </w:tcPr>
          <w:p w14:paraId="37C864C5" w14:textId="77777777" w:rsidR="008E7188" w:rsidRPr="00D20838" w:rsidRDefault="008E7188" w:rsidP="001A05CA">
            <w:pPr>
              <w:pStyle w:val="acctfourfigures"/>
              <w:spacing w:line="300" w:lineRule="atLeast"/>
              <w:jc w:val="center"/>
              <w:rPr>
                <w:szCs w:val="22"/>
              </w:rPr>
            </w:pPr>
          </w:p>
        </w:tc>
        <w:tc>
          <w:tcPr>
            <w:tcW w:w="1446" w:type="dxa"/>
            <w:tcBorders>
              <w:top w:val="double" w:sz="4" w:space="0" w:color="auto"/>
            </w:tcBorders>
            <w:vAlign w:val="bottom"/>
          </w:tcPr>
          <w:p w14:paraId="1DCEA805" w14:textId="77777777" w:rsidR="008E7188" w:rsidRPr="00D20838" w:rsidRDefault="008E7188" w:rsidP="001A05CA">
            <w:pPr>
              <w:tabs>
                <w:tab w:val="decimal" w:pos="1178"/>
              </w:tabs>
              <w:spacing w:line="300" w:lineRule="atLeast"/>
              <w:ind w:left="-74" w:right="-96"/>
              <w:rPr>
                <w:sz w:val="22"/>
                <w:szCs w:val="22"/>
              </w:rPr>
            </w:pPr>
          </w:p>
        </w:tc>
        <w:tc>
          <w:tcPr>
            <w:tcW w:w="178" w:type="dxa"/>
            <w:vAlign w:val="bottom"/>
          </w:tcPr>
          <w:p w14:paraId="1C10821D" w14:textId="77777777" w:rsidR="008E7188" w:rsidRPr="00D20838" w:rsidRDefault="008E7188" w:rsidP="001A05CA">
            <w:pPr>
              <w:pStyle w:val="acctfourfigures"/>
              <w:spacing w:line="300" w:lineRule="atLeast"/>
              <w:jc w:val="center"/>
              <w:rPr>
                <w:szCs w:val="22"/>
              </w:rPr>
            </w:pPr>
          </w:p>
        </w:tc>
        <w:tc>
          <w:tcPr>
            <w:tcW w:w="992" w:type="dxa"/>
            <w:vAlign w:val="bottom"/>
          </w:tcPr>
          <w:p w14:paraId="405C5226" w14:textId="77777777" w:rsidR="008E7188" w:rsidRPr="00D20838" w:rsidRDefault="008E7188" w:rsidP="001A05CA">
            <w:pPr>
              <w:tabs>
                <w:tab w:val="decimal" w:pos="561"/>
              </w:tabs>
              <w:spacing w:line="300" w:lineRule="atLeast"/>
              <w:ind w:left="-74" w:right="-96"/>
              <w:rPr>
                <w:sz w:val="22"/>
                <w:szCs w:val="22"/>
              </w:rPr>
            </w:pPr>
          </w:p>
        </w:tc>
        <w:tc>
          <w:tcPr>
            <w:tcW w:w="178" w:type="dxa"/>
            <w:vAlign w:val="bottom"/>
          </w:tcPr>
          <w:p w14:paraId="30C85DD0" w14:textId="77777777" w:rsidR="008E7188" w:rsidRPr="00D20838" w:rsidRDefault="008E7188" w:rsidP="001A05CA">
            <w:pPr>
              <w:pStyle w:val="acctfourfigures"/>
              <w:spacing w:line="300" w:lineRule="atLeast"/>
              <w:jc w:val="center"/>
              <w:rPr>
                <w:szCs w:val="22"/>
              </w:rPr>
            </w:pPr>
          </w:p>
        </w:tc>
        <w:tc>
          <w:tcPr>
            <w:tcW w:w="1262" w:type="dxa"/>
            <w:vAlign w:val="bottom"/>
          </w:tcPr>
          <w:p w14:paraId="11C3BE85" w14:textId="77777777" w:rsidR="008E7188" w:rsidRPr="00D20838" w:rsidRDefault="008E7188" w:rsidP="001A05CA">
            <w:pPr>
              <w:tabs>
                <w:tab w:val="decimal" w:pos="1009"/>
              </w:tabs>
              <w:spacing w:line="300" w:lineRule="atLeast"/>
              <w:ind w:left="-74" w:right="-96"/>
              <w:rPr>
                <w:sz w:val="22"/>
                <w:szCs w:val="22"/>
              </w:rPr>
            </w:pPr>
          </w:p>
        </w:tc>
        <w:tc>
          <w:tcPr>
            <w:tcW w:w="180" w:type="dxa"/>
            <w:vAlign w:val="bottom"/>
          </w:tcPr>
          <w:p w14:paraId="1D70B282" w14:textId="77777777" w:rsidR="008E7188" w:rsidRPr="00D20838" w:rsidRDefault="008E7188" w:rsidP="001A05CA">
            <w:pPr>
              <w:pStyle w:val="acctfourfigures"/>
              <w:spacing w:line="300" w:lineRule="atLeast"/>
              <w:jc w:val="center"/>
              <w:rPr>
                <w:szCs w:val="22"/>
              </w:rPr>
            </w:pPr>
          </w:p>
        </w:tc>
        <w:tc>
          <w:tcPr>
            <w:tcW w:w="990" w:type="dxa"/>
            <w:vAlign w:val="bottom"/>
          </w:tcPr>
          <w:p w14:paraId="077CF5EE" w14:textId="77777777" w:rsidR="008E7188" w:rsidRPr="00D20838" w:rsidRDefault="008E7188" w:rsidP="001A05CA">
            <w:pPr>
              <w:tabs>
                <w:tab w:val="decimal" w:pos="561"/>
              </w:tabs>
              <w:spacing w:line="300" w:lineRule="atLeast"/>
              <w:ind w:left="-74" w:right="-96"/>
              <w:rPr>
                <w:sz w:val="22"/>
                <w:szCs w:val="22"/>
              </w:rPr>
            </w:pPr>
          </w:p>
        </w:tc>
        <w:tc>
          <w:tcPr>
            <w:tcW w:w="184" w:type="dxa"/>
            <w:vAlign w:val="bottom"/>
          </w:tcPr>
          <w:p w14:paraId="5FF350A0" w14:textId="77777777" w:rsidR="008E7188" w:rsidRPr="00D20838" w:rsidRDefault="008E7188" w:rsidP="001A05CA">
            <w:pPr>
              <w:pStyle w:val="acctfourfigures"/>
              <w:spacing w:line="300" w:lineRule="atLeast"/>
              <w:rPr>
                <w:szCs w:val="22"/>
              </w:rPr>
            </w:pPr>
          </w:p>
        </w:tc>
        <w:tc>
          <w:tcPr>
            <w:tcW w:w="1348" w:type="dxa"/>
            <w:vAlign w:val="bottom"/>
          </w:tcPr>
          <w:p w14:paraId="1468E790" w14:textId="77777777" w:rsidR="008E7188" w:rsidRPr="00D20838" w:rsidRDefault="008E7188" w:rsidP="001A05CA">
            <w:pPr>
              <w:tabs>
                <w:tab w:val="decimal" w:pos="1092"/>
              </w:tabs>
              <w:spacing w:line="300" w:lineRule="atLeast"/>
              <w:ind w:left="-74" w:right="-96"/>
              <w:rPr>
                <w:sz w:val="22"/>
                <w:szCs w:val="22"/>
              </w:rPr>
            </w:pPr>
          </w:p>
        </w:tc>
      </w:tr>
      <w:tr w:rsidR="00FB3A67" w:rsidRPr="00D20838" w14:paraId="750CF35F" w14:textId="77777777" w:rsidTr="005E4A2E">
        <w:trPr>
          <w:cantSplit/>
          <w:trHeight w:val="60"/>
          <w:tblHeader/>
        </w:trPr>
        <w:tc>
          <w:tcPr>
            <w:tcW w:w="3960" w:type="dxa"/>
            <w:vAlign w:val="bottom"/>
          </w:tcPr>
          <w:p w14:paraId="6668ABEE" w14:textId="7F0E7BFE" w:rsidR="00FB3A67" w:rsidRPr="00D20838" w:rsidRDefault="00FB3A67" w:rsidP="001A05CA">
            <w:pPr>
              <w:tabs>
                <w:tab w:val="left" w:pos="100"/>
              </w:tabs>
              <w:spacing w:line="300" w:lineRule="atLeast"/>
              <w:ind w:left="100" w:hanging="100"/>
              <w:rPr>
                <w:rFonts w:cstheme="minorBidi"/>
                <w:b/>
                <w:bCs/>
                <w:i/>
                <w:iCs/>
                <w:sz w:val="22"/>
                <w:szCs w:val="22"/>
                <w:cs/>
              </w:rPr>
            </w:pPr>
            <w:r w:rsidRPr="00D20838">
              <w:rPr>
                <w:b/>
                <w:bCs/>
                <w:i/>
                <w:iCs/>
                <w:sz w:val="22"/>
                <w:szCs w:val="22"/>
              </w:rPr>
              <w:t xml:space="preserve">At </w:t>
            </w:r>
            <w:r w:rsidRPr="00EF3F91">
              <w:rPr>
                <w:b/>
                <w:bCs/>
                <w:i/>
                <w:iCs/>
                <w:sz w:val="22"/>
                <w:szCs w:val="22"/>
              </w:rPr>
              <w:t>31 December 202</w:t>
            </w:r>
            <w:r w:rsidR="002D120D">
              <w:rPr>
                <w:b/>
                <w:bCs/>
                <w:i/>
                <w:iCs/>
                <w:sz w:val="22"/>
                <w:szCs w:val="22"/>
              </w:rPr>
              <w:t>4</w:t>
            </w:r>
          </w:p>
        </w:tc>
        <w:tc>
          <w:tcPr>
            <w:tcW w:w="904" w:type="dxa"/>
            <w:vAlign w:val="bottom"/>
          </w:tcPr>
          <w:p w14:paraId="5898B7D4" w14:textId="77777777" w:rsidR="00FB3A67" w:rsidRPr="00D20838" w:rsidRDefault="00FB3A67" w:rsidP="001A05CA">
            <w:pPr>
              <w:pStyle w:val="acctcolumnheading"/>
              <w:spacing w:after="0" w:line="300" w:lineRule="atLeast"/>
              <w:ind w:left="-79" w:right="-79"/>
              <w:rPr>
                <w:i/>
                <w:iCs/>
                <w:szCs w:val="22"/>
                <w:lang w:bidi="th-TH"/>
              </w:rPr>
            </w:pPr>
          </w:p>
        </w:tc>
        <w:tc>
          <w:tcPr>
            <w:tcW w:w="9990" w:type="dxa"/>
            <w:gridSpan w:val="13"/>
            <w:vAlign w:val="bottom"/>
          </w:tcPr>
          <w:p w14:paraId="75D12F35" w14:textId="77777777" w:rsidR="00FB3A67" w:rsidRPr="00D20838" w:rsidRDefault="00FB3A67" w:rsidP="001A05CA">
            <w:pPr>
              <w:pStyle w:val="acctcolumnheading"/>
              <w:spacing w:after="0" w:line="300" w:lineRule="atLeast"/>
              <w:ind w:left="-79" w:right="-79"/>
              <w:rPr>
                <w:i/>
                <w:iCs/>
                <w:szCs w:val="22"/>
              </w:rPr>
            </w:pPr>
          </w:p>
        </w:tc>
      </w:tr>
      <w:tr w:rsidR="00FB3A67" w:rsidRPr="00D20838" w14:paraId="515916B3" w14:textId="77777777" w:rsidTr="005E4A2E">
        <w:trPr>
          <w:cantSplit/>
        </w:trPr>
        <w:tc>
          <w:tcPr>
            <w:tcW w:w="3960" w:type="dxa"/>
          </w:tcPr>
          <w:p w14:paraId="0CE16BBE" w14:textId="52C52FB9" w:rsidR="00FB3A67" w:rsidRPr="00D20838" w:rsidRDefault="00FB3A67" w:rsidP="001A05CA">
            <w:pPr>
              <w:tabs>
                <w:tab w:val="left" w:pos="100"/>
              </w:tabs>
              <w:spacing w:line="300" w:lineRule="atLeast"/>
              <w:ind w:left="100" w:hanging="100"/>
              <w:rPr>
                <w:b/>
                <w:bCs/>
                <w:i/>
                <w:iCs/>
                <w:sz w:val="22"/>
                <w:szCs w:val="22"/>
              </w:rPr>
            </w:pPr>
            <w:r w:rsidRPr="00EF3F91">
              <w:rPr>
                <w:b/>
                <w:bCs/>
                <w:i/>
                <w:iCs/>
                <w:sz w:val="22"/>
                <w:szCs w:val="22"/>
              </w:rPr>
              <w:t>Financial assets</w:t>
            </w:r>
          </w:p>
        </w:tc>
        <w:tc>
          <w:tcPr>
            <w:tcW w:w="904" w:type="dxa"/>
          </w:tcPr>
          <w:p w14:paraId="3EEEFE9D" w14:textId="77777777" w:rsidR="00FB3A67" w:rsidRPr="00D20838" w:rsidRDefault="00FB3A67" w:rsidP="001A05CA">
            <w:pPr>
              <w:pStyle w:val="acctfourfigures"/>
              <w:spacing w:line="300" w:lineRule="atLeast"/>
              <w:jc w:val="center"/>
              <w:rPr>
                <w:szCs w:val="22"/>
              </w:rPr>
            </w:pPr>
          </w:p>
        </w:tc>
        <w:tc>
          <w:tcPr>
            <w:tcW w:w="1436" w:type="dxa"/>
          </w:tcPr>
          <w:p w14:paraId="71AA956A" w14:textId="77777777" w:rsidR="00FB3A67" w:rsidRPr="00D20838" w:rsidRDefault="00FB3A67" w:rsidP="001A05CA">
            <w:pPr>
              <w:pStyle w:val="acctfourfigures"/>
              <w:spacing w:line="300" w:lineRule="atLeast"/>
              <w:jc w:val="center"/>
              <w:rPr>
                <w:szCs w:val="22"/>
              </w:rPr>
            </w:pPr>
          </w:p>
        </w:tc>
        <w:tc>
          <w:tcPr>
            <w:tcW w:w="178" w:type="dxa"/>
            <w:vAlign w:val="bottom"/>
          </w:tcPr>
          <w:p w14:paraId="3832EF2E" w14:textId="77777777" w:rsidR="00FB3A67" w:rsidRPr="00D20838" w:rsidRDefault="00FB3A67" w:rsidP="001A05CA">
            <w:pPr>
              <w:pStyle w:val="acctfourfigures"/>
              <w:spacing w:line="300" w:lineRule="atLeast"/>
              <w:jc w:val="center"/>
              <w:rPr>
                <w:szCs w:val="22"/>
              </w:rPr>
            </w:pPr>
          </w:p>
        </w:tc>
        <w:tc>
          <w:tcPr>
            <w:tcW w:w="1440" w:type="dxa"/>
            <w:vAlign w:val="bottom"/>
          </w:tcPr>
          <w:p w14:paraId="150E924D" w14:textId="77777777" w:rsidR="00FB3A67" w:rsidRPr="00D20838" w:rsidRDefault="00FB3A67" w:rsidP="001A05CA">
            <w:pPr>
              <w:pStyle w:val="acctfourfigures"/>
              <w:spacing w:line="300" w:lineRule="atLeast"/>
              <w:jc w:val="center"/>
              <w:rPr>
                <w:szCs w:val="22"/>
              </w:rPr>
            </w:pPr>
          </w:p>
        </w:tc>
        <w:tc>
          <w:tcPr>
            <w:tcW w:w="178" w:type="dxa"/>
            <w:vAlign w:val="bottom"/>
          </w:tcPr>
          <w:p w14:paraId="6B0F5E99" w14:textId="77777777" w:rsidR="00FB3A67" w:rsidRPr="00D20838" w:rsidRDefault="00FB3A67" w:rsidP="001A05CA">
            <w:pPr>
              <w:pStyle w:val="acctfourfigures"/>
              <w:spacing w:line="300" w:lineRule="atLeast"/>
              <w:jc w:val="center"/>
              <w:rPr>
                <w:szCs w:val="22"/>
              </w:rPr>
            </w:pPr>
          </w:p>
        </w:tc>
        <w:tc>
          <w:tcPr>
            <w:tcW w:w="1446" w:type="dxa"/>
            <w:vAlign w:val="bottom"/>
          </w:tcPr>
          <w:p w14:paraId="47AD107D" w14:textId="77777777" w:rsidR="00FB3A67" w:rsidRPr="00D20838" w:rsidRDefault="00FB3A67" w:rsidP="001A05CA">
            <w:pPr>
              <w:pStyle w:val="acctfourfigures"/>
              <w:spacing w:line="300" w:lineRule="atLeast"/>
              <w:jc w:val="center"/>
              <w:rPr>
                <w:szCs w:val="22"/>
              </w:rPr>
            </w:pPr>
          </w:p>
        </w:tc>
        <w:tc>
          <w:tcPr>
            <w:tcW w:w="178" w:type="dxa"/>
            <w:vAlign w:val="bottom"/>
          </w:tcPr>
          <w:p w14:paraId="555E5D75" w14:textId="77777777" w:rsidR="00FB3A67" w:rsidRPr="00D20838" w:rsidRDefault="00FB3A67" w:rsidP="001A05CA">
            <w:pPr>
              <w:pStyle w:val="acctfourfigures"/>
              <w:spacing w:line="300" w:lineRule="atLeast"/>
              <w:jc w:val="center"/>
              <w:rPr>
                <w:szCs w:val="22"/>
              </w:rPr>
            </w:pPr>
          </w:p>
        </w:tc>
        <w:tc>
          <w:tcPr>
            <w:tcW w:w="992" w:type="dxa"/>
            <w:vAlign w:val="bottom"/>
          </w:tcPr>
          <w:p w14:paraId="20342760" w14:textId="77777777" w:rsidR="00FB3A67" w:rsidRPr="00D20838" w:rsidRDefault="00FB3A67" w:rsidP="001A05CA">
            <w:pPr>
              <w:pStyle w:val="acctfourfigures"/>
              <w:spacing w:line="300" w:lineRule="atLeast"/>
              <w:jc w:val="center"/>
              <w:rPr>
                <w:szCs w:val="22"/>
              </w:rPr>
            </w:pPr>
          </w:p>
        </w:tc>
        <w:tc>
          <w:tcPr>
            <w:tcW w:w="178" w:type="dxa"/>
            <w:vAlign w:val="bottom"/>
          </w:tcPr>
          <w:p w14:paraId="0BD74780" w14:textId="77777777" w:rsidR="00FB3A67" w:rsidRPr="00D20838" w:rsidRDefault="00FB3A67" w:rsidP="001A05CA">
            <w:pPr>
              <w:pStyle w:val="acctfourfigures"/>
              <w:spacing w:line="300" w:lineRule="atLeast"/>
              <w:jc w:val="center"/>
              <w:rPr>
                <w:szCs w:val="22"/>
              </w:rPr>
            </w:pPr>
          </w:p>
        </w:tc>
        <w:tc>
          <w:tcPr>
            <w:tcW w:w="1262" w:type="dxa"/>
            <w:vAlign w:val="bottom"/>
          </w:tcPr>
          <w:p w14:paraId="5CDEA0C3" w14:textId="77777777" w:rsidR="00FB3A67" w:rsidRPr="00D20838" w:rsidRDefault="00FB3A67" w:rsidP="001A05CA">
            <w:pPr>
              <w:pStyle w:val="acctfourfigures"/>
              <w:spacing w:line="300" w:lineRule="atLeast"/>
              <w:jc w:val="center"/>
              <w:rPr>
                <w:szCs w:val="22"/>
              </w:rPr>
            </w:pPr>
          </w:p>
        </w:tc>
        <w:tc>
          <w:tcPr>
            <w:tcW w:w="180" w:type="dxa"/>
            <w:vAlign w:val="bottom"/>
          </w:tcPr>
          <w:p w14:paraId="63CA3992" w14:textId="77777777" w:rsidR="00FB3A67" w:rsidRPr="00D20838" w:rsidRDefault="00FB3A67" w:rsidP="001A05CA">
            <w:pPr>
              <w:pStyle w:val="acctfourfigures"/>
              <w:spacing w:line="300" w:lineRule="atLeast"/>
              <w:jc w:val="center"/>
              <w:rPr>
                <w:szCs w:val="22"/>
              </w:rPr>
            </w:pPr>
          </w:p>
        </w:tc>
        <w:tc>
          <w:tcPr>
            <w:tcW w:w="990" w:type="dxa"/>
            <w:vAlign w:val="bottom"/>
          </w:tcPr>
          <w:p w14:paraId="600F82FC" w14:textId="77777777" w:rsidR="00FB3A67" w:rsidRPr="00D20838" w:rsidRDefault="00FB3A67" w:rsidP="001A05CA">
            <w:pPr>
              <w:pStyle w:val="acctfourfigures"/>
              <w:spacing w:line="300" w:lineRule="atLeast"/>
              <w:jc w:val="center"/>
              <w:rPr>
                <w:szCs w:val="22"/>
              </w:rPr>
            </w:pPr>
          </w:p>
        </w:tc>
        <w:tc>
          <w:tcPr>
            <w:tcW w:w="184" w:type="dxa"/>
          </w:tcPr>
          <w:p w14:paraId="4E20DB6E" w14:textId="77777777" w:rsidR="00FB3A67" w:rsidRPr="00D20838" w:rsidRDefault="00FB3A67" w:rsidP="001A05CA">
            <w:pPr>
              <w:pStyle w:val="acctfourfigures"/>
              <w:spacing w:line="300" w:lineRule="atLeast"/>
              <w:jc w:val="center"/>
              <w:rPr>
                <w:szCs w:val="22"/>
              </w:rPr>
            </w:pPr>
          </w:p>
        </w:tc>
        <w:tc>
          <w:tcPr>
            <w:tcW w:w="1348" w:type="dxa"/>
          </w:tcPr>
          <w:p w14:paraId="5D8EFBA7" w14:textId="77777777" w:rsidR="00FB3A67" w:rsidRPr="00D20838" w:rsidRDefault="00FB3A67" w:rsidP="001A05CA">
            <w:pPr>
              <w:pStyle w:val="acctfourfigures"/>
              <w:spacing w:line="300" w:lineRule="atLeast"/>
              <w:jc w:val="center"/>
              <w:rPr>
                <w:szCs w:val="22"/>
              </w:rPr>
            </w:pPr>
          </w:p>
        </w:tc>
      </w:tr>
      <w:tr w:rsidR="00FB3A67" w:rsidRPr="00D20838" w14:paraId="612D1BE1" w14:textId="77777777" w:rsidTr="005E4A2E">
        <w:trPr>
          <w:cantSplit/>
        </w:trPr>
        <w:tc>
          <w:tcPr>
            <w:tcW w:w="3960" w:type="dxa"/>
          </w:tcPr>
          <w:p w14:paraId="61C8B37B" w14:textId="20D24425" w:rsidR="00FB3A67" w:rsidRPr="00D20838" w:rsidRDefault="00FB3A67" w:rsidP="001A05CA">
            <w:pPr>
              <w:tabs>
                <w:tab w:val="left" w:pos="100"/>
              </w:tabs>
              <w:spacing w:line="300" w:lineRule="atLeast"/>
              <w:ind w:left="100" w:hanging="100"/>
              <w:rPr>
                <w:sz w:val="22"/>
                <w:szCs w:val="22"/>
              </w:rPr>
            </w:pPr>
            <w:r w:rsidRPr="00EF3F91">
              <w:rPr>
                <w:sz w:val="22"/>
                <w:szCs w:val="22"/>
              </w:rPr>
              <w:t>Other financial assets:</w:t>
            </w:r>
          </w:p>
        </w:tc>
        <w:tc>
          <w:tcPr>
            <w:tcW w:w="904" w:type="dxa"/>
          </w:tcPr>
          <w:p w14:paraId="6B9A6972" w14:textId="77777777" w:rsidR="00FB3A67" w:rsidRPr="00D20838" w:rsidRDefault="00FB3A67" w:rsidP="001A05CA">
            <w:pPr>
              <w:pStyle w:val="acctfourfigures"/>
              <w:spacing w:line="300" w:lineRule="atLeast"/>
              <w:rPr>
                <w:szCs w:val="22"/>
              </w:rPr>
            </w:pPr>
          </w:p>
        </w:tc>
        <w:tc>
          <w:tcPr>
            <w:tcW w:w="1436" w:type="dxa"/>
            <w:vAlign w:val="bottom"/>
          </w:tcPr>
          <w:p w14:paraId="1DCC2C9B" w14:textId="77777777" w:rsidR="00FB3A67" w:rsidRPr="00D20838" w:rsidRDefault="00FB3A67" w:rsidP="001A05CA">
            <w:pPr>
              <w:pStyle w:val="acctfourfigures"/>
              <w:spacing w:line="300" w:lineRule="atLeast"/>
              <w:jc w:val="center"/>
              <w:rPr>
                <w:szCs w:val="22"/>
              </w:rPr>
            </w:pPr>
          </w:p>
        </w:tc>
        <w:tc>
          <w:tcPr>
            <w:tcW w:w="178" w:type="dxa"/>
            <w:vAlign w:val="bottom"/>
          </w:tcPr>
          <w:p w14:paraId="3CD80941" w14:textId="77777777" w:rsidR="00FB3A67" w:rsidRPr="00D20838" w:rsidRDefault="00FB3A67" w:rsidP="001A05CA">
            <w:pPr>
              <w:pStyle w:val="acctfourfigures"/>
              <w:spacing w:line="300" w:lineRule="atLeast"/>
              <w:jc w:val="center"/>
              <w:rPr>
                <w:szCs w:val="22"/>
              </w:rPr>
            </w:pPr>
          </w:p>
        </w:tc>
        <w:tc>
          <w:tcPr>
            <w:tcW w:w="1440" w:type="dxa"/>
            <w:vAlign w:val="bottom"/>
          </w:tcPr>
          <w:p w14:paraId="46E7DF60" w14:textId="77777777" w:rsidR="00FB3A67" w:rsidRPr="00D20838" w:rsidRDefault="00FB3A67" w:rsidP="001A05CA">
            <w:pPr>
              <w:pStyle w:val="acctfourfigures"/>
              <w:spacing w:line="300" w:lineRule="atLeast"/>
              <w:jc w:val="center"/>
              <w:rPr>
                <w:szCs w:val="22"/>
              </w:rPr>
            </w:pPr>
          </w:p>
        </w:tc>
        <w:tc>
          <w:tcPr>
            <w:tcW w:w="178" w:type="dxa"/>
            <w:vAlign w:val="bottom"/>
          </w:tcPr>
          <w:p w14:paraId="48713AC5" w14:textId="77777777" w:rsidR="00FB3A67" w:rsidRPr="00D20838" w:rsidRDefault="00FB3A67" w:rsidP="001A05CA">
            <w:pPr>
              <w:pStyle w:val="acctfourfigures"/>
              <w:spacing w:line="300" w:lineRule="atLeast"/>
              <w:jc w:val="center"/>
              <w:rPr>
                <w:szCs w:val="22"/>
              </w:rPr>
            </w:pPr>
          </w:p>
        </w:tc>
        <w:tc>
          <w:tcPr>
            <w:tcW w:w="1446" w:type="dxa"/>
            <w:vAlign w:val="bottom"/>
          </w:tcPr>
          <w:p w14:paraId="3AE869B0" w14:textId="77777777" w:rsidR="00FB3A67" w:rsidRPr="00D20838" w:rsidRDefault="00FB3A67" w:rsidP="001A05CA">
            <w:pPr>
              <w:pStyle w:val="acctfourfigures"/>
              <w:spacing w:line="300" w:lineRule="atLeast"/>
              <w:jc w:val="center"/>
              <w:rPr>
                <w:szCs w:val="22"/>
              </w:rPr>
            </w:pPr>
          </w:p>
        </w:tc>
        <w:tc>
          <w:tcPr>
            <w:tcW w:w="178" w:type="dxa"/>
            <w:vAlign w:val="bottom"/>
          </w:tcPr>
          <w:p w14:paraId="012B61C7" w14:textId="77777777" w:rsidR="00FB3A67" w:rsidRPr="00D20838" w:rsidRDefault="00FB3A67" w:rsidP="001A05CA">
            <w:pPr>
              <w:pStyle w:val="acctfourfigures"/>
              <w:spacing w:line="300" w:lineRule="atLeast"/>
              <w:jc w:val="center"/>
              <w:rPr>
                <w:szCs w:val="22"/>
              </w:rPr>
            </w:pPr>
          </w:p>
        </w:tc>
        <w:tc>
          <w:tcPr>
            <w:tcW w:w="992" w:type="dxa"/>
            <w:vAlign w:val="bottom"/>
          </w:tcPr>
          <w:p w14:paraId="7852C4CA" w14:textId="77777777" w:rsidR="00FB3A67" w:rsidRPr="00D20838" w:rsidRDefault="00FB3A67" w:rsidP="001A05CA">
            <w:pPr>
              <w:pStyle w:val="acctfourfigures"/>
              <w:spacing w:line="300" w:lineRule="atLeast"/>
              <w:jc w:val="center"/>
              <w:rPr>
                <w:szCs w:val="22"/>
              </w:rPr>
            </w:pPr>
          </w:p>
        </w:tc>
        <w:tc>
          <w:tcPr>
            <w:tcW w:w="178" w:type="dxa"/>
            <w:vAlign w:val="bottom"/>
          </w:tcPr>
          <w:p w14:paraId="1A546DC0" w14:textId="77777777" w:rsidR="00FB3A67" w:rsidRPr="00D20838" w:rsidRDefault="00FB3A67" w:rsidP="001A05CA">
            <w:pPr>
              <w:pStyle w:val="acctfourfigures"/>
              <w:spacing w:line="300" w:lineRule="atLeast"/>
              <w:jc w:val="center"/>
              <w:rPr>
                <w:szCs w:val="22"/>
              </w:rPr>
            </w:pPr>
          </w:p>
        </w:tc>
        <w:tc>
          <w:tcPr>
            <w:tcW w:w="1262" w:type="dxa"/>
            <w:vAlign w:val="bottom"/>
          </w:tcPr>
          <w:p w14:paraId="34032136" w14:textId="77777777" w:rsidR="00FB3A67" w:rsidRPr="00D20838" w:rsidRDefault="00FB3A67" w:rsidP="001A05CA">
            <w:pPr>
              <w:pStyle w:val="acctfourfigures"/>
              <w:spacing w:line="300" w:lineRule="atLeast"/>
              <w:jc w:val="center"/>
              <w:rPr>
                <w:szCs w:val="22"/>
              </w:rPr>
            </w:pPr>
          </w:p>
        </w:tc>
        <w:tc>
          <w:tcPr>
            <w:tcW w:w="180" w:type="dxa"/>
            <w:vAlign w:val="bottom"/>
          </w:tcPr>
          <w:p w14:paraId="771DF2E0" w14:textId="77777777" w:rsidR="00FB3A67" w:rsidRPr="00D20838" w:rsidRDefault="00FB3A67" w:rsidP="001A05CA">
            <w:pPr>
              <w:pStyle w:val="acctfourfigures"/>
              <w:spacing w:line="300" w:lineRule="atLeast"/>
              <w:jc w:val="center"/>
              <w:rPr>
                <w:szCs w:val="22"/>
              </w:rPr>
            </w:pPr>
          </w:p>
        </w:tc>
        <w:tc>
          <w:tcPr>
            <w:tcW w:w="990" w:type="dxa"/>
            <w:vAlign w:val="bottom"/>
          </w:tcPr>
          <w:p w14:paraId="52FB688B" w14:textId="77777777" w:rsidR="00FB3A67" w:rsidRPr="00D20838" w:rsidRDefault="00FB3A67" w:rsidP="001A05CA">
            <w:pPr>
              <w:pStyle w:val="acctfourfigures"/>
              <w:spacing w:line="300" w:lineRule="atLeast"/>
              <w:jc w:val="center"/>
              <w:rPr>
                <w:szCs w:val="22"/>
              </w:rPr>
            </w:pPr>
          </w:p>
        </w:tc>
        <w:tc>
          <w:tcPr>
            <w:tcW w:w="184" w:type="dxa"/>
          </w:tcPr>
          <w:p w14:paraId="11E68F5D" w14:textId="77777777" w:rsidR="00FB3A67" w:rsidRPr="00D20838" w:rsidRDefault="00FB3A67" w:rsidP="001A05CA">
            <w:pPr>
              <w:pStyle w:val="acctfourfigures"/>
              <w:spacing w:line="300" w:lineRule="atLeast"/>
              <w:jc w:val="center"/>
              <w:rPr>
                <w:szCs w:val="22"/>
              </w:rPr>
            </w:pPr>
          </w:p>
        </w:tc>
        <w:tc>
          <w:tcPr>
            <w:tcW w:w="1348" w:type="dxa"/>
          </w:tcPr>
          <w:p w14:paraId="5516A7B8" w14:textId="77777777" w:rsidR="00FB3A67" w:rsidRPr="00D20838" w:rsidRDefault="00FB3A67" w:rsidP="001A05CA">
            <w:pPr>
              <w:pStyle w:val="acctfourfigures"/>
              <w:spacing w:line="300" w:lineRule="atLeast"/>
              <w:jc w:val="center"/>
              <w:rPr>
                <w:szCs w:val="22"/>
              </w:rPr>
            </w:pPr>
          </w:p>
        </w:tc>
      </w:tr>
      <w:tr w:rsidR="002D120D" w:rsidRPr="00D20838" w14:paraId="67DAFB6E" w14:textId="77777777" w:rsidTr="005E4A2E">
        <w:trPr>
          <w:cantSplit/>
        </w:trPr>
        <w:tc>
          <w:tcPr>
            <w:tcW w:w="3960" w:type="dxa"/>
          </w:tcPr>
          <w:p w14:paraId="1A935F02" w14:textId="65D3D612" w:rsidR="002D120D" w:rsidRPr="00D20838" w:rsidRDefault="002D120D" w:rsidP="001A05CA">
            <w:pPr>
              <w:spacing w:line="300" w:lineRule="atLeast"/>
              <w:ind w:left="100" w:hanging="100"/>
              <w:rPr>
                <w:rFonts w:cstheme="minorBidi"/>
                <w:sz w:val="22"/>
                <w:szCs w:val="22"/>
              </w:rPr>
            </w:pPr>
            <w:r>
              <w:rPr>
                <w:sz w:val="22"/>
                <w:szCs w:val="22"/>
              </w:rPr>
              <w:t xml:space="preserve">  Forward currency exchange contracts</w:t>
            </w:r>
          </w:p>
        </w:tc>
        <w:tc>
          <w:tcPr>
            <w:tcW w:w="904" w:type="dxa"/>
          </w:tcPr>
          <w:p w14:paraId="22B08228" w14:textId="2E6D7C49" w:rsidR="002D120D" w:rsidRPr="00D20838" w:rsidRDefault="00663A47" w:rsidP="001A05CA">
            <w:pPr>
              <w:pStyle w:val="acctcolumnheading"/>
              <w:spacing w:after="0" w:line="300" w:lineRule="atLeast"/>
              <w:ind w:left="-79" w:right="-79"/>
              <w:rPr>
                <w:i/>
                <w:iCs/>
                <w:szCs w:val="22"/>
                <w:lang w:bidi="th-TH"/>
              </w:rPr>
            </w:pPr>
            <w:r>
              <w:rPr>
                <w:i/>
                <w:iCs/>
                <w:szCs w:val="22"/>
                <w:lang w:bidi="th-TH"/>
              </w:rPr>
              <w:t>1</w:t>
            </w:r>
            <w:r w:rsidR="00CF6A7D">
              <w:rPr>
                <w:i/>
                <w:iCs/>
                <w:szCs w:val="22"/>
                <w:lang w:bidi="th-TH"/>
              </w:rPr>
              <w:t>2</w:t>
            </w:r>
          </w:p>
        </w:tc>
        <w:tc>
          <w:tcPr>
            <w:tcW w:w="1436" w:type="dxa"/>
            <w:tcBorders>
              <w:bottom w:val="single" w:sz="4" w:space="0" w:color="auto"/>
            </w:tcBorders>
          </w:tcPr>
          <w:p w14:paraId="687DF55F" w14:textId="06B9C8CC" w:rsidR="002D120D" w:rsidRPr="00D20838" w:rsidRDefault="002D120D" w:rsidP="001A05CA">
            <w:pPr>
              <w:tabs>
                <w:tab w:val="decimal" w:pos="1269"/>
              </w:tabs>
              <w:spacing w:line="300" w:lineRule="atLeast"/>
              <w:ind w:left="-74" w:right="-96"/>
              <w:rPr>
                <w:sz w:val="22"/>
                <w:szCs w:val="22"/>
              </w:rPr>
            </w:pPr>
            <w:r>
              <w:rPr>
                <w:sz w:val="22"/>
                <w:szCs w:val="22"/>
              </w:rPr>
              <w:t>1,709</w:t>
            </w:r>
          </w:p>
        </w:tc>
        <w:tc>
          <w:tcPr>
            <w:tcW w:w="178" w:type="dxa"/>
          </w:tcPr>
          <w:p w14:paraId="433B2A3C" w14:textId="77777777" w:rsidR="002D120D" w:rsidRPr="00D20838" w:rsidRDefault="002D120D" w:rsidP="001A05CA">
            <w:pPr>
              <w:pStyle w:val="acctfourfigures"/>
              <w:spacing w:line="300" w:lineRule="atLeast"/>
              <w:rPr>
                <w:szCs w:val="22"/>
              </w:rPr>
            </w:pPr>
          </w:p>
        </w:tc>
        <w:tc>
          <w:tcPr>
            <w:tcW w:w="1440" w:type="dxa"/>
            <w:tcBorders>
              <w:bottom w:val="single" w:sz="4" w:space="0" w:color="auto"/>
            </w:tcBorders>
          </w:tcPr>
          <w:p w14:paraId="4FD008C7" w14:textId="2620F675" w:rsidR="002D120D" w:rsidRPr="00D20838" w:rsidRDefault="002D120D" w:rsidP="001A05CA">
            <w:pPr>
              <w:tabs>
                <w:tab w:val="decimal" w:pos="912"/>
              </w:tabs>
              <w:spacing w:line="300" w:lineRule="atLeast"/>
              <w:ind w:left="-74" w:right="-96"/>
              <w:rPr>
                <w:rFonts w:cs="Angsana New"/>
                <w:sz w:val="22"/>
                <w:szCs w:val="22"/>
              </w:rPr>
            </w:pPr>
            <w:r>
              <w:rPr>
                <w:rFonts w:cs="Angsana New"/>
                <w:sz w:val="22"/>
                <w:szCs w:val="22"/>
              </w:rPr>
              <w:t>-</w:t>
            </w:r>
          </w:p>
        </w:tc>
        <w:tc>
          <w:tcPr>
            <w:tcW w:w="178" w:type="dxa"/>
          </w:tcPr>
          <w:p w14:paraId="7AED90FB" w14:textId="77777777" w:rsidR="002D120D" w:rsidRPr="00D20838" w:rsidRDefault="002D120D" w:rsidP="001A05CA">
            <w:pPr>
              <w:pStyle w:val="acctfourfigures"/>
              <w:spacing w:line="300" w:lineRule="atLeast"/>
              <w:rPr>
                <w:szCs w:val="22"/>
              </w:rPr>
            </w:pPr>
          </w:p>
        </w:tc>
        <w:tc>
          <w:tcPr>
            <w:tcW w:w="1446" w:type="dxa"/>
            <w:tcBorders>
              <w:bottom w:val="single" w:sz="4" w:space="0" w:color="auto"/>
            </w:tcBorders>
          </w:tcPr>
          <w:p w14:paraId="06DFF375" w14:textId="6E29E867" w:rsidR="002D120D" w:rsidRPr="00D20838" w:rsidRDefault="002D120D" w:rsidP="001A05CA">
            <w:pPr>
              <w:tabs>
                <w:tab w:val="decimal" w:pos="1178"/>
              </w:tabs>
              <w:spacing w:line="300" w:lineRule="atLeast"/>
              <w:ind w:left="-74" w:right="-96"/>
              <w:rPr>
                <w:sz w:val="22"/>
                <w:szCs w:val="22"/>
              </w:rPr>
            </w:pPr>
            <w:r>
              <w:rPr>
                <w:sz w:val="22"/>
                <w:szCs w:val="22"/>
              </w:rPr>
              <w:t>1,709</w:t>
            </w:r>
          </w:p>
        </w:tc>
        <w:tc>
          <w:tcPr>
            <w:tcW w:w="178" w:type="dxa"/>
          </w:tcPr>
          <w:p w14:paraId="588B9629" w14:textId="77777777" w:rsidR="002D120D" w:rsidRPr="00D20838" w:rsidRDefault="002D120D" w:rsidP="001A05CA">
            <w:pPr>
              <w:pStyle w:val="acctfourfigures"/>
              <w:spacing w:line="300" w:lineRule="atLeast"/>
              <w:rPr>
                <w:szCs w:val="22"/>
              </w:rPr>
            </w:pPr>
          </w:p>
        </w:tc>
        <w:tc>
          <w:tcPr>
            <w:tcW w:w="992" w:type="dxa"/>
          </w:tcPr>
          <w:p w14:paraId="7E0C87BF" w14:textId="599B9FD3" w:rsidR="002D120D" w:rsidRPr="00D20838" w:rsidRDefault="002D120D" w:rsidP="001A05CA">
            <w:pPr>
              <w:tabs>
                <w:tab w:val="decimal" w:pos="550"/>
              </w:tabs>
              <w:spacing w:line="300" w:lineRule="atLeast"/>
              <w:ind w:left="-74" w:right="-96"/>
              <w:rPr>
                <w:sz w:val="22"/>
                <w:szCs w:val="22"/>
              </w:rPr>
            </w:pPr>
            <w:r>
              <w:rPr>
                <w:sz w:val="22"/>
                <w:szCs w:val="22"/>
              </w:rPr>
              <w:t>-</w:t>
            </w:r>
          </w:p>
        </w:tc>
        <w:tc>
          <w:tcPr>
            <w:tcW w:w="178" w:type="dxa"/>
          </w:tcPr>
          <w:p w14:paraId="41C096F5" w14:textId="77777777" w:rsidR="002D120D" w:rsidRPr="00D20838" w:rsidRDefault="002D120D" w:rsidP="001A05CA">
            <w:pPr>
              <w:pStyle w:val="acctfourfigures"/>
              <w:spacing w:line="300" w:lineRule="atLeast"/>
              <w:rPr>
                <w:szCs w:val="22"/>
              </w:rPr>
            </w:pPr>
          </w:p>
        </w:tc>
        <w:tc>
          <w:tcPr>
            <w:tcW w:w="1262" w:type="dxa"/>
          </w:tcPr>
          <w:p w14:paraId="146C167D" w14:textId="5D8C90AA" w:rsidR="002D120D" w:rsidRPr="00D20838" w:rsidRDefault="002D120D" w:rsidP="001A05CA">
            <w:pPr>
              <w:tabs>
                <w:tab w:val="decimal" w:pos="1008"/>
              </w:tabs>
              <w:spacing w:line="300" w:lineRule="atLeast"/>
              <w:ind w:left="-74" w:right="-96"/>
              <w:rPr>
                <w:sz w:val="22"/>
                <w:szCs w:val="22"/>
              </w:rPr>
            </w:pPr>
            <w:r>
              <w:rPr>
                <w:sz w:val="22"/>
                <w:szCs w:val="22"/>
              </w:rPr>
              <w:t>1,709</w:t>
            </w:r>
          </w:p>
        </w:tc>
        <w:tc>
          <w:tcPr>
            <w:tcW w:w="180" w:type="dxa"/>
          </w:tcPr>
          <w:p w14:paraId="11A778F4" w14:textId="77777777" w:rsidR="002D120D" w:rsidRPr="00D20838" w:rsidRDefault="002D120D" w:rsidP="001A05CA">
            <w:pPr>
              <w:pStyle w:val="acctfourfigures"/>
              <w:spacing w:line="300" w:lineRule="atLeast"/>
              <w:rPr>
                <w:szCs w:val="22"/>
              </w:rPr>
            </w:pPr>
          </w:p>
        </w:tc>
        <w:tc>
          <w:tcPr>
            <w:tcW w:w="990" w:type="dxa"/>
          </w:tcPr>
          <w:p w14:paraId="60D7DD50" w14:textId="424F39C5" w:rsidR="002D120D" w:rsidRPr="00D20838" w:rsidRDefault="002D120D" w:rsidP="001A05CA">
            <w:pPr>
              <w:tabs>
                <w:tab w:val="decimal" w:pos="561"/>
              </w:tabs>
              <w:spacing w:line="300" w:lineRule="atLeast"/>
              <w:ind w:left="-74" w:right="-96"/>
              <w:rPr>
                <w:sz w:val="22"/>
                <w:szCs w:val="22"/>
              </w:rPr>
            </w:pPr>
            <w:r>
              <w:rPr>
                <w:sz w:val="22"/>
                <w:szCs w:val="22"/>
              </w:rPr>
              <w:t>-</w:t>
            </w:r>
          </w:p>
        </w:tc>
        <w:tc>
          <w:tcPr>
            <w:tcW w:w="184" w:type="dxa"/>
          </w:tcPr>
          <w:p w14:paraId="54523A80" w14:textId="77777777" w:rsidR="002D120D" w:rsidRPr="00D20838" w:rsidRDefault="002D120D" w:rsidP="001A05CA">
            <w:pPr>
              <w:pStyle w:val="acctfourfigures"/>
              <w:spacing w:line="300" w:lineRule="atLeast"/>
              <w:rPr>
                <w:szCs w:val="22"/>
              </w:rPr>
            </w:pPr>
          </w:p>
        </w:tc>
        <w:tc>
          <w:tcPr>
            <w:tcW w:w="1348" w:type="dxa"/>
          </w:tcPr>
          <w:p w14:paraId="719B24AD" w14:textId="411EC1DE" w:rsidR="002D120D" w:rsidRPr="00D20838" w:rsidRDefault="002D120D" w:rsidP="001A05CA">
            <w:pPr>
              <w:tabs>
                <w:tab w:val="decimal" w:pos="1092"/>
              </w:tabs>
              <w:spacing w:line="300" w:lineRule="atLeast"/>
              <w:ind w:left="-74" w:right="-96"/>
              <w:rPr>
                <w:sz w:val="22"/>
                <w:szCs w:val="22"/>
              </w:rPr>
            </w:pPr>
            <w:r>
              <w:rPr>
                <w:sz w:val="22"/>
                <w:szCs w:val="22"/>
              </w:rPr>
              <w:t>1,709</w:t>
            </w:r>
          </w:p>
        </w:tc>
      </w:tr>
      <w:tr w:rsidR="002D120D" w:rsidRPr="00D20838" w14:paraId="527A72B0" w14:textId="77777777" w:rsidTr="005E4A2E">
        <w:trPr>
          <w:cantSplit/>
        </w:trPr>
        <w:tc>
          <w:tcPr>
            <w:tcW w:w="3960" w:type="dxa"/>
          </w:tcPr>
          <w:p w14:paraId="56EC8B18" w14:textId="56DFEF78" w:rsidR="002D120D" w:rsidRPr="00D20838" w:rsidRDefault="002D120D" w:rsidP="001A05CA">
            <w:pPr>
              <w:spacing w:line="300" w:lineRule="atLeast"/>
              <w:ind w:left="103"/>
              <w:rPr>
                <w:sz w:val="22"/>
                <w:szCs w:val="22"/>
              </w:rPr>
            </w:pPr>
            <w:r w:rsidRPr="00EF3F91">
              <w:rPr>
                <w:b/>
                <w:bCs/>
                <w:sz w:val="22"/>
                <w:szCs w:val="22"/>
              </w:rPr>
              <w:t>Total other financial assets</w:t>
            </w:r>
          </w:p>
        </w:tc>
        <w:tc>
          <w:tcPr>
            <w:tcW w:w="904" w:type="dxa"/>
          </w:tcPr>
          <w:p w14:paraId="4BA0F348" w14:textId="77777777" w:rsidR="002D120D" w:rsidRPr="00D20838" w:rsidRDefault="002D120D" w:rsidP="001A05CA">
            <w:pPr>
              <w:pStyle w:val="acctfourfigures"/>
              <w:spacing w:line="300" w:lineRule="atLeast"/>
              <w:jc w:val="center"/>
              <w:rPr>
                <w:szCs w:val="22"/>
              </w:rPr>
            </w:pPr>
          </w:p>
        </w:tc>
        <w:tc>
          <w:tcPr>
            <w:tcW w:w="1436" w:type="dxa"/>
            <w:tcBorders>
              <w:top w:val="single" w:sz="4" w:space="0" w:color="auto"/>
              <w:bottom w:val="double" w:sz="4" w:space="0" w:color="auto"/>
            </w:tcBorders>
          </w:tcPr>
          <w:p w14:paraId="78A1E9A5" w14:textId="0FD5D733" w:rsidR="002D120D" w:rsidRPr="00FB3A67" w:rsidRDefault="002D120D" w:rsidP="001A05CA">
            <w:pPr>
              <w:tabs>
                <w:tab w:val="decimal" w:pos="1269"/>
              </w:tabs>
              <w:spacing w:line="300" w:lineRule="atLeast"/>
              <w:ind w:left="-74" w:right="-96"/>
              <w:rPr>
                <w:b/>
                <w:bCs/>
                <w:sz w:val="22"/>
                <w:szCs w:val="22"/>
              </w:rPr>
            </w:pPr>
            <w:r>
              <w:rPr>
                <w:b/>
                <w:bCs/>
                <w:sz w:val="22"/>
                <w:szCs w:val="22"/>
              </w:rPr>
              <w:t>1,709</w:t>
            </w:r>
          </w:p>
        </w:tc>
        <w:tc>
          <w:tcPr>
            <w:tcW w:w="178" w:type="dxa"/>
            <w:vAlign w:val="bottom"/>
          </w:tcPr>
          <w:p w14:paraId="768D4CA2" w14:textId="77777777" w:rsidR="002D120D" w:rsidRPr="00FB3A67" w:rsidRDefault="002D120D" w:rsidP="001A05CA">
            <w:pPr>
              <w:pStyle w:val="acctfourfigures"/>
              <w:spacing w:line="300" w:lineRule="atLeast"/>
              <w:jc w:val="center"/>
              <w:rPr>
                <w:b/>
                <w:bCs/>
                <w:szCs w:val="22"/>
              </w:rPr>
            </w:pPr>
          </w:p>
        </w:tc>
        <w:tc>
          <w:tcPr>
            <w:tcW w:w="1440" w:type="dxa"/>
            <w:tcBorders>
              <w:top w:val="single" w:sz="4" w:space="0" w:color="auto"/>
              <w:bottom w:val="double" w:sz="4" w:space="0" w:color="auto"/>
            </w:tcBorders>
          </w:tcPr>
          <w:p w14:paraId="25C1E00F" w14:textId="7468056B" w:rsidR="002D120D" w:rsidRPr="00FB3A67" w:rsidRDefault="002D120D" w:rsidP="001A05CA">
            <w:pPr>
              <w:tabs>
                <w:tab w:val="decimal" w:pos="912"/>
              </w:tabs>
              <w:spacing w:line="300" w:lineRule="atLeast"/>
              <w:ind w:left="-74" w:right="-96"/>
              <w:rPr>
                <w:b/>
                <w:bCs/>
                <w:sz w:val="22"/>
                <w:szCs w:val="22"/>
              </w:rPr>
            </w:pPr>
            <w:r>
              <w:rPr>
                <w:b/>
                <w:bCs/>
                <w:sz w:val="22"/>
                <w:szCs w:val="22"/>
              </w:rPr>
              <w:t>-</w:t>
            </w:r>
          </w:p>
        </w:tc>
        <w:tc>
          <w:tcPr>
            <w:tcW w:w="178" w:type="dxa"/>
            <w:vAlign w:val="bottom"/>
          </w:tcPr>
          <w:p w14:paraId="19BD6702" w14:textId="77777777" w:rsidR="002D120D" w:rsidRPr="00FB3A67" w:rsidRDefault="002D120D" w:rsidP="001A05CA">
            <w:pPr>
              <w:pStyle w:val="acctfourfigures"/>
              <w:spacing w:line="300" w:lineRule="atLeast"/>
              <w:jc w:val="center"/>
              <w:rPr>
                <w:b/>
                <w:bCs/>
                <w:szCs w:val="22"/>
              </w:rPr>
            </w:pPr>
          </w:p>
        </w:tc>
        <w:tc>
          <w:tcPr>
            <w:tcW w:w="1446" w:type="dxa"/>
            <w:tcBorders>
              <w:top w:val="single" w:sz="4" w:space="0" w:color="auto"/>
              <w:bottom w:val="double" w:sz="4" w:space="0" w:color="auto"/>
            </w:tcBorders>
          </w:tcPr>
          <w:p w14:paraId="12257D1D" w14:textId="3347AA57" w:rsidR="002D120D" w:rsidRPr="00FB3A67" w:rsidRDefault="002D120D" w:rsidP="001A05CA">
            <w:pPr>
              <w:tabs>
                <w:tab w:val="decimal" w:pos="1178"/>
              </w:tabs>
              <w:spacing w:line="300" w:lineRule="atLeast"/>
              <w:ind w:left="-74" w:right="-96"/>
              <w:rPr>
                <w:b/>
                <w:bCs/>
                <w:sz w:val="22"/>
                <w:szCs w:val="22"/>
              </w:rPr>
            </w:pPr>
            <w:r>
              <w:rPr>
                <w:b/>
                <w:bCs/>
                <w:sz w:val="22"/>
                <w:szCs w:val="22"/>
              </w:rPr>
              <w:t>1,709</w:t>
            </w:r>
          </w:p>
        </w:tc>
        <w:tc>
          <w:tcPr>
            <w:tcW w:w="178" w:type="dxa"/>
            <w:vAlign w:val="bottom"/>
          </w:tcPr>
          <w:p w14:paraId="433D7CA7" w14:textId="77777777" w:rsidR="002D120D" w:rsidRPr="00D20838" w:rsidRDefault="002D120D" w:rsidP="001A05CA">
            <w:pPr>
              <w:pStyle w:val="acctfourfigures"/>
              <w:spacing w:line="300" w:lineRule="atLeast"/>
              <w:jc w:val="center"/>
              <w:rPr>
                <w:b/>
                <w:bCs/>
                <w:szCs w:val="22"/>
              </w:rPr>
            </w:pPr>
          </w:p>
        </w:tc>
        <w:tc>
          <w:tcPr>
            <w:tcW w:w="992" w:type="dxa"/>
            <w:vAlign w:val="bottom"/>
          </w:tcPr>
          <w:p w14:paraId="28E3F892" w14:textId="77777777" w:rsidR="002D120D" w:rsidRPr="00D20838" w:rsidRDefault="002D120D" w:rsidP="001A05CA">
            <w:pPr>
              <w:tabs>
                <w:tab w:val="decimal" w:pos="561"/>
              </w:tabs>
              <w:spacing w:line="300" w:lineRule="atLeast"/>
              <w:ind w:left="-74" w:right="-96"/>
              <w:rPr>
                <w:sz w:val="22"/>
                <w:szCs w:val="22"/>
              </w:rPr>
            </w:pPr>
          </w:p>
        </w:tc>
        <w:tc>
          <w:tcPr>
            <w:tcW w:w="178" w:type="dxa"/>
            <w:vAlign w:val="bottom"/>
          </w:tcPr>
          <w:p w14:paraId="4CC3D414" w14:textId="77777777" w:rsidR="002D120D" w:rsidRPr="00D20838" w:rsidRDefault="002D120D" w:rsidP="001A05CA">
            <w:pPr>
              <w:pStyle w:val="acctfourfigures"/>
              <w:spacing w:line="300" w:lineRule="atLeast"/>
              <w:jc w:val="center"/>
              <w:rPr>
                <w:b/>
                <w:bCs/>
                <w:szCs w:val="22"/>
              </w:rPr>
            </w:pPr>
          </w:p>
        </w:tc>
        <w:tc>
          <w:tcPr>
            <w:tcW w:w="1262" w:type="dxa"/>
            <w:vAlign w:val="bottom"/>
          </w:tcPr>
          <w:p w14:paraId="0FABD158" w14:textId="77777777" w:rsidR="002D120D" w:rsidRPr="00D20838" w:rsidRDefault="002D120D" w:rsidP="001A05CA">
            <w:pPr>
              <w:tabs>
                <w:tab w:val="decimal" w:pos="1009"/>
              </w:tabs>
              <w:spacing w:line="300" w:lineRule="atLeast"/>
              <w:ind w:left="-74" w:right="-96"/>
              <w:rPr>
                <w:sz w:val="22"/>
                <w:szCs w:val="22"/>
              </w:rPr>
            </w:pPr>
          </w:p>
        </w:tc>
        <w:tc>
          <w:tcPr>
            <w:tcW w:w="180" w:type="dxa"/>
            <w:vAlign w:val="bottom"/>
          </w:tcPr>
          <w:p w14:paraId="4D8ADAC9" w14:textId="77777777" w:rsidR="002D120D" w:rsidRPr="00D20838" w:rsidRDefault="002D120D" w:rsidP="001A05CA">
            <w:pPr>
              <w:pStyle w:val="acctfourfigures"/>
              <w:spacing w:line="300" w:lineRule="atLeast"/>
              <w:jc w:val="center"/>
              <w:rPr>
                <w:b/>
                <w:bCs/>
                <w:szCs w:val="22"/>
              </w:rPr>
            </w:pPr>
          </w:p>
        </w:tc>
        <w:tc>
          <w:tcPr>
            <w:tcW w:w="990" w:type="dxa"/>
            <w:vAlign w:val="bottom"/>
          </w:tcPr>
          <w:p w14:paraId="62F8253D" w14:textId="77777777" w:rsidR="002D120D" w:rsidRPr="00D20838" w:rsidRDefault="002D120D" w:rsidP="001A05CA">
            <w:pPr>
              <w:tabs>
                <w:tab w:val="decimal" w:pos="561"/>
              </w:tabs>
              <w:spacing w:line="300" w:lineRule="atLeast"/>
              <w:ind w:left="-74" w:right="-96"/>
              <w:rPr>
                <w:sz w:val="22"/>
                <w:szCs w:val="22"/>
              </w:rPr>
            </w:pPr>
          </w:p>
        </w:tc>
        <w:tc>
          <w:tcPr>
            <w:tcW w:w="184" w:type="dxa"/>
            <w:vAlign w:val="bottom"/>
          </w:tcPr>
          <w:p w14:paraId="64B9754B" w14:textId="77777777" w:rsidR="002D120D" w:rsidRPr="00D20838" w:rsidRDefault="002D120D" w:rsidP="001A05CA">
            <w:pPr>
              <w:pStyle w:val="acctfourfigures"/>
              <w:spacing w:line="300" w:lineRule="atLeast"/>
              <w:rPr>
                <w:b/>
                <w:bCs/>
                <w:szCs w:val="22"/>
              </w:rPr>
            </w:pPr>
          </w:p>
        </w:tc>
        <w:tc>
          <w:tcPr>
            <w:tcW w:w="1348" w:type="dxa"/>
            <w:vAlign w:val="bottom"/>
          </w:tcPr>
          <w:p w14:paraId="39D599CF" w14:textId="77777777" w:rsidR="002D120D" w:rsidRPr="00D20838" w:rsidRDefault="002D120D" w:rsidP="001A05CA">
            <w:pPr>
              <w:tabs>
                <w:tab w:val="decimal" w:pos="1092"/>
              </w:tabs>
              <w:spacing w:line="300" w:lineRule="atLeast"/>
              <w:ind w:left="-74" w:right="-96"/>
              <w:rPr>
                <w:sz w:val="22"/>
                <w:szCs w:val="22"/>
              </w:rPr>
            </w:pPr>
          </w:p>
        </w:tc>
      </w:tr>
      <w:tr w:rsidR="00FB3A67" w:rsidRPr="00D20838" w14:paraId="6879095E" w14:textId="77777777" w:rsidTr="005E4A2E">
        <w:trPr>
          <w:cantSplit/>
        </w:trPr>
        <w:tc>
          <w:tcPr>
            <w:tcW w:w="3960" w:type="dxa"/>
          </w:tcPr>
          <w:p w14:paraId="3E8EB7A2" w14:textId="77777777" w:rsidR="00FB3A67" w:rsidRPr="00D20838" w:rsidRDefault="00FB3A67" w:rsidP="001A05CA">
            <w:pPr>
              <w:tabs>
                <w:tab w:val="left" w:pos="100"/>
              </w:tabs>
              <w:spacing w:line="300" w:lineRule="atLeast"/>
              <w:ind w:left="100" w:hanging="100"/>
              <w:rPr>
                <w:b/>
                <w:bCs/>
                <w:sz w:val="22"/>
                <w:szCs w:val="22"/>
              </w:rPr>
            </w:pPr>
          </w:p>
        </w:tc>
        <w:tc>
          <w:tcPr>
            <w:tcW w:w="904" w:type="dxa"/>
          </w:tcPr>
          <w:p w14:paraId="042798B3" w14:textId="77777777" w:rsidR="00FB3A67" w:rsidRPr="00D20838" w:rsidRDefault="00FB3A67" w:rsidP="001A05CA">
            <w:pPr>
              <w:pStyle w:val="acctfourfigures"/>
              <w:spacing w:line="300" w:lineRule="atLeast"/>
              <w:jc w:val="center"/>
              <w:rPr>
                <w:szCs w:val="22"/>
              </w:rPr>
            </w:pPr>
          </w:p>
        </w:tc>
        <w:tc>
          <w:tcPr>
            <w:tcW w:w="1436" w:type="dxa"/>
            <w:tcBorders>
              <w:top w:val="double" w:sz="4" w:space="0" w:color="auto"/>
            </w:tcBorders>
            <w:vAlign w:val="bottom"/>
          </w:tcPr>
          <w:p w14:paraId="7E19AC24" w14:textId="77777777" w:rsidR="00FB3A67" w:rsidRPr="00D20838" w:rsidRDefault="00FB3A67" w:rsidP="001A05CA">
            <w:pPr>
              <w:spacing w:line="300" w:lineRule="atLeast"/>
              <w:ind w:left="-108" w:right="94"/>
              <w:jc w:val="right"/>
              <w:rPr>
                <w:sz w:val="22"/>
                <w:szCs w:val="22"/>
              </w:rPr>
            </w:pPr>
          </w:p>
        </w:tc>
        <w:tc>
          <w:tcPr>
            <w:tcW w:w="178" w:type="dxa"/>
            <w:vAlign w:val="bottom"/>
          </w:tcPr>
          <w:p w14:paraId="39EDEC38" w14:textId="77777777" w:rsidR="00FB3A67" w:rsidRPr="00D20838" w:rsidRDefault="00FB3A67" w:rsidP="001A05CA">
            <w:pPr>
              <w:pStyle w:val="acctfourfigures"/>
              <w:spacing w:line="300" w:lineRule="atLeast"/>
              <w:jc w:val="center"/>
              <w:rPr>
                <w:szCs w:val="22"/>
              </w:rPr>
            </w:pPr>
          </w:p>
        </w:tc>
        <w:tc>
          <w:tcPr>
            <w:tcW w:w="1440" w:type="dxa"/>
            <w:tcBorders>
              <w:top w:val="double" w:sz="4" w:space="0" w:color="auto"/>
            </w:tcBorders>
            <w:vAlign w:val="bottom"/>
          </w:tcPr>
          <w:p w14:paraId="778C0605" w14:textId="77777777" w:rsidR="00FB3A67" w:rsidRPr="00D20838" w:rsidRDefault="00FB3A67" w:rsidP="001A05CA">
            <w:pPr>
              <w:pStyle w:val="acctfourfigures"/>
              <w:spacing w:line="300" w:lineRule="atLeast"/>
              <w:jc w:val="center"/>
              <w:rPr>
                <w:szCs w:val="22"/>
              </w:rPr>
            </w:pPr>
          </w:p>
        </w:tc>
        <w:tc>
          <w:tcPr>
            <w:tcW w:w="178" w:type="dxa"/>
            <w:vAlign w:val="bottom"/>
          </w:tcPr>
          <w:p w14:paraId="51CFDA50" w14:textId="77777777" w:rsidR="00FB3A67" w:rsidRPr="00D20838" w:rsidRDefault="00FB3A67" w:rsidP="001A05CA">
            <w:pPr>
              <w:pStyle w:val="acctfourfigures"/>
              <w:spacing w:line="300" w:lineRule="atLeast"/>
              <w:jc w:val="center"/>
              <w:rPr>
                <w:szCs w:val="22"/>
              </w:rPr>
            </w:pPr>
          </w:p>
        </w:tc>
        <w:tc>
          <w:tcPr>
            <w:tcW w:w="1446" w:type="dxa"/>
            <w:tcBorders>
              <w:top w:val="double" w:sz="4" w:space="0" w:color="auto"/>
            </w:tcBorders>
            <w:vAlign w:val="bottom"/>
          </w:tcPr>
          <w:p w14:paraId="2DF70981" w14:textId="77777777" w:rsidR="00FB3A67" w:rsidRPr="00D20838" w:rsidRDefault="00FB3A67" w:rsidP="001A05CA">
            <w:pPr>
              <w:tabs>
                <w:tab w:val="decimal" w:pos="1178"/>
              </w:tabs>
              <w:spacing w:line="300" w:lineRule="atLeast"/>
              <w:ind w:left="-74" w:right="-96"/>
              <w:rPr>
                <w:sz w:val="22"/>
                <w:szCs w:val="22"/>
              </w:rPr>
            </w:pPr>
          </w:p>
        </w:tc>
        <w:tc>
          <w:tcPr>
            <w:tcW w:w="178" w:type="dxa"/>
            <w:vAlign w:val="bottom"/>
          </w:tcPr>
          <w:p w14:paraId="7934568D" w14:textId="77777777" w:rsidR="00FB3A67" w:rsidRPr="00D20838" w:rsidRDefault="00FB3A67" w:rsidP="001A05CA">
            <w:pPr>
              <w:pStyle w:val="acctfourfigures"/>
              <w:spacing w:line="300" w:lineRule="atLeast"/>
              <w:jc w:val="center"/>
              <w:rPr>
                <w:szCs w:val="22"/>
              </w:rPr>
            </w:pPr>
          </w:p>
        </w:tc>
        <w:tc>
          <w:tcPr>
            <w:tcW w:w="992" w:type="dxa"/>
            <w:vAlign w:val="bottom"/>
          </w:tcPr>
          <w:p w14:paraId="67E9645E" w14:textId="77777777" w:rsidR="00FB3A67" w:rsidRPr="00D20838" w:rsidRDefault="00FB3A67" w:rsidP="001A05CA">
            <w:pPr>
              <w:tabs>
                <w:tab w:val="decimal" w:pos="561"/>
              </w:tabs>
              <w:spacing w:line="300" w:lineRule="atLeast"/>
              <w:ind w:left="-74" w:right="-96"/>
              <w:rPr>
                <w:sz w:val="22"/>
                <w:szCs w:val="22"/>
              </w:rPr>
            </w:pPr>
          </w:p>
        </w:tc>
        <w:tc>
          <w:tcPr>
            <w:tcW w:w="178" w:type="dxa"/>
            <w:vAlign w:val="bottom"/>
          </w:tcPr>
          <w:p w14:paraId="7FBC61CE" w14:textId="77777777" w:rsidR="00FB3A67" w:rsidRPr="00D20838" w:rsidRDefault="00FB3A67" w:rsidP="001A05CA">
            <w:pPr>
              <w:pStyle w:val="acctfourfigures"/>
              <w:spacing w:line="300" w:lineRule="atLeast"/>
              <w:jc w:val="center"/>
              <w:rPr>
                <w:szCs w:val="22"/>
              </w:rPr>
            </w:pPr>
          </w:p>
        </w:tc>
        <w:tc>
          <w:tcPr>
            <w:tcW w:w="1262" w:type="dxa"/>
            <w:vAlign w:val="bottom"/>
          </w:tcPr>
          <w:p w14:paraId="79011F1B" w14:textId="77777777" w:rsidR="00FB3A67" w:rsidRPr="00D20838" w:rsidRDefault="00FB3A67" w:rsidP="001A05CA">
            <w:pPr>
              <w:tabs>
                <w:tab w:val="decimal" w:pos="1009"/>
              </w:tabs>
              <w:spacing w:line="300" w:lineRule="atLeast"/>
              <w:ind w:left="-74" w:right="-96"/>
              <w:rPr>
                <w:sz w:val="22"/>
                <w:szCs w:val="22"/>
              </w:rPr>
            </w:pPr>
          </w:p>
        </w:tc>
        <w:tc>
          <w:tcPr>
            <w:tcW w:w="180" w:type="dxa"/>
            <w:vAlign w:val="bottom"/>
          </w:tcPr>
          <w:p w14:paraId="3B135801" w14:textId="77777777" w:rsidR="00FB3A67" w:rsidRPr="00D20838" w:rsidRDefault="00FB3A67" w:rsidP="001A05CA">
            <w:pPr>
              <w:pStyle w:val="acctfourfigures"/>
              <w:spacing w:line="300" w:lineRule="atLeast"/>
              <w:jc w:val="center"/>
              <w:rPr>
                <w:szCs w:val="22"/>
              </w:rPr>
            </w:pPr>
          </w:p>
        </w:tc>
        <w:tc>
          <w:tcPr>
            <w:tcW w:w="990" w:type="dxa"/>
            <w:vAlign w:val="bottom"/>
          </w:tcPr>
          <w:p w14:paraId="7023E851" w14:textId="77777777" w:rsidR="00FB3A67" w:rsidRPr="00D20838" w:rsidRDefault="00FB3A67" w:rsidP="001A05CA">
            <w:pPr>
              <w:tabs>
                <w:tab w:val="decimal" w:pos="561"/>
              </w:tabs>
              <w:spacing w:line="300" w:lineRule="atLeast"/>
              <w:ind w:left="-74" w:right="-96"/>
              <w:rPr>
                <w:sz w:val="22"/>
                <w:szCs w:val="22"/>
              </w:rPr>
            </w:pPr>
          </w:p>
        </w:tc>
        <w:tc>
          <w:tcPr>
            <w:tcW w:w="184" w:type="dxa"/>
            <w:vAlign w:val="bottom"/>
          </w:tcPr>
          <w:p w14:paraId="2C944FFB" w14:textId="77777777" w:rsidR="00FB3A67" w:rsidRPr="00D20838" w:rsidRDefault="00FB3A67" w:rsidP="001A05CA">
            <w:pPr>
              <w:pStyle w:val="acctfourfigures"/>
              <w:spacing w:line="300" w:lineRule="atLeast"/>
              <w:rPr>
                <w:szCs w:val="22"/>
              </w:rPr>
            </w:pPr>
          </w:p>
        </w:tc>
        <w:tc>
          <w:tcPr>
            <w:tcW w:w="1348" w:type="dxa"/>
            <w:vAlign w:val="bottom"/>
          </w:tcPr>
          <w:p w14:paraId="50CD2108" w14:textId="77777777" w:rsidR="00FB3A67" w:rsidRPr="00D20838" w:rsidRDefault="00FB3A67" w:rsidP="001A05CA">
            <w:pPr>
              <w:tabs>
                <w:tab w:val="decimal" w:pos="1092"/>
              </w:tabs>
              <w:spacing w:line="300" w:lineRule="atLeast"/>
              <w:ind w:left="-74" w:right="-96"/>
              <w:rPr>
                <w:sz w:val="22"/>
                <w:szCs w:val="22"/>
              </w:rPr>
            </w:pPr>
          </w:p>
        </w:tc>
      </w:tr>
    </w:tbl>
    <w:p w14:paraId="6AF6E75F" w14:textId="77777777" w:rsidR="00182CEE" w:rsidRPr="00EF3F91" w:rsidRDefault="00182CEE" w:rsidP="001A05CA">
      <w:pPr>
        <w:spacing w:line="300" w:lineRule="atLeast"/>
        <w:jc w:val="both"/>
        <w:rPr>
          <w:sz w:val="22"/>
          <w:szCs w:val="22"/>
        </w:rPr>
        <w:sectPr w:rsidR="00182CEE" w:rsidRPr="00EF3F91" w:rsidSect="00BE47E3">
          <w:pgSz w:w="16834" w:h="11909" w:orient="landscape" w:code="9"/>
          <w:pgMar w:top="691" w:right="1152" w:bottom="576" w:left="1152" w:header="720" w:footer="720" w:gutter="0"/>
          <w:cols w:space="720"/>
          <w:docGrid w:linePitch="360"/>
        </w:sectPr>
      </w:pPr>
    </w:p>
    <w:p w14:paraId="0B5175FF" w14:textId="3D0CA469" w:rsidR="00B65767" w:rsidRPr="00EF3F91" w:rsidRDefault="00B65767" w:rsidP="001A05CA">
      <w:pPr>
        <w:spacing w:line="300" w:lineRule="atLeast"/>
        <w:ind w:left="540" w:right="-27"/>
        <w:jc w:val="both"/>
        <w:rPr>
          <w:sz w:val="22"/>
          <w:szCs w:val="22"/>
        </w:rPr>
      </w:pPr>
      <w:r w:rsidRPr="00B65767">
        <w:rPr>
          <w:sz w:val="22"/>
          <w:szCs w:val="22"/>
        </w:rPr>
        <w:lastRenderedPageBreak/>
        <w:t xml:space="preserve">The following </w:t>
      </w:r>
      <w:r w:rsidR="009E4322">
        <w:rPr>
          <w:rFonts w:cstheme="minorBidi"/>
          <w:sz w:val="22"/>
          <w:szCs w:val="22"/>
          <w:cs/>
        </w:rPr>
        <w:tab/>
      </w:r>
      <w:r w:rsidRPr="00B65767">
        <w:rPr>
          <w:sz w:val="22"/>
          <w:szCs w:val="22"/>
        </w:rPr>
        <w:t xml:space="preserve">table presents valuation technique of financial instruments measured at fair value in </w:t>
      </w:r>
      <w:r w:rsidR="003B27F6">
        <w:rPr>
          <w:sz w:val="22"/>
          <w:szCs w:val="22"/>
        </w:rPr>
        <w:t xml:space="preserve">the </w:t>
      </w:r>
      <w:r w:rsidRPr="00B65767">
        <w:rPr>
          <w:sz w:val="22"/>
          <w:szCs w:val="22"/>
        </w:rPr>
        <w:t>statement of financial position</w:t>
      </w:r>
      <w:r w:rsidR="00C67D32">
        <w:rPr>
          <w:sz w:val="22"/>
          <w:szCs w:val="22"/>
        </w:rPr>
        <w:t>.</w:t>
      </w:r>
    </w:p>
    <w:p w14:paraId="18F1908C" w14:textId="77777777" w:rsidR="00182CEE" w:rsidRPr="00241F1B" w:rsidRDefault="00182CEE" w:rsidP="001A05CA">
      <w:pPr>
        <w:spacing w:line="300" w:lineRule="atLeast"/>
        <w:ind w:right="-27"/>
        <w:jc w:val="both"/>
        <w:rPr>
          <w:sz w:val="22"/>
          <w:szCs w:val="22"/>
        </w:rPr>
      </w:pPr>
    </w:p>
    <w:tbl>
      <w:tblPr>
        <w:tblW w:w="9270" w:type="dxa"/>
        <w:tblInd w:w="450" w:type="dxa"/>
        <w:tblLook w:val="04A0" w:firstRow="1" w:lastRow="0" w:firstColumn="1" w:lastColumn="0" w:noHBand="0" w:noVBand="1"/>
      </w:tblPr>
      <w:tblGrid>
        <w:gridCol w:w="2922"/>
        <w:gridCol w:w="246"/>
        <w:gridCol w:w="6102"/>
      </w:tblGrid>
      <w:tr w:rsidR="00182CEE" w:rsidRPr="00EF3F91" w14:paraId="4F89813C" w14:textId="77777777" w:rsidTr="009D6926">
        <w:trPr>
          <w:tblHeader/>
        </w:trPr>
        <w:tc>
          <w:tcPr>
            <w:tcW w:w="2922" w:type="dxa"/>
          </w:tcPr>
          <w:p w14:paraId="0642F7AC" w14:textId="77777777" w:rsidR="00182CEE" w:rsidRPr="00EF3F91" w:rsidRDefault="00182CEE" w:rsidP="001A05CA">
            <w:pPr>
              <w:pStyle w:val="block"/>
              <w:spacing w:after="0" w:line="300" w:lineRule="atLeast"/>
              <w:ind w:left="166" w:right="-112" w:hanging="166"/>
              <w:rPr>
                <w:rFonts w:cs="Times New Roman"/>
                <w:b/>
                <w:bCs/>
                <w:szCs w:val="22"/>
                <w:lang w:bidi="th-TH"/>
              </w:rPr>
            </w:pPr>
            <w:r w:rsidRPr="00EF3F91">
              <w:rPr>
                <w:rFonts w:cs="Times New Roman"/>
                <w:b/>
                <w:bCs/>
                <w:szCs w:val="22"/>
                <w:lang w:bidi="th-TH"/>
              </w:rPr>
              <w:t>Type</w:t>
            </w:r>
          </w:p>
        </w:tc>
        <w:tc>
          <w:tcPr>
            <w:tcW w:w="246" w:type="dxa"/>
          </w:tcPr>
          <w:p w14:paraId="5224266C" w14:textId="77777777" w:rsidR="00182CEE" w:rsidRPr="00EF3F91" w:rsidRDefault="00182CEE" w:rsidP="001A05CA">
            <w:pPr>
              <w:pStyle w:val="block"/>
              <w:spacing w:after="0" w:line="300" w:lineRule="atLeast"/>
              <w:ind w:left="0" w:right="-7"/>
              <w:rPr>
                <w:rFonts w:cs="Times New Roman"/>
                <w:b/>
                <w:bCs/>
                <w:szCs w:val="22"/>
                <w:lang w:bidi="th-TH"/>
              </w:rPr>
            </w:pPr>
          </w:p>
        </w:tc>
        <w:tc>
          <w:tcPr>
            <w:tcW w:w="6102" w:type="dxa"/>
          </w:tcPr>
          <w:p w14:paraId="4FE2EC21" w14:textId="77777777" w:rsidR="00182CEE" w:rsidRPr="00EF3F91" w:rsidRDefault="00182CEE" w:rsidP="001A05CA">
            <w:pPr>
              <w:pStyle w:val="block"/>
              <w:spacing w:after="0" w:line="300" w:lineRule="atLeast"/>
              <w:ind w:left="0"/>
              <w:jc w:val="thaiDistribute"/>
              <w:rPr>
                <w:rFonts w:cs="Times New Roman"/>
                <w:b/>
                <w:bCs/>
                <w:szCs w:val="22"/>
                <w:lang w:bidi="th-TH"/>
              </w:rPr>
            </w:pPr>
            <w:r w:rsidRPr="00EF3F91">
              <w:rPr>
                <w:rFonts w:cs="Times New Roman"/>
                <w:b/>
                <w:bCs/>
                <w:szCs w:val="22"/>
                <w:lang w:bidi="th-TH"/>
              </w:rPr>
              <w:t>Valuation technique</w:t>
            </w:r>
          </w:p>
        </w:tc>
      </w:tr>
      <w:tr w:rsidR="00F5779C" w:rsidRPr="004866ED" w14:paraId="53C0D5B5" w14:textId="77777777" w:rsidTr="009D6926">
        <w:trPr>
          <w:tblHeader/>
        </w:trPr>
        <w:tc>
          <w:tcPr>
            <w:tcW w:w="2922" w:type="dxa"/>
          </w:tcPr>
          <w:p w14:paraId="264DC04F" w14:textId="7A3D18AC" w:rsidR="00F5779C" w:rsidRPr="004866ED" w:rsidRDefault="00F5779C" w:rsidP="001A05CA">
            <w:pPr>
              <w:pStyle w:val="block"/>
              <w:spacing w:after="0" w:line="300" w:lineRule="atLeast"/>
              <w:ind w:left="256" w:right="-112" w:hanging="256"/>
              <w:rPr>
                <w:rFonts w:cs="Times New Roman"/>
                <w:szCs w:val="22"/>
                <w:highlight w:val="cyan"/>
                <w:lang w:bidi="th-TH"/>
              </w:rPr>
            </w:pPr>
          </w:p>
        </w:tc>
        <w:tc>
          <w:tcPr>
            <w:tcW w:w="246" w:type="dxa"/>
          </w:tcPr>
          <w:p w14:paraId="0FD76D78" w14:textId="77777777" w:rsidR="00F5779C" w:rsidRPr="004866ED" w:rsidRDefault="00F5779C" w:rsidP="001A05CA">
            <w:pPr>
              <w:pStyle w:val="block"/>
              <w:spacing w:after="0" w:line="300" w:lineRule="atLeast"/>
              <w:ind w:left="256" w:right="-7" w:hanging="256"/>
              <w:rPr>
                <w:rFonts w:cs="Times New Roman"/>
                <w:szCs w:val="22"/>
                <w:highlight w:val="cyan"/>
                <w:lang w:bidi="th-TH"/>
              </w:rPr>
            </w:pPr>
          </w:p>
        </w:tc>
        <w:tc>
          <w:tcPr>
            <w:tcW w:w="6102" w:type="dxa"/>
          </w:tcPr>
          <w:p w14:paraId="568F551B" w14:textId="4F07D32C" w:rsidR="00F5779C" w:rsidRPr="004866ED" w:rsidRDefault="00F5779C" w:rsidP="001A05CA">
            <w:pPr>
              <w:pStyle w:val="block"/>
              <w:spacing w:after="0" w:line="300" w:lineRule="atLeast"/>
              <w:ind w:left="0"/>
              <w:jc w:val="thaiDistribute"/>
              <w:rPr>
                <w:rFonts w:cs="Times New Roman"/>
                <w:szCs w:val="22"/>
                <w:highlight w:val="cyan"/>
                <w:lang w:bidi="th-TH"/>
              </w:rPr>
            </w:pPr>
          </w:p>
        </w:tc>
      </w:tr>
      <w:tr w:rsidR="00182CEE" w:rsidRPr="00EF3F91" w14:paraId="6278764D" w14:textId="77777777" w:rsidTr="009D6926">
        <w:tc>
          <w:tcPr>
            <w:tcW w:w="2922" w:type="dxa"/>
          </w:tcPr>
          <w:p w14:paraId="692FAD11" w14:textId="68A0DA86" w:rsidR="00182CEE" w:rsidRPr="00540CC2" w:rsidRDefault="00182CEE" w:rsidP="001A05CA">
            <w:pPr>
              <w:pStyle w:val="block"/>
              <w:spacing w:after="0" w:line="300" w:lineRule="atLeast"/>
              <w:ind w:left="256" w:right="-112" w:hanging="256"/>
              <w:rPr>
                <w:rFonts w:cstheme="minorBidi"/>
                <w:szCs w:val="22"/>
                <w:lang w:val="en-US" w:bidi="th-TH"/>
              </w:rPr>
            </w:pPr>
            <w:r w:rsidRPr="00540CC2">
              <w:rPr>
                <w:rFonts w:cs="Times New Roman"/>
                <w:szCs w:val="22"/>
                <w:lang w:bidi="th-TH"/>
              </w:rPr>
              <w:t xml:space="preserve">Forward </w:t>
            </w:r>
            <w:r w:rsidR="0098464A">
              <w:rPr>
                <w:rFonts w:cs="Times New Roman"/>
                <w:szCs w:val="22"/>
                <w:lang w:bidi="th-TH"/>
              </w:rPr>
              <w:t xml:space="preserve">currency </w:t>
            </w:r>
            <w:r w:rsidRPr="00540CC2">
              <w:rPr>
                <w:rFonts w:cs="Times New Roman"/>
                <w:szCs w:val="22"/>
                <w:lang w:bidi="th-TH"/>
              </w:rPr>
              <w:t>exchange contracts</w:t>
            </w:r>
            <w:r w:rsidR="00463C4B" w:rsidRPr="00540CC2">
              <w:rPr>
                <w:rFonts w:cstheme="minorBidi" w:hint="cs"/>
                <w:szCs w:val="22"/>
                <w:cs/>
                <w:lang w:bidi="th-TH"/>
              </w:rPr>
              <w:t xml:space="preserve"> </w:t>
            </w:r>
            <w:r w:rsidR="00540147">
              <w:rPr>
                <w:rFonts w:cstheme="minorBidi"/>
                <w:szCs w:val="22"/>
                <w:lang w:bidi="th-TH"/>
              </w:rPr>
              <w:t>and</w:t>
            </w:r>
            <w:r w:rsidR="0098464A">
              <w:rPr>
                <w:rFonts w:cstheme="minorBidi"/>
                <w:szCs w:val="22"/>
                <w:lang w:bidi="th-TH"/>
              </w:rPr>
              <w:t xml:space="preserve"> f</w:t>
            </w:r>
            <w:r w:rsidR="0098464A" w:rsidRPr="0098464A">
              <w:rPr>
                <w:rFonts w:cstheme="minorBidi"/>
                <w:szCs w:val="22"/>
                <w:lang w:bidi="th-TH"/>
              </w:rPr>
              <w:t>oreign currency option agreements</w:t>
            </w:r>
          </w:p>
        </w:tc>
        <w:tc>
          <w:tcPr>
            <w:tcW w:w="246" w:type="dxa"/>
          </w:tcPr>
          <w:p w14:paraId="650F4FF2" w14:textId="77777777" w:rsidR="00182CEE" w:rsidRPr="00540CC2" w:rsidRDefault="00182CEE" w:rsidP="001A05CA">
            <w:pPr>
              <w:pStyle w:val="block"/>
              <w:spacing w:after="0" w:line="300" w:lineRule="atLeast"/>
              <w:ind w:left="0" w:right="-7"/>
              <w:rPr>
                <w:rFonts w:cs="Times New Roman"/>
                <w:szCs w:val="22"/>
                <w:lang w:bidi="th-TH"/>
              </w:rPr>
            </w:pPr>
          </w:p>
        </w:tc>
        <w:tc>
          <w:tcPr>
            <w:tcW w:w="6102" w:type="dxa"/>
          </w:tcPr>
          <w:p w14:paraId="177AF0E6" w14:textId="18DD90EE" w:rsidR="00182CEE" w:rsidRPr="00540CC2" w:rsidRDefault="00182CEE" w:rsidP="001A05CA">
            <w:pPr>
              <w:pStyle w:val="block"/>
              <w:spacing w:after="0" w:line="300" w:lineRule="atLeast"/>
              <w:ind w:left="0"/>
              <w:jc w:val="thaiDistribute"/>
              <w:rPr>
                <w:rFonts w:cs="Times New Roman"/>
                <w:szCs w:val="22"/>
                <w:lang w:bidi="th-TH"/>
              </w:rPr>
            </w:pPr>
            <w:r w:rsidRPr="00540CC2">
              <w:rPr>
                <w:rFonts w:cs="Times New Roman"/>
                <w:szCs w:val="22"/>
                <w:lang w:bidi="th-TH"/>
              </w:rPr>
              <w:t>The fair value of</w:t>
            </w:r>
            <w:r w:rsidR="001F4915">
              <w:rPr>
                <w:rFonts w:cs="Times New Roman"/>
                <w:szCs w:val="22"/>
                <w:lang w:bidi="th-TH"/>
              </w:rPr>
              <w:t xml:space="preserve"> f</w:t>
            </w:r>
            <w:r w:rsidR="001F4915" w:rsidRPr="001F4915">
              <w:rPr>
                <w:rFonts w:cs="Times New Roman"/>
                <w:szCs w:val="22"/>
                <w:lang w:bidi="th-TH"/>
              </w:rPr>
              <w:t xml:space="preserve">orward currency exchange contracts </w:t>
            </w:r>
            <w:r w:rsidR="0098464A">
              <w:rPr>
                <w:iCs/>
                <w:szCs w:val="22"/>
              </w:rPr>
              <w:t xml:space="preserve">and </w:t>
            </w:r>
            <w:r w:rsidR="001F4915">
              <w:rPr>
                <w:iCs/>
                <w:szCs w:val="22"/>
              </w:rPr>
              <w:t>f</w:t>
            </w:r>
            <w:r w:rsidR="0098464A" w:rsidRPr="0098464A">
              <w:rPr>
                <w:iCs/>
                <w:szCs w:val="22"/>
              </w:rPr>
              <w:t>oreign currency option agreements</w:t>
            </w:r>
            <w:r w:rsidR="0098464A">
              <w:rPr>
                <w:iCs/>
                <w:szCs w:val="22"/>
              </w:rPr>
              <w:t xml:space="preserve"> </w:t>
            </w:r>
            <w:r w:rsidR="0011162A" w:rsidRPr="00540CC2">
              <w:rPr>
                <w:iCs/>
                <w:szCs w:val="22"/>
              </w:rPr>
              <w:t xml:space="preserve">determined the price </w:t>
            </w:r>
            <w:r w:rsidR="000539C3" w:rsidRPr="00540CC2">
              <w:rPr>
                <w:iCs/>
                <w:szCs w:val="22"/>
              </w:rPr>
              <w:t xml:space="preserve">from </w:t>
            </w:r>
            <w:r w:rsidR="0011162A" w:rsidRPr="00540CC2">
              <w:rPr>
                <w:iCs/>
                <w:szCs w:val="22"/>
              </w:rPr>
              <w:t xml:space="preserve">an agreement announced by </w:t>
            </w:r>
            <w:r w:rsidR="000539C3" w:rsidRPr="00540CC2">
              <w:rPr>
                <w:iCs/>
                <w:szCs w:val="22"/>
              </w:rPr>
              <w:t>financial institutions</w:t>
            </w:r>
            <w:r w:rsidR="00463C4B" w:rsidRPr="00540CC2">
              <w:rPr>
                <w:iCs/>
                <w:szCs w:val="22"/>
              </w:rPr>
              <w:t>.</w:t>
            </w:r>
          </w:p>
        </w:tc>
      </w:tr>
    </w:tbl>
    <w:p w14:paraId="78C247CD" w14:textId="504982C6" w:rsidR="00CB0F01" w:rsidRDefault="00CB0F01" w:rsidP="001A05CA">
      <w:pPr>
        <w:spacing w:line="300" w:lineRule="atLeast"/>
        <w:ind w:right="-27"/>
        <w:jc w:val="both"/>
        <w:rPr>
          <w:sz w:val="22"/>
          <w:szCs w:val="22"/>
        </w:rPr>
      </w:pPr>
    </w:p>
    <w:p w14:paraId="6488230E" w14:textId="0FA6D661" w:rsidR="00CF6A7D" w:rsidRDefault="00CF6A7D" w:rsidP="00FA0188">
      <w:pPr>
        <w:tabs>
          <w:tab w:val="left" w:pos="540"/>
        </w:tabs>
        <w:spacing w:line="300" w:lineRule="atLeast"/>
        <w:jc w:val="thaiDistribute"/>
        <w:rPr>
          <w:b/>
          <w:bCs/>
          <w:color w:val="000000"/>
          <w:sz w:val="24"/>
          <w:szCs w:val="24"/>
        </w:rPr>
      </w:pPr>
      <w:r>
        <w:rPr>
          <w:b/>
          <w:bCs/>
          <w:sz w:val="24"/>
          <w:szCs w:val="24"/>
        </w:rPr>
        <w:t>11</w:t>
      </w:r>
      <w:r w:rsidRPr="00EF3F91">
        <w:rPr>
          <w:b/>
          <w:bCs/>
          <w:sz w:val="24"/>
          <w:szCs w:val="24"/>
        </w:rPr>
        <w:tab/>
      </w:r>
      <w:r w:rsidR="00FA0188" w:rsidRPr="00FA0188">
        <w:rPr>
          <w:b/>
          <w:bCs/>
          <w:color w:val="000000"/>
          <w:sz w:val="24"/>
          <w:szCs w:val="24"/>
        </w:rPr>
        <w:t>Interest-bearing liabilities</w:t>
      </w:r>
    </w:p>
    <w:p w14:paraId="2252493A" w14:textId="77777777" w:rsidR="00FA0188" w:rsidRPr="00FA0188" w:rsidRDefault="00FA0188" w:rsidP="00FA0188">
      <w:pPr>
        <w:tabs>
          <w:tab w:val="left" w:pos="540"/>
        </w:tabs>
        <w:spacing w:line="300" w:lineRule="atLeast"/>
        <w:jc w:val="thaiDistribute"/>
        <w:rPr>
          <w:sz w:val="22"/>
          <w:szCs w:val="22"/>
        </w:rPr>
      </w:pPr>
    </w:p>
    <w:p w14:paraId="1BB504F8" w14:textId="512C5208" w:rsidR="00CF6A7D" w:rsidRPr="00CF6A7D" w:rsidRDefault="00CF6A7D" w:rsidP="00CF6A7D">
      <w:pPr>
        <w:pStyle w:val="block"/>
        <w:spacing w:after="0" w:line="300" w:lineRule="atLeast"/>
        <w:ind w:left="540"/>
        <w:jc w:val="thaiDistribute"/>
        <w:rPr>
          <w:lang w:val="en-US"/>
        </w:rPr>
      </w:pPr>
      <w:r w:rsidRPr="00CF6A7D">
        <w:rPr>
          <w:lang w:val="en-US"/>
        </w:rPr>
        <w:t xml:space="preserve">In July 2025, KCE Technology Co., Ltd., a subsidiary, entered into a long-term loan agreement with </w:t>
      </w:r>
      <w:r>
        <w:rPr>
          <w:lang w:val="en-US"/>
        </w:rPr>
        <w:br/>
      </w:r>
      <w:r w:rsidRPr="00CF6A7D">
        <w:rPr>
          <w:lang w:val="en-US"/>
        </w:rPr>
        <w:t>a local financial institution for Baht 400 million with no collateral, bearing interest at the rate reference THOR (Thai Overnight Repurchase Rate) plus rates as specified in agreement. The loan is quarterly repayable of Baht 33.33 million for each installment, commencing in March 2026 covering 3 years and 6 months. The subsidiary has to comply with certain conditions, including maintaining debt service coverage ratio (DSCR) of not less than 1.25:1 and debt to equity ratio of not more than 2.</w:t>
      </w:r>
    </w:p>
    <w:p w14:paraId="0A8C57DE" w14:textId="77777777" w:rsidR="00CF6A7D" w:rsidRPr="00CF6A7D" w:rsidRDefault="00CF6A7D" w:rsidP="00CF6A7D">
      <w:pPr>
        <w:pStyle w:val="block"/>
        <w:spacing w:after="0" w:line="300" w:lineRule="atLeast"/>
        <w:ind w:left="540"/>
        <w:jc w:val="thaiDistribute"/>
        <w:rPr>
          <w:lang w:val="en-US"/>
        </w:rPr>
      </w:pPr>
      <w:r w:rsidRPr="00CF6A7D">
        <w:rPr>
          <w:lang w:val="en-US"/>
        </w:rPr>
        <w:br/>
        <w:t>As at 30 September 2025, the subsidiary had fully drawn down the loan.</w:t>
      </w:r>
    </w:p>
    <w:p w14:paraId="772954C1" w14:textId="77777777" w:rsidR="00CF6A7D" w:rsidRPr="006A30DC" w:rsidRDefault="00CF6A7D" w:rsidP="001A05CA">
      <w:pPr>
        <w:spacing w:line="300" w:lineRule="atLeast"/>
        <w:ind w:right="-27"/>
        <w:jc w:val="both"/>
        <w:rPr>
          <w:sz w:val="22"/>
          <w:szCs w:val="22"/>
        </w:rPr>
      </w:pPr>
    </w:p>
    <w:p w14:paraId="26BBB267" w14:textId="6D2C6F47" w:rsidR="0092671F" w:rsidRDefault="005F659A" w:rsidP="001A05CA">
      <w:pPr>
        <w:tabs>
          <w:tab w:val="left" w:pos="540"/>
        </w:tabs>
        <w:spacing w:line="300" w:lineRule="atLeast"/>
        <w:jc w:val="thaiDistribute"/>
        <w:rPr>
          <w:b/>
          <w:bCs/>
          <w:color w:val="000000"/>
          <w:sz w:val="24"/>
          <w:szCs w:val="24"/>
        </w:rPr>
      </w:pPr>
      <w:r>
        <w:rPr>
          <w:b/>
          <w:bCs/>
          <w:sz w:val="24"/>
          <w:szCs w:val="24"/>
        </w:rPr>
        <w:t>1</w:t>
      </w:r>
      <w:r w:rsidR="00CF6A7D">
        <w:rPr>
          <w:b/>
          <w:bCs/>
          <w:sz w:val="24"/>
          <w:szCs w:val="24"/>
        </w:rPr>
        <w:t>2</w:t>
      </w:r>
      <w:r w:rsidR="00D61AC1" w:rsidRPr="00EF3F91">
        <w:rPr>
          <w:b/>
          <w:bCs/>
          <w:sz w:val="24"/>
          <w:szCs w:val="24"/>
        </w:rPr>
        <w:tab/>
      </w:r>
      <w:r w:rsidR="00D61AC1" w:rsidRPr="00EF3F91">
        <w:rPr>
          <w:b/>
          <w:bCs/>
          <w:color w:val="000000"/>
          <w:sz w:val="24"/>
          <w:szCs w:val="24"/>
        </w:rPr>
        <w:t>Commitments with non-related parties</w:t>
      </w:r>
    </w:p>
    <w:p w14:paraId="4FCA1BD1" w14:textId="77777777" w:rsidR="00CB00E7" w:rsidRPr="00241F1B" w:rsidRDefault="00CB00E7" w:rsidP="001A05CA">
      <w:pPr>
        <w:tabs>
          <w:tab w:val="left" w:pos="540"/>
        </w:tabs>
        <w:spacing w:line="300" w:lineRule="atLeast"/>
        <w:jc w:val="thaiDistribute"/>
        <w:rPr>
          <w:b/>
          <w:bCs/>
          <w:color w:val="000000"/>
          <w:sz w:val="22"/>
          <w:szCs w:val="22"/>
        </w:rPr>
      </w:pPr>
    </w:p>
    <w:tbl>
      <w:tblPr>
        <w:tblW w:w="9276" w:type="dxa"/>
        <w:tblInd w:w="450" w:type="dxa"/>
        <w:tblLayout w:type="fixed"/>
        <w:tblCellMar>
          <w:left w:w="79" w:type="dxa"/>
          <w:right w:w="79" w:type="dxa"/>
        </w:tblCellMar>
        <w:tblLook w:val="0000" w:firstRow="0" w:lastRow="0" w:firstColumn="0" w:lastColumn="0" w:noHBand="0" w:noVBand="0"/>
      </w:tblPr>
      <w:tblGrid>
        <w:gridCol w:w="5940"/>
        <w:gridCol w:w="1620"/>
        <w:gridCol w:w="181"/>
        <w:gridCol w:w="1535"/>
      </w:tblGrid>
      <w:tr w:rsidR="00DB65CB" w:rsidRPr="00EF3F91" w14:paraId="4DC03FC4" w14:textId="77777777" w:rsidTr="00AD4397">
        <w:trPr>
          <w:tblHeader/>
        </w:trPr>
        <w:tc>
          <w:tcPr>
            <w:tcW w:w="5940" w:type="dxa"/>
          </w:tcPr>
          <w:p w14:paraId="633B2250" w14:textId="77777777" w:rsidR="00707920" w:rsidRDefault="00707920" w:rsidP="00707920">
            <w:pPr>
              <w:pStyle w:val="acctfourfigures"/>
              <w:tabs>
                <w:tab w:val="clear" w:pos="765"/>
              </w:tabs>
              <w:spacing w:line="300" w:lineRule="atLeast"/>
              <w:jc w:val="both"/>
              <w:rPr>
                <w:szCs w:val="22"/>
              </w:rPr>
            </w:pPr>
          </w:p>
          <w:p w14:paraId="15E218AA" w14:textId="77777777" w:rsidR="00707920" w:rsidRDefault="00707920" w:rsidP="00707920">
            <w:pPr>
              <w:pStyle w:val="acctfourfigures"/>
              <w:tabs>
                <w:tab w:val="clear" w:pos="765"/>
              </w:tabs>
              <w:spacing w:line="300" w:lineRule="atLeast"/>
              <w:jc w:val="both"/>
              <w:rPr>
                <w:szCs w:val="22"/>
              </w:rPr>
            </w:pPr>
          </w:p>
          <w:p w14:paraId="1D6DF947" w14:textId="2FB87F1B" w:rsidR="00DB65CB" w:rsidRPr="00707920" w:rsidRDefault="00DB65CB" w:rsidP="00707920">
            <w:pPr>
              <w:pStyle w:val="acctfourfigures"/>
              <w:tabs>
                <w:tab w:val="clear" w:pos="765"/>
              </w:tabs>
              <w:spacing w:line="300" w:lineRule="atLeast"/>
              <w:jc w:val="both"/>
              <w:rPr>
                <w:b/>
                <w:bCs/>
                <w:i/>
                <w:iCs/>
                <w:szCs w:val="22"/>
              </w:rPr>
            </w:pPr>
            <w:r w:rsidRPr="00707920">
              <w:rPr>
                <w:b/>
                <w:bCs/>
                <w:i/>
                <w:iCs/>
                <w:szCs w:val="22"/>
              </w:rPr>
              <w:t xml:space="preserve">At </w:t>
            </w:r>
            <w:r w:rsidR="001742DD">
              <w:rPr>
                <w:b/>
                <w:bCs/>
                <w:i/>
                <w:iCs/>
                <w:szCs w:val="22"/>
              </w:rPr>
              <w:t>30 September</w:t>
            </w:r>
            <w:r w:rsidRPr="00707920">
              <w:rPr>
                <w:b/>
                <w:bCs/>
                <w:i/>
                <w:iCs/>
                <w:szCs w:val="22"/>
              </w:rPr>
              <w:t xml:space="preserve"> 2025</w:t>
            </w:r>
          </w:p>
        </w:tc>
        <w:tc>
          <w:tcPr>
            <w:tcW w:w="1620" w:type="dxa"/>
          </w:tcPr>
          <w:p w14:paraId="6F0C46A7" w14:textId="77777777" w:rsidR="00DB65CB" w:rsidRPr="009F2AF3" w:rsidRDefault="00DB65CB" w:rsidP="008747FD">
            <w:pPr>
              <w:pStyle w:val="acctmergecolhdg"/>
              <w:spacing w:line="300" w:lineRule="atLeast"/>
              <w:ind w:right="-76"/>
              <w:rPr>
                <w:szCs w:val="22"/>
              </w:rPr>
            </w:pPr>
            <w:r w:rsidRPr="009F2AF3">
              <w:rPr>
                <w:szCs w:val="22"/>
              </w:rPr>
              <w:t xml:space="preserve">Consolidated </w:t>
            </w:r>
          </w:p>
          <w:p w14:paraId="4BABEF3A" w14:textId="44FF6369" w:rsidR="00DB65CB" w:rsidRPr="00FE7B73" w:rsidRDefault="00DB65CB" w:rsidP="008747FD">
            <w:pPr>
              <w:pStyle w:val="acctmergecolhdg"/>
              <w:spacing w:line="300" w:lineRule="atLeast"/>
              <w:ind w:right="-76"/>
              <w:rPr>
                <w:b w:val="0"/>
                <w:szCs w:val="22"/>
                <w:lang w:val="en-US" w:bidi="th-TH"/>
              </w:rPr>
            </w:pPr>
            <w:r w:rsidRPr="009F2AF3">
              <w:rPr>
                <w:szCs w:val="22"/>
              </w:rPr>
              <w:t>financial statements</w:t>
            </w:r>
          </w:p>
        </w:tc>
        <w:tc>
          <w:tcPr>
            <w:tcW w:w="181" w:type="dxa"/>
          </w:tcPr>
          <w:p w14:paraId="51186C7C" w14:textId="4560EE4F" w:rsidR="00DB65CB" w:rsidRPr="00FE7B73" w:rsidRDefault="00DB65CB" w:rsidP="001A05CA">
            <w:pPr>
              <w:spacing w:line="300" w:lineRule="atLeast"/>
              <w:ind w:left="-108" w:right="-108"/>
              <w:jc w:val="center"/>
              <w:rPr>
                <w:sz w:val="22"/>
                <w:szCs w:val="22"/>
              </w:rPr>
            </w:pPr>
          </w:p>
        </w:tc>
        <w:tc>
          <w:tcPr>
            <w:tcW w:w="1535" w:type="dxa"/>
          </w:tcPr>
          <w:p w14:paraId="69ED4014" w14:textId="4F040384" w:rsidR="00DB65CB" w:rsidRPr="009F2AF3" w:rsidRDefault="00DB65CB" w:rsidP="001A05CA">
            <w:pPr>
              <w:spacing w:line="300" w:lineRule="atLeast"/>
              <w:ind w:left="-108" w:right="-108"/>
              <w:jc w:val="center"/>
              <w:rPr>
                <w:b/>
                <w:sz w:val="22"/>
                <w:szCs w:val="22"/>
              </w:rPr>
            </w:pPr>
            <w:r w:rsidRPr="009F2AF3">
              <w:rPr>
                <w:b/>
                <w:sz w:val="22"/>
                <w:szCs w:val="22"/>
              </w:rPr>
              <w:t>Separate financial statements</w:t>
            </w:r>
          </w:p>
        </w:tc>
      </w:tr>
      <w:tr w:rsidR="00DB65CB" w:rsidRPr="00EF3F91" w14:paraId="491F912A" w14:textId="77777777" w:rsidTr="00AD4397">
        <w:trPr>
          <w:tblHeader/>
        </w:trPr>
        <w:tc>
          <w:tcPr>
            <w:tcW w:w="5940" w:type="dxa"/>
          </w:tcPr>
          <w:p w14:paraId="597D9DD0" w14:textId="77777777" w:rsidR="00DB65CB" w:rsidRPr="008747FD" w:rsidRDefault="00DB65CB" w:rsidP="00DB65CB">
            <w:pPr>
              <w:pStyle w:val="acctfourfigures"/>
              <w:spacing w:line="300" w:lineRule="atLeast"/>
              <w:jc w:val="center"/>
              <w:rPr>
                <w:rFonts w:cstheme="minorBidi"/>
                <w:szCs w:val="28"/>
                <w:cs/>
                <w:lang w:bidi="th-TH"/>
              </w:rPr>
            </w:pPr>
          </w:p>
        </w:tc>
        <w:tc>
          <w:tcPr>
            <w:tcW w:w="3336" w:type="dxa"/>
            <w:gridSpan w:val="3"/>
          </w:tcPr>
          <w:p w14:paraId="28AB27B8" w14:textId="18A36BC3" w:rsidR="00DB65CB" w:rsidRPr="009F2AF3" w:rsidRDefault="00DB65CB" w:rsidP="00DB65CB">
            <w:pPr>
              <w:spacing w:line="300" w:lineRule="atLeast"/>
              <w:ind w:left="-108" w:right="-108"/>
              <w:jc w:val="center"/>
              <w:rPr>
                <w:i/>
                <w:iCs/>
                <w:sz w:val="22"/>
                <w:szCs w:val="24"/>
              </w:rPr>
            </w:pPr>
            <w:r w:rsidRPr="009F2AF3">
              <w:rPr>
                <w:i/>
                <w:iCs/>
                <w:sz w:val="22"/>
                <w:szCs w:val="24"/>
              </w:rPr>
              <w:t xml:space="preserve">(in thousand baht) </w:t>
            </w:r>
          </w:p>
        </w:tc>
      </w:tr>
      <w:tr w:rsidR="00707920" w:rsidRPr="00EF3F91" w14:paraId="7CD5BBBB" w14:textId="77777777" w:rsidTr="00AD4397">
        <w:trPr>
          <w:cantSplit/>
        </w:trPr>
        <w:tc>
          <w:tcPr>
            <w:tcW w:w="5940" w:type="dxa"/>
          </w:tcPr>
          <w:p w14:paraId="7954C524" w14:textId="77777777" w:rsidR="00707920" w:rsidRPr="00EF3F91" w:rsidRDefault="00707920" w:rsidP="00707920">
            <w:pPr>
              <w:spacing w:line="300" w:lineRule="atLeast"/>
              <w:rPr>
                <w:b/>
                <w:bCs/>
                <w:i/>
                <w:iCs/>
                <w:sz w:val="22"/>
                <w:szCs w:val="22"/>
              </w:rPr>
            </w:pPr>
            <w:r w:rsidRPr="00EF3F91">
              <w:rPr>
                <w:b/>
                <w:bCs/>
                <w:i/>
                <w:iCs/>
                <w:sz w:val="22"/>
                <w:szCs w:val="22"/>
              </w:rPr>
              <w:t>Capital commitments</w:t>
            </w:r>
          </w:p>
        </w:tc>
        <w:tc>
          <w:tcPr>
            <w:tcW w:w="1620" w:type="dxa"/>
          </w:tcPr>
          <w:p w14:paraId="7337ADBA" w14:textId="56CA888A" w:rsidR="00707920" w:rsidRPr="00EF3F91" w:rsidRDefault="00707920" w:rsidP="00AD4397">
            <w:pPr>
              <w:pStyle w:val="acctfourfigures"/>
              <w:tabs>
                <w:tab w:val="clear" w:pos="765"/>
                <w:tab w:val="decimal" w:pos="1357"/>
              </w:tabs>
              <w:spacing w:line="300" w:lineRule="atLeast"/>
              <w:rPr>
                <w:i/>
                <w:iCs/>
                <w:szCs w:val="22"/>
              </w:rPr>
            </w:pPr>
          </w:p>
        </w:tc>
        <w:tc>
          <w:tcPr>
            <w:tcW w:w="181" w:type="dxa"/>
          </w:tcPr>
          <w:p w14:paraId="22B51AED" w14:textId="77777777" w:rsidR="00707920" w:rsidRPr="00EF3F91" w:rsidRDefault="00707920" w:rsidP="00707920">
            <w:pPr>
              <w:pStyle w:val="acctfourfigures"/>
              <w:spacing w:line="300" w:lineRule="atLeast"/>
              <w:jc w:val="center"/>
              <w:rPr>
                <w:i/>
                <w:iCs/>
                <w:szCs w:val="22"/>
              </w:rPr>
            </w:pPr>
          </w:p>
        </w:tc>
        <w:tc>
          <w:tcPr>
            <w:tcW w:w="1535" w:type="dxa"/>
          </w:tcPr>
          <w:p w14:paraId="441BE2B9" w14:textId="1B3EE456" w:rsidR="00707920" w:rsidRPr="00EF3F91" w:rsidRDefault="00707920" w:rsidP="00AD4397">
            <w:pPr>
              <w:pStyle w:val="acctfourfigures"/>
              <w:tabs>
                <w:tab w:val="clear" w:pos="765"/>
                <w:tab w:val="decimal" w:pos="1271"/>
              </w:tabs>
              <w:spacing w:line="300" w:lineRule="atLeast"/>
              <w:rPr>
                <w:i/>
                <w:iCs/>
                <w:szCs w:val="22"/>
              </w:rPr>
            </w:pPr>
          </w:p>
        </w:tc>
      </w:tr>
      <w:tr w:rsidR="00E13865" w:rsidRPr="00EF3F91" w14:paraId="49DB4966" w14:textId="77777777" w:rsidTr="00AD4397">
        <w:trPr>
          <w:cantSplit/>
        </w:trPr>
        <w:tc>
          <w:tcPr>
            <w:tcW w:w="5940" w:type="dxa"/>
          </w:tcPr>
          <w:p w14:paraId="331F9C48" w14:textId="3420406D" w:rsidR="00E13865" w:rsidRPr="00EF3F91" w:rsidRDefault="00E13865" w:rsidP="00E13865">
            <w:pPr>
              <w:spacing w:line="300" w:lineRule="atLeast"/>
              <w:rPr>
                <w:sz w:val="22"/>
                <w:szCs w:val="22"/>
              </w:rPr>
            </w:pPr>
            <w:r w:rsidRPr="002C02BC">
              <w:rPr>
                <w:sz w:val="22"/>
                <w:szCs w:val="22"/>
              </w:rPr>
              <w:t>Buildings and other constructions</w:t>
            </w:r>
          </w:p>
        </w:tc>
        <w:tc>
          <w:tcPr>
            <w:tcW w:w="1620" w:type="dxa"/>
          </w:tcPr>
          <w:p w14:paraId="09E89127" w14:textId="1C3C7358" w:rsidR="00E13865" w:rsidRPr="00E13865" w:rsidRDefault="00E13865" w:rsidP="00E13865">
            <w:pPr>
              <w:pStyle w:val="acctfourfigures"/>
              <w:tabs>
                <w:tab w:val="clear" w:pos="765"/>
                <w:tab w:val="decimal" w:pos="1357"/>
              </w:tabs>
              <w:spacing w:line="300" w:lineRule="atLeast"/>
              <w:ind w:right="-173"/>
              <w:rPr>
                <w:rFonts w:cs="Angsana New"/>
                <w:szCs w:val="22"/>
                <w:lang w:val="en-US" w:bidi="th-TH"/>
              </w:rPr>
            </w:pPr>
            <w:r w:rsidRPr="00E13865">
              <w:rPr>
                <w:szCs w:val="22"/>
              </w:rPr>
              <w:t>34,931</w:t>
            </w:r>
          </w:p>
        </w:tc>
        <w:tc>
          <w:tcPr>
            <w:tcW w:w="181" w:type="dxa"/>
          </w:tcPr>
          <w:p w14:paraId="5A02D0EF" w14:textId="5E38B5D6" w:rsidR="00E13865" w:rsidRPr="00E13865" w:rsidRDefault="00E13865" w:rsidP="00E13865">
            <w:pPr>
              <w:pStyle w:val="acctfourfigures"/>
              <w:tabs>
                <w:tab w:val="clear" w:pos="765"/>
                <w:tab w:val="decimal" w:pos="932"/>
              </w:tabs>
              <w:spacing w:line="300" w:lineRule="atLeast"/>
              <w:ind w:right="-94"/>
              <w:rPr>
                <w:szCs w:val="22"/>
              </w:rPr>
            </w:pPr>
          </w:p>
        </w:tc>
        <w:tc>
          <w:tcPr>
            <w:tcW w:w="1535" w:type="dxa"/>
          </w:tcPr>
          <w:p w14:paraId="2522F9F1" w14:textId="5621B336" w:rsidR="00E13865" w:rsidRPr="00E13865" w:rsidRDefault="00E13865" w:rsidP="00E13865">
            <w:pPr>
              <w:pStyle w:val="acctfourfigures"/>
              <w:tabs>
                <w:tab w:val="clear" w:pos="765"/>
                <w:tab w:val="decimal" w:pos="1271"/>
              </w:tabs>
              <w:spacing w:line="300" w:lineRule="atLeast"/>
              <w:ind w:right="-173"/>
              <w:rPr>
                <w:szCs w:val="22"/>
              </w:rPr>
            </w:pPr>
            <w:r w:rsidRPr="00E13865">
              <w:rPr>
                <w:szCs w:val="22"/>
              </w:rPr>
              <w:t>34,931</w:t>
            </w:r>
          </w:p>
        </w:tc>
      </w:tr>
      <w:tr w:rsidR="00E13865" w:rsidRPr="00EF3F91" w14:paraId="4E625DDC" w14:textId="77777777" w:rsidTr="00AD4397">
        <w:trPr>
          <w:cantSplit/>
        </w:trPr>
        <w:tc>
          <w:tcPr>
            <w:tcW w:w="5940" w:type="dxa"/>
          </w:tcPr>
          <w:p w14:paraId="557147EE" w14:textId="4B0E9885" w:rsidR="00E13865" w:rsidRPr="00EF3F91" w:rsidRDefault="00E13865" w:rsidP="00E13865">
            <w:pPr>
              <w:spacing w:line="300" w:lineRule="atLeast"/>
              <w:rPr>
                <w:sz w:val="22"/>
                <w:szCs w:val="22"/>
              </w:rPr>
            </w:pPr>
            <w:r w:rsidRPr="002C02BC">
              <w:rPr>
                <w:sz w:val="22"/>
                <w:szCs w:val="22"/>
              </w:rPr>
              <w:t>Machinery and equipment</w:t>
            </w:r>
          </w:p>
        </w:tc>
        <w:tc>
          <w:tcPr>
            <w:tcW w:w="1620" w:type="dxa"/>
          </w:tcPr>
          <w:p w14:paraId="355BAF35" w14:textId="65E4F9F4" w:rsidR="00E13865" w:rsidRPr="00E13865" w:rsidRDefault="00E13865" w:rsidP="00E13865">
            <w:pPr>
              <w:pStyle w:val="acctfourfigures"/>
              <w:tabs>
                <w:tab w:val="clear" w:pos="765"/>
                <w:tab w:val="decimal" w:pos="1357"/>
              </w:tabs>
              <w:spacing w:line="300" w:lineRule="atLeast"/>
              <w:ind w:right="-173"/>
              <w:rPr>
                <w:rFonts w:cs="Angsana New"/>
                <w:szCs w:val="22"/>
                <w:lang w:val="en-US" w:bidi="th-TH"/>
              </w:rPr>
            </w:pPr>
            <w:r w:rsidRPr="00E13865">
              <w:rPr>
                <w:szCs w:val="22"/>
              </w:rPr>
              <w:t>164,205</w:t>
            </w:r>
          </w:p>
        </w:tc>
        <w:tc>
          <w:tcPr>
            <w:tcW w:w="181" w:type="dxa"/>
          </w:tcPr>
          <w:p w14:paraId="2BB38A21" w14:textId="40A4B546" w:rsidR="00E13865" w:rsidRPr="00E13865" w:rsidRDefault="00E13865" w:rsidP="00E13865">
            <w:pPr>
              <w:pStyle w:val="acctfourfigures"/>
              <w:tabs>
                <w:tab w:val="clear" w:pos="765"/>
                <w:tab w:val="decimal" w:pos="932"/>
              </w:tabs>
              <w:spacing w:line="300" w:lineRule="atLeast"/>
              <w:ind w:right="-94"/>
              <w:rPr>
                <w:szCs w:val="22"/>
              </w:rPr>
            </w:pPr>
          </w:p>
        </w:tc>
        <w:tc>
          <w:tcPr>
            <w:tcW w:w="1535" w:type="dxa"/>
          </w:tcPr>
          <w:p w14:paraId="63F879B7" w14:textId="1C55EF97" w:rsidR="00E13865" w:rsidRPr="00E13865" w:rsidRDefault="00E13865" w:rsidP="00E13865">
            <w:pPr>
              <w:pStyle w:val="acctfourfigures"/>
              <w:tabs>
                <w:tab w:val="clear" w:pos="765"/>
                <w:tab w:val="decimal" w:pos="1271"/>
              </w:tabs>
              <w:spacing w:line="300" w:lineRule="atLeast"/>
              <w:ind w:right="-173"/>
              <w:rPr>
                <w:szCs w:val="22"/>
              </w:rPr>
            </w:pPr>
            <w:r w:rsidRPr="00E13865">
              <w:rPr>
                <w:szCs w:val="22"/>
              </w:rPr>
              <w:t>71,040</w:t>
            </w:r>
          </w:p>
        </w:tc>
      </w:tr>
      <w:tr w:rsidR="00E13865" w:rsidRPr="00EF3F91" w14:paraId="262612C0" w14:textId="77777777" w:rsidTr="00AD4397">
        <w:trPr>
          <w:cantSplit/>
        </w:trPr>
        <w:tc>
          <w:tcPr>
            <w:tcW w:w="5940" w:type="dxa"/>
          </w:tcPr>
          <w:p w14:paraId="2EB7AED8" w14:textId="77777777" w:rsidR="00E13865" w:rsidRPr="00EF3F91" w:rsidRDefault="00E13865" w:rsidP="00E13865">
            <w:pPr>
              <w:spacing w:line="300" w:lineRule="atLeast"/>
              <w:rPr>
                <w:b/>
                <w:bCs/>
                <w:sz w:val="22"/>
                <w:szCs w:val="22"/>
              </w:rPr>
            </w:pPr>
            <w:r w:rsidRPr="00EF3F91">
              <w:rPr>
                <w:b/>
                <w:bCs/>
                <w:sz w:val="22"/>
                <w:szCs w:val="22"/>
              </w:rPr>
              <w:t>Total</w:t>
            </w:r>
          </w:p>
        </w:tc>
        <w:tc>
          <w:tcPr>
            <w:tcW w:w="1620" w:type="dxa"/>
            <w:tcBorders>
              <w:top w:val="single" w:sz="4" w:space="0" w:color="auto"/>
              <w:bottom w:val="double" w:sz="4" w:space="0" w:color="auto"/>
            </w:tcBorders>
          </w:tcPr>
          <w:p w14:paraId="57488FC0" w14:textId="27D5478D" w:rsidR="00E13865" w:rsidRPr="00E13865" w:rsidRDefault="00E13865" w:rsidP="00E13865">
            <w:pPr>
              <w:pStyle w:val="acctfourfigures"/>
              <w:tabs>
                <w:tab w:val="clear" w:pos="765"/>
                <w:tab w:val="decimal" w:pos="1357"/>
              </w:tabs>
              <w:spacing w:line="300" w:lineRule="atLeast"/>
              <w:ind w:right="-173"/>
              <w:rPr>
                <w:rFonts w:cs="Angsana New"/>
                <w:b/>
                <w:bCs/>
                <w:szCs w:val="22"/>
                <w:lang w:val="en-US" w:bidi="th-TH"/>
              </w:rPr>
            </w:pPr>
            <w:r w:rsidRPr="00E13865">
              <w:rPr>
                <w:b/>
                <w:bCs/>
                <w:szCs w:val="22"/>
              </w:rPr>
              <w:t>199,136</w:t>
            </w:r>
          </w:p>
        </w:tc>
        <w:tc>
          <w:tcPr>
            <w:tcW w:w="181" w:type="dxa"/>
          </w:tcPr>
          <w:p w14:paraId="71957A75" w14:textId="09CB12CD" w:rsidR="00E13865" w:rsidRPr="00E13865" w:rsidRDefault="00E13865" w:rsidP="00E13865">
            <w:pPr>
              <w:pStyle w:val="acctfourfigures"/>
              <w:tabs>
                <w:tab w:val="clear" w:pos="765"/>
                <w:tab w:val="decimal" w:pos="932"/>
              </w:tabs>
              <w:spacing w:line="300" w:lineRule="atLeast"/>
              <w:ind w:right="-94"/>
              <w:rPr>
                <w:b/>
                <w:bCs/>
                <w:szCs w:val="22"/>
              </w:rPr>
            </w:pPr>
          </w:p>
        </w:tc>
        <w:tc>
          <w:tcPr>
            <w:tcW w:w="1535" w:type="dxa"/>
            <w:tcBorders>
              <w:top w:val="single" w:sz="4" w:space="0" w:color="auto"/>
              <w:bottom w:val="double" w:sz="4" w:space="0" w:color="auto"/>
            </w:tcBorders>
          </w:tcPr>
          <w:p w14:paraId="08AB13DF" w14:textId="3C26C1F1" w:rsidR="00E13865" w:rsidRPr="00E13865" w:rsidRDefault="00E13865" w:rsidP="00E13865">
            <w:pPr>
              <w:pStyle w:val="acctfourfigures"/>
              <w:tabs>
                <w:tab w:val="clear" w:pos="765"/>
                <w:tab w:val="decimal" w:pos="1271"/>
              </w:tabs>
              <w:spacing w:line="300" w:lineRule="atLeast"/>
              <w:ind w:right="-173"/>
              <w:rPr>
                <w:b/>
                <w:bCs/>
                <w:szCs w:val="22"/>
              </w:rPr>
            </w:pPr>
            <w:r w:rsidRPr="00E13865">
              <w:rPr>
                <w:b/>
                <w:bCs/>
                <w:szCs w:val="22"/>
              </w:rPr>
              <w:t>105,971</w:t>
            </w:r>
          </w:p>
        </w:tc>
      </w:tr>
      <w:tr w:rsidR="00DB65CB" w:rsidRPr="00EF3F91" w14:paraId="5C089ADB" w14:textId="77777777" w:rsidTr="00AD4397">
        <w:trPr>
          <w:cantSplit/>
        </w:trPr>
        <w:tc>
          <w:tcPr>
            <w:tcW w:w="5940" w:type="dxa"/>
          </w:tcPr>
          <w:p w14:paraId="1DAA2732" w14:textId="77777777" w:rsidR="00DB65CB" w:rsidRPr="0029286D" w:rsidRDefault="00DB65CB" w:rsidP="00DB65CB">
            <w:pPr>
              <w:pStyle w:val="acctfourfigures"/>
              <w:spacing w:line="300" w:lineRule="atLeast"/>
              <w:jc w:val="center"/>
              <w:rPr>
                <w:szCs w:val="22"/>
              </w:rPr>
            </w:pPr>
          </w:p>
        </w:tc>
        <w:tc>
          <w:tcPr>
            <w:tcW w:w="1620" w:type="dxa"/>
          </w:tcPr>
          <w:p w14:paraId="4CE8FD0F" w14:textId="77777777" w:rsidR="00DB65CB" w:rsidRPr="00E13865" w:rsidRDefault="00DB65CB" w:rsidP="00DB65CB">
            <w:pPr>
              <w:pStyle w:val="acctmergecolhdg"/>
              <w:tabs>
                <w:tab w:val="decimal" w:pos="983"/>
              </w:tabs>
              <w:spacing w:line="300" w:lineRule="atLeast"/>
              <w:ind w:right="-173"/>
              <w:jc w:val="left"/>
              <w:rPr>
                <w:b w:val="0"/>
                <w:bCs/>
                <w:szCs w:val="22"/>
              </w:rPr>
            </w:pPr>
          </w:p>
        </w:tc>
        <w:tc>
          <w:tcPr>
            <w:tcW w:w="181" w:type="dxa"/>
          </w:tcPr>
          <w:p w14:paraId="5948FCCA" w14:textId="77777777" w:rsidR="00DB65CB" w:rsidRPr="00E13865" w:rsidRDefault="00DB65CB" w:rsidP="00DB65CB">
            <w:pPr>
              <w:pStyle w:val="acctmergecolhdg"/>
              <w:tabs>
                <w:tab w:val="decimal" w:pos="932"/>
              </w:tabs>
              <w:spacing w:line="300" w:lineRule="atLeast"/>
              <w:ind w:right="-94"/>
              <w:rPr>
                <w:b w:val="0"/>
                <w:bCs/>
                <w:szCs w:val="22"/>
              </w:rPr>
            </w:pPr>
          </w:p>
        </w:tc>
        <w:tc>
          <w:tcPr>
            <w:tcW w:w="1535" w:type="dxa"/>
          </w:tcPr>
          <w:p w14:paraId="64459240" w14:textId="77777777" w:rsidR="00DB65CB" w:rsidRPr="00E13865" w:rsidRDefault="00DB65CB" w:rsidP="00DB65CB">
            <w:pPr>
              <w:pStyle w:val="acctmergecolhdg"/>
              <w:spacing w:line="300" w:lineRule="atLeast"/>
              <w:rPr>
                <w:b w:val="0"/>
                <w:bCs/>
                <w:szCs w:val="22"/>
              </w:rPr>
            </w:pPr>
          </w:p>
        </w:tc>
      </w:tr>
      <w:tr w:rsidR="00DB65CB" w:rsidRPr="00EF3F91" w14:paraId="1CA806E0" w14:textId="77777777" w:rsidTr="00AD4397">
        <w:trPr>
          <w:cantSplit/>
        </w:trPr>
        <w:tc>
          <w:tcPr>
            <w:tcW w:w="5940" w:type="dxa"/>
          </w:tcPr>
          <w:p w14:paraId="3960AE62" w14:textId="29D68129" w:rsidR="00AD4397" w:rsidRDefault="00DB65CB" w:rsidP="00DB65CB">
            <w:pPr>
              <w:spacing w:line="300" w:lineRule="atLeast"/>
              <w:rPr>
                <w:b/>
                <w:bCs/>
                <w:i/>
                <w:iCs/>
                <w:sz w:val="22"/>
                <w:szCs w:val="22"/>
              </w:rPr>
            </w:pPr>
            <w:r w:rsidRPr="00EF3F91">
              <w:rPr>
                <w:b/>
                <w:bCs/>
                <w:i/>
                <w:iCs/>
                <w:sz w:val="22"/>
                <w:szCs w:val="22"/>
              </w:rPr>
              <w:t>Future minimum lease payments under</w:t>
            </w:r>
            <w:r>
              <w:rPr>
                <w:b/>
                <w:bCs/>
                <w:i/>
                <w:iCs/>
                <w:sz w:val="22"/>
                <w:szCs w:val="22"/>
              </w:rPr>
              <w:t xml:space="preserve"> </w:t>
            </w:r>
          </w:p>
          <w:p w14:paraId="49258E93" w14:textId="2525DC2F" w:rsidR="00DB65CB" w:rsidRPr="00EF3F91" w:rsidRDefault="00AD4397" w:rsidP="00DB65CB">
            <w:pPr>
              <w:spacing w:line="300" w:lineRule="atLeast"/>
              <w:rPr>
                <w:b/>
                <w:bCs/>
                <w:i/>
                <w:iCs/>
                <w:sz w:val="22"/>
                <w:szCs w:val="22"/>
              </w:rPr>
            </w:pPr>
            <w:r>
              <w:rPr>
                <w:b/>
                <w:bCs/>
                <w:i/>
                <w:iCs/>
                <w:sz w:val="22"/>
                <w:szCs w:val="22"/>
              </w:rPr>
              <w:t xml:space="preserve">     </w:t>
            </w:r>
            <w:r w:rsidR="00916724" w:rsidRPr="00EF3F91">
              <w:rPr>
                <w:b/>
                <w:bCs/>
                <w:i/>
                <w:iCs/>
                <w:sz w:val="22"/>
                <w:szCs w:val="22"/>
              </w:rPr>
              <w:t>non-cancellable</w:t>
            </w:r>
            <w:r w:rsidR="00916724">
              <w:rPr>
                <w:b/>
                <w:bCs/>
                <w:i/>
                <w:iCs/>
                <w:sz w:val="22"/>
                <w:szCs w:val="22"/>
              </w:rPr>
              <w:t xml:space="preserve"> </w:t>
            </w:r>
            <w:r w:rsidR="00DB65CB">
              <w:rPr>
                <w:b/>
                <w:bCs/>
                <w:i/>
                <w:iCs/>
                <w:sz w:val="22"/>
                <w:szCs w:val="22"/>
              </w:rPr>
              <w:t xml:space="preserve">long-term </w:t>
            </w:r>
            <w:r w:rsidR="00DB65CB" w:rsidRPr="00EF3F91">
              <w:rPr>
                <w:b/>
                <w:bCs/>
                <w:i/>
                <w:iCs/>
                <w:sz w:val="22"/>
                <w:szCs w:val="22"/>
              </w:rPr>
              <w:t>services</w:t>
            </w:r>
            <w:r w:rsidR="00DB65CB">
              <w:rPr>
                <w:b/>
                <w:bCs/>
                <w:i/>
                <w:iCs/>
                <w:sz w:val="22"/>
                <w:szCs w:val="22"/>
              </w:rPr>
              <w:t xml:space="preserve"> </w:t>
            </w:r>
            <w:r w:rsidR="00DB65CB" w:rsidRPr="00EF3F91">
              <w:rPr>
                <w:b/>
                <w:bCs/>
                <w:i/>
                <w:iCs/>
                <w:sz w:val="22"/>
                <w:szCs w:val="22"/>
              </w:rPr>
              <w:t>contracts</w:t>
            </w:r>
          </w:p>
        </w:tc>
        <w:tc>
          <w:tcPr>
            <w:tcW w:w="1620" w:type="dxa"/>
          </w:tcPr>
          <w:p w14:paraId="359B9DA1" w14:textId="77777777" w:rsidR="00DB65CB" w:rsidRPr="00E13865" w:rsidRDefault="00DB65CB" w:rsidP="00DB65CB">
            <w:pPr>
              <w:pStyle w:val="acctfourfigures"/>
              <w:tabs>
                <w:tab w:val="clear" w:pos="765"/>
                <w:tab w:val="decimal" w:pos="983"/>
              </w:tabs>
              <w:spacing w:line="300" w:lineRule="atLeast"/>
              <w:ind w:right="-173"/>
              <w:rPr>
                <w:szCs w:val="22"/>
              </w:rPr>
            </w:pPr>
          </w:p>
        </w:tc>
        <w:tc>
          <w:tcPr>
            <w:tcW w:w="181" w:type="dxa"/>
          </w:tcPr>
          <w:p w14:paraId="1114C6B1" w14:textId="77777777" w:rsidR="00DB65CB" w:rsidRPr="00E13865" w:rsidRDefault="00DB65CB" w:rsidP="00DB65CB">
            <w:pPr>
              <w:pStyle w:val="acctfourfigures"/>
              <w:tabs>
                <w:tab w:val="clear" w:pos="765"/>
                <w:tab w:val="decimal" w:pos="932"/>
              </w:tabs>
              <w:spacing w:line="300" w:lineRule="atLeast"/>
              <w:ind w:left="-259" w:right="-94"/>
              <w:rPr>
                <w:szCs w:val="22"/>
              </w:rPr>
            </w:pPr>
          </w:p>
        </w:tc>
        <w:tc>
          <w:tcPr>
            <w:tcW w:w="1535" w:type="dxa"/>
          </w:tcPr>
          <w:p w14:paraId="459FC07B" w14:textId="77777777" w:rsidR="00DB65CB" w:rsidRPr="00E13865" w:rsidRDefault="00DB65CB" w:rsidP="00DB65CB">
            <w:pPr>
              <w:pStyle w:val="acctfourfigures"/>
              <w:tabs>
                <w:tab w:val="clear" w:pos="765"/>
                <w:tab w:val="decimal" w:pos="926"/>
              </w:tabs>
              <w:spacing w:line="300" w:lineRule="atLeast"/>
              <w:ind w:left="-259" w:right="-169"/>
              <w:rPr>
                <w:szCs w:val="22"/>
              </w:rPr>
            </w:pPr>
          </w:p>
        </w:tc>
      </w:tr>
      <w:tr w:rsidR="00E13865" w:rsidRPr="00EF3F91" w14:paraId="72F98C00" w14:textId="77777777" w:rsidTr="00AD4397">
        <w:trPr>
          <w:cantSplit/>
        </w:trPr>
        <w:tc>
          <w:tcPr>
            <w:tcW w:w="5940" w:type="dxa"/>
          </w:tcPr>
          <w:p w14:paraId="751C9132" w14:textId="77777777" w:rsidR="00E13865" w:rsidRPr="00EF3F91" w:rsidRDefault="00E13865" w:rsidP="00E13865">
            <w:pPr>
              <w:spacing w:line="300" w:lineRule="atLeast"/>
              <w:rPr>
                <w:sz w:val="22"/>
                <w:szCs w:val="22"/>
              </w:rPr>
            </w:pPr>
            <w:r w:rsidRPr="00EF3F91">
              <w:rPr>
                <w:sz w:val="22"/>
                <w:szCs w:val="22"/>
              </w:rPr>
              <w:t>Within one year</w:t>
            </w:r>
          </w:p>
        </w:tc>
        <w:tc>
          <w:tcPr>
            <w:tcW w:w="1620" w:type="dxa"/>
          </w:tcPr>
          <w:p w14:paraId="72E18BD9" w14:textId="6ADE03EA" w:rsidR="00E13865" w:rsidRPr="00E13865" w:rsidRDefault="00E13865" w:rsidP="00E13865">
            <w:pPr>
              <w:pStyle w:val="acctfourfigures"/>
              <w:tabs>
                <w:tab w:val="clear" w:pos="765"/>
                <w:tab w:val="decimal" w:pos="1357"/>
              </w:tabs>
              <w:spacing w:line="300" w:lineRule="atLeast"/>
              <w:ind w:right="-173"/>
              <w:rPr>
                <w:rFonts w:cs="Angsana New"/>
                <w:szCs w:val="22"/>
                <w:lang w:val="en-US" w:bidi="th-TH"/>
              </w:rPr>
            </w:pPr>
            <w:r w:rsidRPr="00E13865">
              <w:rPr>
                <w:szCs w:val="22"/>
              </w:rPr>
              <w:t>3</w:t>
            </w:r>
            <w:r w:rsidR="00436AA4">
              <w:rPr>
                <w:szCs w:val="22"/>
              </w:rPr>
              <w:t>2</w:t>
            </w:r>
            <w:r w:rsidRPr="00E13865">
              <w:rPr>
                <w:szCs w:val="22"/>
              </w:rPr>
              <w:t>,830</w:t>
            </w:r>
          </w:p>
        </w:tc>
        <w:tc>
          <w:tcPr>
            <w:tcW w:w="181" w:type="dxa"/>
          </w:tcPr>
          <w:p w14:paraId="244A8A37" w14:textId="4E9D0A2E" w:rsidR="00E13865" w:rsidRPr="00E13865" w:rsidRDefault="00E13865" w:rsidP="00E13865">
            <w:pPr>
              <w:pStyle w:val="acctfourfigures"/>
              <w:tabs>
                <w:tab w:val="clear" w:pos="765"/>
                <w:tab w:val="decimal" w:pos="932"/>
              </w:tabs>
              <w:spacing w:line="300" w:lineRule="atLeast"/>
              <w:ind w:right="-94"/>
              <w:rPr>
                <w:rFonts w:cs="Angsana New"/>
                <w:szCs w:val="22"/>
                <w:lang w:val="en-US" w:bidi="th-TH"/>
              </w:rPr>
            </w:pPr>
          </w:p>
        </w:tc>
        <w:tc>
          <w:tcPr>
            <w:tcW w:w="1535" w:type="dxa"/>
          </w:tcPr>
          <w:p w14:paraId="0A301DF2" w14:textId="7391E7E5" w:rsidR="00E13865" w:rsidRPr="00E13865" w:rsidRDefault="00E13865" w:rsidP="00E13865">
            <w:pPr>
              <w:pStyle w:val="acctfourfigures"/>
              <w:tabs>
                <w:tab w:val="clear" w:pos="765"/>
                <w:tab w:val="decimal" w:pos="1271"/>
              </w:tabs>
              <w:spacing w:line="300" w:lineRule="atLeast"/>
              <w:ind w:right="-173"/>
              <w:rPr>
                <w:rFonts w:cs="Angsana New"/>
                <w:szCs w:val="22"/>
                <w:lang w:val="en-US" w:bidi="th-TH"/>
              </w:rPr>
            </w:pPr>
            <w:r w:rsidRPr="00E13865">
              <w:rPr>
                <w:szCs w:val="22"/>
              </w:rPr>
              <w:t>15,285</w:t>
            </w:r>
          </w:p>
        </w:tc>
      </w:tr>
      <w:tr w:rsidR="00E13865" w:rsidRPr="00EF3F91" w14:paraId="026E5E92" w14:textId="77777777" w:rsidTr="00AD4397">
        <w:trPr>
          <w:cantSplit/>
        </w:trPr>
        <w:tc>
          <w:tcPr>
            <w:tcW w:w="5940" w:type="dxa"/>
          </w:tcPr>
          <w:p w14:paraId="6A7CD9F4" w14:textId="77777777" w:rsidR="00E13865" w:rsidRPr="00EF3F91" w:rsidRDefault="00E13865" w:rsidP="00E13865">
            <w:pPr>
              <w:spacing w:line="300" w:lineRule="atLeast"/>
              <w:rPr>
                <w:sz w:val="22"/>
                <w:szCs w:val="22"/>
              </w:rPr>
            </w:pPr>
            <w:r w:rsidRPr="00EF3F91">
              <w:rPr>
                <w:sz w:val="22"/>
                <w:szCs w:val="22"/>
              </w:rPr>
              <w:t>After one year but within five years</w:t>
            </w:r>
          </w:p>
        </w:tc>
        <w:tc>
          <w:tcPr>
            <w:tcW w:w="1620" w:type="dxa"/>
            <w:tcBorders>
              <w:bottom w:val="single" w:sz="4" w:space="0" w:color="auto"/>
            </w:tcBorders>
          </w:tcPr>
          <w:p w14:paraId="70D72C6C" w14:textId="3F7A2444" w:rsidR="00E13865" w:rsidRPr="00E13865" w:rsidRDefault="00E13865" w:rsidP="00E13865">
            <w:pPr>
              <w:pStyle w:val="acctfourfigures"/>
              <w:tabs>
                <w:tab w:val="clear" w:pos="765"/>
                <w:tab w:val="decimal" w:pos="1357"/>
              </w:tabs>
              <w:spacing w:line="300" w:lineRule="atLeast"/>
              <w:ind w:right="-173"/>
              <w:rPr>
                <w:rFonts w:cs="Angsana New"/>
                <w:szCs w:val="22"/>
                <w:lang w:val="en-US" w:bidi="th-TH"/>
              </w:rPr>
            </w:pPr>
            <w:r w:rsidRPr="00E13865">
              <w:rPr>
                <w:szCs w:val="22"/>
              </w:rPr>
              <w:t>2,718</w:t>
            </w:r>
          </w:p>
        </w:tc>
        <w:tc>
          <w:tcPr>
            <w:tcW w:w="181" w:type="dxa"/>
          </w:tcPr>
          <w:p w14:paraId="0EA71867" w14:textId="799C5A07" w:rsidR="00E13865" w:rsidRPr="00E13865" w:rsidRDefault="00E13865" w:rsidP="00E13865">
            <w:pPr>
              <w:pStyle w:val="acctfourfigures"/>
              <w:tabs>
                <w:tab w:val="clear" w:pos="765"/>
                <w:tab w:val="decimal" w:pos="932"/>
              </w:tabs>
              <w:spacing w:line="300" w:lineRule="atLeast"/>
              <w:ind w:right="-94"/>
              <w:rPr>
                <w:rFonts w:cs="Angsana New"/>
                <w:szCs w:val="22"/>
                <w:lang w:val="en-US" w:bidi="th-TH"/>
              </w:rPr>
            </w:pPr>
          </w:p>
        </w:tc>
        <w:tc>
          <w:tcPr>
            <w:tcW w:w="1535" w:type="dxa"/>
            <w:tcBorders>
              <w:bottom w:val="single" w:sz="4" w:space="0" w:color="auto"/>
            </w:tcBorders>
          </w:tcPr>
          <w:p w14:paraId="68182C74" w14:textId="4BCE2A15" w:rsidR="00E13865" w:rsidRPr="00E13865" w:rsidRDefault="00E13865" w:rsidP="00E13865">
            <w:pPr>
              <w:pStyle w:val="acctfourfigures"/>
              <w:tabs>
                <w:tab w:val="clear" w:pos="765"/>
                <w:tab w:val="decimal" w:pos="1271"/>
              </w:tabs>
              <w:spacing w:line="300" w:lineRule="atLeast"/>
              <w:ind w:right="-173"/>
              <w:rPr>
                <w:rFonts w:cs="Angsana New"/>
                <w:szCs w:val="22"/>
                <w:lang w:val="en-US" w:bidi="th-TH"/>
              </w:rPr>
            </w:pPr>
            <w:r w:rsidRPr="00E13865">
              <w:rPr>
                <w:szCs w:val="22"/>
              </w:rPr>
              <w:t>1,561</w:t>
            </w:r>
          </w:p>
        </w:tc>
      </w:tr>
      <w:tr w:rsidR="00E13865" w:rsidRPr="00EF3F91" w14:paraId="53447A7D" w14:textId="77777777" w:rsidTr="00D12896">
        <w:trPr>
          <w:cantSplit/>
        </w:trPr>
        <w:tc>
          <w:tcPr>
            <w:tcW w:w="5940" w:type="dxa"/>
          </w:tcPr>
          <w:p w14:paraId="5F2EC740" w14:textId="77777777" w:rsidR="00E13865" w:rsidRPr="00EF3F91" w:rsidRDefault="00E13865" w:rsidP="00E13865">
            <w:pPr>
              <w:spacing w:line="300" w:lineRule="atLeast"/>
              <w:rPr>
                <w:b/>
                <w:bCs/>
                <w:sz w:val="22"/>
                <w:szCs w:val="22"/>
              </w:rPr>
            </w:pPr>
            <w:r w:rsidRPr="00EF3F91">
              <w:rPr>
                <w:b/>
                <w:bCs/>
                <w:sz w:val="22"/>
                <w:szCs w:val="22"/>
              </w:rPr>
              <w:t>Total</w:t>
            </w:r>
          </w:p>
        </w:tc>
        <w:tc>
          <w:tcPr>
            <w:tcW w:w="1620" w:type="dxa"/>
            <w:tcBorders>
              <w:top w:val="single" w:sz="4" w:space="0" w:color="auto"/>
              <w:bottom w:val="double" w:sz="4" w:space="0" w:color="auto"/>
            </w:tcBorders>
          </w:tcPr>
          <w:p w14:paraId="52B9BAF2" w14:textId="2700C656" w:rsidR="00E13865" w:rsidRPr="00E13865" w:rsidRDefault="00E13865" w:rsidP="00E13865">
            <w:pPr>
              <w:pStyle w:val="acctfourfigures"/>
              <w:tabs>
                <w:tab w:val="clear" w:pos="765"/>
                <w:tab w:val="decimal" w:pos="1357"/>
              </w:tabs>
              <w:spacing w:line="300" w:lineRule="atLeast"/>
              <w:ind w:right="-173"/>
              <w:rPr>
                <w:rFonts w:cs="Angsana New"/>
                <w:b/>
                <w:bCs/>
                <w:szCs w:val="22"/>
                <w:lang w:val="en-US" w:bidi="th-TH"/>
              </w:rPr>
            </w:pPr>
            <w:r w:rsidRPr="00E13865">
              <w:rPr>
                <w:b/>
                <w:bCs/>
                <w:szCs w:val="22"/>
              </w:rPr>
              <w:t>3</w:t>
            </w:r>
            <w:r w:rsidR="00436AA4">
              <w:rPr>
                <w:b/>
                <w:bCs/>
                <w:szCs w:val="22"/>
              </w:rPr>
              <w:t>5</w:t>
            </w:r>
            <w:r w:rsidRPr="00E13865">
              <w:rPr>
                <w:b/>
                <w:bCs/>
                <w:szCs w:val="22"/>
              </w:rPr>
              <w:t>,548</w:t>
            </w:r>
          </w:p>
        </w:tc>
        <w:tc>
          <w:tcPr>
            <w:tcW w:w="181" w:type="dxa"/>
          </w:tcPr>
          <w:p w14:paraId="1EBC2D8E" w14:textId="7E36BE24" w:rsidR="00E13865" w:rsidRPr="00E13865" w:rsidRDefault="00E13865" w:rsidP="00E13865">
            <w:pPr>
              <w:pStyle w:val="acctfourfigures"/>
              <w:tabs>
                <w:tab w:val="clear" w:pos="765"/>
                <w:tab w:val="decimal" w:pos="932"/>
              </w:tabs>
              <w:spacing w:line="300" w:lineRule="atLeast"/>
              <w:ind w:right="-94"/>
              <w:rPr>
                <w:rFonts w:cs="Angsana New"/>
                <w:b/>
                <w:bCs/>
                <w:szCs w:val="22"/>
                <w:lang w:val="en-US" w:bidi="th-TH"/>
              </w:rPr>
            </w:pPr>
          </w:p>
        </w:tc>
        <w:tc>
          <w:tcPr>
            <w:tcW w:w="1535" w:type="dxa"/>
            <w:tcBorders>
              <w:top w:val="single" w:sz="4" w:space="0" w:color="auto"/>
              <w:bottom w:val="double" w:sz="4" w:space="0" w:color="auto"/>
            </w:tcBorders>
          </w:tcPr>
          <w:p w14:paraId="255F4771" w14:textId="5E47DA2C" w:rsidR="00E13865" w:rsidRPr="00E13865" w:rsidRDefault="00E13865" w:rsidP="00E13865">
            <w:pPr>
              <w:pStyle w:val="acctfourfigures"/>
              <w:tabs>
                <w:tab w:val="clear" w:pos="765"/>
                <w:tab w:val="decimal" w:pos="1271"/>
              </w:tabs>
              <w:spacing w:line="300" w:lineRule="atLeast"/>
              <w:ind w:right="-173"/>
              <w:rPr>
                <w:rFonts w:cs="Angsana New"/>
                <w:b/>
                <w:bCs/>
                <w:szCs w:val="22"/>
                <w:lang w:val="en-US" w:bidi="th-TH"/>
              </w:rPr>
            </w:pPr>
            <w:r w:rsidRPr="00E13865">
              <w:rPr>
                <w:b/>
                <w:bCs/>
                <w:szCs w:val="22"/>
              </w:rPr>
              <w:t>16,846</w:t>
            </w:r>
          </w:p>
        </w:tc>
      </w:tr>
      <w:tr w:rsidR="00DB65CB" w:rsidRPr="00EF3F91" w14:paraId="43814FA9" w14:textId="77777777" w:rsidTr="00AD4397">
        <w:trPr>
          <w:cantSplit/>
        </w:trPr>
        <w:tc>
          <w:tcPr>
            <w:tcW w:w="5940" w:type="dxa"/>
          </w:tcPr>
          <w:p w14:paraId="50AF548B" w14:textId="77777777" w:rsidR="00DB65CB" w:rsidRPr="00EF3F91" w:rsidRDefault="00DB65CB" w:rsidP="00DB65CB">
            <w:pPr>
              <w:spacing w:line="300" w:lineRule="atLeast"/>
              <w:rPr>
                <w:b/>
                <w:bCs/>
                <w:i/>
                <w:iCs/>
                <w:sz w:val="22"/>
                <w:szCs w:val="22"/>
              </w:rPr>
            </w:pPr>
          </w:p>
        </w:tc>
        <w:tc>
          <w:tcPr>
            <w:tcW w:w="1620" w:type="dxa"/>
          </w:tcPr>
          <w:p w14:paraId="11ED3DD6" w14:textId="77777777" w:rsidR="00DB65CB" w:rsidRPr="00E13865" w:rsidRDefault="00DB65CB" w:rsidP="00AD4397">
            <w:pPr>
              <w:pStyle w:val="acctfourfigures"/>
              <w:tabs>
                <w:tab w:val="clear" w:pos="765"/>
                <w:tab w:val="decimal" w:pos="1357"/>
              </w:tabs>
              <w:spacing w:line="300" w:lineRule="atLeast"/>
              <w:ind w:right="-173"/>
              <w:rPr>
                <w:szCs w:val="22"/>
              </w:rPr>
            </w:pPr>
          </w:p>
        </w:tc>
        <w:tc>
          <w:tcPr>
            <w:tcW w:w="181" w:type="dxa"/>
          </w:tcPr>
          <w:p w14:paraId="5FA4C0D2" w14:textId="77777777" w:rsidR="00DB65CB" w:rsidRPr="00E13865" w:rsidRDefault="00DB65CB" w:rsidP="00DB65CB">
            <w:pPr>
              <w:pStyle w:val="acctfourfigures"/>
              <w:tabs>
                <w:tab w:val="clear" w:pos="765"/>
                <w:tab w:val="decimal" w:pos="932"/>
              </w:tabs>
              <w:spacing w:line="300" w:lineRule="atLeast"/>
              <w:ind w:left="-259" w:right="-94"/>
              <w:rPr>
                <w:szCs w:val="22"/>
              </w:rPr>
            </w:pPr>
          </w:p>
        </w:tc>
        <w:tc>
          <w:tcPr>
            <w:tcW w:w="1535" w:type="dxa"/>
          </w:tcPr>
          <w:p w14:paraId="0913466C" w14:textId="77777777" w:rsidR="00DB65CB" w:rsidRPr="00E13865" w:rsidRDefault="00DB65CB" w:rsidP="00AD4397">
            <w:pPr>
              <w:pStyle w:val="acctfourfigures"/>
              <w:tabs>
                <w:tab w:val="clear" w:pos="765"/>
                <w:tab w:val="decimal" w:pos="1271"/>
              </w:tabs>
              <w:spacing w:line="300" w:lineRule="atLeast"/>
              <w:ind w:left="-259" w:right="-169"/>
              <w:rPr>
                <w:szCs w:val="22"/>
              </w:rPr>
            </w:pPr>
          </w:p>
        </w:tc>
      </w:tr>
      <w:tr w:rsidR="00DB65CB" w:rsidRPr="00EF3F91" w14:paraId="7E868257" w14:textId="77777777" w:rsidTr="00AD4397">
        <w:trPr>
          <w:cantSplit/>
        </w:trPr>
        <w:tc>
          <w:tcPr>
            <w:tcW w:w="5940" w:type="dxa"/>
          </w:tcPr>
          <w:p w14:paraId="1BB9C5F5" w14:textId="77777777" w:rsidR="00DB65CB" w:rsidRPr="00EF3F91" w:rsidRDefault="00DB65CB" w:rsidP="00DB65CB">
            <w:pPr>
              <w:spacing w:line="300" w:lineRule="atLeast"/>
              <w:rPr>
                <w:b/>
                <w:bCs/>
                <w:i/>
                <w:iCs/>
                <w:sz w:val="22"/>
                <w:szCs w:val="22"/>
              </w:rPr>
            </w:pPr>
            <w:r w:rsidRPr="00EF3F91">
              <w:rPr>
                <w:b/>
                <w:bCs/>
                <w:i/>
                <w:iCs/>
                <w:sz w:val="22"/>
                <w:szCs w:val="22"/>
              </w:rPr>
              <w:t>Other commitments</w:t>
            </w:r>
          </w:p>
        </w:tc>
        <w:tc>
          <w:tcPr>
            <w:tcW w:w="1620" w:type="dxa"/>
          </w:tcPr>
          <w:p w14:paraId="5A01B5CC" w14:textId="77777777" w:rsidR="00DB65CB" w:rsidRPr="00E13865" w:rsidRDefault="00DB65CB" w:rsidP="00AD4397">
            <w:pPr>
              <w:pStyle w:val="acctfourfigures"/>
              <w:tabs>
                <w:tab w:val="clear" w:pos="765"/>
                <w:tab w:val="decimal" w:pos="1357"/>
              </w:tabs>
              <w:spacing w:line="300" w:lineRule="atLeast"/>
              <w:ind w:right="-173"/>
              <w:rPr>
                <w:szCs w:val="22"/>
              </w:rPr>
            </w:pPr>
          </w:p>
        </w:tc>
        <w:tc>
          <w:tcPr>
            <w:tcW w:w="181" w:type="dxa"/>
          </w:tcPr>
          <w:p w14:paraId="6871AE2D" w14:textId="77777777" w:rsidR="00DB65CB" w:rsidRPr="00E13865" w:rsidRDefault="00DB65CB" w:rsidP="00DB65CB">
            <w:pPr>
              <w:pStyle w:val="acctfourfigures"/>
              <w:tabs>
                <w:tab w:val="clear" w:pos="765"/>
                <w:tab w:val="decimal" w:pos="932"/>
              </w:tabs>
              <w:spacing w:line="300" w:lineRule="atLeast"/>
              <w:ind w:left="-259" w:right="-94"/>
              <w:rPr>
                <w:szCs w:val="22"/>
              </w:rPr>
            </w:pPr>
          </w:p>
        </w:tc>
        <w:tc>
          <w:tcPr>
            <w:tcW w:w="1535" w:type="dxa"/>
          </w:tcPr>
          <w:p w14:paraId="1C2625D8" w14:textId="77777777" w:rsidR="00DB65CB" w:rsidRPr="00E13865" w:rsidRDefault="00DB65CB" w:rsidP="00AD4397">
            <w:pPr>
              <w:pStyle w:val="acctfourfigures"/>
              <w:tabs>
                <w:tab w:val="clear" w:pos="765"/>
                <w:tab w:val="decimal" w:pos="1271"/>
              </w:tabs>
              <w:spacing w:line="300" w:lineRule="atLeast"/>
              <w:ind w:left="-259" w:right="-169"/>
              <w:rPr>
                <w:szCs w:val="22"/>
              </w:rPr>
            </w:pPr>
          </w:p>
        </w:tc>
      </w:tr>
      <w:tr w:rsidR="00E13865" w:rsidRPr="00EF3F91" w14:paraId="01C5DA97" w14:textId="77777777" w:rsidTr="00AD4397">
        <w:trPr>
          <w:cantSplit/>
        </w:trPr>
        <w:tc>
          <w:tcPr>
            <w:tcW w:w="5940" w:type="dxa"/>
          </w:tcPr>
          <w:p w14:paraId="094350A0" w14:textId="47877BE2" w:rsidR="00E13865" w:rsidRPr="00EF3F91" w:rsidRDefault="00E13865" w:rsidP="00E13865">
            <w:pPr>
              <w:spacing w:line="300" w:lineRule="atLeast"/>
              <w:rPr>
                <w:sz w:val="22"/>
                <w:szCs w:val="22"/>
              </w:rPr>
            </w:pPr>
            <w:r w:rsidRPr="00EF3F91">
              <w:rPr>
                <w:sz w:val="22"/>
                <w:szCs w:val="22"/>
              </w:rPr>
              <w:t>Unrecognized purchase orders for raw</w:t>
            </w:r>
            <w:r>
              <w:rPr>
                <w:sz w:val="22"/>
                <w:szCs w:val="22"/>
              </w:rPr>
              <w:t xml:space="preserve"> </w:t>
            </w:r>
            <w:r w:rsidRPr="00EF3F91">
              <w:rPr>
                <w:sz w:val="22"/>
                <w:szCs w:val="22"/>
              </w:rPr>
              <w:t>materials</w:t>
            </w:r>
          </w:p>
        </w:tc>
        <w:tc>
          <w:tcPr>
            <w:tcW w:w="1620" w:type="dxa"/>
            <w:shd w:val="clear" w:color="auto" w:fill="FFFFFF"/>
          </w:tcPr>
          <w:p w14:paraId="399AAD40" w14:textId="2DED3218" w:rsidR="00E13865" w:rsidRPr="00E13865" w:rsidRDefault="00E13865" w:rsidP="00E13865">
            <w:pPr>
              <w:pStyle w:val="acctfourfigures"/>
              <w:tabs>
                <w:tab w:val="clear" w:pos="765"/>
                <w:tab w:val="decimal" w:pos="1357"/>
              </w:tabs>
              <w:spacing w:line="300" w:lineRule="atLeast"/>
              <w:ind w:right="-173"/>
              <w:rPr>
                <w:szCs w:val="22"/>
              </w:rPr>
            </w:pPr>
            <w:r w:rsidRPr="00E13865">
              <w:rPr>
                <w:szCs w:val="22"/>
              </w:rPr>
              <w:t>498,472</w:t>
            </w:r>
          </w:p>
        </w:tc>
        <w:tc>
          <w:tcPr>
            <w:tcW w:w="181" w:type="dxa"/>
            <w:shd w:val="clear" w:color="auto" w:fill="FFFFFF"/>
          </w:tcPr>
          <w:p w14:paraId="423CF32A" w14:textId="77777777" w:rsidR="00E13865" w:rsidRPr="00E13865" w:rsidRDefault="00E13865" w:rsidP="00E13865">
            <w:pPr>
              <w:pStyle w:val="BodyText"/>
              <w:tabs>
                <w:tab w:val="decimal" w:pos="932"/>
              </w:tabs>
              <w:spacing w:line="300" w:lineRule="atLeast"/>
              <w:ind w:left="-108" w:right="-94"/>
              <w:jc w:val="right"/>
              <w:rPr>
                <w:rFonts w:cs="Times New Roman"/>
                <w:sz w:val="22"/>
                <w:szCs w:val="22"/>
                <w:cs/>
              </w:rPr>
            </w:pPr>
          </w:p>
        </w:tc>
        <w:tc>
          <w:tcPr>
            <w:tcW w:w="1535" w:type="dxa"/>
            <w:shd w:val="clear" w:color="auto" w:fill="FFFFFF"/>
          </w:tcPr>
          <w:p w14:paraId="13C82F28" w14:textId="7FA78C25" w:rsidR="00E13865" w:rsidRPr="00E13865" w:rsidRDefault="00E13865" w:rsidP="00E13865">
            <w:pPr>
              <w:pStyle w:val="BodyText"/>
              <w:tabs>
                <w:tab w:val="decimal" w:pos="1271"/>
              </w:tabs>
              <w:spacing w:line="300" w:lineRule="atLeast"/>
              <w:ind w:left="-108" w:right="37"/>
              <w:jc w:val="left"/>
              <w:rPr>
                <w:rFonts w:cs="Times New Roman"/>
                <w:sz w:val="22"/>
                <w:szCs w:val="22"/>
                <w:cs/>
              </w:rPr>
            </w:pPr>
            <w:r w:rsidRPr="00E13865">
              <w:rPr>
                <w:sz w:val="22"/>
                <w:szCs w:val="22"/>
              </w:rPr>
              <w:t>209,078</w:t>
            </w:r>
          </w:p>
        </w:tc>
      </w:tr>
      <w:tr w:rsidR="00E13865" w:rsidRPr="00EF3F91" w14:paraId="3507E4B1" w14:textId="77777777" w:rsidTr="00AD4397">
        <w:trPr>
          <w:cantSplit/>
        </w:trPr>
        <w:tc>
          <w:tcPr>
            <w:tcW w:w="5940" w:type="dxa"/>
          </w:tcPr>
          <w:p w14:paraId="5C235730" w14:textId="77777777" w:rsidR="00E13865" w:rsidRPr="00EF3F91" w:rsidRDefault="00E13865" w:rsidP="00E13865">
            <w:pPr>
              <w:spacing w:line="300" w:lineRule="atLeast"/>
              <w:rPr>
                <w:sz w:val="22"/>
                <w:szCs w:val="22"/>
              </w:rPr>
            </w:pPr>
            <w:r w:rsidRPr="00EF3F91">
              <w:rPr>
                <w:sz w:val="22"/>
                <w:szCs w:val="22"/>
              </w:rPr>
              <w:t>Bank guarantees</w:t>
            </w:r>
          </w:p>
        </w:tc>
        <w:tc>
          <w:tcPr>
            <w:tcW w:w="1620" w:type="dxa"/>
            <w:tcBorders>
              <w:bottom w:val="single" w:sz="4" w:space="0" w:color="auto"/>
            </w:tcBorders>
            <w:shd w:val="clear" w:color="auto" w:fill="FFFFFF"/>
          </w:tcPr>
          <w:p w14:paraId="204CA9B3" w14:textId="59B867F1" w:rsidR="00E13865" w:rsidRPr="00E13865" w:rsidRDefault="00E13865" w:rsidP="00E13865">
            <w:pPr>
              <w:pStyle w:val="acctfourfigures"/>
              <w:tabs>
                <w:tab w:val="clear" w:pos="765"/>
                <w:tab w:val="decimal" w:pos="1357"/>
              </w:tabs>
              <w:spacing w:line="300" w:lineRule="atLeast"/>
              <w:ind w:right="-173"/>
              <w:rPr>
                <w:szCs w:val="22"/>
              </w:rPr>
            </w:pPr>
            <w:r w:rsidRPr="00E13865">
              <w:rPr>
                <w:szCs w:val="22"/>
              </w:rPr>
              <w:t>9,212</w:t>
            </w:r>
          </w:p>
        </w:tc>
        <w:tc>
          <w:tcPr>
            <w:tcW w:w="181" w:type="dxa"/>
            <w:shd w:val="clear" w:color="auto" w:fill="FFFFFF"/>
          </w:tcPr>
          <w:p w14:paraId="6546A3A6" w14:textId="72F3E4A8" w:rsidR="00E13865" w:rsidRPr="00E13865" w:rsidRDefault="00E13865" w:rsidP="00E13865">
            <w:pPr>
              <w:pStyle w:val="acctfourfigures"/>
              <w:tabs>
                <w:tab w:val="clear" w:pos="765"/>
                <w:tab w:val="decimal" w:pos="932"/>
              </w:tabs>
              <w:spacing w:line="300" w:lineRule="atLeast"/>
              <w:ind w:right="-94"/>
              <w:rPr>
                <w:szCs w:val="22"/>
              </w:rPr>
            </w:pPr>
          </w:p>
        </w:tc>
        <w:tc>
          <w:tcPr>
            <w:tcW w:w="1535" w:type="dxa"/>
            <w:tcBorders>
              <w:bottom w:val="single" w:sz="4" w:space="0" w:color="auto"/>
            </w:tcBorders>
            <w:shd w:val="clear" w:color="auto" w:fill="FFFFFF"/>
          </w:tcPr>
          <w:p w14:paraId="5E09B23E" w14:textId="1278762D" w:rsidR="00E13865" w:rsidRPr="00E13865" w:rsidRDefault="00E13865" w:rsidP="00E13865">
            <w:pPr>
              <w:pStyle w:val="acctfourfigures"/>
              <w:tabs>
                <w:tab w:val="clear" w:pos="765"/>
                <w:tab w:val="decimal" w:pos="1271"/>
              </w:tabs>
              <w:spacing w:line="300" w:lineRule="atLeast"/>
              <w:ind w:right="-173"/>
              <w:rPr>
                <w:szCs w:val="22"/>
              </w:rPr>
            </w:pPr>
            <w:r w:rsidRPr="00E13865">
              <w:rPr>
                <w:szCs w:val="22"/>
              </w:rPr>
              <w:t>4,612</w:t>
            </w:r>
          </w:p>
        </w:tc>
      </w:tr>
      <w:tr w:rsidR="00E13865" w:rsidRPr="00EF3F91" w14:paraId="4C1055C2" w14:textId="77777777" w:rsidTr="00AD4397">
        <w:trPr>
          <w:cantSplit/>
          <w:trHeight w:val="244"/>
        </w:trPr>
        <w:tc>
          <w:tcPr>
            <w:tcW w:w="5940" w:type="dxa"/>
          </w:tcPr>
          <w:p w14:paraId="0ADD30EC" w14:textId="77777777" w:rsidR="00E13865" w:rsidRPr="00EF3F91" w:rsidRDefault="00E13865" w:rsidP="00E13865">
            <w:pPr>
              <w:spacing w:line="300" w:lineRule="atLeast"/>
              <w:rPr>
                <w:b/>
                <w:bCs/>
                <w:sz w:val="22"/>
                <w:szCs w:val="22"/>
              </w:rPr>
            </w:pPr>
            <w:r w:rsidRPr="00EF3F91">
              <w:rPr>
                <w:b/>
                <w:bCs/>
                <w:sz w:val="22"/>
                <w:szCs w:val="22"/>
              </w:rPr>
              <w:t>Total</w:t>
            </w:r>
          </w:p>
        </w:tc>
        <w:tc>
          <w:tcPr>
            <w:tcW w:w="1620" w:type="dxa"/>
            <w:tcBorders>
              <w:top w:val="single" w:sz="4" w:space="0" w:color="auto"/>
              <w:bottom w:val="double" w:sz="4" w:space="0" w:color="auto"/>
            </w:tcBorders>
          </w:tcPr>
          <w:p w14:paraId="7915E795" w14:textId="325A45DC" w:rsidR="00E13865" w:rsidRPr="00E13865" w:rsidRDefault="00E13865" w:rsidP="00E13865">
            <w:pPr>
              <w:pStyle w:val="acctfourfigures"/>
              <w:tabs>
                <w:tab w:val="clear" w:pos="765"/>
                <w:tab w:val="decimal" w:pos="1357"/>
              </w:tabs>
              <w:spacing w:line="300" w:lineRule="atLeast"/>
              <w:ind w:right="-173"/>
              <w:rPr>
                <w:b/>
                <w:bCs/>
                <w:szCs w:val="22"/>
              </w:rPr>
            </w:pPr>
            <w:r w:rsidRPr="00E13865">
              <w:rPr>
                <w:b/>
                <w:bCs/>
                <w:szCs w:val="22"/>
              </w:rPr>
              <w:t>507,684</w:t>
            </w:r>
          </w:p>
        </w:tc>
        <w:tc>
          <w:tcPr>
            <w:tcW w:w="181" w:type="dxa"/>
          </w:tcPr>
          <w:p w14:paraId="49BA6D5B" w14:textId="1197F579" w:rsidR="00E13865" w:rsidRPr="00E13865" w:rsidRDefault="00E13865" w:rsidP="00E13865">
            <w:pPr>
              <w:pStyle w:val="acctfourfigures"/>
              <w:tabs>
                <w:tab w:val="clear" w:pos="765"/>
                <w:tab w:val="decimal" w:pos="932"/>
              </w:tabs>
              <w:spacing w:line="300" w:lineRule="atLeast"/>
              <w:ind w:right="-94"/>
              <w:rPr>
                <w:b/>
                <w:bCs/>
                <w:szCs w:val="22"/>
              </w:rPr>
            </w:pPr>
          </w:p>
        </w:tc>
        <w:tc>
          <w:tcPr>
            <w:tcW w:w="1535" w:type="dxa"/>
            <w:tcBorders>
              <w:top w:val="single" w:sz="4" w:space="0" w:color="auto"/>
              <w:bottom w:val="double" w:sz="4" w:space="0" w:color="auto"/>
            </w:tcBorders>
          </w:tcPr>
          <w:p w14:paraId="3B8A84AB" w14:textId="4C36D486" w:rsidR="00E13865" w:rsidRPr="00E13865" w:rsidRDefault="00E13865" w:rsidP="00E13865">
            <w:pPr>
              <w:pStyle w:val="acctfourfigures"/>
              <w:tabs>
                <w:tab w:val="clear" w:pos="765"/>
                <w:tab w:val="decimal" w:pos="1271"/>
              </w:tabs>
              <w:spacing w:line="300" w:lineRule="atLeast"/>
              <w:ind w:right="-173"/>
              <w:rPr>
                <w:b/>
                <w:bCs/>
                <w:szCs w:val="22"/>
              </w:rPr>
            </w:pPr>
            <w:r w:rsidRPr="00E13865">
              <w:rPr>
                <w:b/>
                <w:bCs/>
                <w:szCs w:val="22"/>
              </w:rPr>
              <w:t>213,690</w:t>
            </w:r>
          </w:p>
        </w:tc>
      </w:tr>
    </w:tbl>
    <w:p w14:paraId="10F0981D" w14:textId="77777777" w:rsidR="00F90F70" w:rsidRDefault="00F90F70" w:rsidP="001A05CA">
      <w:pPr>
        <w:pStyle w:val="acctfourfigures"/>
        <w:tabs>
          <w:tab w:val="clear" w:pos="765"/>
        </w:tabs>
        <w:spacing w:line="300" w:lineRule="atLeast"/>
        <w:ind w:left="540" w:firstLine="11"/>
        <w:jc w:val="thaiDistribute"/>
        <w:rPr>
          <w:rFonts w:cstheme="minorBidi"/>
          <w:b/>
          <w:bCs/>
          <w:i/>
          <w:iCs/>
          <w:szCs w:val="22"/>
          <w:lang w:val="en-US" w:bidi="th-TH"/>
        </w:rPr>
      </w:pPr>
    </w:p>
    <w:p w14:paraId="2684D905" w14:textId="77777777" w:rsidR="00CF6A7D" w:rsidRDefault="00CF6A7D" w:rsidP="001A05CA">
      <w:pPr>
        <w:pStyle w:val="acctfourfigures"/>
        <w:tabs>
          <w:tab w:val="clear" w:pos="765"/>
        </w:tabs>
        <w:spacing w:line="300" w:lineRule="atLeast"/>
        <w:ind w:left="540" w:firstLine="11"/>
        <w:jc w:val="thaiDistribute"/>
        <w:rPr>
          <w:rFonts w:cstheme="minorBidi"/>
          <w:b/>
          <w:bCs/>
          <w:i/>
          <w:iCs/>
          <w:szCs w:val="22"/>
          <w:lang w:val="en-US" w:bidi="th-TH"/>
        </w:rPr>
      </w:pPr>
    </w:p>
    <w:p w14:paraId="290E85B8" w14:textId="77777777" w:rsidR="00CF6A7D" w:rsidRDefault="00CF6A7D" w:rsidP="001A05CA">
      <w:pPr>
        <w:pStyle w:val="acctfourfigures"/>
        <w:tabs>
          <w:tab w:val="clear" w:pos="765"/>
        </w:tabs>
        <w:spacing w:line="300" w:lineRule="atLeast"/>
        <w:ind w:left="540" w:firstLine="11"/>
        <w:jc w:val="thaiDistribute"/>
        <w:rPr>
          <w:rFonts w:cstheme="minorBidi"/>
          <w:b/>
          <w:bCs/>
          <w:i/>
          <w:iCs/>
          <w:szCs w:val="22"/>
          <w:lang w:val="en-US" w:bidi="th-TH"/>
        </w:rPr>
      </w:pPr>
    </w:p>
    <w:p w14:paraId="26BDE809" w14:textId="77777777" w:rsidR="00CF6A7D" w:rsidRPr="00042B79" w:rsidRDefault="00CF6A7D" w:rsidP="001A05CA">
      <w:pPr>
        <w:pStyle w:val="acctfourfigures"/>
        <w:tabs>
          <w:tab w:val="clear" w:pos="765"/>
        </w:tabs>
        <w:spacing w:line="300" w:lineRule="atLeast"/>
        <w:ind w:left="540" w:firstLine="11"/>
        <w:jc w:val="thaiDistribute"/>
        <w:rPr>
          <w:rFonts w:cstheme="minorBidi"/>
          <w:b/>
          <w:bCs/>
          <w:i/>
          <w:iCs/>
          <w:szCs w:val="22"/>
          <w:lang w:val="en-US" w:bidi="th-TH"/>
        </w:rPr>
      </w:pPr>
    </w:p>
    <w:p w14:paraId="659BE656" w14:textId="13C1C2B7" w:rsidR="00D61AC1" w:rsidRPr="00EF3F91" w:rsidRDefault="00D61AC1" w:rsidP="001A05CA">
      <w:pPr>
        <w:pStyle w:val="acctfourfigures"/>
        <w:tabs>
          <w:tab w:val="clear" w:pos="765"/>
        </w:tabs>
        <w:spacing w:line="300" w:lineRule="atLeast"/>
        <w:ind w:left="540" w:firstLine="11"/>
        <w:jc w:val="thaiDistribute"/>
        <w:rPr>
          <w:b/>
          <w:bCs/>
          <w:i/>
          <w:iCs/>
          <w:szCs w:val="22"/>
          <w:lang w:val="en-US" w:bidi="th-TH"/>
        </w:rPr>
      </w:pPr>
      <w:r w:rsidRPr="00EF3F91">
        <w:rPr>
          <w:b/>
          <w:bCs/>
          <w:i/>
          <w:iCs/>
          <w:szCs w:val="22"/>
          <w:lang w:val="en-US" w:bidi="th-TH"/>
        </w:rPr>
        <w:lastRenderedPageBreak/>
        <w:t>Forward</w:t>
      </w:r>
      <w:r w:rsidR="0098464A">
        <w:rPr>
          <w:b/>
          <w:bCs/>
          <w:i/>
          <w:iCs/>
          <w:szCs w:val="22"/>
          <w:lang w:val="en-US" w:bidi="th-TH"/>
        </w:rPr>
        <w:t xml:space="preserve"> currency</w:t>
      </w:r>
      <w:r w:rsidRPr="00EF3F91">
        <w:rPr>
          <w:b/>
          <w:bCs/>
          <w:i/>
          <w:iCs/>
          <w:szCs w:val="22"/>
          <w:lang w:val="en-US" w:bidi="th-TH"/>
        </w:rPr>
        <w:t xml:space="preserve"> exchange contracts</w:t>
      </w:r>
    </w:p>
    <w:p w14:paraId="28E05FEA" w14:textId="77777777" w:rsidR="00D61AC1" w:rsidRPr="004240A4" w:rsidRDefault="00D61AC1" w:rsidP="001A05CA">
      <w:pPr>
        <w:pStyle w:val="acctfourfigures"/>
        <w:tabs>
          <w:tab w:val="clear" w:pos="765"/>
        </w:tabs>
        <w:spacing w:line="300" w:lineRule="atLeast"/>
        <w:ind w:left="547" w:firstLine="14"/>
        <w:jc w:val="thaiDistribute"/>
        <w:rPr>
          <w:b/>
          <w:bCs/>
          <w:szCs w:val="22"/>
          <w:lang w:val="en-US" w:bidi="th-TH"/>
        </w:rPr>
      </w:pPr>
    </w:p>
    <w:p w14:paraId="757164A3" w14:textId="271B56A8" w:rsidR="006870B4" w:rsidRPr="004866ED" w:rsidRDefault="00FE7B73" w:rsidP="001A05CA">
      <w:pPr>
        <w:spacing w:line="300" w:lineRule="atLeast"/>
        <w:ind w:left="540" w:right="-27"/>
        <w:jc w:val="both"/>
        <w:rPr>
          <w:sz w:val="22"/>
          <w:szCs w:val="22"/>
        </w:rPr>
      </w:pPr>
      <w:bookmarkStart w:id="2" w:name="_Hlk70611996"/>
      <w:r w:rsidRPr="004866ED">
        <w:rPr>
          <w:sz w:val="22"/>
          <w:szCs w:val="22"/>
        </w:rPr>
        <w:t xml:space="preserve">As at </w:t>
      </w:r>
      <w:r w:rsidR="001742DD">
        <w:rPr>
          <w:sz w:val="22"/>
          <w:szCs w:val="22"/>
        </w:rPr>
        <w:t>30 September</w:t>
      </w:r>
      <w:r w:rsidR="008D3AB4" w:rsidRPr="004866ED">
        <w:rPr>
          <w:sz w:val="22"/>
          <w:szCs w:val="22"/>
        </w:rPr>
        <w:t xml:space="preserve"> </w:t>
      </w:r>
      <w:r w:rsidRPr="004866ED">
        <w:rPr>
          <w:sz w:val="22"/>
          <w:szCs w:val="22"/>
        </w:rPr>
        <w:t>202</w:t>
      </w:r>
      <w:r w:rsidR="002D120D">
        <w:rPr>
          <w:sz w:val="22"/>
          <w:szCs w:val="22"/>
        </w:rPr>
        <w:t>5</w:t>
      </w:r>
      <w:r w:rsidR="00300655" w:rsidRPr="004866ED">
        <w:rPr>
          <w:sz w:val="22"/>
          <w:szCs w:val="22"/>
        </w:rPr>
        <w:t>,</w:t>
      </w:r>
      <w:r w:rsidR="00D61AC1" w:rsidRPr="004866ED">
        <w:rPr>
          <w:sz w:val="22"/>
          <w:szCs w:val="22"/>
        </w:rPr>
        <w:t xml:space="preserve"> </w:t>
      </w:r>
      <w:r w:rsidR="006870B4" w:rsidRPr="004866ED">
        <w:rPr>
          <w:sz w:val="22"/>
          <w:szCs w:val="22"/>
        </w:rPr>
        <w:t>the Group</w:t>
      </w:r>
      <w:r w:rsidR="00E12675">
        <w:rPr>
          <w:sz w:val="22"/>
          <w:szCs w:val="22"/>
        </w:rPr>
        <w:t xml:space="preserve"> and the Company</w:t>
      </w:r>
      <w:r w:rsidR="006870B4" w:rsidRPr="004866ED">
        <w:rPr>
          <w:sz w:val="22"/>
          <w:szCs w:val="22"/>
        </w:rPr>
        <w:t xml:space="preserve"> had outstanding forward exchange contracts as follows:</w:t>
      </w:r>
    </w:p>
    <w:p w14:paraId="6D147AC4" w14:textId="6ED057D4" w:rsidR="006870B4" w:rsidRPr="00220344" w:rsidRDefault="006870B4" w:rsidP="001A05CA">
      <w:pPr>
        <w:spacing w:line="300" w:lineRule="atLeast"/>
        <w:ind w:left="540" w:right="-27"/>
        <w:jc w:val="both"/>
        <w:rPr>
          <w:rFonts w:cstheme="minorBidi"/>
          <w:sz w:val="22"/>
          <w:szCs w:val="22"/>
        </w:rPr>
      </w:pPr>
    </w:p>
    <w:tbl>
      <w:tblPr>
        <w:tblW w:w="9450" w:type="dxa"/>
        <w:tblInd w:w="450" w:type="dxa"/>
        <w:tblLayout w:type="fixed"/>
        <w:tblLook w:val="04A0" w:firstRow="1" w:lastRow="0" w:firstColumn="1" w:lastColumn="0" w:noHBand="0" w:noVBand="1"/>
      </w:tblPr>
      <w:tblGrid>
        <w:gridCol w:w="2160"/>
        <w:gridCol w:w="236"/>
        <w:gridCol w:w="1024"/>
        <w:gridCol w:w="242"/>
        <w:gridCol w:w="3448"/>
        <w:gridCol w:w="241"/>
        <w:gridCol w:w="2099"/>
      </w:tblGrid>
      <w:tr w:rsidR="00CB1153" w:rsidRPr="00D67286" w14:paraId="303DC544" w14:textId="77777777" w:rsidTr="00E05B41">
        <w:trPr>
          <w:tblHeader/>
        </w:trPr>
        <w:tc>
          <w:tcPr>
            <w:tcW w:w="2160" w:type="dxa"/>
          </w:tcPr>
          <w:p w14:paraId="29EC038A"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center"/>
              <w:rPr>
                <w:sz w:val="22"/>
                <w:szCs w:val="22"/>
              </w:rPr>
            </w:pPr>
            <w:r w:rsidRPr="00D67286">
              <w:rPr>
                <w:sz w:val="22"/>
                <w:szCs w:val="22"/>
              </w:rPr>
              <w:t>Currency</w:t>
            </w:r>
          </w:p>
        </w:tc>
        <w:tc>
          <w:tcPr>
            <w:tcW w:w="236" w:type="dxa"/>
          </w:tcPr>
          <w:p w14:paraId="5E507E60"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center"/>
              <w:rPr>
                <w:sz w:val="22"/>
                <w:szCs w:val="22"/>
              </w:rPr>
            </w:pPr>
          </w:p>
        </w:tc>
        <w:tc>
          <w:tcPr>
            <w:tcW w:w="1024" w:type="dxa"/>
          </w:tcPr>
          <w:p w14:paraId="510D2063"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sz w:val="22"/>
                <w:szCs w:val="22"/>
              </w:rPr>
            </w:pPr>
            <w:r w:rsidRPr="00D67286">
              <w:rPr>
                <w:sz w:val="22"/>
                <w:szCs w:val="22"/>
              </w:rPr>
              <w:t>Amount</w:t>
            </w:r>
          </w:p>
        </w:tc>
        <w:tc>
          <w:tcPr>
            <w:tcW w:w="242" w:type="dxa"/>
          </w:tcPr>
          <w:p w14:paraId="7FA044F0"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sz w:val="22"/>
                <w:szCs w:val="22"/>
              </w:rPr>
            </w:pPr>
          </w:p>
        </w:tc>
        <w:tc>
          <w:tcPr>
            <w:tcW w:w="3448" w:type="dxa"/>
          </w:tcPr>
          <w:p w14:paraId="42819643"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sz w:val="22"/>
                <w:szCs w:val="22"/>
              </w:rPr>
            </w:pPr>
            <w:r w:rsidRPr="00D67286">
              <w:rPr>
                <w:sz w:val="22"/>
                <w:szCs w:val="22"/>
              </w:rPr>
              <w:t>Maturity date</w:t>
            </w:r>
          </w:p>
        </w:tc>
        <w:tc>
          <w:tcPr>
            <w:tcW w:w="241" w:type="dxa"/>
          </w:tcPr>
          <w:p w14:paraId="006E518D"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sz w:val="22"/>
                <w:szCs w:val="22"/>
              </w:rPr>
            </w:pPr>
          </w:p>
        </w:tc>
        <w:tc>
          <w:tcPr>
            <w:tcW w:w="2099" w:type="dxa"/>
          </w:tcPr>
          <w:p w14:paraId="233B2D18"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sz w:val="22"/>
                <w:szCs w:val="22"/>
              </w:rPr>
            </w:pPr>
            <w:r w:rsidRPr="00D67286">
              <w:rPr>
                <w:sz w:val="22"/>
                <w:szCs w:val="22"/>
              </w:rPr>
              <w:t>Contract exchange rate</w:t>
            </w:r>
          </w:p>
        </w:tc>
      </w:tr>
      <w:tr w:rsidR="00CB1153" w:rsidRPr="00D67286" w14:paraId="65FD66FD" w14:textId="77777777" w:rsidTr="00E05B41">
        <w:trPr>
          <w:tblHeader/>
        </w:trPr>
        <w:tc>
          <w:tcPr>
            <w:tcW w:w="2160" w:type="dxa"/>
          </w:tcPr>
          <w:p w14:paraId="4CC594FC"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center"/>
              <w:rPr>
                <w:sz w:val="22"/>
                <w:szCs w:val="22"/>
              </w:rPr>
            </w:pPr>
          </w:p>
        </w:tc>
        <w:tc>
          <w:tcPr>
            <w:tcW w:w="236" w:type="dxa"/>
          </w:tcPr>
          <w:p w14:paraId="52F1707C"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center"/>
              <w:rPr>
                <w:sz w:val="22"/>
                <w:szCs w:val="22"/>
              </w:rPr>
            </w:pPr>
          </w:p>
        </w:tc>
        <w:tc>
          <w:tcPr>
            <w:tcW w:w="1024" w:type="dxa"/>
          </w:tcPr>
          <w:p w14:paraId="13751A9E"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sz w:val="22"/>
                <w:szCs w:val="22"/>
              </w:rPr>
            </w:pPr>
            <w:r w:rsidRPr="00D67286">
              <w:rPr>
                <w:i/>
                <w:iCs/>
                <w:sz w:val="22"/>
                <w:szCs w:val="22"/>
              </w:rPr>
              <w:t>(Thousand)</w:t>
            </w:r>
          </w:p>
        </w:tc>
        <w:tc>
          <w:tcPr>
            <w:tcW w:w="242" w:type="dxa"/>
          </w:tcPr>
          <w:p w14:paraId="0E8AE383"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sz w:val="22"/>
                <w:szCs w:val="22"/>
              </w:rPr>
            </w:pPr>
          </w:p>
        </w:tc>
        <w:tc>
          <w:tcPr>
            <w:tcW w:w="3448" w:type="dxa"/>
          </w:tcPr>
          <w:p w14:paraId="0146D057"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sz w:val="22"/>
                <w:szCs w:val="22"/>
              </w:rPr>
            </w:pPr>
          </w:p>
        </w:tc>
        <w:tc>
          <w:tcPr>
            <w:tcW w:w="241" w:type="dxa"/>
          </w:tcPr>
          <w:p w14:paraId="14B3527B"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sz w:val="22"/>
                <w:szCs w:val="22"/>
              </w:rPr>
            </w:pPr>
          </w:p>
        </w:tc>
        <w:tc>
          <w:tcPr>
            <w:tcW w:w="2099" w:type="dxa"/>
          </w:tcPr>
          <w:p w14:paraId="3E6FE6FE"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sz w:val="22"/>
                <w:szCs w:val="22"/>
              </w:rPr>
            </w:pPr>
            <w:r w:rsidRPr="00D67286">
              <w:rPr>
                <w:i/>
                <w:iCs/>
                <w:sz w:val="22"/>
                <w:szCs w:val="22"/>
              </w:rPr>
              <w:t>(Per unit of</w:t>
            </w:r>
          </w:p>
        </w:tc>
      </w:tr>
      <w:tr w:rsidR="00CB1153" w:rsidRPr="00D67286" w14:paraId="5D354C88" w14:textId="77777777" w:rsidTr="00E05B41">
        <w:trPr>
          <w:tblHeader/>
        </w:trPr>
        <w:tc>
          <w:tcPr>
            <w:tcW w:w="2160" w:type="dxa"/>
          </w:tcPr>
          <w:p w14:paraId="4564EFCC"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rPr>
                <w:sz w:val="22"/>
                <w:szCs w:val="22"/>
              </w:rPr>
            </w:pPr>
          </w:p>
        </w:tc>
        <w:tc>
          <w:tcPr>
            <w:tcW w:w="236" w:type="dxa"/>
          </w:tcPr>
          <w:p w14:paraId="4C503090"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rPr>
                <w:sz w:val="22"/>
                <w:szCs w:val="22"/>
              </w:rPr>
            </w:pPr>
          </w:p>
        </w:tc>
        <w:tc>
          <w:tcPr>
            <w:tcW w:w="1024" w:type="dxa"/>
          </w:tcPr>
          <w:p w14:paraId="3B63DAC8"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sz w:val="22"/>
                <w:szCs w:val="22"/>
              </w:rPr>
            </w:pPr>
          </w:p>
        </w:tc>
        <w:tc>
          <w:tcPr>
            <w:tcW w:w="242" w:type="dxa"/>
          </w:tcPr>
          <w:p w14:paraId="00CCF5AA"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sz w:val="22"/>
                <w:szCs w:val="22"/>
              </w:rPr>
            </w:pPr>
          </w:p>
        </w:tc>
        <w:tc>
          <w:tcPr>
            <w:tcW w:w="3448" w:type="dxa"/>
          </w:tcPr>
          <w:p w14:paraId="51F9276A"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sz w:val="22"/>
                <w:szCs w:val="22"/>
              </w:rPr>
            </w:pPr>
          </w:p>
        </w:tc>
        <w:tc>
          <w:tcPr>
            <w:tcW w:w="241" w:type="dxa"/>
          </w:tcPr>
          <w:p w14:paraId="5E69F13D"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sz w:val="22"/>
                <w:szCs w:val="22"/>
              </w:rPr>
            </w:pPr>
          </w:p>
        </w:tc>
        <w:tc>
          <w:tcPr>
            <w:tcW w:w="2099" w:type="dxa"/>
          </w:tcPr>
          <w:p w14:paraId="21588D66" w14:textId="77777777" w:rsidR="00CB1153" w:rsidRPr="00D67286"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sz w:val="22"/>
                <w:szCs w:val="22"/>
              </w:rPr>
            </w:pPr>
            <w:r w:rsidRPr="00D67286">
              <w:rPr>
                <w:i/>
                <w:iCs/>
                <w:sz w:val="22"/>
                <w:szCs w:val="22"/>
              </w:rPr>
              <w:t>foreign currency)</w:t>
            </w:r>
          </w:p>
        </w:tc>
      </w:tr>
      <w:tr w:rsidR="00E12675" w:rsidRPr="00D67286" w14:paraId="7EA260F4" w14:textId="77777777" w:rsidTr="00E05B41">
        <w:tc>
          <w:tcPr>
            <w:tcW w:w="2160" w:type="dxa"/>
          </w:tcPr>
          <w:p w14:paraId="1A352BA2" w14:textId="64E6B9DA" w:rsidR="00E12675" w:rsidRPr="00D67286"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rPr>
                <w:sz w:val="22"/>
                <w:szCs w:val="22"/>
              </w:rPr>
            </w:pPr>
            <w:r w:rsidRPr="00D67286">
              <w:rPr>
                <w:sz w:val="22"/>
                <w:szCs w:val="22"/>
              </w:rPr>
              <w:t>The Group</w:t>
            </w:r>
          </w:p>
        </w:tc>
        <w:tc>
          <w:tcPr>
            <w:tcW w:w="236" w:type="dxa"/>
          </w:tcPr>
          <w:p w14:paraId="04D7A89E" w14:textId="77777777" w:rsidR="00E12675" w:rsidRPr="00D67286"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rPr>
                <w:sz w:val="22"/>
                <w:szCs w:val="22"/>
              </w:rPr>
            </w:pPr>
          </w:p>
        </w:tc>
        <w:tc>
          <w:tcPr>
            <w:tcW w:w="1024" w:type="dxa"/>
          </w:tcPr>
          <w:p w14:paraId="606C62CE" w14:textId="77777777" w:rsidR="00E12675" w:rsidRPr="00D67286"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sz w:val="22"/>
                <w:szCs w:val="22"/>
              </w:rPr>
            </w:pPr>
          </w:p>
        </w:tc>
        <w:tc>
          <w:tcPr>
            <w:tcW w:w="242" w:type="dxa"/>
          </w:tcPr>
          <w:p w14:paraId="39175586" w14:textId="77777777" w:rsidR="00E12675" w:rsidRPr="00D67286"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sz w:val="22"/>
                <w:szCs w:val="22"/>
              </w:rPr>
            </w:pPr>
          </w:p>
        </w:tc>
        <w:tc>
          <w:tcPr>
            <w:tcW w:w="3448" w:type="dxa"/>
          </w:tcPr>
          <w:p w14:paraId="4F38C39B" w14:textId="77777777" w:rsidR="00E12675" w:rsidRPr="00D67286"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sz w:val="22"/>
                <w:szCs w:val="22"/>
              </w:rPr>
            </w:pPr>
          </w:p>
        </w:tc>
        <w:tc>
          <w:tcPr>
            <w:tcW w:w="241" w:type="dxa"/>
          </w:tcPr>
          <w:p w14:paraId="4FB4E78D" w14:textId="77777777" w:rsidR="00E12675" w:rsidRPr="00D67286"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sz w:val="22"/>
                <w:szCs w:val="22"/>
              </w:rPr>
            </w:pPr>
          </w:p>
        </w:tc>
        <w:tc>
          <w:tcPr>
            <w:tcW w:w="2099" w:type="dxa"/>
          </w:tcPr>
          <w:p w14:paraId="6A23E8AF" w14:textId="77777777" w:rsidR="00E12675" w:rsidRPr="00D67286"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sz w:val="22"/>
                <w:szCs w:val="22"/>
              </w:rPr>
            </w:pPr>
          </w:p>
        </w:tc>
      </w:tr>
      <w:bookmarkEnd w:id="2"/>
      <w:tr w:rsidR="008D3AB4" w:rsidRPr="00D67286" w14:paraId="3D5BC2E4" w14:textId="77777777" w:rsidTr="00E05B41">
        <w:tc>
          <w:tcPr>
            <w:tcW w:w="2160" w:type="dxa"/>
          </w:tcPr>
          <w:p w14:paraId="60C5EC60" w14:textId="2AEDE6BD"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rPr>
                <w:i/>
                <w:iCs/>
                <w:sz w:val="22"/>
                <w:szCs w:val="22"/>
              </w:rPr>
            </w:pPr>
            <w:r w:rsidRPr="00D67286">
              <w:rPr>
                <w:i/>
                <w:iCs/>
                <w:sz w:val="22"/>
                <w:szCs w:val="22"/>
              </w:rPr>
              <w:t>Selling contract</w:t>
            </w:r>
          </w:p>
        </w:tc>
        <w:tc>
          <w:tcPr>
            <w:tcW w:w="236" w:type="dxa"/>
          </w:tcPr>
          <w:p w14:paraId="2409F917"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1024" w:type="dxa"/>
          </w:tcPr>
          <w:p w14:paraId="2DA5B582" w14:textId="2BF8620A" w:rsidR="008D3AB4" w:rsidRPr="00D67286" w:rsidRDefault="008D3AB4" w:rsidP="001A05CA">
            <w:pPr>
              <w:tabs>
                <w:tab w:val="decimal" w:pos="882"/>
              </w:tabs>
              <w:spacing w:line="300" w:lineRule="atLeast"/>
              <w:ind w:right="-45"/>
              <w:jc w:val="center"/>
              <w:rPr>
                <w:sz w:val="22"/>
                <w:szCs w:val="22"/>
              </w:rPr>
            </w:pPr>
          </w:p>
        </w:tc>
        <w:tc>
          <w:tcPr>
            <w:tcW w:w="242" w:type="dxa"/>
          </w:tcPr>
          <w:p w14:paraId="49310103"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3448" w:type="dxa"/>
          </w:tcPr>
          <w:p w14:paraId="7800A02F"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41" w:type="dxa"/>
          </w:tcPr>
          <w:p w14:paraId="4B0E31F2"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099" w:type="dxa"/>
          </w:tcPr>
          <w:p w14:paraId="7A9EE8F4"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rPr>
                <w:sz w:val="22"/>
                <w:szCs w:val="22"/>
              </w:rPr>
            </w:pPr>
          </w:p>
        </w:tc>
      </w:tr>
      <w:tr w:rsidR="00E13865" w:rsidRPr="00D67286" w14:paraId="42A8BB5A" w14:textId="77777777" w:rsidTr="00E05B41">
        <w:tc>
          <w:tcPr>
            <w:tcW w:w="2160" w:type="dxa"/>
          </w:tcPr>
          <w:p w14:paraId="04506E30" w14:textId="73039EF8"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rPr>
                <w:sz w:val="22"/>
                <w:szCs w:val="22"/>
              </w:rPr>
            </w:pPr>
            <w:r w:rsidRPr="00D67286">
              <w:rPr>
                <w:sz w:val="22"/>
                <w:szCs w:val="22"/>
              </w:rPr>
              <w:t xml:space="preserve">   US dollar / Baht</w:t>
            </w:r>
          </w:p>
        </w:tc>
        <w:tc>
          <w:tcPr>
            <w:tcW w:w="236" w:type="dxa"/>
          </w:tcPr>
          <w:p w14:paraId="1C9FD43F" w14:textId="77777777"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1024" w:type="dxa"/>
          </w:tcPr>
          <w:p w14:paraId="3A9E4031" w14:textId="363F554E" w:rsidR="00E13865" w:rsidRPr="00E13865" w:rsidRDefault="00E13865" w:rsidP="00E13865">
            <w:pPr>
              <w:spacing w:line="300" w:lineRule="atLeast"/>
              <w:jc w:val="center"/>
              <w:rPr>
                <w:rFonts w:cs="Angsana New"/>
                <w:sz w:val="22"/>
                <w:szCs w:val="22"/>
              </w:rPr>
            </w:pPr>
            <w:r w:rsidRPr="00E13865">
              <w:rPr>
                <w:sz w:val="22"/>
                <w:szCs w:val="22"/>
              </w:rPr>
              <w:t>1,200</w:t>
            </w:r>
          </w:p>
        </w:tc>
        <w:tc>
          <w:tcPr>
            <w:tcW w:w="242" w:type="dxa"/>
          </w:tcPr>
          <w:p w14:paraId="64116054" w14:textId="77777777"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3448" w:type="dxa"/>
          </w:tcPr>
          <w:p w14:paraId="09A97021" w14:textId="1CF57CD8"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Pr>
                <w:sz w:val="22"/>
                <w:szCs w:val="22"/>
              </w:rPr>
              <w:t>7 October 2025 - 3 November 2025</w:t>
            </w:r>
          </w:p>
        </w:tc>
        <w:tc>
          <w:tcPr>
            <w:tcW w:w="241" w:type="dxa"/>
          </w:tcPr>
          <w:p w14:paraId="443F4DE5" w14:textId="698B85CA"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099" w:type="dxa"/>
          </w:tcPr>
          <w:p w14:paraId="4B9C34F7" w14:textId="18323318" w:rsidR="00E13865" w:rsidRPr="00E13865"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sidRPr="00E13865">
              <w:rPr>
                <w:sz w:val="22"/>
                <w:szCs w:val="22"/>
              </w:rPr>
              <w:t>32.2640 - 34.5050</w:t>
            </w:r>
          </w:p>
        </w:tc>
      </w:tr>
      <w:tr w:rsidR="00E13865" w:rsidRPr="00D67286" w14:paraId="1DEC3211" w14:textId="77777777" w:rsidTr="00E05B41">
        <w:trPr>
          <w:trHeight w:val="74"/>
        </w:trPr>
        <w:tc>
          <w:tcPr>
            <w:tcW w:w="2160" w:type="dxa"/>
          </w:tcPr>
          <w:p w14:paraId="61FE079F" w14:textId="49F0A698"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rPr>
                <w:sz w:val="22"/>
                <w:szCs w:val="22"/>
              </w:rPr>
            </w:pPr>
            <w:r w:rsidRPr="00D67286">
              <w:rPr>
                <w:sz w:val="22"/>
                <w:szCs w:val="22"/>
              </w:rPr>
              <w:t xml:space="preserve">   EURO / Baht</w:t>
            </w:r>
          </w:p>
        </w:tc>
        <w:tc>
          <w:tcPr>
            <w:tcW w:w="236" w:type="dxa"/>
          </w:tcPr>
          <w:p w14:paraId="697739F2" w14:textId="77777777"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1024" w:type="dxa"/>
          </w:tcPr>
          <w:p w14:paraId="1DF6FB4B" w14:textId="36B859F1" w:rsidR="00E13865" w:rsidRPr="00E13865" w:rsidRDefault="00E13865" w:rsidP="00E13865">
            <w:pPr>
              <w:spacing w:line="300" w:lineRule="atLeast"/>
              <w:jc w:val="center"/>
              <w:rPr>
                <w:rFonts w:cs="Angsana New"/>
                <w:sz w:val="22"/>
                <w:szCs w:val="22"/>
              </w:rPr>
            </w:pPr>
            <w:r w:rsidRPr="00E13865">
              <w:rPr>
                <w:sz w:val="22"/>
                <w:szCs w:val="22"/>
              </w:rPr>
              <w:t>3,300</w:t>
            </w:r>
          </w:p>
        </w:tc>
        <w:tc>
          <w:tcPr>
            <w:tcW w:w="242" w:type="dxa"/>
          </w:tcPr>
          <w:p w14:paraId="271321D2" w14:textId="77777777"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3448" w:type="dxa"/>
          </w:tcPr>
          <w:p w14:paraId="24054A43" w14:textId="2B82920D" w:rsidR="00E13865" w:rsidRPr="00D67286" w:rsidRDefault="005111EF"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Pr>
                <w:sz w:val="22"/>
                <w:szCs w:val="22"/>
              </w:rPr>
              <w:t>9 October 2025 - 9 January 2026</w:t>
            </w:r>
          </w:p>
        </w:tc>
        <w:tc>
          <w:tcPr>
            <w:tcW w:w="241" w:type="dxa"/>
          </w:tcPr>
          <w:p w14:paraId="79FE9F10" w14:textId="28988CD9"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099" w:type="dxa"/>
          </w:tcPr>
          <w:p w14:paraId="382927E4" w14:textId="58DEE387" w:rsidR="00E13865" w:rsidRPr="00E13865"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sidRPr="00E13865">
              <w:rPr>
                <w:sz w:val="22"/>
                <w:szCs w:val="22"/>
              </w:rPr>
              <w:t>37.8350 - 38.4400</w:t>
            </w:r>
          </w:p>
        </w:tc>
      </w:tr>
      <w:tr w:rsidR="00E13865" w:rsidRPr="00D67286" w14:paraId="06D69823" w14:textId="77777777" w:rsidTr="00E05B41">
        <w:trPr>
          <w:trHeight w:val="74"/>
        </w:trPr>
        <w:tc>
          <w:tcPr>
            <w:tcW w:w="2160" w:type="dxa"/>
          </w:tcPr>
          <w:p w14:paraId="2C01CD84" w14:textId="78869973"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D67286">
              <w:rPr>
                <w:sz w:val="22"/>
                <w:szCs w:val="22"/>
              </w:rPr>
              <w:t xml:space="preserve">   EURO / US dollar</w:t>
            </w:r>
          </w:p>
        </w:tc>
        <w:tc>
          <w:tcPr>
            <w:tcW w:w="236" w:type="dxa"/>
          </w:tcPr>
          <w:p w14:paraId="5C35FCBF" w14:textId="77777777"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1024" w:type="dxa"/>
          </w:tcPr>
          <w:p w14:paraId="1E2E0348" w14:textId="595F4CC3" w:rsidR="00E13865" w:rsidRPr="00E13865" w:rsidRDefault="00E13865" w:rsidP="00E13865">
            <w:pPr>
              <w:spacing w:line="300" w:lineRule="atLeast"/>
              <w:jc w:val="center"/>
              <w:rPr>
                <w:sz w:val="22"/>
                <w:szCs w:val="22"/>
              </w:rPr>
            </w:pPr>
            <w:r w:rsidRPr="00E13865">
              <w:rPr>
                <w:sz w:val="22"/>
                <w:szCs w:val="22"/>
              </w:rPr>
              <w:t>600</w:t>
            </w:r>
          </w:p>
        </w:tc>
        <w:tc>
          <w:tcPr>
            <w:tcW w:w="242" w:type="dxa"/>
          </w:tcPr>
          <w:p w14:paraId="6640971A" w14:textId="77777777"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3448" w:type="dxa"/>
          </w:tcPr>
          <w:p w14:paraId="56F1B841" w14:textId="187AE11F" w:rsidR="00E13865" w:rsidRPr="00D67286" w:rsidRDefault="005111EF"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Pr>
                <w:sz w:val="22"/>
                <w:szCs w:val="22"/>
              </w:rPr>
              <w:t>2 - 22 October 2025</w:t>
            </w:r>
          </w:p>
        </w:tc>
        <w:tc>
          <w:tcPr>
            <w:tcW w:w="241" w:type="dxa"/>
          </w:tcPr>
          <w:p w14:paraId="12368077" w14:textId="77777777" w:rsidR="00E13865" w:rsidRPr="00D67286"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099" w:type="dxa"/>
          </w:tcPr>
          <w:p w14:paraId="4FEB0974" w14:textId="79CB9AA4" w:rsidR="00E13865" w:rsidRPr="00E13865" w:rsidRDefault="00E13865" w:rsidP="00E138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sidRPr="00E13865">
              <w:rPr>
                <w:sz w:val="22"/>
                <w:szCs w:val="22"/>
              </w:rPr>
              <w:t>1.1480 - 1.1780</w:t>
            </w:r>
          </w:p>
        </w:tc>
      </w:tr>
      <w:tr w:rsidR="008D3AB4" w:rsidRPr="00D67286" w14:paraId="3036F252" w14:textId="77777777" w:rsidTr="00E05B41">
        <w:trPr>
          <w:trHeight w:val="74"/>
        </w:trPr>
        <w:tc>
          <w:tcPr>
            <w:tcW w:w="2160" w:type="dxa"/>
          </w:tcPr>
          <w:p w14:paraId="3CFD6E35"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rPr>
                <w:sz w:val="22"/>
                <w:szCs w:val="22"/>
              </w:rPr>
            </w:pPr>
          </w:p>
        </w:tc>
        <w:tc>
          <w:tcPr>
            <w:tcW w:w="236" w:type="dxa"/>
          </w:tcPr>
          <w:p w14:paraId="6179A930"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1024" w:type="dxa"/>
          </w:tcPr>
          <w:p w14:paraId="135C90A6" w14:textId="77777777" w:rsidR="008D3AB4" w:rsidRPr="00D67286" w:rsidRDefault="008D3AB4" w:rsidP="001A05CA">
            <w:pPr>
              <w:spacing w:line="300" w:lineRule="atLeast"/>
              <w:jc w:val="center"/>
              <w:rPr>
                <w:rFonts w:cs="Angsana New"/>
                <w:sz w:val="22"/>
                <w:szCs w:val="22"/>
              </w:rPr>
            </w:pPr>
          </w:p>
        </w:tc>
        <w:tc>
          <w:tcPr>
            <w:tcW w:w="242" w:type="dxa"/>
          </w:tcPr>
          <w:p w14:paraId="6125ED98"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3448" w:type="dxa"/>
          </w:tcPr>
          <w:p w14:paraId="0718D064"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41" w:type="dxa"/>
          </w:tcPr>
          <w:p w14:paraId="5DFF3C95"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099" w:type="dxa"/>
          </w:tcPr>
          <w:p w14:paraId="23C3F912"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r>
      <w:tr w:rsidR="008D3AB4" w:rsidRPr="00D67286" w14:paraId="05B802BA" w14:textId="77777777" w:rsidTr="00E05B41">
        <w:trPr>
          <w:trHeight w:val="74"/>
        </w:trPr>
        <w:tc>
          <w:tcPr>
            <w:tcW w:w="2160" w:type="dxa"/>
          </w:tcPr>
          <w:p w14:paraId="5561E28F" w14:textId="3609B502"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rPr>
                <w:sz w:val="22"/>
                <w:szCs w:val="22"/>
              </w:rPr>
            </w:pPr>
            <w:r w:rsidRPr="00D67286">
              <w:rPr>
                <w:sz w:val="22"/>
                <w:szCs w:val="22"/>
              </w:rPr>
              <w:t>The Company</w:t>
            </w:r>
          </w:p>
        </w:tc>
        <w:tc>
          <w:tcPr>
            <w:tcW w:w="236" w:type="dxa"/>
          </w:tcPr>
          <w:p w14:paraId="273D6456"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1024" w:type="dxa"/>
          </w:tcPr>
          <w:p w14:paraId="793F0FA8" w14:textId="77777777" w:rsidR="008D3AB4" w:rsidRPr="00D67286" w:rsidRDefault="008D3AB4" w:rsidP="001A05CA">
            <w:pPr>
              <w:spacing w:line="300" w:lineRule="atLeast"/>
              <w:jc w:val="center"/>
              <w:rPr>
                <w:rFonts w:cs="Angsana New"/>
                <w:sz w:val="22"/>
                <w:szCs w:val="22"/>
              </w:rPr>
            </w:pPr>
          </w:p>
        </w:tc>
        <w:tc>
          <w:tcPr>
            <w:tcW w:w="242" w:type="dxa"/>
          </w:tcPr>
          <w:p w14:paraId="034886C3"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3448" w:type="dxa"/>
          </w:tcPr>
          <w:p w14:paraId="10669B85"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41" w:type="dxa"/>
          </w:tcPr>
          <w:p w14:paraId="4B68E508"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099" w:type="dxa"/>
          </w:tcPr>
          <w:p w14:paraId="122738BA"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r>
      <w:tr w:rsidR="008D3AB4" w:rsidRPr="00D67286" w14:paraId="5ED9B37B" w14:textId="77777777" w:rsidTr="00E05B41">
        <w:trPr>
          <w:trHeight w:val="74"/>
        </w:trPr>
        <w:tc>
          <w:tcPr>
            <w:tcW w:w="2160" w:type="dxa"/>
          </w:tcPr>
          <w:p w14:paraId="0FC1B1C1" w14:textId="0E1DC419"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rPr>
                <w:sz w:val="22"/>
                <w:szCs w:val="22"/>
              </w:rPr>
            </w:pPr>
            <w:r w:rsidRPr="00D67286">
              <w:rPr>
                <w:i/>
                <w:iCs/>
                <w:sz w:val="22"/>
                <w:szCs w:val="22"/>
              </w:rPr>
              <w:t>Selling contract</w:t>
            </w:r>
          </w:p>
        </w:tc>
        <w:tc>
          <w:tcPr>
            <w:tcW w:w="236" w:type="dxa"/>
          </w:tcPr>
          <w:p w14:paraId="14CCECE4"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1024" w:type="dxa"/>
          </w:tcPr>
          <w:p w14:paraId="14A8AE03" w14:textId="77777777" w:rsidR="008D3AB4" w:rsidRPr="00D67286" w:rsidRDefault="008D3AB4" w:rsidP="001A05CA">
            <w:pPr>
              <w:spacing w:line="300" w:lineRule="atLeast"/>
              <w:jc w:val="center"/>
              <w:rPr>
                <w:rFonts w:cs="Angsana New"/>
                <w:sz w:val="22"/>
                <w:szCs w:val="22"/>
              </w:rPr>
            </w:pPr>
          </w:p>
        </w:tc>
        <w:tc>
          <w:tcPr>
            <w:tcW w:w="242" w:type="dxa"/>
          </w:tcPr>
          <w:p w14:paraId="262871FF"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3448" w:type="dxa"/>
          </w:tcPr>
          <w:p w14:paraId="78AA135B"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41" w:type="dxa"/>
          </w:tcPr>
          <w:p w14:paraId="2FB59474"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099" w:type="dxa"/>
          </w:tcPr>
          <w:p w14:paraId="640CEC7F" w14:textId="77777777" w:rsidR="008D3AB4" w:rsidRPr="00D67286"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r>
      <w:tr w:rsidR="00540CC2" w:rsidRPr="00D67286" w14:paraId="0FBD71A3" w14:textId="77777777" w:rsidTr="00E05B41">
        <w:trPr>
          <w:trHeight w:val="74"/>
        </w:trPr>
        <w:tc>
          <w:tcPr>
            <w:tcW w:w="2160" w:type="dxa"/>
          </w:tcPr>
          <w:p w14:paraId="4FF4EE61" w14:textId="1492418C" w:rsidR="00540CC2" w:rsidRPr="00D67286"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rPr>
                <w:sz w:val="22"/>
                <w:szCs w:val="22"/>
              </w:rPr>
            </w:pPr>
            <w:r w:rsidRPr="00D67286">
              <w:rPr>
                <w:sz w:val="22"/>
                <w:szCs w:val="22"/>
              </w:rPr>
              <w:t xml:space="preserve">   EURO / Baht</w:t>
            </w:r>
          </w:p>
        </w:tc>
        <w:tc>
          <w:tcPr>
            <w:tcW w:w="236" w:type="dxa"/>
          </w:tcPr>
          <w:p w14:paraId="0269DD0D" w14:textId="77777777" w:rsidR="00540CC2" w:rsidRPr="00D67286"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1024" w:type="dxa"/>
          </w:tcPr>
          <w:p w14:paraId="3251FF16" w14:textId="3831AFCE" w:rsidR="00540CC2" w:rsidRPr="00D67286" w:rsidRDefault="005111EF" w:rsidP="00540CC2">
            <w:pPr>
              <w:spacing w:line="300" w:lineRule="atLeast"/>
              <w:jc w:val="center"/>
              <w:rPr>
                <w:rFonts w:cs="Angsana New"/>
                <w:sz w:val="22"/>
                <w:szCs w:val="22"/>
              </w:rPr>
            </w:pPr>
            <w:r>
              <w:rPr>
                <w:rFonts w:cs="Angsana New"/>
                <w:sz w:val="22"/>
                <w:szCs w:val="22"/>
              </w:rPr>
              <w:t>3,000</w:t>
            </w:r>
          </w:p>
        </w:tc>
        <w:tc>
          <w:tcPr>
            <w:tcW w:w="242" w:type="dxa"/>
          </w:tcPr>
          <w:p w14:paraId="0EB3ADCA" w14:textId="77777777" w:rsidR="00540CC2" w:rsidRPr="00D67286"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3448" w:type="dxa"/>
          </w:tcPr>
          <w:p w14:paraId="1E1ECABE" w14:textId="1A590943" w:rsidR="00540CC2" w:rsidRPr="00D67286" w:rsidRDefault="005111EF" w:rsidP="00511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Pr>
                <w:sz w:val="22"/>
                <w:szCs w:val="22"/>
              </w:rPr>
              <w:t>9 October 2025 - 20 November 2025</w:t>
            </w:r>
          </w:p>
        </w:tc>
        <w:tc>
          <w:tcPr>
            <w:tcW w:w="241" w:type="dxa"/>
          </w:tcPr>
          <w:p w14:paraId="1E54A2E2" w14:textId="77777777" w:rsidR="00540CC2" w:rsidRPr="00D67286"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099" w:type="dxa"/>
          </w:tcPr>
          <w:p w14:paraId="2FF972FF" w14:textId="4A001C86" w:rsidR="00540CC2" w:rsidRPr="00D67286" w:rsidRDefault="005111EF"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sidRPr="00E13865">
              <w:rPr>
                <w:sz w:val="22"/>
                <w:szCs w:val="22"/>
              </w:rPr>
              <w:t>37.8350 - 38.4400</w:t>
            </w:r>
          </w:p>
        </w:tc>
      </w:tr>
      <w:tr w:rsidR="005111EF" w:rsidRPr="00D67286" w14:paraId="79C994CB" w14:textId="77777777" w:rsidTr="00E05B41">
        <w:trPr>
          <w:trHeight w:val="128"/>
        </w:trPr>
        <w:tc>
          <w:tcPr>
            <w:tcW w:w="2160" w:type="dxa"/>
          </w:tcPr>
          <w:p w14:paraId="080D006B" w14:textId="49A067DE" w:rsidR="005111EF" w:rsidRPr="00D67286" w:rsidRDefault="005111EF" w:rsidP="00511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D67286">
              <w:rPr>
                <w:sz w:val="22"/>
                <w:szCs w:val="22"/>
              </w:rPr>
              <w:t xml:space="preserve">   EURO</w:t>
            </w:r>
            <w:r>
              <w:rPr>
                <w:rFonts w:cstheme="minorBidi" w:hint="cs"/>
                <w:sz w:val="22"/>
                <w:szCs w:val="22"/>
                <w:cs/>
              </w:rPr>
              <w:t xml:space="preserve"> </w:t>
            </w:r>
            <w:r w:rsidRPr="00D67286">
              <w:rPr>
                <w:sz w:val="22"/>
                <w:szCs w:val="22"/>
              </w:rPr>
              <w:t>/</w:t>
            </w:r>
            <w:r>
              <w:rPr>
                <w:rFonts w:cstheme="minorBidi" w:hint="cs"/>
                <w:sz w:val="22"/>
                <w:szCs w:val="22"/>
                <w:cs/>
              </w:rPr>
              <w:t xml:space="preserve"> </w:t>
            </w:r>
            <w:r w:rsidRPr="00D67286">
              <w:rPr>
                <w:sz w:val="22"/>
                <w:szCs w:val="22"/>
              </w:rPr>
              <w:t>US dollar</w:t>
            </w:r>
          </w:p>
        </w:tc>
        <w:tc>
          <w:tcPr>
            <w:tcW w:w="236" w:type="dxa"/>
          </w:tcPr>
          <w:p w14:paraId="75D5CABB" w14:textId="77777777" w:rsidR="005111EF" w:rsidRPr="00D67286" w:rsidRDefault="005111EF" w:rsidP="00511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1024" w:type="dxa"/>
          </w:tcPr>
          <w:p w14:paraId="25CF5B2D" w14:textId="4DBF0DE1" w:rsidR="005111EF" w:rsidRPr="00D67286" w:rsidRDefault="005111EF" w:rsidP="005111EF">
            <w:pPr>
              <w:spacing w:line="300" w:lineRule="atLeast"/>
              <w:jc w:val="center"/>
              <w:rPr>
                <w:rFonts w:cs="Angsana New"/>
                <w:sz w:val="22"/>
                <w:szCs w:val="22"/>
              </w:rPr>
            </w:pPr>
            <w:r>
              <w:rPr>
                <w:rFonts w:cs="Angsana New"/>
                <w:sz w:val="22"/>
                <w:szCs w:val="22"/>
              </w:rPr>
              <w:t>600</w:t>
            </w:r>
          </w:p>
        </w:tc>
        <w:tc>
          <w:tcPr>
            <w:tcW w:w="242" w:type="dxa"/>
          </w:tcPr>
          <w:p w14:paraId="1EE98EEA" w14:textId="77777777" w:rsidR="005111EF" w:rsidRPr="00D67286" w:rsidRDefault="005111EF" w:rsidP="00511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rPr>
                <w:sz w:val="22"/>
                <w:szCs w:val="22"/>
              </w:rPr>
            </w:pPr>
          </w:p>
        </w:tc>
        <w:tc>
          <w:tcPr>
            <w:tcW w:w="3448" w:type="dxa"/>
          </w:tcPr>
          <w:p w14:paraId="011C5804" w14:textId="2E958EE6" w:rsidR="005111EF" w:rsidRPr="00D67286" w:rsidRDefault="005111EF" w:rsidP="00511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Pr>
                <w:sz w:val="22"/>
                <w:szCs w:val="22"/>
              </w:rPr>
              <w:t>2 - 22 October 2025</w:t>
            </w:r>
          </w:p>
        </w:tc>
        <w:tc>
          <w:tcPr>
            <w:tcW w:w="241" w:type="dxa"/>
          </w:tcPr>
          <w:p w14:paraId="37693CFD" w14:textId="77777777" w:rsidR="005111EF" w:rsidRPr="00D67286" w:rsidRDefault="005111EF" w:rsidP="00511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p>
        </w:tc>
        <w:tc>
          <w:tcPr>
            <w:tcW w:w="2099" w:type="dxa"/>
          </w:tcPr>
          <w:p w14:paraId="5B557DD7" w14:textId="3A97D556" w:rsidR="005111EF" w:rsidRPr="00D67286" w:rsidRDefault="005111EF" w:rsidP="00511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rPr>
                <w:sz w:val="22"/>
                <w:szCs w:val="22"/>
              </w:rPr>
            </w:pPr>
            <w:r w:rsidRPr="00E13865">
              <w:rPr>
                <w:sz w:val="22"/>
                <w:szCs w:val="22"/>
              </w:rPr>
              <w:t>1.1480 - 1.1780</w:t>
            </w:r>
          </w:p>
        </w:tc>
      </w:tr>
    </w:tbl>
    <w:p w14:paraId="2AD7156A" w14:textId="77777777" w:rsidR="000A7240" w:rsidRPr="00D67286" w:rsidRDefault="000A7240" w:rsidP="000A7240">
      <w:pPr>
        <w:pStyle w:val="acctfourfigures"/>
        <w:tabs>
          <w:tab w:val="clear" w:pos="765"/>
        </w:tabs>
        <w:spacing w:line="240" w:lineRule="atLeast"/>
        <w:ind w:left="540" w:firstLine="11"/>
        <w:jc w:val="thaiDistribute"/>
        <w:rPr>
          <w:b/>
          <w:bCs/>
          <w:szCs w:val="22"/>
          <w:lang w:val="en-US" w:bidi="th-TH"/>
        </w:rPr>
      </w:pPr>
    </w:p>
    <w:p w14:paraId="3663BC09" w14:textId="57CE9280" w:rsidR="000A7240" w:rsidRPr="00EF3C03" w:rsidRDefault="000A7240" w:rsidP="000A7240">
      <w:pPr>
        <w:pStyle w:val="acctfourfigures"/>
        <w:tabs>
          <w:tab w:val="clear" w:pos="765"/>
        </w:tabs>
        <w:spacing w:line="240" w:lineRule="atLeast"/>
        <w:ind w:left="540" w:firstLine="11"/>
        <w:jc w:val="thaiDistribute"/>
        <w:rPr>
          <w:b/>
          <w:bCs/>
          <w:i/>
          <w:iCs/>
          <w:szCs w:val="22"/>
          <w:lang w:val="en-US" w:bidi="th-TH"/>
        </w:rPr>
      </w:pPr>
      <w:r w:rsidRPr="00D67286">
        <w:rPr>
          <w:b/>
          <w:bCs/>
          <w:i/>
          <w:iCs/>
          <w:szCs w:val="22"/>
          <w:lang w:val="en-US" w:bidi="th-TH"/>
        </w:rPr>
        <w:t>Foreign currency option agreements</w:t>
      </w:r>
    </w:p>
    <w:p w14:paraId="2347E8DD" w14:textId="77777777" w:rsidR="000A7240" w:rsidRPr="00BD2387" w:rsidRDefault="000A7240" w:rsidP="000A7240">
      <w:pPr>
        <w:spacing w:line="240" w:lineRule="atLeast"/>
        <w:jc w:val="both"/>
        <w:rPr>
          <w:b/>
          <w:bCs/>
          <w:spacing w:val="-4"/>
          <w:sz w:val="22"/>
          <w:szCs w:val="22"/>
        </w:rPr>
      </w:pPr>
    </w:p>
    <w:p w14:paraId="18BD1B1D" w14:textId="65AEDA22" w:rsidR="000A7240" w:rsidRDefault="000A7240" w:rsidP="000A7240">
      <w:pPr>
        <w:spacing w:line="240" w:lineRule="atLeast"/>
        <w:ind w:left="540" w:right="-27"/>
        <w:jc w:val="both"/>
        <w:rPr>
          <w:sz w:val="22"/>
          <w:szCs w:val="22"/>
        </w:rPr>
      </w:pPr>
      <w:r w:rsidRPr="00BC45CD">
        <w:rPr>
          <w:sz w:val="22"/>
          <w:szCs w:val="22"/>
        </w:rPr>
        <w:t xml:space="preserve">As at </w:t>
      </w:r>
      <w:r w:rsidR="001742DD">
        <w:rPr>
          <w:sz w:val="22"/>
          <w:szCs w:val="22"/>
        </w:rPr>
        <w:t>30 September</w:t>
      </w:r>
      <w:r>
        <w:rPr>
          <w:sz w:val="22"/>
          <w:szCs w:val="22"/>
        </w:rPr>
        <w:t xml:space="preserve"> 2025,</w:t>
      </w:r>
      <w:r w:rsidRPr="00BC45CD">
        <w:rPr>
          <w:sz w:val="22"/>
          <w:szCs w:val="22"/>
        </w:rPr>
        <w:t xml:space="preserve"> </w:t>
      </w:r>
      <w:r w:rsidR="002F6736" w:rsidRPr="004866ED">
        <w:rPr>
          <w:sz w:val="22"/>
          <w:szCs w:val="22"/>
        </w:rPr>
        <w:t>the Group</w:t>
      </w:r>
      <w:r w:rsidR="002F6736">
        <w:rPr>
          <w:sz w:val="22"/>
          <w:szCs w:val="22"/>
        </w:rPr>
        <w:t xml:space="preserve"> and </w:t>
      </w:r>
      <w:r>
        <w:rPr>
          <w:sz w:val="22"/>
          <w:szCs w:val="22"/>
        </w:rPr>
        <w:t xml:space="preserve">the Company </w:t>
      </w:r>
      <w:r w:rsidRPr="00BC45CD">
        <w:rPr>
          <w:sz w:val="22"/>
          <w:szCs w:val="22"/>
        </w:rPr>
        <w:t xml:space="preserve">had outstanding </w:t>
      </w:r>
      <w:r>
        <w:rPr>
          <w:sz w:val="22"/>
          <w:szCs w:val="22"/>
        </w:rPr>
        <w:t>f</w:t>
      </w:r>
      <w:r w:rsidRPr="00D479E9">
        <w:rPr>
          <w:sz w:val="22"/>
          <w:szCs w:val="22"/>
        </w:rPr>
        <w:t xml:space="preserve">oreign currency </w:t>
      </w:r>
      <w:r w:rsidRPr="00583521">
        <w:rPr>
          <w:sz w:val="22"/>
          <w:szCs w:val="22"/>
        </w:rPr>
        <w:t xml:space="preserve">option agreements </w:t>
      </w:r>
      <w:r w:rsidRPr="00BC45CD">
        <w:rPr>
          <w:sz w:val="22"/>
          <w:szCs w:val="22"/>
        </w:rPr>
        <w:t>as follows:</w:t>
      </w:r>
    </w:p>
    <w:p w14:paraId="7FAACC94" w14:textId="77777777" w:rsidR="002F6736" w:rsidRPr="00BC45CD" w:rsidRDefault="002F6736" w:rsidP="000A7240">
      <w:pPr>
        <w:spacing w:line="240" w:lineRule="atLeast"/>
        <w:ind w:left="540" w:right="-27"/>
        <w:jc w:val="both"/>
        <w:rPr>
          <w:sz w:val="22"/>
          <w:szCs w:val="22"/>
        </w:rPr>
      </w:pPr>
    </w:p>
    <w:tbl>
      <w:tblPr>
        <w:tblW w:w="9432" w:type="dxa"/>
        <w:tblInd w:w="468" w:type="dxa"/>
        <w:tblLayout w:type="fixed"/>
        <w:tblLook w:val="04A0" w:firstRow="1" w:lastRow="0" w:firstColumn="1" w:lastColumn="0" w:noHBand="0" w:noVBand="1"/>
      </w:tblPr>
      <w:tblGrid>
        <w:gridCol w:w="1872"/>
        <w:gridCol w:w="1260"/>
        <w:gridCol w:w="1530"/>
        <w:gridCol w:w="2610"/>
        <w:gridCol w:w="2160"/>
      </w:tblGrid>
      <w:tr w:rsidR="000A7240" w:rsidRPr="002F6736" w14:paraId="67D51172" w14:textId="77777777" w:rsidTr="00810CFB">
        <w:trPr>
          <w:trHeight w:val="374"/>
          <w:tblHeader/>
        </w:trPr>
        <w:tc>
          <w:tcPr>
            <w:tcW w:w="1872" w:type="dxa"/>
            <w:vAlign w:val="bottom"/>
          </w:tcPr>
          <w:p w14:paraId="4142F08A" w14:textId="77777777" w:rsidR="000A7240" w:rsidRPr="002F6736" w:rsidRDefault="000A7240" w:rsidP="00810CFB">
            <w:pPr>
              <w:jc w:val="center"/>
              <w:rPr>
                <w:sz w:val="22"/>
                <w:szCs w:val="22"/>
              </w:rPr>
            </w:pPr>
          </w:p>
        </w:tc>
        <w:tc>
          <w:tcPr>
            <w:tcW w:w="1260" w:type="dxa"/>
            <w:vAlign w:val="bottom"/>
          </w:tcPr>
          <w:p w14:paraId="4012B6D9"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r w:rsidRPr="002F6736">
              <w:rPr>
                <w:sz w:val="22"/>
                <w:szCs w:val="22"/>
              </w:rPr>
              <w:t>Currency</w:t>
            </w:r>
          </w:p>
        </w:tc>
        <w:tc>
          <w:tcPr>
            <w:tcW w:w="1530" w:type="dxa"/>
            <w:vAlign w:val="bottom"/>
          </w:tcPr>
          <w:p w14:paraId="28FD7F12"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sz w:val="22"/>
                <w:szCs w:val="22"/>
              </w:rPr>
            </w:pPr>
            <w:r w:rsidRPr="002F6736">
              <w:rPr>
                <w:sz w:val="22"/>
                <w:szCs w:val="22"/>
              </w:rPr>
              <w:t>Sell amount</w:t>
            </w:r>
          </w:p>
        </w:tc>
        <w:tc>
          <w:tcPr>
            <w:tcW w:w="2610" w:type="dxa"/>
            <w:vAlign w:val="bottom"/>
          </w:tcPr>
          <w:p w14:paraId="2000A005"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sz w:val="22"/>
                <w:szCs w:val="22"/>
              </w:rPr>
            </w:pPr>
            <w:r w:rsidRPr="002F6736">
              <w:rPr>
                <w:sz w:val="22"/>
                <w:szCs w:val="22"/>
              </w:rPr>
              <w:t>Strike rate</w:t>
            </w:r>
          </w:p>
        </w:tc>
        <w:tc>
          <w:tcPr>
            <w:tcW w:w="2160" w:type="dxa"/>
            <w:vAlign w:val="bottom"/>
          </w:tcPr>
          <w:p w14:paraId="5307A86C"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sz w:val="22"/>
                <w:szCs w:val="22"/>
              </w:rPr>
            </w:pPr>
            <w:r w:rsidRPr="002F6736">
              <w:rPr>
                <w:sz w:val="22"/>
                <w:szCs w:val="22"/>
              </w:rPr>
              <w:t>Settlement date</w:t>
            </w:r>
          </w:p>
        </w:tc>
      </w:tr>
      <w:tr w:rsidR="000A7240" w:rsidRPr="002F6736" w14:paraId="4CA6EE2B" w14:textId="77777777" w:rsidTr="00810CFB">
        <w:trPr>
          <w:trHeight w:val="374"/>
          <w:tblHeader/>
        </w:trPr>
        <w:tc>
          <w:tcPr>
            <w:tcW w:w="1872" w:type="dxa"/>
            <w:vAlign w:val="bottom"/>
          </w:tcPr>
          <w:p w14:paraId="740B36ED"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260" w:type="dxa"/>
            <w:vAlign w:val="bottom"/>
          </w:tcPr>
          <w:p w14:paraId="6D470D3E"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530" w:type="dxa"/>
            <w:vAlign w:val="bottom"/>
          </w:tcPr>
          <w:p w14:paraId="59D3FA22"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r w:rsidRPr="002F6736">
              <w:rPr>
                <w:i/>
                <w:iCs/>
                <w:sz w:val="22"/>
                <w:szCs w:val="22"/>
              </w:rPr>
              <w:t>(Thousand)</w:t>
            </w:r>
          </w:p>
        </w:tc>
        <w:tc>
          <w:tcPr>
            <w:tcW w:w="2610" w:type="dxa"/>
            <w:vAlign w:val="bottom"/>
          </w:tcPr>
          <w:p w14:paraId="342FD8DF" w14:textId="4CE58810"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r w:rsidRPr="002F6736">
              <w:rPr>
                <w:i/>
                <w:iCs/>
                <w:sz w:val="22"/>
                <w:szCs w:val="22"/>
              </w:rPr>
              <w:t>(</w:t>
            </w:r>
            <w:r w:rsidR="00AF1099">
              <w:rPr>
                <w:rFonts w:cs="Angsana New"/>
                <w:i/>
                <w:iCs/>
                <w:sz w:val="22"/>
                <w:szCs w:val="28"/>
              </w:rPr>
              <w:t>P</w:t>
            </w:r>
            <w:r w:rsidRPr="002F6736">
              <w:rPr>
                <w:i/>
                <w:iCs/>
                <w:sz w:val="22"/>
                <w:szCs w:val="22"/>
              </w:rPr>
              <w:t>er unit of</w:t>
            </w:r>
          </w:p>
        </w:tc>
        <w:tc>
          <w:tcPr>
            <w:tcW w:w="2160" w:type="dxa"/>
            <w:vAlign w:val="bottom"/>
          </w:tcPr>
          <w:p w14:paraId="2A9FB9C8"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r>
      <w:tr w:rsidR="000A7240" w:rsidRPr="002F6736" w14:paraId="75CF3F70" w14:textId="77777777" w:rsidTr="00810CFB">
        <w:trPr>
          <w:trHeight w:val="374"/>
          <w:tblHeader/>
        </w:trPr>
        <w:tc>
          <w:tcPr>
            <w:tcW w:w="1872" w:type="dxa"/>
            <w:vAlign w:val="bottom"/>
          </w:tcPr>
          <w:p w14:paraId="3B0BD085"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260" w:type="dxa"/>
            <w:vAlign w:val="bottom"/>
          </w:tcPr>
          <w:p w14:paraId="4F4B638B"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530" w:type="dxa"/>
            <w:vAlign w:val="bottom"/>
          </w:tcPr>
          <w:p w14:paraId="1A36B48C"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c>
          <w:tcPr>
            <w:tcW w:w="2610" w:type="dxa"/>
            <w:vAlign w:val="bottom"/>
          </w:tcPr>
          <w:p w14:paraId="3FB92BA9"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r w:rsidRPr="002F6736">
              <w:rPr>
                <w:i/>
                <w:iCs/>
                <w:sz w:val="22"/>
                <w:szCs w:val="22"/>
              </w:rPr>
              <w:t>foreign currency)</w:t>
            </w:r>
          </w:p>
        </w:tc>
        <w:tc>
          <w:tcPr>
            <w:tcW w:w="2160" w:type="dxa"/>
            <w:vAlign w:val="bottom"/>
          </w:tcPr>
          <w:p w14:paraId="3DCCD334"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r>
      <w:tr w:rsidR="002F6736" w:rsidRPr="002F6736" w14:paraId="243A00CA" w14:textId="77777777" w:rsidTr="00810CFB">
        <w:trPr>
          <w:trHeight w:val="374"/>
          <w:tblHeader/>
        </w:trPr>
        <w:tc>
          <w:tcPr>
            <w:tcW w:w="1872" w:type="dxa"/>
            <w:vAlign w:val="bottom"/>
          </w:tcPr>
          <w:p w14:paraId="79340671" w14:textId="4EFEFBC0"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rPr>
                <w:sz w:val="22"/>
                <w:szCs w:val="22"/>
              </w:rPr>
            </w:pPr>
            <w:r w:rsidRPr="002F6736">
              <w:rPr>
                <w:sz w:val="22"/>
                <w:szCs w:val="22"/>
              </w:rPr>
              <w:t>The Group</w:t>
            </w:r>
          </w:p>
        </w:tc>
        <w:tc>
          <w:tcPr>
            <w:tcW w:w="1260" w:type="dxa"/>
            <w:vAlign w:val="bottom"/>
          </w:tcPr>
          <w:p w14:paraId="5BE810D0"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530" w:type="dxa"/>
            <w:vAlign w:val="bottom"/>
          </w:tcPr>
          <w:p w14:paraId="70D9EDD3"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c>
          <w:tcPr>
            <w:tcW w:w="2610" w:type="dxa"/>
            <w:vAlign w:val="bottom"/>
          </w:tcPr>
          <w:p w14:paraId="7385B7ED"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c>
          <w:tcPr>
            <w:tcW w:w="2160" w:type="dxa"/>
            <w:vAlign w:val="bottom"/>
          </w:tcPr>
          <w:p w14:paraId="6BEDFE19"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r>
      <w:tr w:rsidR="000A7240" w:rsidRPr="002F6736" w14:paraId="27FB8725" w14:textId="77777777" w:rsidTr="00810CFB">
        <w:trPr>
          <w:trHeight w:val="374"/>
        </w:trPr>
        <w:tc>
          <w:tcPr>
            <w:tcW w:w="1872" w:type="dxa"/>
            <w:vAlign w:val="bottom"/>
          </w:tcPr>
          <w:p w14:paraId="115644BD" w14:textId="3F6685AF"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2F6736">
              <w:rPr>
                <w:sz w:val="22"/>
                <w:szCs w:val="22"/>
              </w:rPr>
              <w:t>Call option</w:t>
            </w:r>
          </w:p>
        </w:tc>
        <w:tc>
          <w:tcPr>
            <w:tcW w:w="1260" w:type="dxa"/>
            <w:vAlign w:val="bottom"/>
          </w:tcPr>
          <w:p w14:paraId="3597BD5C" w14:textId="4CC3811D"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rFonts w:cs="Cordia New"/>
                <w:sz w:val="22"/>
                <w:szCs w:val="22"/>
                <w:cs/>
              </w:rPr>
            </w:pPr>
            <w:r w:rsidRPr="002F6736">
              <w:rPr>
                <w:sz w:val="22"/>
                <w:szCs w:val="22"/>
              </w:rPr>
              <w:t>US dollar</w:t>
            </w:r>
          </w:p>
        </w:tc>
        <w:tc>
          <w:tcPr>
            <w:tcW w:w="1530" w:type="dxa"/>
            <w:vAlign w:val="bottom"/>
          </w:tcPr>
          <w:p w14:paraId="19483CD4" w14:textId="51B41F3D" w:rsidR="000A7240" w:rsidRPr="002F6736" w:rsidRDefault="005111EF" w:rsidP="00810CFB">
            <w:pPr>
              <w:tabs>
                <w:tab w:val="decimal" w:pos="372"/>
              </w:tabs>
              <w:spacing w:line="240" w:lineRule="atLeast"/>
              <w:ind w:right="-45"/>
              <w:jc w:val="center"/>
              <w:rPr>
                <w:sz w:val="22"/>
                <w:szCs w:val="22"/>
              </w:rPr>
            </w:pPr>
            <w:r>
              <w:rPr>
                <w:sz w:val="22"/>
                <w:szCs w:val="22"/>
              </w:rPr>
              <w:t>500</w:t>
            </w:r>
          </w:p>
        </w:tc>
        <w:tc>
          <w:tcPr>
            <w:tcW w:w="2610" w:type="dxa"/>
            <w:vAlign w:val="bottom"/>
          </w:tcPr>
          <w:p w14:paraId="035252A8" w14:textId="5DF0C471" w:rsidR="005111EF" w:rsidRPr="002F6736" w:rsidRDefault="005111EF" w:rsidP="00511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Pr>
                <w:sz w:val="22"/>
                <w:szCs w:val="22"/>
              </w:rPr>
              <w:t>41.0000</w:t>
            </w:r>
          </w:p>
        </w:tc>
        <w:tc>
          <w:tcPr>
            <w:tcW w:w="2160" w:type="dxa"/>
            <w:vAlign w:val="bottom"/>
          </w:tcPr>
          <w:p w14:paraId="0839AF02" w14:textId="1C0CF90E" w:rsidR="000A7240" w:rsidRPr="002F6736" w:rsidRDefault="005111EF"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Pr>
                <w:sz w:val="22"/>
                <w:szCs w:val="22"/>
              </w:rPr>
              <w:t>28 November 2025</w:t>
            </w:r>
          </w:p>
        </w:tc>
      </w:tr>
      <w:tr w:rsidR="000A7240" w:rsidRPr="002F6736" w14:paraId="23D927C3" w14:textId="77777777" w:rsidTr="00810CFB">
        <w:trPr>
          <w:trHeight w:val="374"/>
        </w:trPr>
        <w:tc>
          <w:tcPr>
            <w:tcW w:w="1872" w:type="dxa"/>
            <w:vAlign w:val="bottom"/>
          </w:tcPr>
          <w:p w14:paraId="2CDE8227" w14:textId="025B1A0B"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2F6736">
              <w:rPr>
                <w:sz w:val="22"/>
                <w:szCs w:val="22"/>
              </w:rPr>
              <w:t>Call option</w:t>
            </w:r>
          </w:p>
        </w:tc>
        <w:tc>
          <w:tcPr>
            <w:tcW w:w="1260" w:type="dxa"/>
            <w:vAlign w:val="bottom"/>
          </w:tcPr>
          <w:p w14:paraId="6F33E6D6" w14:textId="033D1DB1"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rFonts w:cs="Cordia New"/>
                <w:sz w:val="22"/>
                <w:szCs w:val="22"/>
                <w:cs/>
              </w:rPr>
            </w:pPr>
            <w:r w:rsidRPr="002F6736">
              <w:rPr>
                <w:sz w:val="22"/>
                <w:szCs w:val="22"/>
              </w:rPr>
              <w:t>US dollar</w:t>
            </w:r>
          </w:p>
        </w:tc>
        <w:tc>
          <w:tcPr>
            <w:tcW w:w="1530" w:type="dxa"/>
            <w:vAlign w:val="bottom"/>
          </w:tcPr>
          <w:p w14:paraId="352B8353" w14:textId="18FA6D2C" w:rsidR="000A7240" w:rsidRPr="00BD2387" w:rsidRDefault="005111EF" w:rsidP="00810CFB">
            <w:pPr>
              <w:tabs>
                <w:tab w:val="decimal" w:pos="372"/>
              </w:tabs>
              <w:spacing w:line="240" w:lineRule="atLeast"/>
              <w:ind w:right="-45"/>
              <w:jc w:val="center"/>
              <w:rPr>
                <w:rFonts w:cstheme="minorBidi"/>
                <w:sz w:val="22"/>
                <w:szCs w:val="22"/>
                <w:cs/>
              </w:rPr>
            </w:pPr>
            <w:r>
              <w:rPr>
                <w:rFonts w:cstheme="minorBidi"/>
                <w:sz w:val="22"/>
                <w:szCs w:val="22"/>
              </w:rPr>
              <w:t>500</w:t>
            </w:r>
          </w:p>
        </w:tc>
        <w:tc>
          <w:tcPr>
            <w:tcW w:w="2610" w:type="dxa"/>
            <w:vAlign w:val="bottom"/>
          </w:tcPr>
          <w:p w14:paraId="6159CA10" w14:textId="5CF05020" w:rsidR="000A7240" w:rsidRPr="002F6736" w:rsidRDefault="005111EF"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Pr>
                <w:sz w:val="22"/>
                <w:szCs w:val="22"/>
              </w:rPr>
              <w:t>32.0000</w:t>
            </w:r>
          </w:p>
        </w:tc>
        <w:tc>
          <w:tcPr>
            <w:tcW w:w="2160" w:type="dxa"/>
            <w:vAlign w:val="bottom"/>
          </w:tcPr>
          <w:p w14:paraId="4CA9A985" w14:textId="06B1A3E1" w:rsidR="000A7240" w:rsidRPr="002F6736" w:rsidRDefault="005111EF"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Pr>
                <w:sz w:val="22"/>
                <w:szCs w:val="22"/>
              </w:rPr>
              <w:t>28 November 2025</w:t>
            </w:r>
          </w:p>
        </w:tc>
      </w:tr>
      <w:tr w:rsidR="002F6736" w:rsidRPr="002F6736" w14:paraId="3CA139C3" w14:textId="77777777" w:rsidTr="00810CFB">
        <w:trPr>
          <w:trHeight w:val="374"/>
        </w:trPr>
        <w:tc>
          <w:tcPr>
            <w:tcW w:w="1872" w:type="dxa"/>
            <w:vAlign w:val="bottom"/>
          </w:tcPr>
          <w:p w14:paraId="372AB7DC"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p>
        </w:tc>
        <w:tc>
          <w:tcPr>
            <w:tcW w:w="1260" w:type="dxa"/>
            <w:vAlign w:val="bottom"/>
          </w:tcPr>
          <w:p w14:paraId="7CDC4231"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sz w:val="22"/>
                <w:szCs w:val="22"/>
              </w:rPr>
            </w:pPr>
          </w:p>
        </w:tc>
        <w:tc>
          <w:tcPr>
            <w:tcW w:w="1530" w:type="dxa"/>
            <w:vAlign w:val="bottom"/>
          </w:tcPr>
          <w:p w14:paraId="28E458C0" w14:textId="77777777" w:rsidR="002F6736" w:rsidRPr="002F6736" w:rsidRDefault="002F6736" w:rsidP="00810CFB">
            <w:pPr>
              <w:tabs>
                <w:tab w:val="decimal" w:pos="372"/>
              </w:tabs>
              <w:spacing w:line="240" w:lineRule="atLeast"/>
              <w:ind w:right="-45"/>
              <w:jc w:val="center"/>
              <w:rPr>
                <w:sz w:val="22"/>
                <w:szCs w:val="22"/>
              </w:rPr>
            </w:pPr>
          </w:p>
        </w:tc>
        <w:tc>
          <w:tcPr>
            <w:tcW w:w="2610" w:type="dxa"/>
            <w:vAlign w:val="bottom"/>
          </w:tcPr>
          <w:p w14:paraId="5B2D7678"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p>
        </w:tc>
        <w:tc>
          <w:tcPr>
            <w:tcW w:w="2160" w:type="dxa"/>
            <w:vAlign w:val="bottom"/>
          </w:tcPr>
          <w:p w14:paraId="7A26C6B0"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p>
        </w:tc>
      </w:tr>
      <w:tr w:rsidR="002F6736" w:rsidRPr="002F6736" w14:paraId="39DE3CFB" w14:textId="77777777" w:rsidTr="00810CFB">
        <w:trPr>
          <w:trHeight w:val="374"/>
        </w:trPr>
        <w:tc>
          <w:tcPr>
            <w:tcW w:w="1872" w:type="dxa"/>
            <w:vAlign w:val="bottom"/>
          </w:tcPr>
          <w:p w14:paraId="16023822" w14:textId="50E13450"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rPr>
                <w:sz w:val="22"/>
                <w:szCs w:val="22"/>
              </w:rPr>
            </w:pPr>
            <w:r w:rsidRPr="002F6736">
              <w:rPr>
                <w:sz w:val="22"/>
                <w:szCs w:val="22"/>
              </w:rPr>
              <w:t>The Company</w:t>
            </w:r>
          </w:p>
        </w:tc>
        <w:tc>
          <w:tcPr>
            <w:tcW w:w="1260" w:type="dxa"/>
            <w:vAlign w:val="bottom"/>
          </w:tcPr>
          <w:p w14:paraId="6E3030DD"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sz w:val="22"/>
                <w:szCs w:val="22"/>
              </w:rPr>
            </w:pPr>
          </w:p>
        </w:tc>
        <w:tc>
          <w:tcPr>
            <w:tcW w:w="1530" w:type="dxa"/>
            <w:vAlign w:val="bottom"/>
          </w:tcPr>
          <w:p w14:paraId="49CF772F" w14:textId="77777777" w:rsidR="002F6736" w:rsidRPr="002F6736" w:rsidRDefault="002F6736" w:rsidP="00810CFB">
            <w:pPr>
              <w:tabs>
                <w:tab w:val="decimal" w:pos="372"/>
              </w:tabs>
              <w:spacing w:line="240" w:lineRule="atLeast"/>
              <w:ind w:right="-45"/>
              <w:jc w:val="center"/>
              <w:rPr>
                <w:sz w:val="22"/>
                <w:szCs w:val="22"/>
              </w:rPr>
            </w:pPr>
          </w:p>
        </w:tc>
        <w:tc>
          <w:tcPr>
            <w:tcW w:w="2610" w:type="dxa"/>
            <w:vAlign w:val="bottom"/>
          </w:tcPr>
          <w:p w14:paraId="371C2B4E"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p>
        </w:tc>
        <w:tc>
          <w:tcPr>
            <w:tcW w:w="2160" w:type="dxa"/>
            <w:vAlign w:val="bottom"/>
          </w:tcPr>
          <w:p w14:paraId="4EB61206"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p>
        </w:tc>
      </w:tr>
      <w:tr w:rsidR="002F6736" w:rsidRPr="002F6736" w14:paraId="0C6BE044" w14:textId="77777777" w:rsidTr="00810CFB">
        <w:trPr>
          <w:trHeight w:val="374"/>
        </w:trPr>
        <w:tc>
          <w:tcPr>
            <w:tcW w:w="1872" w:type="dxa"/>
            <w:vAlign w:val="bottom"/>
          </w:tcPr>
          <w:p w14:paraId="7770194C" w14:textId="3913D802"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2F6736">
              <w:rPr>
                <w:sz w:val="22"/>
                <w:szCs w:val="22"/>
              </w:rPr>
              <w:t>Call option</w:t>
            </w:r>
          </w:p>
        </w:tc>
        <w:tc>
          <w:tcPr>
            <w:tcW w:w="1260" w:type="dxa"/>
            <w:vAlign w:val="bottom"/>
          </w:tcPr>
          <w:p w14:paraId="22877511" w14:textId="495286AA"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sz w:val="22"/>
                <w:szCs w:val="22"/>
              </w:rPr>
            </w:pPr>
            <w:r w:rsidRPr="002F6736">
              <w:rPr>
                <w:sz w:val="22"/>
                <w:szCs w:val="22"/>
              </w:rPr>
              <w:t>US dollar</w:t>
            </w:r>
          </w:p>
        </w:tc>
        <w:tc>
          <w:tcPr>
            <w:tcW w:w="1530" w:type="dxa"/>
            <w:vAlign w:val="bottom"/>
          </w:tcPr>
          <w:p w14:paraId="41A2DBC7" w14:textId="135B17F2" w:rsidR="002F6736" w:rsidRPr="002F6736" w:rsidRDefault="005111EF" w:rsidP="00810CFB">
            <w:pPr>
              <w:tabs>
                <w:tab w:val="decimal" w:pos="372"/>
              </w:tabs>
              <w:spacing w:line="240" w:lineRule="atLeast"/>
              <w:ind w:right="-45"/>
              <w:jc w:val="center"/>
              <w:rPr>
                <w:sz w:val="22"/>
                <w:szCs w:val="22"/>
              </w:rPr>
            </w:pPr>
            <w:r>
              <w:rPr>
                <w:sz w:val="22"/>
                <w:szCs w:val="22"/>
              </w:rPr>
              <w:t>500</w:t>
            </w:r>
          </w:p>
        </w:tc>
        <w:tc>
          <w:tcPr>
            <w:tcW w:w="2610" w:type="dxa"/>
            <w:vAlign w:val="bottom"/>
          </w:tcPr>
          <w:p w14:paraId="1FD62987" w14:textId="2874B943" w:rsidR="005111EF" w:rsidRPr="002F6736" w:rsidRDefault="005111EF" w:rsidP="005111E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Pr>
                <w:sz w:val="22"/>
                <w:szCs w:val="22"/>
              </w:rPr>
              <w:t>41.0000</w:t>
            </w:r>
          </w:p>
        </w:tc>
        <w:tc>
          <w:tcPr>
            <w:tcW w:w="2160" w:type="dxa"/>
            <w:vAlign w:val="bottom"/>
          </w:tcPr>
          <w:p w14:paraId="7603D769" w14:textId="79B71481" w:rsidR="002F6736" w:rsidRPr="002F6736" w:rsidRDefault="005111EF"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Pr>
                <w:sz w:val="22"/>
                <w:szCs w:val="22"/>
              </w:rPr>
              <w:t>28 November 2025</w:t>
            </w:r>
          </w:p>
        </w:tc>
      </w:tr>
      <w:tr w:rsidR="002F6736" w:rsidRPr="002F6736" w14:paraId="559D02FD" w14:textId="77777777" w:rsidTr="00810CFB">
        <w:trPr>
          <w:trHeight w:val="374"/>
        </w:trPr>
        <w:tc>
          <w:tcPr>
            <w:tcW w:w="1872" w:type="dxa"/>
            <w:vAlign w:val="bottom"/>
          </w:tcPr>
          <w:p w14:paraId="65A9BFAD" w14:textId="2ACD7B1C"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2F6736">
              <w:rPr>
                <w:sz w:val="22"/>
                <w:szCs w:val="22"/>
              </w:rPr>
              <w:t>Call option</w:t>
            </w:r>
          </w:p>
        </w:tc>
        <w:tc>
          <w:tcPr>
            <w:tcW w:w="1260" w:type="dxa"/>
            <w:vAlign w:val="bottom"/>
          </w:tcPr>
          <w:p w14:paraId="3C2B2D0F" w14:textId="27F8B1DF"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sz w:val="22"/>
                <w:szCs w:val="22"/>
              </w:rPr>
            </w:pPr>
            <w:r w:rsidRPr="002F6736">
              <w:rPr>
                <w:sz w:val="22"/>
                <w:szCs w:val="22"/>
              </w:rPr>
              <w:t>US dollar</w:t>
            </w:r>
          </w:p>
        </w:tc>
        <w:tc>
          <w:tcPr>
            <w:tcW w:w="1530" w:type="dxa"/>
            <w:vAlign w:val="bottom"/>
          </w:tcPr>
          <w:p w14:paraId="5F6C70CA" w14:textId="1E1B6651" w:rsidR="002F6736" w:rsidRPr="002F6736" w:rsidRDefault="005111EF" w:rsidP="00810CFB">
            <w:pPr>
              <w:tabs>
                <w:tab w:val="decimal" w:pos="372"/>
              </w:tabs>
              <w:spacing w:line="240" w:lineRule="atLeast"/>
              <w:ind w:right="-45"/>
              <w:jc w:val="center"/>
              <w:rPr>
                <w:sz w:val="22"/>
                <w:szCs w:val="22"/>
              </w:rPr>
            </w:pPr>
            <w:r>
              <w:rPr>
                <w:sz w:val="22"/>
                <w:szCs w:val="22"/>
              </w:rPr>
              <w:t>500</w:t>
            </w:r>
          </w:p>
        </w:tc>
        <w:tc>
          <w:tcPr>
            <w:tcW w:w="2610" w:type="dxa"/>
            <w:vAlign w:val="bottom"/>
          </w:tcPr>
          <w:p w14:paraId="5E2FD524" w14:textId="69E42DDB" w:rsidR="002F6736" w:rsidRPr="002F6736" w:rsidRDefault="005111EF"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Pr>
                <w:sz w:val="22"/>
                <w:szCs w:val="22"/>
              </w:rPr>
              <w:t>32.0000</w:t>
            </w:r>
          </w:p>
        </w:tc>
        <w:tc>
          <w:tcPr>
            <w:tcW w:w="2160" w:type="dxa"/>
            <w:vAlign w:val="bottom"/>
          </w:tcPr>
          <w:p w14:paraId="6C10A529" w14:textId="1F72E459" w:rsidR="002F6736" w:rsidRPr="002F6736" w:rsidRDefault="005111EF"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Pr>
                <w:sz w:val="22"/>
                <w:szCs w:val="22"/>
              </w:rPr>
              <w:t>28 November 2025</w:t>
            </w:r>
          </w:p>
        </w:tc>
      </w:tr>
    </w:tbl>
    <w:p w14:paraId="50038892" w14:textId="77777777" w:rsidR="00540CC2" w:rsidRPr="00B841D0" w:rsidRDefault="00540CC2" w:rsidP="001A05CA">
      <w:pPr>
        <w:spacing w:line="300" w:lineRule="atLeast"/>
        <w:ind w:right="-27"/>
        <w:jc w:val="both"/>
        <w:rPr>
          <w:rFonts w:cstheme="minorBidi"/>
          <w:bCs/>
          <w:sz w:val="22"/>
          <w:szCs w:val="22"/>
        </w:rPr>
      </w:pPr>
    </w:p>
    <w:p w14:paraId="383AC744" w14:textId="5809FDEB" w:rsidR="00B841D0" w:rsidRPr="00EC77A4" w:rsidRDefault="00B841D0" w:rsidP="001A05CA">
      <w:pPr>
        <w:tabs>
          <w:tab w:val="left" w:pos="540"/>
        </w:tabs>
        <w:spacing w:line="300" w:lineRule="atLeast"/>
        <w:jc w:val="thaiDistribute"/>
        <w:rPr>
          <w:sz w:val="22"/>
          <w:szCs w:val="22"/>
        </w:rPr>
      </w:pPr>
      <w:r w:rsidRPr="00EC77A4">
        <w:rPr>
          <w:b/>
          <w:bCs/>
          <w:sz w:val="24"/>
          <w:szCs w:val="24"/>
        </w:rPr>
        <w:t>1</w:t>
      </w:r>
      <w:r w:rsidR="00CF6A7D">
        <w:rPr>
          <w:b/>
          <w:bCs/>
          <w:sz w:val="24"/>
          <w:szCs w:val="24"/>
        </w:rPr>
        <w:t>3</w:t>
      </w:r>
      <w:r w:rsidRPr="00EC77A4">
        <w:rPr>
          <w:rFonts w:cstheme="minorBidi"/>
          <w:b/>
          <w:bCs/>
          <w:sz w:val="24"/>
          <w:szCs w:val="24"/>
          <w:cs/>
        </w:rPr>
        <w:tab/>
      </w:r>
      <w:r w:rsidRPr="00EC77A4">
        <w:rPr>
          <w:b/>
          <w:bCs/>
          <w:sz w:val="24"/>
          <w:szCs w:val="24"/>
        </w:rPr>
        <w:t>Events after the reporting period</w:t>
      </w:r>
    </w:p>
    <w:p w14:paraId="719FFFDA" w14:textId="100887DB" w:rsidR="00E627FA" w:rsidRPr="00EC77A4" w:rsidRDefault="00B841D0" w:rsidP="00A774E4">
      <w:pPr>
        <w:tabs>
          <w:tab w:val="left" w:pos="540"/>
        </w:tabs>
        <w:spacing w:line="300" w:lineRule="atLeast"/>
        <w:jc w:val="thaiDistribute"/>
        <w:rPr>
          <w:rFonts w:cstheme="minorBidi"/>
          <w:sz w:val="22"/>
          <w:szCs w:val="22"/>
          <w:cs/>
        </w:rPr>
      </w:pPr>
      <w:r w:rsidRPr="00EC77A4">
        <w:rPr>
          <w:sz w:val="22"/>
          <w:szCs w:val="22"/>
        </w:rPr>
        <w:tab/>
      </w:r>
    </w:p>
    <w:p w14:paraId="23B18B7D" w14:textId="3865C2F2" w:rsidR="00E627FA" w:rsidRPr="00E627FA" w:rsidRDefault="00E71F86" w:rsidP="00B92EA5">
      <w:pPr>
        <w:spacing w:line="300" w:lineRule="atLeast"/>
        <w:ind w:left="540"/>
        <w:jc w:val="thaiDistribute"/>
        <w:rPr>
          <w:sz w:val="22"/>
          <w:szCs w:val="22"/>
        </w:rPr>
      </w:pPr>
      <w:r w:rsidRPr="00EC77A4">
        <w:rPr>
          <w:sz w:val="22"/>
          <w:szCs w:val="22"/>
        </w:rPr>
        <w:t>On 20 October 2025,</w:t>
      </w:r>
      <w:r w:rsidR="00C1694B">
        <w:rPr>
          <w:rFonts w:cstheme="minorBidi" w:hint="cs"/>
          <w:sz w:val="22"/>
          <w:szCs w:val="22"/>
          <w:cs/>
        </w:rPr>
        <w:t xml:space="preserve"> </w:t>
      </w:r>
      <w:r w:rsidR="00C1694B">
        <w:rPr>
          <w:rFonts w:cstheme="minorBidi"/>
          <w:sz w:val="22"/>
          <w:szCs w:val="22"/>
        </w:rPr>
        <w:t xml:space="preserve">the meeting of </w:t>
      </w:r>
      <w:r w:rsidRPr="00EC77A4">
        <w:rPr>
          <w:sz w:val="22"/>
          <w:szCs w:val="22"/>
        </w:rPr>
        <w:t xml:space="preserve">the </w:t>
      </w:r>
      <w:r w:rsidR="00C1694B">
        <w:rPr>
          <w:sz w:val="22"/>
          <w:szCs w:val="22"/>
        </w:rPr>
        <w:t xml:space="preserve">Company’s </w:t>
      </w:r>
      <w:r w:rsidRPr="00EC77A4">
        <w:rPr>
          <w:sz w:val="22"/>
          <w:szCs w:val="22"/>
        </w:rPr>
        <w:t>Board of Directors approve</w:t>
      </w:r>
      <w:r w:rsidR="00D96D42">
        <w:rPr>
          <w:rFonts w:cs="Angsana New"/>
          <w:sz w:val="22"/>
          <w:szCs w:val="28"/>
        </w:rPr>
        <w:t>d</w:t>
      </w:r>
      <w:r w:rsidRPr="00EC77A4">
        <w:rPr>
          <w:sz w:val="22"/>
          <w:szCs w:val="22"/>
        </w:rPr>
        <w:t xml:space="preserve"> the </w:t>
      </w:r>
      <w:r w:rsidR="00C1694B">
        <w:rPr>
          <w:sz w:val="22"/>
          <w:szCs w:val="22"/>
        </w:rPr>
        <w:t xml:space="preserve">business </w:t>
      </w:r>
      <w:r w:rsidRPr="00EC77A4">
        <w:rPr>
          <w:sz w:val="22"/>
          <w:szCs w:val="22"/>
        </w:rPr>
        <w:t>restructuring of the Company’s subsidiaries by amalgamating Chemtronic Technology (Thailand) Co., Ltd., in which the Company holds 94.75% of the total issued shares, with Chemtronic Products Co., Ltd., in which the Company holds 94.96% of the total issued shares.</w:t>
      </w:r>
      <w:r w:rsidR="00C1694B">
        <w:rPr>
          <w:sz w:val="22"/>
          <w:szCs w:val="22"/>
        </w:rPr>
        <w:t xml:space="preserve"> The amalgamation </w:t>
      </w:r>
      <w:r w:rsidR="00D96D42">
        <w:rPr>
          <w:sz w:val="22"/>
          <w:szCs w:val="22"/>
        </w:rPr>
        <w:t>was</w:t>
      </w:r>
      <w:r w:rsidR="00C1694B">
        <w:rPr>
          <w:sz w:val="22"/>
          <w:szCs w:val="22"/>
        </w:rPr>
        <w:t xml:space="preserve"> expected to complete within the first quarter of 2026.</w:t>
      </w:r>
    </w:p>
    <w:sectPr w:rsidR="00E627FA" w:rsidRPr="00E627FA" w:rsidSect="00BE47E3">
      <w:headerReference w:type="default" r:id="rId16"/>
      <w:footerReference w:type="default" r:id="rId17"/>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031E3" w14:textId="77777777" w:rsidR="00945C86" w:rsidRDefault="00945C86" w:rsidP="00117C6A">
      <w:pPr>
        <w:pStyle w:val="Header"/>
      </w:pPr>
      <w:r>
        <w:separator/>
      </w:r>
    </w:p>
  </w:endnote>
  <w:endnote w:type="continuationSeparator" w:id="0">
    <w:p w14:paraId="694AEB9C" w14:textId="77777777" w:rsidR="00945C86" w:rsidRDefault="00945C86" w:rsidP="00117C6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5 Light">
    <w:altName w:val="Angsana New"/>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13E38" w14:textId="77777777" w:rsidR="00B27650" w:rsidRDefault="00B27650">
    <w:pPr>
      <w:pStyle w:val="Footer"/>
      <w:jc w:val="center"/>
    </w:pPr>
    <w:r>
      <w:fldChar w:fldCharType="begin"/>
    </w:r>
    <w:r>
      <w:instrText xml:space="preserve"> PAGE   \* MERGEFORMAT </w:instrText>
    </w:r>
    <w:r>
      <w:fldChar w:fldCharType="separate"/>
    </w:r>
    <w:r w:rsidR="00BA2617">
      <w:rPr>
        <w:noProof/>
      </w:rPr>
      <w:t>15</w:t>
    </w:r>
    <w:r>
      <w:fldChar w:fldCharType="end"/>
    </w:r>
  </w:p>
  <w:p w14:paraId="206CE4C7" w14:textId="77777777" w:rsidR="00B27650" w:rsidRDefault="00B27650" w:rsidP="00C570C6">
    <w:pPr>
      <w:pStyle w:val="Footer"/>
      <w:tabs>
        <w:tab w:val="clear" w:pos="4153"/>
        <w:tab w:val="left" w:pos="8306"/>
      </w:tabs>
      <w:ind w:right="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3B836" w14:textId="77777777" w:rsidR="00CD6E27" w:rsidRDefault="00CD6E27" w:rsidP="008542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A2617">
      <w:rPr>
        <w:rStyle w:val="PageNumber"/>
        <w:noProof/>
      </w:rPr>
      <w:t>28</w:t>
    </w:r>
    <w:r>
      <w:rPr>
        <w:rStyle w:val="PageNumber"/>
      </w:rPr>
      <w:fldChar w:fldCharType="end"/>
    </w:r>
  </w:p>
  <w:p w14:paraId="3C5EF0F2" w14:textId="77777777" w:rsidR="00CD6E27" w:rsidRPr="003957A2" w:rsidRDefault="00CD6E27">
    <w:pPr>
      <w:pStyle w:val="Footer"/>
      <w:ind w:right="360"/>
      <w:rPr>
        <w:i/>
        <w:iCs/>
        <w:sz w:val="22"/>
        <w:szCs w:val="22"/>
      </w:rPr>
    </w:pPr>
    <w:r>
      <w:rPr>
        <w:noProof/>
      </w:rPr>
      <mc:AlternateContent>
        <mc:Choice Requires="wps">
          <w:drawing>
            <wp:anchor distT="0" distB="0" distL="114300" distR="114300" simplePos="0" relativeHeight="251662336" behindDoc="0" locked="0" layoutInCell="1" allowOverlap="1" wp14:anchorId="28F8AD34" wp14:editId="67197D94">
              <wp:simplePos x="0" y="0"/>
              <wp:positionH relativeFrom="column">
                <wp:posOffset>4448175</wp:posOffset>
              </wp:positionH>
              <wp:positionV relativeFrom="paragraph">
                <wp:posOffset>1983105</wp:posOffset>
              </wp:positionV>
              <wp:extent cx="1905000" cy="766445"/>
              <wp:effectExtent l="7620" t="5715" r="11430" b="889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64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34D8E6"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7171D36E" w14:textId="77777777" w:rsidR="00CD6E27" w:rsidRDefault="00CD6E27">
                          <w:pPr>
                            <w:pStyle w:val="Footer"/>
                            <w:spacing w:line="300" w:lineRule="exact"/>
                            <w:jc w:val="right"/>
                            <w:rPr>
                              <w:rFonts w:ascii="Angsana New" w:hAnsi="Angsana New"/>
                              <w:sz w:val="28"/>
                              <w:szCs w:val="28"/>
                            </w:rPr>
                          </w:pPr>
                        </w:p>
                        <w:p w14:paraId="36C92809"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F8AD34" id="_x0000_t202" coordsize="21600,21600" o:spt="202" path="m,l,21600r21600,l21600,xe">
              <v:stroke joinstyle="miter"/>
              <v:path gradientshapeok="t" o:connecttype="rect"/>
            </v:shapetype>
            <v:shape id="Text Box 8" o:spid="_x0000_s1026" type="#_x0000_t202" style="position:absolute;margin-left:350.25pt;margin-top:156.15pt;width:150pt;height:6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0szEQIAAAI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" filled="f">
              <v:textbox>
                <w:txbxContent>
                  <w:p w14:paraId="6734D8E6"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7171D36E" w14:textId="77777777" w:rsidR="00CD6E27" w:rsidRDefault="00CD6E27">
                    <w:pPr>
                      <w:pStyle w:val="Footer"/>
                      <w:spacing w:line="300" w:lineRule="exact"/>
                      <w:jc w:val="right"/>
                      <w:rPr>
                        <w:rFonts w:ascii="Angsana New" w:hAnsi="Angsana New"/>
                        <w:sz w:val="28"/>
                        <w:szCs w:val="28"/>
                      </w:rPr>
                    </w:pPr>
                  </w:p>
                  <w:p w14:paraId="36C92809"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7F380DD" wp14:editId="33A37FEB">
              <wp:simplePos x="0" y="0"/>
              <wp:positionH relativeFrom="column">
                <wp:posOffset>4448175</wp:posOffset>
              </wp:positionH>
              <wp:positionV relativeFrom="paragraph">
                <wp:posOffset>1983105</wp:posOffset>
              </wp:positionV>
              <wp:extent cx="1905000" cy="766445"/>
              <wp:effectExtent l="0" t="0" r="1905"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6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E0DBE"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55921899" w14:textId="77777777" w:rsidR="00CD6E27" w:rsidRDefault="00CD6E27">
                          <w:pPr>
                            <w:pStyle w:val="Footer"/>
                            <w:spacing w:line="300" w:lineRule="exact"/>
                            <w:jc w:val="right"/>
                            <w:rPr>
                              <w:rFonts w:ascii="Angsana New" w:hAnsi="Angsana New"/>
                              <w:sz w:val="28"/>
                              <w:szCs w:val="28"/>
                            </w:rPr>
                          </w:pPr>
                        </w:p>
                        <w:p w14:paraId="60C698F8"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F380DD" id="Text Box 7" o:spid="_x0000_s1027" type="#_x0000_t202" style="position:absolute;margin-left:350.25pt;margin-top:156.15pt;width:150pt;height:6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" filled="f" stroked="f">
              <v:textbox>
                <w:txbxContent>
                  <w:p w14:paraId="66EE0DBE"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55921899" w14:textId="77777777" w:rsidR="00CD6E27" w:rsidRDefault="00CD6E27">
                    <w:pPr>
                      <w:pStyle w:val="Footer"/>
                      <w:spacing w:line="300" w:lineRule="exact"/>
                      <w:jc w:val="right"/>
                      <w:rPr>
                        <w:rFonts w:ascii="Angsana New" w:hAnsi="Angsana New"/>
                        <w:sz w:val="28"/>
                        <w:szCs w:val="28"/>
                      </w:rPr>
                    </w:pPr>
                  </w:p>
                  <w:p w14:paraId="60C698F8"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mc:Fallback>
      </mc:AlternateContent>
    </w:r>
    <w:r w:rsidRPr="003957A2">
      <w:rPr>
        <w:i/>
        <w:iCs/>
        <w:sz w:val="22"/>
        <w:szCs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B9862" w14:textId="77777777" w:rsidR="00CD6E27" w:rsidRDefault="00CD6E27" w:rsidP="008542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A2617">
      <w:rPr>
        <w:rStyle w:val="PageNumber"/>
        <w:noProof/>
      </w:rPr>
      <w:t>30</w:t>
    </w:r>
    <w:r>
      <w:rPr>
        <w:rStyle w:val="PageNumber"/>
      </w:rPr>
      <w:fldChar w:fldCharType="end"/>
    </w:r>
  </w:p>
  <w:p w14:paraId="3F01C4D0" w14:textId="77777777" w:rsidR="00CD6E27" w:rsidRPr="003957A2" w:rsidRDefault="00CD6E27">
    <w:pPr>
      <w:pStyle w:val="Footer"/>
      <w:ind w:right="360"/>
      <w:rPr>
        <w:i/>
        <w:iCs/>
        <w:sz w:val="22"/>
        <w:szCs w:val="22"/>
      </w:rPr>
    </w:pPr>
    <w:r w:rsidRPr="000A1B35">
      <w:rPr>
        <w:noProof/>
      </w:rPr>
      <mc:AlternateContent>
        <mc:Choice Requires="wps">
          <w:drawing>
            <wp:anchor distT="0" distB="0" distL="114300" distR="114300" simplePos="0" relativeHeight="251659264" behindDoc="0" locked="0" layoutInCell="1" allowOverlap="1" wp14:anchorId="226F27D9" wp14:editId="1D5882A1">
              <wp:simplePos x="0" y="0"/>
              <wp:positionH relativeFrom="column">
                <wp:posOffset>4448175</wp:posOffset>
              </wp:positionH>
              <wp:positionV relativeFrom="paragraph">
                <wp:posOffset>1983105</wp:posOffset>
              </wp:positionV>
              <wp:extent cx="1905000" cy="766445"/>
              <wp:effectExtent l="9525" t="11430" r="9525" b="1270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64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F206162"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4844EDDA" w14:textId="77777777" w:rsidR="00CD6E27" w:rsidRDefault="00CD6E27">
                          <w:pPr>
                            <w:pStyle w:val="Footer"/>
                            <w:spacing w:line="300" w:lineRule="exact"/>
                            <w:jc w:val="right"/>
                            <w:rPr>
                              <w:rFonts w:ascii="Angsana New" w:hAnsi="Angsana New"/>
                              <w:sz w:val="28"/>
                              <w:szCs w:val="28"/>
                            </w:rPr>
                          </w:pPr>
                        </w:p>
                        <w:p w14:paraId="1765AAC6"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6F27D9" id="_x0000_t202" coordsize="21600,21600" o:spt="202" path="m,l,21600r21600,l21600,xe">
              <v:stroke joinstyle="miter"/>
              <v:path gradientshapeok="t" o:connecttype="rect"/>
            </v:shapetype>
            <v:shape id="_x0000_s1028" type="#_x0000_t202" style="position:absolute;margin-left:350.25pt;margin-top:156.15pt;width:150pt;height:6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3FQIAAAk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" filled="f">
              <v:textbox>
                <w:txbxContent>
                  <w:p w14:paraId="6F206162"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4844EDDA" w14:textId="77777777" w:rsidR="00CD6E27" w:rsidRDefault="00CD6E27">
                    <w:pPr>
                      <w:pStyle w:val="Footer"/>
                      <w:spacing w:line="300" w:lineRule="exact"/>
                      <w:jc w:val="right"/>
                      <w:rPr>
                        <w:rFonts w:ascii="Angsana New" w:hAnsi="Angsana New"/>
                        <w:sz w:val="28"/>
                        <w:szCs w:val="28"/>
                      </w:rPr>
                    </w:pPr>
                  </w:p>
                  <w:p w14:paraId="1765AAC6"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mc:Fallback>
      </mc:AlternateContent>
    </w:r>
    <w:r w:rsidRPr="000A1B35">
      <w:rPr>
        <w:noProof/>
      </w:rPr>
      <mc:AlternateContent>
        <mc:Choice Requires="wps">
          <w:drawing>
            <wp:anchor distT="0" distB="0" distL="114300" distR="114300" simplePos="0" relativeHeight="251658240" behindDoc="0" locked="0" layoutInCell="1" allowOverlap="1" wp14:anchorId="67982950" wp14:editId="5375BF33">
              <wp:simplePos x="0" y="0"/>
              <wp:positionH relativeFrom="column">
                <wp:posOffset>4448175</wp:posOffset>
              </wp:positionH>
              <wp:positionV relativeFrom="paragraph">
                <wp:posOffset>1983105</wp:posOffset>
              </wp:positionV>
              <wp:extent cx="1905000" cy="766445"/>
              <wp:effectExtent l="0" t="1905" r="0"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6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3985B"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0CB89C40" w14:textId="77777777" w:rsidR="00CD6E27" w:rsidRDefault="00CD6E27">
                          <w:pPr>
                            <w:pStyle w:val="Footer"/>
                            <w:spacing w:line="300" w:lineRule="exact"/>
                            <w:jc w:val="right"/>
                            <w:rPr>
                              <w:rFonts w:ascii="Angsana New" w:hAnsi="Angsana New"/>
                              <w:sz w:val="28"/>
                              <w:szCs w:val="28"/>
                            </w:rPr>
                          </w:pPr>
                        </w:p>
                        <w:p w14:paraId="214EF7C7"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982950" id="_x0000_s1029" type="#_x0000_t202" style="position:absolute;margin-left:350.25pt;margin-top:156.15pt;width:150pt;height:6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" filled="f" stroked="f">
              <v:textbox>
                <w:txbxContent>
                  <w:p w14:paraId="0AC3985B"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0CB89C40" w14:textId="77777777" w:rsidR="00CD6E27" w:rsidRDefault="00CD6E27">
                    <w:pPr>
                      <w:pStyle w:val="Footer"/>
                      <w:spacing w:line="300" w:lineRule="exact"/>
                      <w:jc w:val="right"/>
                      <w:rPr>
                        <w:rFonts w:ascii="Angsana New" w:hAnsi="Angsana New"/>
                        <w:sz w:val="28"/>
                        <w:szCs w:val="28"/>
                      </w:rPr>
                    </w:pPr>
                  </w:p>
                  <w:p w14:paraId="214EF7C7"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mc:Fallback>
      </mc:AlternateContent>
    </w:r>
    <w:r w:rsidRPr="003957A2">
      <w:rPr>
        <w:i/>
        <w:iCs/>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5CD705" w14:textId="77777777" w:rsidR="00945C86" w:rsidRDefault="00945C86" w:rsidP="00117C6A">
      <w:pPr>
        <w:pStyle w:val="Header"/>
      </w:pPr>
      <w:r>
        <w:separator/>
      </w:r>
    </w:p>
  </w:footnote>
  <w:footnote w:type="continuationSeparator" w:id="0">
    <w:p w14:paraId="14411923" w14:textId="77777777" w:rsidR="00945C86" w:rsidRDefault="00945C86" w:rsidP="00117C6A">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31C1F" w14:textId="77777777" w:rsidR="00B27650" w:rsidRPr="008E7391" w:rsidRDefault="00B27650" w:rsidP="00CD541B">
    <w:pPr>
      <w:pStyle w:val="BodyText"/>
      <w:ind w:right="3"/>
      <w:jc w:val="left"/>
      <w:rPr>
        <w:b/>
        <w:bCs/>
        <w:color w:val="auto"/>
        <w:sz w:val="28"/>
        <w:szCs w:val="28"/>
      </w:rPr>
    </w:pPr>
    <w:r w:rsidRPr="008E7391">
      <w:rPr>
        <w:b/>
        <w:bCs/>
        <w:color w:val="auto"/>
        <w:sz w:val="28"/>
        <w:szCs w:val="28"/>
      </w:rPr>
      <w:t>KCE Electronics Public Company Limited</w:t>
    </w:r>
    <w:r>
      <w:rPr>
        <w:b/>
        <w:bCs/>
        <w:color w:val="auto"/>
        <w:sz w:val="28"/>
        <w:szCs w:val="28"/>
      </w:rPr>
      <w:t xml:space="preserve"> </w:t>
    </w:r>
    <w:r w:rsidRPr="008E7391">
      <w:rPr>
        <w:b/>
        <w:bCs/>
        <w:color w:val="auto"/>
        <w:sz w:val="28"/>
        <w:szCs w:val="28"/>
      </w:rPr>
      <w:t>and its subsidiaries</w:t>
    </w:r>
  </w:p>
  <w:p w14:paraId="794AA1E2" w14:textId="77777777" w:rsidR="00B27650" w:rsidRPr="008E7391" w:rsidRDefault="00B27650"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14:paraId="3F314606" w14:textId="31C26F4E" w:rsidR="00B27650" w:rsidRDefault="0038642D" w:rsidP="009762F8">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w:t>
    </w:r>
    <w:r w:rsidR="00C5612F">
      <w:rPr>
        <w:b/>
        <w:bCs/>
        <w:sz w:val="24"/>
        <w:szCs w:val="24"/>
      </w:rPr>
      <w:t>nine</w:t>
    </w:r>
    <w:r>
      <w:rPr>
        <w:b/>
        <w:bCs/>
        <w:sz w:val="24"/>
        <w:szCs w:val="24"/>
      </w:rPr>
      <w:t>-month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w:t>
    </w:r>
    <w:r w:rsidR="00C5612F">
      <w:rPr>
        <w:b/>
        <w:bCs/>
        <w:sz w:val="24"/>
        <w:szCs w:val="24"/>
      </w:rPr>
      <w:t>September</w:t>
    </w:r>
    <w:r>
      <w:rPr>
        <w:b/>
        <w:bCs/>
        <w:sz w:val="24"/>
        <w:szCs w:val="24"/>
      </w:rPr>
      <w:t xml:space="preserve"> </w:t>
    </w:r>
    <w:r w:rsidR="00B27650">
      <w:rPr>
        <w:b/>
        <w:bCs/>
        <w:sz w:val="24"/>
        <w:szCs w:val="24"/>
      </w:rPr>
      <w:t xml:space="preserve">2025 </w:t>
    </w:r>
    <w:r w:rsidR="00B27650" w:rsidRPr="008E7391">
      <w:rPr>
        <w:b/>
        <w:bCs/>
        <w:sz w:val="24"/>
        <w:szCs w:val="24"/>
      </w:rPr>
      <w:t xml:space="preserve">(Unaudited) </w:t>
    </w:r>
  </w:p>
  <w:p w14:paraId="605835CF" w14:textId="77777777" w:rsidR="00B27650" w:rsidRDefault="00B27650" w:rsidP="00CD541B">
    <w:pPr>
      <w:pStyle w:val="Header"/>
      <w:tabs>
        <w:tab w:val="clear" w:pos="4153"/>
        <w:tab w:val="clear" w:pos="8306"/>
      </w:tabs>
      <w:spacing w:line="240" w:lineRule="atLeast"/>
      <w:rPr>
        <w:b/>
        <w:bCs/>
        <w:sz w:val="24"/>
        <w:szCs w:val="24"/>
      </w:rPr>
    </w:pPr>
  </w:p>
  <w:p w14:paraId="33153A0A" w14:textId="77777777" w:rsidR="00B27650" w:rsidRDefault="00B27650" w:rsidP="00CD541B">
    <w:pPr>
      <w:pStyle w:val="Header"/>
      <w:tabs>
        <w:tab w:val="clear" w:pos="4153"/>
        <w:tab w:val="clear" w:pos="8306"/>
      </w:tabs>
      <w:spacing w:line="240" w:lineRule="atLeast"/>
      <w:rPr>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6691" w14:textId="77777777" w:rsidR="00A34416" w:rsidRPr="008E7391" w:rsidRDefault="00A34416" w:rsidP="00CD541B">
    <w:pPr>
      <w:pStyle w:val="BodyText"/>
      <w:ind w:right="3"/>
      <w:jc w:val="left"/>
      <w:rPr>
        <w:b/>
        <w:bCs/>
        <w:color w:val="auto"/>
        <w:sz w:val="28"/>
        <w:szCs w:val="28"/>
      </w:rPr>
    </w:pPr>
    <w:r w:rsidRPr="008E7391">
      <w:rPr>
        <w:b/>
        <w:bCs/>
        <w:color w:val="auto"/>
        <w:sz w:val="28"/>
        <w:szCs w:val="28"/>
      </w:rPr>
      <w:t>KCE Electronics Public Company Limited</w:t>
    </w:r>
    <w:r>
      <w:rPr>
        <w:b/>
        <w:bCs/>
        <w:color w:val="auto"/>
        <w:sz w:val="28"/>
        <w:szCs w:val="28"/>
      </w:rPr>
      <w:t xml:space="preserve"> </w:t>
    </w:r>
    <w:r w:rsidRPr="008E7391">
      <w:rPr>
        <w:b/>
        <w:bCs/>
        <w:color w:val="auto"/>
        <w:sz w:val="28"/>
        <w:szCs w:val="28"/>
      </w:rPr>
      <w:t>and its subsidiaries</w:t>
    </w:r>
  </w:p>
  <w:p w14:paraId="3388B0AD" w14:textId="77777777" w:rsidR="00A34416" w:rsidRPr="008E7391" w:rsidRDefault="00A34416"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14:paraId="0D927AB0" w14:textId="3BFF2F8B" w:rsidR="009762F8" w:rsidRDefault="007564DE" w:rsidP="009762F8">
    <w:pPr>
      <w:pStyle w:val="Header"/>
      <w:tabs>
        <w:tab w:val="clear" w:pos="4153"/>
        <w:tab w:val="clear" w:pos="8306"/>
      </w:tabs>
      <w:spacing w:line="240" w:lineRule="atLeast"/>
      <w:rPr>
        <w:b/>
        <w:bCs/>
        <w:sz w:val="24"/>
        <w:szCs w:val="24"/>
      </w:rPr>
    </w:pPr>
    <w:r>
      <w:rPr>
        <w:b/>
        <w:bCs/>
        <w:sz w:val="24"/>
        <w:szCs w:val="24"/>
      </w:rPr>
      <w:t>For the three-month and nine-month periods</w:t>
    </w:r>
    <w:r w:rsidR="00FE2B77" w:rsidRPr="008E7391">
      <w:rPr>
        <w:b/>
        <w:bCs/>
        <w:sz w:val="24"/>
        <w:szCs w:val="24"/>
      </w:rPr>
      <w:t xml:space="preserve"> ended </w:t>
    </w:r>
    <w:r w:rsidR="001742DD">
      <w:rPr>
        <w:b/>
        <w:bCs/>
        <w:sz w:val="24"/>
        <w:szCs w:val="24"/>
      </w:rPr>
      <w:t>30 September</w:t>
    </w:r>
    <w:r w:rsidR="00FE2B77">
      <w:rPr>
        <w:b/>
        <w:bCs/>
        <w:sz w:val="24"/>
        <w:szCs w:val="24"/>
      </w:rPr>
      <w:t xml:space="preserve"> </w:t>
    </w:r>
    <w:r w:rsidR="009762F8">
      <w:rPr>
        <w:b/>
        <w:bCs/>
        <w:sz w:val="24"/>
        <w:szCs w:val="24"/>
      </w:rPr>
      <w:t xml:space="preserve">2025 </w:t>
    </w:r>
    <w:r w:rsidR="009762F8" w:rsidRPr="008E7391">
      <w:rPr>
        <w:b/>
        <w:bCs/>
        <w:sz w:val="24"/>
        <w:szCs w:val="24"/>
      </w:rPr>
      <w:t xml:space="preserve">(Unaudited) </w:t>
    </w:r>
  </w:p>
  <w:p w14:paraId="6A8FC7D9" w14:textId="169CE9F0" w:rsidR="00A34416" w:rsidRDefault="00A34416" w:rsidP="00CD541B">
    <w:pPr>
      <w:pStyle w:val="Header"/>
      <w:tabs>
        <w:tab w:val="clear" w:pos="4153"/>
        <w:tab w:val="clear" w:pos="8306"/>
      </w:tabs>
      <w:spacing w:line="240" w:lineRule="atLeast"/>
      <w:rPr>
        <w:b/>
        <w:bCs/>
        <w:sz w:val="24"/>
        <w:szCs w:val="24"/>
      </w:rPr>
    </w:pPr>
  </w:p>
  <w:p w14:paraId="1CC747A6" w14:textId="77777777" w:rsidR="00073B8B" w:rsidRDefault="00073B8B" w:rsidP="00CD541B">
    <w:pPr>
      <w:pStyle w:val="Header"/>
      <w:tabs>
        <w:tab w:val="clear" w:pos="4153"/>
        <w:tab w:val="clear" w:pos="8306"/>
      </w:tabs>
      <w:spacing w:line="240" w:lineRule="atLeast"/>
      <w:rPr>
        <w:b/>
        <w:bCs/>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28471" w14:textId="77777777" w:rsidR="00CD6E27" w:rsidRPr="008E7391" w:rsidRDefault="00CD6E27" w:rsidP="00854270">
    <w:pPr>
      <w:pStyle w:val="BodyText"/>
      <w:ind w:right="3"/>
      <w:jc w:val="left"/>
      <w:rPr>
        <w:b/>
        <w:bCs/>
        <w:color w:val="auto"/>
        <w:sz w:val="28"/>
        <w:szCs w:val="28"/>
      </w:rPr>
    </w:pPr>
    <w:r w:rsidRPr="008E7391">
      <w:rPr>
        <w:b/>
        <w:bCs/>
        <w:color w:val="auto"/>
        <w:sz w:val="28"/>
        <w:szCs w:val="28"/>
      </w:rPr>
      <w:t>KCE Electronics Public Company Limited</w:t>
    </w:r>
    <w:r>
      <w:rPr>
        <w:b/>
        <w:bCs/>
        <w:color w:val="auto"/>
        <w:sz w:val="28"/>
        <w:szCs w:val="28"/>
      </w:rPr>
      <w:t xml:space="preserve"> </w:t>
    </w:r>
    <w:r w:rsidRPr="008E7391">
      <w:rPr>
        <w:b/>
        <w:bCs/>
        <w:color w:val="auto"/>
        <w:sz w:val="28"/>
        <w:szCs w:val="28"/>
      </w:rPr>
      <w:t>and its subsidiaries</w:t>
    </w:r>
  </w:p>
  <w:p w14:paraId="66C80056" w14:textId="77777777" w:rsidR="00CD6E27" w:rsidRPr="008E7391" w:rsidRDefault="00CD6E27"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14:paraId="47797CA4" w14:textId="2BF51440" w:rsidR="009762F8" w:rsidRDefault="007564DE" w:rsidP="009762F8">
    <w:pPr>
      <w:pStyle w:val="Header"/>
      <w:tabs>
        <w:tab w:val="clear" w:pos="4153"/>
        <w:tab w:val="clear" w:pos="8306"/>
      </w:tabs>
      <w:spacing w:line="240" w:lineRule="atLeast"/>
      <w:rPr>
        <w:b/>
        <w:bCs/>
        <w:sz w:val="24"/>
        <w:szCs w:val="24"/>
      </w:rPr>
    </w:pPr>
    <w:r>
      <w:rPr>
        <w:b/>
        <w:bCs/>
        <w:sz w:val="24"/>
        <w:szCs w:val="24"/>
      </w:rPr>
      <w:t>For the three-month and nine-month periods</w:t>
    </w:r>
    <w:r w:rsidR="008D3AB4" w:rsidRPr="008E7391">
      <w:rPr>
        <w:b/>
        <w:bCs/>
        <w:sz w:val="24"/>
        <w:szCs w:val="24"/>
      </w:rPr>
      <w:t xml:space="preserve"> ended </w:t>
    </w:r>
    <w:r w:rsidR="001742DD">
      <w:rPr>
        <w:b/>
        <w:bCs/>
        <w:sz w:val="24"/>
        <w:szCs w:val="24"/>
      </w:rPr>
      <w:t>30 September</w:t>
    </w:r>
    <w:r w:rsidR="008D3AB4">
      <w:rPr>
        <w:b/>
        <w:bCs/>
        <w:sz w:val="24"/>
        <w:szCs w:val="24"/>
      </w:rPr>
      <w:t xml:space="preserve"> </w:t>
    </w:r>
    <w:r w:rsidR="009762F8">
      <w:rPr>
        <w:b/>
        <w:bCs/>
        <w:sz w:val="24"/>
        <w:szCs w:val="24"/>
      </w:rPr>
      <w:t xml:space="preserve">2025 </w:t>
    </w:r>
    <w:r w:rsidR="009762F8" w:rsidRPr="008E7391">
      <w:rPr>
        <w:b/>
        <w:bCs/>
        <w:sz w:val="24"/>
        <w:szCs w:val="24"/>
      </w:rPr>
      <w:t xml:space="preserve">(Unaudited) </w:t>
    </w:r>
  </w:p>
  <w:p w14:paraId="0C84492D" w14:textId="77777777" w:rsidR="00CD6E27" w:rsidRPr="00440030" w:rsidRDefault="00CD6E27" w:rsidP="00BE6E74">
    <w:pPr>
      <w:pStyle w:val="Header"/>
      <w:tabs>
        <w:tab w:val="clear" w:pos="4153"/>
        <w:tab w:val="clear" w:pos="8306"/>
      </w:tabs>
      <w:spacing w:line="240" w:lineRule="atLeast"/>
      <w:rPr>
        <w:b/>
        <w:bCs/>
        <w:sz w:val="24"/>
        <w:szCs w:val="24"/>
      </w:rPr>
    </w:pPr>
  </w:p>
  <w:p w14:paraId="6D27AFB3" w14:textId="77777777" w:rsidR="00CD6E27" w:rsidRPr="008E7391" w:rsidRDefault="00CD6E27" w:rsidP="00854270">
    <w:pPr>
      <w:pStyle w:val="Header"/>
      <w:tabs>
        <w:tab w:val="clear" w:pos="4153"/>
        <w:tab w:val="clear" w:pos="8306"/>
      </w:tabs>
      <w:spacing w:line="240" w:lineRule="atLeast"/>
      <w:rPr>
        <w:b/>
        <w:bCs/>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0D6DB" w14:textId="77777777" w:rsidR="00CD6E27" w:rsidRPr="008E7391" w:rsidRDefault="00CD6E27" w:rsidP="00CD541B">
    <w:pPr>
      <w:pStyle w:val="BodyText"/>
      <w:ind w:right="3"/>
      <w:jc w:val="left"/>
      <w:rPr>
        <w:b/>
        <w:bCs/>
        <w:color w:val="auto"/>
        <w:sz w:val="28"/>
        <w:szCs w:val="28"/>
      </w:rPr>
    </w:pPr>
    <w:r w:rsidRPr="008E7391">
      <w:rPr>
        <w:b/>
        <w:bCs/>
        <w:color w:val="auto"/>
        <w:sz w:val="28"/>
        <w:szCs w:val="28"/>
      </w:rPr>
      <w:t>KCE Electronics Public Company Limited</w:t>
    </w:r>
    <w:r>
      <w:rPr>
        <w:b/>
        <w:bCs/>
        <w:color w:val="auto"/>
        <w:sz w:val="28"/>
        <w:szCs w:val="28"/>
      </w:rPr>
      <w:t xml:space="preserve"> </w:t>
    </w:r>
    <w:r w:rsidRPr="008E7391">
      <w:rPr>
        <w:b/>
        <w:bCs/>
        <w:color w:val="auto"/>
        <w:sz w:val="28"/>
        <w:szCs w:val="28"/>
      </w:rPr>
      <w:t>and its subsidiaries</w:t>
    </w:r>
  </w:p>
  <w:p w14:paraId="3F4F491B" w14:textId="77777777" w:rsidR="00CD6E27" w:rsidRPr="008E7391" w:rsidRDefault="00CD6E27" w:rsidP="00300655">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14:paraId="1AAF7D17" w14:textId="07D46AAF" w:rsidR="009762F8" w:rsidRDefault="007564DE" w:rsidP="009762F8">
    <w:pPr>
      <w:pStyle w:val="Header"/>
      <w:tabs>
        <w:tab w:val="clear" w:pos="4153"/>
        <w:tab w:val="clear" w:pos="8306"/>
      </w:tabs>
      <w:spacing w:line="240" w:lineRule="atLeast"/>
      <w:rPr>
        <w:b/>
        <w:bCs/>
        <w:sz w:val="24"/>
        <w:szCs w:val="24"/>
      </w:rPr>
    </w:pPr>
    <w:r>
      <w:rPr>
        <w:b/>
        <w:bCs/>
        <w:sz w:val="24"/>
        <w:szCs w:val="24"/>
      </w:rPr>
      <w:t>For the three-month and nine-month periods</w:t>
    </w:r>
    <w:r w:rsidR="008D3AB4" w:rsidRPr="008E7391">
      <w:rPr>
        <w:b/>
        <w:bCs/>
        <w:sz w:val="24"/>
        <w:szCs w:val="24"/>
      </w:rPr>
      <w:t xml:space="preserve"> ended </w:t>
    </w:r>
    <w:r w:rsidR="001742DD">
      <w:rPr>
        <w:b/>
        <w:bCs/>
        <w:sz w:val="24"/>
        <w:szCs w:val="24"/>
      </w:rPr>
      <w:t>30 September</w:t>
    </w:r>
    <w:r w:rsidR="008D3AB4">
      <w:rPr>
        <w:b/>
        <w:bCs/>
        <w:sz w:val="24"/>
        <w:szCs w:val="24"/>
      </w:rPr>
      <w:t xml:space="preserve"> </w:t>
    </w:r>
    <w:r w:rsidR="009762F8">
      <w:rPr>
        <w:b/>
        <w:bCs/>
        <w:sz w:val="24"/>
        <w:szCs w:val="24"/>
      </w:rPr>
      <w:t xml:space="preserve">2025 </w:t>
    </w:r>
    <w:r w:rsidR="009762F8" w:rsidRPr="008E7391">
      <w:rPr>
        <w:b/>
        <w:bCs/>
        <w:sz w:val="24"/>
        <w:szCs w:val="24"/>
      </w:rPr>
      <w:t xml:space="preserve">(Unaudited) </w:t>
    </w:r>
  </w:p>
  <w:p w14:paraId="2FF395C4" w14:textId="77777777" w:rsidR="00CD6E27" w:rsidRPr="00440030" w:rsidRDefault="00CD6E27" w:rsidP="00BE6E74">
    <w:pPr>
      <w:pStyle w:val="Header"/>
      <w:tabs>
        <w:tab w:val="clear" w:pos="4153"/>
        <w:tab w:val="clear" w:pos="8306"/>
      </w:tabs>
      <w:spacing w:line="240" w:lineRule="atLeast"/>
      <w:rPr>
        <w:b/>
        <w:bCs/>
        <w:sz w:val="24"/>
        <w:szCs w:val="24"/>
      </w:rPr>
    </w:pPr>
  </w:p>
  <w:p w14:paraId="1759CCC2" w14:textId="77777777" w:rsidR="00CD6E27" w:rsidRDefault="00CD6E27" w:rsidP="00CD541B">
    <w:pPr>
      <w:pStyle w:val="Header"/>
      <w:tabs>
        <w:tab w:val="clear" w:pos="4153"/>
        <w:tab w:val="clear" w:pos="8306"/>
      </w:tabs>
      <w:spacing w:line="240" w:lineRule="atLeast"/>
      <w:rPr>
        <w:b/>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3504"/>
    <w:multiLevelType w:val="singleLevel"/>
    <w:tmpl w:val="3EF80B90"/>
    <w:lvl w:ilvl="0">
      <w:start w:val="1"/>
      <w:numFmt w:val="bullet"/>
      <w:lvlText w:val=""/>
      <w:lvlJc w:val="left"/>
      <w:pPr>
        <w:tabs>
          <w:tab w:val="num" w:pos="340"/>
        </w:tabs>
        <w:ind w:left="340" w:hanging="340"/>
      </w:pPr>
      <w:rPr>
        <w:rFonts w:ascii="Symbol" w:hAnsi="Symbol" w:hint="default"/>
        <w:color w:val="auto"/>
        <w:sz w:val="22"/>
      </w:rPr>
    </w:lvl>
  </w:abstractNum>
  <w:abstractNum w:abstractNumId="1">
    <w:nsid w:val="072954D5"/>
    <w:multiLevelType w:val="multilevel"/>
    <w:tmpl w:val="DBF4E2D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09CA4913"/>
    <w:multiLevelType w:val="hybridMultilevel"/>
    <w:tmpl w:val="12C4617A"/>
    <w:lvl w:ilvl="0" w:tplc="474C974E">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nsid w:val="0F322C9E"/>
    <w:multiLevelType w:val="hybridMultilevel"/>
    <w:tmpl w:val="6E9CF624"/>
    <w:lvl w:ilvl="0" w:tplc="46E0873C">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13C10503"/>
    <w:multiLevelType w:val="hybridMultilevel"/>
    <w:tmpl w:val="3C202B42"/>
    <w:lvl w:ilvl="0" w:tplc="1E9ED56C">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1E834113"/>
    <w:multiLevelType w:val="hybridMultilevel"/>
    <w:tmpl w:val="34E46EAC"/>
    <w:lvl w:ilvl="0" w:tplc="DA4E65AE">
      <w:start w:val="1"/>
      <w:numFmt w:val="bullet"/>
      <w:pStyle w:val="ListBullet2"/>
      <w:lvlText w:val="-"/>
      <w:lvlJc w:val="left"/>
      <w:pPr>
        <w:tabs>
          <w:tab w:val="num" w:pos="700"/>
        </w:tabs>
        <w:ind w:left="680" w:hanging="340"/>
      </w:pPr>
      <w:rPr>
        <w:rFonts w:ascii="Times New Roman" w:hAnsi="Times New Roman" w:hint="default"/>
      </w:rPr>
    </w:lvl>
    <w:lvl w:ilvl="1" w:tplc="55CCE3DE" w:tentative="1">
      <w:start w:val="1"/>
      <w:numFmt w:val="bullet"/>
      <w:lvlText w:val="o"/>
      <w:lvlJc w:val="left"/>
      <w:pPr>
        <w:tabs>
          <w:tab w:val="num" w:pos="1440"/>
        </w:tabs>
        <w:ind w:left="1440" w:hanging="360"/>
      </w:pPr>
      <w:rPr>
        <w:rFonts w:ascii="Courier New" w:hAnsi="Courier New" w:hint="default"/>
      </w:rPr>
    </w:lvl>
    <w:lvl w:ilvl="2" w:tplc="829893E2" w:tentative="1">
      <w:start w:val="1"/>
      <w:numFmt w:val="bullet"/>
      <w:lvlText w:val=""/>
      <w:lvlJc w:val="left"/>
      <w:pPr>
        <w:tabs>
          <w:tab w:val="num" w:pos="2160"/>
        </w:tabs>
        <w:ind w:left="2160" w:hanging="360"/>
      </w:pPr>
      <w:rPr>
        <w:rFonts w:ascii="Wingdings" w:hAnsi="Wingdings" w:hint="default"/>
      </w:rPr>
    </w:lvl>
    <w:lvl w:ilvl="3" w:tplc="E10E574C" w:tentative="1">
      <w:start w:val="1"/>
      <w:numFmt w:val="bullet"/>
      <w:lvlText w:val=""/>
      <w:lvlJc w:val="left"/>
      <w:pPr>
        <w:tabs>
          <w:tab w:val="num" w:pos="2880"/>
        </w:tabs>
        <w:ind w:left="2880" w:hanging="360"/>
      </w:pPr>
      <w:rPr>
        <w:rFonts w:ascii="Symbol" w:hAnsi="Symbol" w:hint="default"/>
      </w:rPr>
    </w:lvl>
    <w:lvl w:ilvl="4" w:tplc="813684B8" w:tentative="1">
      <w:start w:val="1"/>
      <w:numFmt w:val="bullet"/>
      <w:lvlText w:val="o"/>
      <w:lvlJc w:val="left"/>
      <w:pPr>
        <w:tabs>
          <w:tab w:val="num" w:pos="3600"/>
        </w:tabs>
        <w:ind w:left="3600" w:hanging="360"/>
      </w:pPr>
      <w:rPr>
        <w:rFonts w:ascii="Courier New" w:hAnsi="Courier New" w:hint="default"/>
      </w:rPr>
    </w:lvl>
    <w:lvl w:ilvl="5" w:tplc="1490257E" w:tentative="1">
      <w:start w:val="1"/>
      <w:numFmt w:val="bullet"/>
      <w:lvlText w:val=""/>
      <w:lvlJc w:val="left"/>
      <w:pPr>
        <w:tabs>
          <w:tab w:val="num" w:pos="4320"/>
        </w:tabs>
        <w:ind w:left="4320" w:hanging="360"/>
      </w:pPr>
      <w:rPr>
        <w:rFonts w:ascii="Wingdings" w:hAnsi="Wingdings" w:hint="default"/>
      </w:rPr>
    </w:lvl>
    <w:lvl w:ilvl="6" w:tplc="A05C8892" w:tentative="1">
      <w:start w:val="1"/>
      <w:numFmt w:val="bullet"/>
      <w:lvlText w:val=""/>
      <w:lvlJc w:val="left"/>
      <w:pPr>
        <w:tabs>
          <w:tab w:val="num" w:pos="5040"/>
        </w:tabs>
        <w:ind w:left="5040" w:hanging="360"/>
      </w:pPr>
      <w:rPr>
        <w:rFonts w:ascii="Symbol" w:hAnsi="Symbol" w:hint="default"/>
      </w:rPr>
    </w:lvl>
    <w:lvl w:ilvl="7" w:tplc="C4C8AABA" w:tentative="1">
      <w:start w:val="1"/>
      <w:numFmt w:val="bullet"/>
      <w:lvlText w:val="o"/>
      <w:lvlJc w:val="left"/>
      <w:pPr>
        <w:tabs>
          <w:tab w:val="num" w:pos="5760"/>
        </w:tabs>
        <w:ind w:left="5760" w:hanging="360"/>
      </w:pPr>
      <w:rPr>
        <w:rFonts w:ascii="Courier New" w:hAnsi="Courier New" w:hint="default"/>
      </w:rPr>
    </w:lvl>
    <w:lvl w:ilvl="8" w:tplc="35627440" w:tentative="1">
      <w:start w:val="1"/>
      <w:numFmt w:val="bullet"/>
      <w:lvlText w:val=""/>
      <w:lvlJc w:val="left"/>
      <w:pPr>
        <w:tabs>
          <w:tab w:val="num" w:pos="6480"/>
        </w:tabs>
        <w:ind w:left="6480" w:hanging="360"/>
      </w:pPr>
      <w:rPr>
        <w:rFonts w:ascii="Wingdings" w:hAnsi="Wingdings" w:hint="default"/>
      </w:rPr>
    </w:lvl>
  </w:abstractNum>
  <w:abstractNum w:abstractNumId="9">
    <w:nsid w:val="20D55313"/>
    <w:multiLevelType w:val="hybridMultilevel"/>
    <w:tmpl w:val="78D274FA"/>
    <w:lvl w:ilvl="0" w:tplc="D7429F44">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nsid w:val="25A5716A"/>
    <w:multiLevelType w:val="hybridMultilevel"/>
    <w:tmpl w:val="9676D686"/>
    <w:lvl w:ilvl="0" w:tplc="67D85DD2">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nsid w:val="265E0CFC"/>
    <w:multiLevelType w:val="hybridMultilevel"/>
    <w:tmpl w:val="5764F122"/>
    <w:lvl w:ilvl="0" w:tplc="44B2B6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261BD3"/>
    <w:multiLevelType w:val="hybridMultilevel"/>
    <w:tmpl w:val="112ABE7E"/>
    <w:lvl w:ilvl="0" w:tplc="C8785F34">
      <w:start w:val="21"/>
      <w:numFmt w:val="decimal"/>
      <w:lvlText w:val="%1"/>
      <w:lvlJc w:val="left"/>
      <w:pPr>
        <w:ind w:left="900" w:hanging="360"/>
      </w:pPr>
      <w:rPr>
        <w:rFonts w:eastAsia="Arial Unicode MS" w:hint="default"/>
        <w:color w:val="000000"/>
      </w:rPr>
    </w:lvl>
    <w:lvl w:ilvl="1" w:tplc="B0D69D1C" w:tentative="1">
      <w:start w:val="1"/>
      <w:numFmt w:val="lowerLetter"/>
      <w:lvlText w:val="%2."/>
      <w:lvlJc w:val="left"/>
      <w:pPr>
        <w:ind w:left="1620" w:hanging="360"/>
      </w:pPr>
    </w:lvl>
    <w:lvl w:ilvl="2" w:tplc="BDBA34F0" w:tentative="1">
      <w:start w:val="1"/>
      <w:numFmt w:val="lowerRoman"/>
      <w:lvlText w:val="%3."/>
      <w:lvlJc w:val="right"/>
      <w:pPr>
        <w:ind w:left="2340" w:hanging="180"/>
      </w:pPr>
    </w:lvl>
    <w:lvl w:ilvl="3" w:tplc="5D060EDE" w:tentative="1">
      <w:start w:val="1"/>
      <w:numFmt w:val="decimal"/>
      <w:lvlText w:val="%4."/>
      <w:lvlJc w:val="left"/>
      <w:pPr>
        <w:ind w:left="3060" w:hanging="360"/>
      </w:pPr>
    </w:lvl>
    <w:lvl w:ilvl="4" w:tplc="A4363DEC" w:tentative="1">
      <w:start w:val="1"/>
      <w:numFmt w:val="lowerLetter"/>
      <w:lvlText w:val="%5."/>
      <w:lvlJc w:val="left"/>
      <w:pPr>
        <w:ind w:left="3780" w:hanging="360"/>
      </w:pPr>
    </w:lvl>
    <w:lvl w:ilvl="5" w:tplc="199CD832" w:tentative="1">
      <w:start w:val="1"/>
      <w:numFmt w:val="lowerRoman"/>
      <w:lvlText w:val="%6."/>
      <w:lvlJc w:val="right"/>
      <w:pPr>
        <w:ind w:left="4500" w:hanging="180"/>
      </w:pPr>
    </w:lvl>
    <w:lvl w:ilvl="6" w:tplc="8F8A405A" w:tentative="1">
      <w:start w:val="1"/>
      <w:numFmt w:val="decimal"/>
      <w:lvlText w:val="%7."/>
      <w:lvlJc w:val="left"/>
      <w:pPr>
        <w:ind w:left="5220" w:hanging="360"/>
      </w:pPr>
    </w:lvl>
    <w:lvl w:ilvl="7" w:tplc="24C293F6" w:tentative="1">
      <w:start w:val="1"/>
      <w:numFmt w:val="lowerLetter"/>
      <w:lvlText w:val="%8."/>
      <w:lvlJc w:val="left"/>
      <w:pPr>
        <w:ind w:left="5940" w:hanging="360"/>
      </w:pPr>
    </w:lvl>
    <w:lvl w:ilvl="8" w:tplc="B426976E" w:tentative="1">
      <w:start w:val="1"/>
      <w:numFmt w:val="lowerRoman"/>
      <w:lvlText w:val="%9."/>
      <w:lvlJc w:val="right"/>
      <w:pPr>
        <w:ind w:left="6660" w:hanging="180"/>
      </w:pPr>
    </w:lvl>
  </w:abstractNum>
  <w:abstractNum w:abstractNumId="14">
    <w:nsid w:val="2E582BE0"/>
    <w:multiLevelType w:val="hybridMultilevel"/>
    <w:tmpl w:val="B86EC3DE"/>
    <w:lvl w:ilvl="0" w:tplc="95E01D10">
      <w:start w:val="13"/>
      <w:numFmt w:val="decimal"/>
      <w:pStyle w:val="index"/>
      <w:lvlText w:val="%1."/>
      <w:lvlJc w:val="left"/>
      <w:pPr>
        <w:tabs>
          <w:tab w:val="num" w:pos="900"/>
        </w:tabs>
        <w:ind w:left="900" w:hanging="540"/>
      </w:pPr>
      <w:rPr>
        <w:rFonts w:cs="Times New Roman" w:hint="default"/>
      </w:rPr>
    </w:lvl>
    <w:lvl w:ilvl="1" w:tplc="53925BF8" w:tentative="1">
      <w:start w:val="1"/>
      <w:numFmt w:val="lowerLetter"/>
      <w:lvlText w:val="%2."/>
      <w:lvlJc w:val="left"/>
      <w:pPr>
        <w:tabs>
          <w:tab w:val="num" w:pos="1440"/>
        </w:tabs>
        <w:ind w:left="1440" w:hanging="360"/>
      </w:pPr>
      <w:rPr>
        <w:rFonts w:cs="Times New Roman"/>
      </w:rPr>
    </w:lvl>
    <w:lvl w:ilvl="2" w:tplc="8FA085AA" w:tentative="1">
      <w:start w:val="1"/>
      <w:numFmt w:val="lowerRoman"/>
      <w:lvlText w:val="%3."/>
      <w:lvlJc w:val="right"/>
      <w:pPr>
        <w:tabs>
          <w:tab w:val="num" w:pos="2160"/>
        </w:tabs>
        <w:ind w:left="2160" w:hanging="180"/>
      </w:pPr>
      <w:rPr>
        <w:rFonts w:cs="Times New Roman"/>
      </w:rPr>
    </w:lvl>
    <w:lvl w:ilvl="3" w:tplc="3404FA34" w:tentative="1">
      <w:start w:val="1"/>
      <w:numFmt w:val="decimal"/>
      <w:lvlText w:val="%4."/>
      <w:lvlJc w:val="left"/>
      <w:pPr>
        <w:tabs>
          <w:tab w:val="num" w:pos="2880"/>
        </w:tabs>
        <w:ind w:left="2880" w:hanging="360"/>
      </w:pPr>
      <w:rPr>
        <w:rFonts w:cs="Times New Roman"/>
      </w:rPr>
    </w:lvl>
    <w:lvl w:ilvl="4" w:tplc="5F78037E" w:tentative="1">
      <w:start w:val="1"/>
      <w:numFmt w:val="lowerLetter"/>
      <w:lvlText w:val="%5."/>
      <w:lvlJc w:val="left"/>
      <w:pPr>
        <w:tabs>
          <w:tab w:val="num" w:pos="3600"/>
        </w:tabs>
        <w:ind w:left="3600" w:hanging="360"/>
      </w:pPr>
      <w:rPr>
        <w:rFonts w:cs="Times New Roman"/>
      </w:rPr>
    </w:lvl>
    <w:lvl w:ilvl="5" w:tplc="360CCBA0" w:tentative="1">
      <w:start w:val="1"/>
      <w:numFmt w:val="lowerRoman"/>
      <w:lvlText w:val="%6."/>
      <w:lvlJc w:val="right"/>
      <w:pPr>
        <w:tabs>
          <w:tab w:val="num" w:pos="4320"/>
        </w:tabs>
        <w:ind w:left="4320" w:hanging="180"/>
      </w:pPr>
      <w:rPr>
        <w:rFonts w:cs="Times New Roman"/>
      </w:rPr>
    </w:lvl>
    <w:lvl w:ilvl="6" w:tplc="533207BE" w:tentative="1">
      <w:start w:val="1"/>
      <w:numFmt w:val="decimal"/>
      <w:lvlText w:val="%7."/>
      <w:lvlJc w:val="left"/>
      <w:pPr>
        <w:tabs>
          <w:tab w:val="num" w:pos="5040"/>
        </w:tabs>
        <w:ind w:left="5040" w:hanging="360"/>
      </w:pPr>
      <w:rPr>
        <w:rFonts w:cs="Times New Roman"/>
      </w:rPr>
    </w:lvl>
    <w:lvl w:ilvl="7" w:tplc="4F503FE8" w:tentative="1">
      <w:start w:val="1"/>
      <w:numFmt w:val="lowerLetter"/>
      <w:lvlText w:val="%8."/>
      <w:lvlJc w:val="left"/>
      <w:pPr>
        <w:tabs>
          <w:tab w:val="num" w:pos="5760"/>
        </w:tabs>
        <w:ind w:left="5760" w:hanging="360"/>
      </w:pPr>
      <w:rPr>
        <w:rFonts w:cs="Times New Roman"/>
      </w:rPr>
    </w:lvl>
    <w:lvl w:ilvl="8" w:tplc="25DCB9D0" w:tentative="1">
      <w:start w:val="1"/>
      <w:numFmt w:val="lowerRoman"/>
      <w:lvlText w:val="%9."/>
      <w:lvlJc w:val="right"/>
      <w:pPr>
        <w:tabs>
          <w:tab w:val="num" w:pos="6480"/>
        </w:tabs>
        <w:ind w:left="6480" w:hanging="180"/>
      </w:pPr>
      <w:rPr>
        <w:rFonts w:cs="Times New Roman"/>
      </w:rPr>
    </w:lvl>
  </w:abstractNum>
  <w:abstractNum w:abstractNumId="15">
    <w:nsid w:val="2FA3366E"/>
    <w:multiLevelType w:val="hybridMultilevel"/>
    <w:tmpl w:val="ACFA8B84"/>
    <w:lvl w:ilvl="0" w:tplc="04090001">
      <w:start w:val="1"/>
      <w:numFmt w:val="bullet"/>
      <w:lvlText w:val=""/>
      <w:lvlJc w:val="left"/>
      <w:pPr>
        <w:ind w:left="916" w:hanging="360"/>
      </w:pPr>
      <w:rPr>
        <w:rFonts w:ascii="Symbol" w:hAnsi="Symbol" w:hint="default"/>
      </w:rPr>
    </w:lvl>
    <w:lvl w:ilvl="1" w:tplc="04090003">
      <w:start w:val="1"/>
      <w:numFmt w:val="bullet"/>
      <w:lvlText w:val="o"/>
      <w:lvlJc w:val="left"/>
      <w:pPr>
        <w:ind w:left="1636" w:hanging="360"/>
      </w:pPr>
      <w:rPr>
        <w:rFonts w:ascii="Courier New" w:hAnsi="Courier New" w:cs="Courier New" w:hint="default"/>
      </w:rPr>
    </w:lvl>
    <w:lvl w:ilvl="2" w:tplc="04090005">
      <w:start w:val="1"/>
      <w:numFmt w:val="bullet"/>
      <w:lvlText w:val=""/>
      <w:lvlJc w:val="left"/>
      <w:pPr>
        <w:ind w:left="2356" w:hanging="360"/>
      </w:pPr>
      <w:rPr>
        <w:rFonts w:ascii="Wingdings" w:hAnsi="Wingdings" w:hint="default"/>
      </w:rPr>
    </w:lvl>
    <w:lvl w:ilvl="3" w:tplc="04090001">
      <w:start w:val="1"/>
      <w:numFmt w:val="bullet"/>
      <w:lvlText w:val=""/>
      <w:lvlJc w:val="left"/>
      <w:pPr>
        <w:ind w:left="3076" w:hanging="360"/>
      </w:pPr>
      <w:rPr>
        <w:rFonts w:ascii="Symbol" w:hAnsi="Symbol" w:hint="default"/>
      </w:rPr>
    </w:lvl>
    <w:lvl w:ilvl="4" w:tplc="04090003">
      <w:start w:val="1"/>
      <w:numFmt w:val="bullet"/>
      <w:lvlText w:val="o"/>
      <w:lvlJc w:val="left"/>
      <w:pPr>
        <w:ind w:left="3796" w:hanging="360"/>
      </w:pPr>
      <w:rPr>
        <w:rFonts w:ascii="Courier New" w:hAnsi="Courier New" w:cs="Courier New" w:hint="default"/>
      </w:rPr>
    </w:lvl>
    <w:lvl w:ilvl="5" w:tplc="04090005">
      <w:start w:val="1"/>
      <w:numFmt w:val="bullet"/>
      <w:lvlText w:val=""/>
      <w:lvlJc w:val="left"/>
      <w:pPr>
        <w:ind w:left="4516" w:hanging="360"/>
      </w:pPr>
      <w:rPr>
        <w:rFonts w:ascii="Wingdings" w:hAnsi="Wingdings" w:hint="default"/>
      </w:rPr>
    </w:lvl>
    <w:lvl w:ilvl="6" w:tplc="04090001">
      <w:start w:val="1"/>
      <w:numFmt w:val="bullet"/>
      <w:lvlText w:val=""/>
      <w:lvlJc w:val="left"/>
      <w:pPr>
        <w:ind w:left="5236" w:hanging="360"/>
      </w:pPr>
      <w:rPr>
        <w:rFonts w:ascii="Symbol" w:hAnsi="Symbol" w:hint="default"/>
      </w:rPr>
    </w:lvl>
    <w:lvl w:ilvl="7" w:tplc="04090003">
      <w:start w:val="1"/>
      <w:numFmt w:val="bullet"/>
      <w:lvlText w:val="o"/>
      <w:lvlJc w:val="left"/>
      <w:pPr>
        <w:ind w:left="5956" w:hanging="360"/>
      </w:pPr>
      <w:rPr>
        <w:rFonts w:ascii="Courier New" w:hAnsi="Courier New" w:cs="Courier New" w:hint="default"/>
      </w:rPr>
    </w:lvl>
    <w:lvl w:ilvl="8" w:tplc="04090005">
      <w:start w:val="1"/>
      <w:numFmt w:val="bullet"/>
      <w:lvlText w:val=""/>
      <w:lvlJc w:val="left"/>
      <w:pPr>
        <w:ind w:left="6676" w:hanging="360"/>
      </w:pPr>
      <w:rPr>
        <w:rFonts w:ascii="Wingdings" w:hAnsi="Wingdings" w:hint="default"/>
      </w:r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8">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9A109CD"/>
    <w:multiLevelType w:val="multilevel"/>
    <w:tmpl w:val="F2949BA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nsid w:val="3B9D4190"/>
    <w:multiLevelType w:val="hybridMultilevel"/>
    <w:tmpl w:val="8F80C68C"/>
    <w:lvl w:ilvl="0" w:tplc="D87C921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CA71CF0"/>
    <w:multiLevelType w:val="hybridMultilevel"/>
    <w:tmpl w:val="6BB0D6F0"/>
    <w:lvl w:ilvl="0" w:tplc="D654DEEA">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3">
    <w:nsid w:val="40583595"/>
    <w:multiLevelType w:val="hybridMultilevel"/>
    <w:tmpl w:val="9712185C"/>
    <w:lvl w:ilvl="0" w:tplc="D7321444">
      <w:start w:val="1"/>
      <w:numFmt w:val="decimal"/>
      <w:lvlText w:val="(%1)"/>
      <w:lvlJc w:val="left"/>
      <w:pPr>
        <w:ind w:left="540" w:hanging="360"/>
      </w:pPr>
      <w:rPr>
        <w:rFonts w:hint="default"/>
      </w:rPr>
    </w:lvl>
    <w:lvl w:ilvl="1" w:tplc="C9DCA9DC" w:tentative="1">
      <w:start w:val="1"/>
      <w:numFmt w:val="lowerLetter"/>
      <w:lvlText w:val="%2."/>
      <w:lvlJc w:val="left"/>
      <w:pPr>
        <w:ind w:left="1620" w:hanging="360"/>
      </w:pPr>
    </w:lvl>
    <w:lvl w:ilvl="2" w:tplc="0E648978" w:tentative="1">
      <w:start w:val="1"/>
      <w:numFmt w:val="lowerRoman"/>
      <w:lvlText w:val="%3."/>
      <w:lvlJc w:val="right"/>
      <w:pPr>
        <w:ind w:left="2340" w:hanging="180"/>
      </w:pPr>
    </w:lvl>
    <w:lvl w:ilvl="3" w:tplc="5358B2DC" w:tentative="1">
      <w:start w:val="1"/>
      <w:numFmt w:val="decimal"/>
      <w:lvlText w:val="%4."/>
      <w:lvlJc w:val="left"/>
      <w:pPr>
        <w:ind w:left="3060" w:hanging="360"/>
      </w:pPr>
    </w:lvl>
    <w:lvl w:ilvl="4" w:tplc="32E01C08" w:tentative="1">
      <w:start w:val="1"/>
      <w:numFmt w:val="lowerLetter"/>
      <w:lvlText w:val="%5."/>
      <w:lvlJc w:val="left"/>
      <w:pPr>
        <w:ind w:left="3780" w:hanging="360"/>
      </w:pPr>
    </w:lvl>
    <w:lvl w:ilvl="5" w:tplc="D2D6E642" w:tentative="1">
      <w:start w:val="1"/>
      <w:numFmt w:val="lowerRoman"/>
      <w:lvlText w:val="%6."/>
      <w:lvlJc w:val="right"/>
      <w:pPr>
        <w:ind w:left="4500" w:hanging="180"/>
      </w:pPr>
    </w:lvl>
    <w:lvl w:ilvl="6" w:tplc="297E1F2E" w:tentative="1">
      <w:start w:val="1"/>
      <w:numFmt w:val="decimal"/>
      <w:lvlText w:val="%7."/>
      <w:lvlJc w:val="left"/>
      <w:pPr>
        <w:ind w:left="5220" w:hanging="360"/>
      </w:pPr>
    </w:lvl>
    <w:lvl w:ilvl="7" w:tplc="A8EA8EA0" w:tentative="1">
      <w:start w:val="1"/>
      <w:numFmt w:val="lowerLetter"/>
      <w:lvlText w:val="%8."/>
      <w:lvlJc w:val="left"/>
      <w:pPr>
        <w:ind w:left="5940" w:hanging="360"/>
      </w:pPr>
    </w:lvl>
    <w:lvl w:ilvl="8" w:tplc="F1A4E052" w:tentative="1">
      <w:start w:val="1"/>
      <w:numFmt w:val="lowerRoman"/>
      <w:lvlText w:val="%9."/>
      <w:lvlJc w:val="right"/>
      <w:pPr>
        <w:ind w:left="6660" w:hanging="180"/>
      </w:pPr>
    </w:lvl>
  </w:abstractNum>
  <w:abstractNum w:abstractNumId="24">
    <w:nsid w:val="406B13E0"/>
    <w:multiLevelType w:val="singleLevel"/>
    <w:tmpl w:val="0D3AC1F6"/>
    <w:lvl w:ilvl="0">
      <w:start w:val="1"/>
      <w:numFmt w:val="bullet"/>
      <w:lvlText w:val=""/>
      <w:lvlJc w:val="left"/>
      <w:pPr>
        <w:tabs>
          <w:tab w:val="num" w:pos="340"/>
        </w:tabs>
        <w:ind w:left="340" w:hanging="340"/>
      </w:pPr>
      <w:rPr>
        <w:rFonts w:ascii="Symbol" w:hAnsi="Symbol" w:hint="default"/>
        <w:color w:val="auto"/>
        <w:sz w:val="22"/>
      </w:rPr>
    </w:lvl>
  </w:abstractNum>
  <w:abstractNum w:abstractNumId="25">
    <w:nsid w:val="41970E70"/>
    <w:multiLevelType w:val="hybridMultilevel"/>
    <w:tmpl w:val="9FD43A0C"/>
    <w:lvl w:ilvl="0" w:tplc="E30CC726">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
    <w:nsid w:val="42F33155"/>
    <w:multiLevelType w:val="hybridMultilevel"/>
    <w:tmpl w:val="7DF8242C"/>
    <w:lvl w:ilvl="0" w:tplc="5E788CA0">
      <w:start w:val="1"/>
      <w:numFmt w:val="lowerLetter"/>
      <w:lvlText w:val="%1)"/>
      <w:lvlJc w:val="left"/>
      <w:pPr>
        <w:ind w:left="900" w:hanging="360"/>
      </w:pPr>
      <w:rPr>
        <w:rFonts w:eastAsia="Arial Unicode M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472920FC"/>
    <w:multiLevelType w:val="hybridMultilevel"/>
    <w:tmpl w:val="684EE6DE"/>
    <w:lvl w:ilvl="0" w:tplc="93B85D36">
      <w:start w:val="1"/>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002249D"/>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0EF3333"/>
    <w:multiLevelType w:val="hybridMultilevel"/>
    <w:tmpl w:val="4EE03E78"/>
    <w:lvl w:ilvl="0" w:tplc="72549226">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nsid w:val="51271ADA"/>
    <w:multiLevelType w:val="hybridMultilevel"/>
    <w:tmpl w:val="9398A35A"/>
    <w:lvl w:ilvl="0" w:tplc="505A0DA4">
      <w:start w:val="1"/>
      <w:numFmt w:val="lowerLetter"/>
      <w:lvlText w:val="(%1)"/>
      <w:lvlJc w:val="left"/>
      <w:pPr>
        <w:ind w:left="900" w:hanging="360"/>
      </w:pPr>
      <w:rPr>
        <w:i/>
        <w:iCs/>
        <w:sz w:val="20"/>
        <w:szCs w:val="18"/>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31">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AF187F"/>
    <w:multiLevelType w:val="hybridMultilevel"/>
    <w:tmpl w:val="6756EF96"/>
    <w:lvl w:ilvl="0" w:tplc="A48E7B98">
      <w:start w:val="3"/>
      <w:numFmt w:val="lowerLetter"/>
      <w:lvlText w:val="(%1)"/>
      <w:lvlJc w:val="left"/>
      <w:pPr>
        <w:tabs>
          <w:tab w:val="num" w:pos="900"/>
        </w:tabs>
        <w:ind w:left="900" w:hanging="360"/>
      </w:pPr>
      <w:rPr>
        <w:rFonts w:hint="default"/>
      </w:rPr>
    </w:lvl>
    <w:lvl w:ilvl="1" w:tplc="D23A8ABE">
      <w:start w:val="49"/>
      <w:numFmt w:val="decimal"/>
      <w:lvlText w:val="%2"/>
      <w:lvlJc w:val="left"/>
      <w:pPr>
        <w:tabs>
          <w:tab w:val="num" w:pos="1620"/>
        </w:tabs>
        <w:ind w:left="1620" w:hanging="360"/>
      </w:pPr>
      <w:rPr>
        <w:rFonts w:hint="default"/>
      </w:rPr>
    </w:lvl>
    <w:lvl w:ilvl="2" w:tplc="065677A2" w:tentative="1">
      <w:start w:val="1"/>
      <w:numFmt w:val="lowerRoman"/>
      <w:lvlText w:val="%3."/>
      <w:lvlJc w:val="right"/>
      <w:pPr>
        <w:tabs>
          <w:tab w:val="num" w:pos="2340"/>
        </w:tabs>
        <w:ind w:left="2340" w:hanging="180"/>
      </w:pPr>
    </w:lvl>
    <w:lvl w:ilvl="3" w:tplc="0FFA59E4" w:tentative="1">
      <w:start w:val="1"/>
      <w:numFmt w:val="decimal"/>
      <w:lvlText w:val="%4."/>
      <w:lvlJc w:val="left"/>
      <w:pPr>
        <w:tabs>
          <w:tab w:val="num" w:pos="3060"/>
        </w:tabs>
        <w:ind w:left="3060" w:hanging="360"/>
      </w:pPr>
    </w:lvl>
    <w:lvl w:ilvl="4" w:tplc="EE44433C" w:tentative="1">
      <w:start w:val="1"/>
      <w:numFmt w:val="lowerLetter"/>
      <w:lvlText w:val="%5."/>
      <w:lvlJc w:val="left"/>
      <w:pPr>
        <w:tabs>
          <w:tab w:val="num" w:pos="3780"/>
        </w:tabs>
        <w:ind w:left="3780" w:hanging="360"/>
      </w:pPr>
    </w:lvl>
    <w:lvl w:ilvl="5" w:tplc="E39A44DE" w:tentative="1">
      <w:start w:val="1"/>
      <w:numFmt w:val="lowerRoman"/>
      <w:lvlText w:val="%6."/>
      <w:lvlJc w:val="right"/>
      <w:pPr>
        <w:tabs>
          <w:tab w:val="num" w:pos="4500"/>
        </w:tabs>
        <w:ind w:left="4500" w:hanging="180"/>
      </w:pPr>
    </w:lvl>
    <w:lvl w:ilvl="6" w:tplc="8A8C9C2C" w:tentative="1">
      <w:start w:val="1"/>
      <w:numFmt w:val="decimal"/>
      <w:lvlText w:val="%7."/>
      <w:lvlJc w:val="left"/>
      <w:pPr>
        <w:tabs>
          <w:tab w:val="num" w:pos="5220"/>
        </w:tabs>
        <w:ind w:left="5220" w:hanging="360"/>
      </w:pPr>
    </w:lvl>
    <w:lvl w:ilvl="7" w:tplc="EEC22328" w:tentative="1">
      <w:start w:val="1"/>
      <w:numFmt w:val="lowerLetter"/>
      <w:lvlText w:val="%8."/>
      <w:lvlJc w:val="left"/>
      <w:pPr>
        <w:tabs>
          <w:tab w:val="num" w:pos="5940"/>
        </w:tabs>
        <w:ind w:left="5940" w:hanging="360"/>
      </w:pPr>
    </w:lvl>
    <w:lvl w:ilvl="8" w:tplc="3EF6CB4C" w:tentative="1">
      <w:start w:val="1"/>
      <w:numFmt w:val="lowerRoman"/>
      <w:lvlText w:val="%9."/>
      <w:lvlJc w:val="right"/>
      <w:pPr>
        <w:tabs>
          <w:tab w:val="num" w:pos="6660"/>
        </w:tabs>
        <w:ind w:left="6660" w:hanging="180"/>
      </w:pPr>
    </w:lvl>
  </w:abstractNum>
  <w:abstractNum w:abstractNumId="33">
    <w:nsid w:val="58DC3C00"/>
    <w:multiLevelType w:val="hybridMultilevel"/>
    <w:tmpl w:val="A3F68778"/>
    <w:lvl w:ilvl="0" w:tplc="4B52FB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597403A8"/>
    <w:multiLevelType w:val="hybridMultilevel"/>
    <w:tmpl w:val="FCEEE340"/>
    <w:lvl w:ilvl="0" w:tplc="734223E6">
      <w:start w:val="20"/>
      <w:numFmt w:val="decimal"/>
      <w:lvlText w:val="%1"/>
      <w:lvlJc w:val="left"/>
      <w:pPr>
        <w:ind w:left="720" w:hanging="360"/>
      </w:pPr>
      <w:rPr>
        <w:rFonts w:eastAsia="Arial Unicode M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8706DB"/>
    <w:multiLevelType w:val="hybridMultilevel"/>
    <w:tmpl w:val="E96A4AB8"/>
    <w:lvl w:ilvl="0" w:tplc="0B82F476">
      <w:start w:val="1"/>
      <w:numFmt w:val="decimal"/>
      <w:lvlText w:val="(%1)"/>
      <w:lvlJc w:val="left"/>
      <w:pPr>
        <w:ind w:left="720" w:hanging="360"/>
      </w:pPr>
      <w:rPr>
        <w:rFonts w:eastAsia="Arial Unicode MS" w:hint="default"/>
        <w:sz w:val="22"/>
        <w:lang w:val="en-US"/>
      </w:rPr>
    </w:lvl>
    <w:lvl w:ilvl="1" w:tplc="3A2621EE" w:tentative="1">
      <w:start w:val="1"/>
      <w:numFmt w:val="lowerLetter"/>
      <w:lvlText w:val="%2."/>
      <w:lvlJc w:val="left"/>
      <w:pPr>
        <w:ind w:left="1440" w:hanging="360"/>
      </w:pPr>
    </w:lvl>
    <w:lvl w:ilvl="2" w:tplc="F476E4EC" w:tentative="1">
      <w:start w:val="1"/>
      <w:numFmt w:val="lowerRoman"/>
      <w:lvlText w:val="%3."/>
      <w:lvlJc w:val="right"/>
      <w:pPr>
        <w:ind w:left="2160" w:hanging="180"/>
      </w:pPr>
    </w:lvl>
    <w:lvl w:ilvl="3" w:tplc="C03649FA" w:tentative="1">
      <w:start w:val="1"/>
      <w:numFmt w:val="decimal"/>
      <w:lvlText w:val="%4."/>
      <w:lvlJc w:val="left"/>
      <w:pPr>
        <w:ind w:left="2880" w:hanging="360"/>
      </w:pPr>
    </w:lvl>
    <w:lvl w:ilvl="4" w:tplc="6F2EC4B8" w:tentative="1">
      <w:start w:val="1"/>
      <w:numFmt w:val="lowerLetter"/>
      <w:lvlText w:val="%5."/>
      <w:lvlJc w:val="left"/>
      <w:pPr>
        <w:ind w:left="3600" w:hanging="360"/>
      </w:pPr>
    </w:lvl>
    <w:lvl w:ilvl="5" w:tplc="5D1C6918" w:tentative="1">
      <w:start w:val="1"/>
      <w:numFmt w:val="lowerRoman"/>
      <w:lvlText w:val="%6."/>
      <w:lvlJc w:val="right"/>
      <w:pPr>
        <w:ind w:left="4320" w:hanging="180"/>
      </w:pPr>
    </w:lvl>
    <w:lvl w:ilvl="6" w:tplc="3D24FBF0" w:tentative="1">
      <w:start w:val="1"/>
      <w:numFmt w:val="decimal"/>
      <w:lvlText w:val="%7."/>
      <w:lvlJc w:val="left"/>
      <w:pPr>
        <w:ind w:left="5040" w:hanging="360"/>
      </w:pPr>
    </w:lvl>
    <w:lvl w:ilvl="7" w:tplc="D0B2D7B0" w:tentative="1">
      <w:start w:val="1"/>
      <w:numFmt w:val="lowerLetter"/>
      <w:lvlText w:val="%8."/>
      <w:lvlJc w:val="left"/>
      <w:pPr>
        <w:ind w:left="5760" w:hanging="360"/>
      </w:pPr>
    </w:lvl>
    <w:lvl w:ilvl="8" w:tplc="1B781890" w:tentative="1">
      <w:start w:val="1"/>
      <w:numFmt w:val="lowerRoman"/>
      <w:lvlText w:val="%9."/>
      <w:lvlJc w:val="right"/>
      <w:pPr>
        <w:ind w:left="6480" w:hanging="180"/>
      </w:pPr>
    </w:lvl>
  </w:abstractNum>
  <w:abstractNum w:abstractNumId="36">
    <w:nsid w:val="5F020CCF"/>
    <w:multiLevelType w:val="hybridMultilevel"/>
    <w:tmpl w:val="ED64D392"/>
    <w:lvl w:ilvl="0" w:tplc="9F865EC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68AC4F55"/>
    <w:multiLevelType w:val="hybridMultilevel"/>
    <w:tmpl w:val="CF52FE98"/>
    <w:lvl w:ilvl="0" w:tplc="66AEABCA">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0B1750"/>
    <w:multiLevelType w:val="hybridMultilevel"/>
    <w:tmpl w:val="88522354"/>
    <w:lvl w:ilvl="0" w:tplc="FB5C82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616D9F"/>
    <w:multiLevelType w:val="singleLevel"/>
    <w:tmpl w:val="A86CB75C"/>
    <w:lvl w:ilvl="0">
      <w:start w:val="1"/>
      <w:numFmt w:val="bullet"/>
      <w:lvlText w:val=""/>
      <w:lvlJc w:val="left"/>
      <w:pPr>
        <w:tabs>
          <w:tab w:val="num" w:pos="340"/>
        </w:tabs>
        <w:ind w:left="340" w:hanging="340"/>
      </w:pPr>
      <w:rPr>
        <w:rFonts w:ascii="Symbol" w:hAnsi="Symbol" w:hint="default"/>
        <w:color w:val="auto"/>
        <w:sz w:val="22"/>
      </w:rPr>
    </w:lvl>
  </w:abstractNum>
  <w:abstractNum w:abstractNumId="41">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2">
    <w:nsid w:val="6D977A56"/>
    <w:multiLevelType w:val="hybridMultilevel"/>
    <w:tmpl w:val="8A3EEF62"/>
    <w:lvl w:ilvl="0" w:tplc="7AC44E34">
      <w:start w:val="1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4">
    <w:nsid w:val="76C65C30"/>
    <w:multiLevelType w:val="hybridMultilevel"/>
    <w:tmpl w:val="20304DDE"/>
    <w:lvl w:ilvl="0" w:tplc="D0721F2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5">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6">
    <w:nsid w:val="7B8E4518"/>
    <w:multiLevelType w:val="hybridMultilevel"/>
    <w:tmpl w:val="F36E7ED0"/>
    <w:lvl w:ilvl="0" w:tplc="FF502F58">
      <w:start w:val="15"/>
      <w:numFmt w:val="bullet"/>
      <w:lvlText w:val="-"/>
      <w:lvlJc w:val="left"/>
      <w:pPr>
        <w:ind w:left="510" w:hanging="360"/>
      </w:pPr>
      <w:rPr>
        <w:rFonts w:ascii="Times New Roman" w:eastAsia="Arial Unicode MS" w:hAnsi="Times New Roman" w:hint="default"/>
      </w:rPr>
    </w:lvl>
    <w:lvl w:ilvl="1" w:tplc="A374293E" w:tentative="1">
      <w:start w:val="1"/>
      <w:numFmt w:val="bullet"/>
      <w:lvlText w:val="o"/>
      <w:lvlJc w:val="left"/>
      <w:pPr>
        <w:ind w:left="1230" w:hanging="360"/>
      </w:pPr>
      <w:rPr>
        <w:rFonts w:ascii="Courier New" w:hAnsi="Courier New" w:hint="default"/>
      </w:rPr>
    </w:lvl>
    <w:lvl w:ilvl="2" w:tplc="7DAE23E6" w:tentative="1">
      <w:start w:val="1"/>
      <w:numFmt w:val="bullet"/>
      <w:lvlText w:val=""/>
      <w:lvlJc w:val="left"/>
      <w:pPr>
        <w:ind w:left="1950" w:hanging="360"/>
      </w:pPr>
      <w:rPr>
        <w:rFonts w:ascii="Wingdings" w:hAnsi="Wingdings" w:hint="default"/>
      </w:rPr>
    </w:lvl>
    <w:lvl w:ilvl="3" w:tplc="9BBE37DE" w:tentative="1">
      <w:start w:val="1"/>
      <w:numFmt w:val="bullet"/>
      <w:lvlText w:val=""/>
      <w:lvlJc w:val="left"/>
      <w:pPr>
        <w:ind w:left="2670" w:hanging="360"/>
      </w:pPr>
      <w:rPr>
        <w:rFonts w:ascii="Symbol" w:hAnsi="Symbol" w:hint="default"/>
      </w:rPr>
    </w:lvl>
    <w:lvl w:ilvl="4" w:tplc="C7E65D08" w:tentative="1">
      <w:start w:val="1"/>
      <w:numFmt w:val="bullet"/>
      <w:lvlText w:val="o"/>
      <w:lvlJc w:val="left"/>
      <w:pPr>
        <w:ind w:left="3390" w:hanging="360"/>
      </w:pPr>
      <w:rPr>
        <w:rFonts w:ascii="Courier New" w:hAnsi="Courier New" w:hint="default"/>
      </w:rPr>
    </w:lvl>
    <w:lvl w:ilvl="5" w:tplc="7FCC569E" w:tentative="1">
      <w:start w:val="1"/>
      <w:numFmt w:val="bullet"/>
      <w:lvlText w:val=""/>
      <w:lvlJc w:val="left"/>
      <w:pPr>
        <w:ind w:left="4110" w:hanging="360"/>
      </w:pPr>
      <w:rPr>
        <w:rFonts w:ascii="Wingdings" w:hAnsi="Wingdings" w:hint="default"/>
      </w:rPr>
    </w:lvl>
    <w:lvl w:ilvl="6" w:tplc="5810F5DC" w:tentative="1">
      <w:start w:val="1"/>
      <w:numFmt w:val="bullet"/>
      <w:lvlText w:val=""/>
      <w:lvlJc w:val="left"/>
      <w:pPr>
        <w:ind w:left="4830" w:hanging="360"/>
      </w:pPr>
      <w:rPr>
        <w:rFonts w:ascii="Symbol" w:hAnsi="Symbol" w:hint="default"/>
      </w:rPr>
    </w:lvl>
    <w:lvl w:ilvl="7" w:tplc="8034AFA8" w:tentative="1">
      <w:start w:val="1"/>
      <w:numFmt w:val="bullet"/>
      <w:lvlText w:val="o"/>
      <w:lvlJc w:val="left"/>
      <w:pPr>
        <w:ind w:left="5550" w:hanging="360"/>
      </w:pPr>
      <w:rPr>
        <w:rFonts w:ascii="Courier New" w:hAnsi="Courier New" w:hint="default"/>
      </w:rPr>
    </w:lvl>
    <w:lvl w:ilvl="8" w:tplc="68E6BB8C" w:tentative="1">
      <w:start w:val="1"/>
      <w:numFmt w:val="bullet"/>
      <w:lvlText w:val=""/>
      <w:lvlJc w:val="left"/>
      <w:pPr>
        <w:ind w:left="6270" w:hanging="360"/>
      </w:pPr>
      <w:rPr>
        <w:rFonts w:ascii="Wingdings" w:hAnsi="Wingdings" w:hint="default"/>
      </w:rPr>
    </w:lvl>
  </w:abstractNum>
  <w:abstractNum w:abstractNumId="47">
    <w:nsid w:val="7CCA1506"/>
    <w:multiLevelType w:val="multilevel"/>
    <w:tmpl w:val="9A1829F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nsid w:val="7F704396"/>
    <w:multiLevelType w:val="hybridMultilevel"/>
    <w:tmpl w:val="712C0160"/>
    <w:lvl w:ilvl="0" w:tplc="A96297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43"/>
  </w:num>
  <w:num w:numId="4">
    <w:abstractNumId w:val="8"/>
  </w:num>
  <w:num w:numId="5">
    <w:abstractNumId w:val="44"/>
  </w:num>
  <w:num w:numId="6">
    <w:abstractNumId w:val="46"/>
  </w:num>
  <w:num w:numId="7">
    <w:abstractNumId w:val="35"/>
  </w:num>
  <w:num w:numId="8">
    <w:abstractNumId w:val="32"/>
  </w:num>
  <w:num w:numId="9">
    <w:abstractNumId w:val="23"/>
  </w:num>
  <w:num w:numId="10">
    <w:abstractNumId w:val="18"/>
  </w:num>
  <w:num w:numId="11">
    <w:abstractNumId w:val="17"/>
  </w:num>
  <w:num w:numId="12">
    <w:abstractNumId w:val="13"/>
  </w:num>
  <w:num w:numId="13">
    <w:abstractNumId w:val="28"/>
  </w:num>
  <w:num w:numId="14">
    <w:abstractNumId w:val="39"/>
  </w:num>
  <w:num w:numId="15">
    <w:abstractNumId w:val="25"/>
  </w:num>
  <w:num w:numId="16">
    <w:abstractNumId w:val="5"/>
  </w:num>
  <w:num w:numId="17">
    <w:abstractNumId w:val="34"/>
  </w:num>
  <w:num w:numId="18">
    <w:abstractNumId w:val="47"/>
  </w:num>
  <w:num w:numId="19">
    <w:abstractNumId w:val="22"/>
  </w:num>
  <w:num w:numId="20">
    <w:abstractNumId w:val="2"/>
  </w:num>
  <w:num w:numId="21">
    <w:abstractNumId w:val="24"/>
  </w:num>
  <w:num w:numId="22">
    <w:abstractNumId w:val="40"/>
  </w:num>
  <w:num w:numId="23">
    <w:abstractNumId w:val="11"/>
  </w:num>
  <w:num w:numId="24">
    <w:abstractNumId w:val="3"/>
  </w:num>
  <w:num w:numId="25">
    <w:abstractNumId w:val="4"/>
  </w:num>
  <w:num w:numId="26">
    <w:abstractNumId w:val="12"/>
  </w:num>
  <w:num w:numId="27">
    <w:abstractNumId w:val="29"/>
  </w:num>
  <w:num w:numId="28">
    <w:abstractNumId w:val="16"/>
  </w:num>
  <w:num w:numId="29">
    <w:abstractNumId w:val="37"/>
  </w:num>
  <w:num w:numId="30">
    <w:abstractNumId w:val="15"/>
  </w:num>
  <w:num w:numId="31">
    <w:abstractNumId w:val="38"/>
  </w:num>
  <w:num w:numId="32">
    <w:abstractNumId w:val="0"/>
  </w:num>
  <w:num w:numId="33">
    <w:abstractNumId w:val="42"/>
  </w:num>
  <w:num w:numId="34">
    <w:abstractNumId w:val="41"/>
  </w:num>
  <w:num w:numId="35">
    <w:abstractNumId w:val="26"/>
  </w:num>
  <w:num w:numId="36">
    <w:abstractNumId w:val="1"/>
  </w:num>
  <w:num w:numId="37">
    <w:abstractNumId w:val="19"/>
  </w:num>
  <w:num w:numId="38">
    <w:abstractNumId w:val="7"/>
  </w:num>
  <w:num w:numId="39">
    <w:abstractNumId w:val="9"/>
  </w:num>
  <w:num w:numId="40">
    <w:abstractNumId w:val="6"/>
  </w:num>
  <w:num w:numId="41">
    <w:abstractNumId w:val="45"/>
  </w:num>
  <w:num w:numId="42">
    <w:abstractNumId w:val="31"/>
  </w:num>
  <w:num w:numId="43">
    <w:abstractNumId w:val="27"/>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33"/>
  </w:num>
  <w:num w:numId="47">
    <w:abstractNumId w:val="36"/>
  </w:num>
  <w:num w:numId="48">
    <w:abstractNumId w:val="20"/>
  </w:num>
  <w:num w:numId="49">
    <w:abstractNumId w:val="4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992"/>
    <w:rsid w:val="000001A1"/>
    <w:rsid w:val="0000039E"/>
    <w:rsid w:val="0000056B"/>
    <w:rsid w:val="00000CB6"/>
    <w:rsid w:val="00000EEE"/>
    <w:rsid w:val="000012BB"/>
    <w:rsid w:val="00001D53"/>
    <w:rsid w:val="0000217E"/>
    <w:rsid w:val="00002F92"/>
    <w:rsid w:val="000031F7"/>
    <w:rsid w:val="00003614"/>
    <w:rsid w:val="00005078"/>
    <w:rsid w:val="000050B2"/>
    <w:rsid w:val="000050D9"/>
    <w:rsid w:val="00005488"/>
    <w:rsid w:val="00005BF1"/>
    <w:rsid w:val="00005EDF"/>
    <w:rsid w:val="0000659B"/>
    <w:rsid w:val="00006BC9"/>
    <w:rsid w:val="00006F70"/>
    <w:rsid w:val="000076C9"/>
    <w:rsid w:val="0001063D"/>
    <w:rsid w:val="0001125E"/>
    <w:rsid w:val="000119F3"/>
    <w:rsid w:val="00011E84"/>
    <w:rsid w:val="00012179"/>
    <w:rsid w:val="000122EC"/>
    <w:rsid w:val="0001258D"/>
    <w:rsid w:val="00012634"/>
    <w:rsid w:val="00013685"/>
    <w:rsid w:val="00013A0A"/>
    <w:rsid w:val="00013C29"/>
    <w:rsid w:val="00014C0D"/>
    <w:rsid w:val="00014FDC"/>
    <w:rsid w:val="00015084"/>
    <w:rsid w:val="000152ED"/>
    <w:rsid w:val="00015322"/>
    <w:rsid w:val="0001557E"/>
    <w:rsid w:val="00015AFC"/>
    <w:rsid w:val="00015C97"/>
    <w:rsid w:val="00015E20"/>
    <w:rsid w:val="00015EF2"/>
    <w:rsid w:val="00017AF0"/>
    <w:rsid w:val="00020133"/>
    <w:rsid w:val="0002087D"/>
    <w:rsid w:val="00020B6D"/>
    <w:rsid w:val="00020F13"/>
    <w:rsid w:val="0002100F"/>
    <w:rsid w:val="0002142E"/>
    <w:rsid w:val="00021574"/>
    <w:rsid w:val="0002195B"/>
    <w:rsid w:val="0002271E"/>
    <w:rsid w:val="00022747"/>
    <w:rsid w:val="000229FA"/>
    <w:rsid w:val="00022BD9"/>
    <w:rsid w:val="00022DA5"/>
    <w:rsid w:val="00022E4C"/>
    <w:rsid w:val="00022F66"/>
    <w:rsid w:val="00022FE0"/>
    <w:rsid w:val="000230F3"/>
    <w:rsid w:val="00023B5D"/>
    <w:rsid w:val="0002426C"/>
    <w:rsid w:val="00026B45"/>
    <w:rsid w:val="00026D98"/>
    <w:rsid w:val="00027188"/>
    <w:rsid w:val="00027D95"/>
    <w:rsid w:val="00027FD7"/>
    <w:rsid w:val="0003079F"/>
    <w:rsid w:val="000319D1"/>
    <w:rsid w:val="00031FD9"/>
    <w:rsid w:val="000320B6"/>
    <w:rsid w:val="000324C0"/>
    <w:rsid w:val="00033871"/>
    <w:rsid w:val="00033A46"/>
    <w:rsid w:val="00033A90"/>
    <w:rsid w:val="00033FFB"/>
    <w:rsid w:val="00034006"/>
    <w:rsid w:val="000344BC"/>
    <w:rsid w:val="00034F69"/>
    <w:rsid w:val="000355AD"/>
    <w:rsid w:val="00035D50"/>
    <w:rsid w:val="0003631C"/>
    <w:rsid w:val="00036430"/>
    <w:rsid w:val="000364C5"/>
    <w:rsid w:val="00036605"/>
    <w:rsid w:val="0003668F"/>
    <w:rsid w:val="000369AD"/>
    <w:rsid w:val="00036CC5"/>
    <w:rsid w:val="00036D0A"/>
    <w:rsid w:val="00037646"/>
    <w:rsid w:val="000377C5"/>
    <w:rsid w:val="0003780C"/>
    <w:rsid w:val="0004099A"/>
    <w:rsid w:val="00040A51"/>
    <w:rsid w:val="0004148F"/>
    <w:rsid w:val="0004156B"/>
    <w:rsid w:val="00042437"/>
    <w:rsid w:val="000426CC"/>
    <w:rsid w:val="00042B79"/>
    <w:rsid w:val="00042EBD"/>
    <w:rsid w:val="00043312"/>
    <w:rsid w:val="000436C6"/>
    <w:rsid w:val="00043EFD"/>
    <w:rsid w:val="00044861"/>
    <w:rsid w:val="00044B16"/>
    <w:rsid w:val="00044D55"/>
    <w:rsid w:val="00044FA4"/>
    <w:rsid w:val="00045A38"/>
    <w:rsid w:val="00045CA3"/>
    <w:rsid w:val="00045D39"/>
    <w:rsid w:val="0004626C"/>
    <w:rsid w:val="00046F72"/>
    <w:rsid w:val="00047161"/>
    <w:rsid w:val="000472ED"/>
    <w:rsid w:val="00047847"/>
    <w:rsid w:val="000500D9"/>
    <w:rsid w:val="000509D8"/>
    <w:rsid w:val="000510FC"/>
    <w:rsid w:val="00051198"/>
    <w:rsid w:val="00051D60"/>
    <w:rsid w:val="00051E64"/>
    <w:rsid w:val="000521E5"/>
    <w:rsid w:val="0005268F"/>
    <w:rsid w:val="000539C3"/>
    <w:rsid w:val="00053C66"/>
    <w:rsid w:val="00053E3D"/>
    <w:rsid w:val="0005409A"/>
    <w:rsid w:val="00054B0A"/>
    <w:rsid w:val="0005521E"/>
    <w:rsid w:val="0005582C"/>
    <w:rsid w:val="00055A8D"/>
    <w:rsid w:val="000560C0"/>
    <w:rsid w:val="000565B4"/>
    <w:rsid w:val="00056DFD"/>
    <w:rsid w:val="00057460"/>
    <w:rsid w:val="00057694"/>
    <w:rsid w:val="00057E8D"/>
    <w:rsid w:val="000602E4"/>
    <w:rsid w:val="0006044D"/>
    <w:rsid w:val="00060488"/>
    <w:rsid w:val="000608C8"/>
    <w:rsid w:val="00060EA3"/>
    <w:rsid w:val="00061158"/>
    <w:rsid w:val="000613E2"/>
    <w:rsid w:val="00061447"/>
    <w:rsid w:val="00061CC1"/>
    <w:rsid w:val="00061D9B"/>
    <w:rsid w:val="0006219F"/>
    <w:rsid w:val="00062C45"/>
    <w:rsid w:val="00063321"/>
    <w:rsid w:val="00065921"/>
    <w:rsid w:val="00066785"/>
    <w:rsid w:val="00066F34"/>
    <w:rsid w:val="00067201"/>
    <w:rsid w:val="00067DF3"/>
    <w:rsid w:val="0007002C"/>
    <w:rsid w:val="000708E0"/>
    <w:rsid w:val="00070A58"/>
    <w:rsid w:val="00070D34"/>
    <w:rsid w:val="00071121"/>
    <w:rsid w:val="00071219"/>
    <w:rsid w:val="00071DD1"/>
    <w:rsid w:val="0007311E"/>
    <w:rsid w:val="00073398"/>
    <w:rsid w:val="00073477"/>
    <w:rsid w:val="00073487"/>
    <w:rsid w:val="00073637"/>
    <w:rsid w:val="00073B8B"/>
    <w:rsid w:val="00073F45"/>
    <w:rsid w:val="000743A4"/>
    <w:rsid w:val="000745AF"/>
    <w:rsid w:val="000746E5"/>
    <w:rsid w:val="00075B2E"/>
    <w:rsid w:val="00075CCA"/>
    <w:rsid w:val="00075F6C"/>
    <w:rsid w:val="000764A0"/>
    <w:rsid w:val="00076FE8"/>
    <w:rsid w:val="00077678"/>
    <w:rsid w:val="00077898"/>
    <w:rsid w:val="000779FE"/>
    <w:rsid w:val="00080193"/>
    <w:rsid w:val="000801DE"/>
    <w:rsid w:val="000805B4"/>
    <w:rsid w:val="00081003"/>
    <w:rsid w:val="00081779"/>
    <w:rsid w:val="000817E1"/>
    <w:rsid w:val="00082200"/>
    <w:rsid w:val="000823BE"/>
    <w:rsid w:val="0008286A"/>
    <w:rsid w:val="00082887"/>
    <w:rsid w:val="00082E72"/>
    <w:rsid w:val="0008325E"/>
    <w:rsid w:val="0008339F"/>
    <w:rsid w:val="00084188"/>
    <w:rsid w:val="00084620"/>
    <w:rsid w:val="00084DDC"/>
    <w:rsid w:val="00084E46"/>
    <w:rsid w:val="0008501D"/>
    <w:rsid w:val="000857E0"/>
    <w:rsid w:val="000858D0"/>
    <w:rsid w:val="00085954"/>
    <w:rsid w:val="00085B25"/>
    <w:rsid w:val="00085D67"/>
    <w:rsid w:val="00085E70"/>
    <w:rsid w:val="0008653D"/>
    <w:rsid w:val="000866EC"/>
    <w:rsid w:val="0008696F"/>
    <w:rsid w:val="00086BCD"/>
    <w:rsid w:val="00086CDF"/>
    <w:rsid w:val="00086ECC"/>
    <w:rsid w:val="00086F4D"/>
    <w:rsid w:val="0008719C"/>
    <w:rsid w:val="00087876"/>
    <w:rsid w:val="00087AAD"/>
    <w:rsid w:val="00090552"/>
    <w:rsid w:val="000918B9"/>
    <w:rsid w:val="000921AE"/>
    <w:rsid w:val="00092897"/>
    <w:rsid w:val="00092B71"/>
    <w:rsid w:val="00092F71"/>
    <w:rsid w:val="00093139"/>
    <w:rsid w:val="00093221"/>
    <w:rsid w:val="0009402B"/>
    <w:rsid w:val="0009432E"/>
    <w:rsid w:val="00094A3C"/>
    <w:rsid w:val="00094C29"/>
    <w:rsid w:val="00094E34"/>
    <w:rsid w:val="00095B34"/>
    <w:rsid w:val="00095C16"/>
    <w:rsid w:val="000963F9"/>
    <w:rsid w:val="0009734E"/>
    <w:rsid w:val="0009740C"/>
    <w:rsid w:val="000975E3"/>
    <w:rsid w:val="000A0146"/>
    <w:rsid w:val="000A048F"/>
    <w:rsid w:val="000A06B2"/>
    <w:rsid w:val="000A0B70"/>
    <w:rsid w:val="000A0E85"/>
    <w:rsid w:val="000A1B35"/>
    <w:rsid w:val="000A1DDC"/>
    <w:rsid w:val="000A221A"/>
    <w:rsid w:val="000A2575"/>
    <w:rsid w:val="000A4269"/>
    <w:rsid w:val="000A4464"/>
    <w:rsid w:val="000A4A0B"/>
    <w:rsid w:val="000A4E1F"/>
    <w:rsid w:val="000A4E58"/>
    <w:rsid w:val="000A5A3D"/>
    <w:rsid w:val="000A5ED6"/>
    <w:rsid w:val="000A618B"/>
    <w:rsid w:val="000A624E"/>
    <w:rsid w:val="000A6397"/>
    <w:rsid w:val="000A651C"/>
    <w:rsid w:val="000A680D"/>
    <w:rsid w:val="000A6FA5"/>
    <w:rsid w:val="000A7240"/>
    <w:rsid w:val="000A7646"/>
    <w:rsid w:val="000B032B"/>
    <w:rsid w:val="000B03D6"/>
    <w:rsid w:val="000B05BC"/>
    <w:rsid w:val="000B0DA3"/>
    <w:rsid w:val="000B1028"/>
    <w:rsid w:val="000B18AB"/>
    <w:rsid w:val="000B1937"/>
    <w:rsid w:val="000B1CB9"/>
    <w:rsid w:val="000B206A"/>
    <w:rsid w:val="000B332A"/>
    <w:rsid w:val="000B3BAB"/>
    <w:rsid w:val="000B3C7D"/>
    <w:rsid w:val="000B445B"/>
    <w:rsid w:val="000B460B"/>
    <w:rsid w:val="000B4641"/>
    <w:rsid w:val="000B5AB1"/>
    <w:rsid w:val="000B6DDC"/>
    <w:rsid w:val="000B6FAF"/>
    <w:rsid w:val="000B758D"/>
    <w:rsid w:val="000B7782"/>
    <w:rsid w:val="000B7900"/>
    <w:rsid w:val="000B7E24"/>
    <w:rsid w:val="000B7EBF"/>
    <w:rsid w:val="000B7FA3"/>
    <w:rsid w:val="000C0387"/>
    <w:rsid w:val="000C0436"/>
    <w:rsid w:val="000C0541"/>
    <w:rsid w:val="000C0904"/>
    <w:rsid w:val="000C0940"/>
    <w:rsid w:val="000C0F24"/>
    <w:rsid w:val="000C0FB4"/>
    <w:rsid w:val="000C1299"/>
    <w:rsid w:val="000C2333"/>
    <w:rsid w:val="000C2A25"/>
    <w:rsid w:val="000C2FD9"/>
    <w:rsid w:val="000C3C76"/>
    <w:rsid w:val="000C41A9"/>
    <w:rsid w:val="000C44D5"/>
    <w:rsid w:val="000C48F5"/>
    <w:rsid w:val="000C4D74"/>
    <w:rsid w:val="000C506A"/>
    <w:rsid w:val="000C58CB"/>
    <w:rsid w:val="000C5CE7"/>
    <w:rsid w:val="000D0181"/>
    <w:rsid w:val="000D01C3"/>
    <w:rsid w:val="000D087F"/>
    <w:rsid w:val="000D09A9"/>
    <w:rsid w:val="000D1144"/>
    <w:rsid w:val="000D1194"/>
    <w:rsid w:val="000D1445"/>
    <w:rsid w:val="000D1857"/>
    <w:rsid w:val="000D2AE6"/>
    <w:rsid w:val="000D37D0"/>
    <w:rsid w:val="000D3962"/>
    <w:rsid w:val="000D39BA"/>
    <w:rsid w:val="000D3A44"/>
    <w:rsid w:val="000D4005"/>
    <w:rsid w:val="000D41BC"/>
    <w:rsid w:val="000D48F4"/>
    <w:rsid w:val="000D4CF1"/>
    <w:rsid w:val="000D4E8F"/>
    <w:rsid w:val="000D517E"/>
    <w:rsid w:val="000D612F"/>
    <w:rsid w:val="000D6383"/>
    <w:rsid w:val="000D65C6"/>
    <w:rsid w:val="000D69F3"/>
    <w:rsid w:val="000D6B00"/>
    <w:rsid w:val="000D6FB5"/>
    <w:rsid w:val="000D730C"/>
    <w:rsid w:val="000D7640"/>
    <w:rsid w:val="000E0E1B"/>
    <w:rsid w:val="000E0F97"/>
    <w:rsid w:val="000E125F"/>
    <w:rsid w:val="000E197C"/>
    <w:rsid w:val="000E1B7E"/>
    <w:rsid w:val="000E24A6"/>
    <w:rsid w:val="000E2662"/>
    <w:rsid w:val="000E2813"/>
    <w:rsid w:val="000E2D50"/>
    <w:rsid w:val="000E390A"/>
    <w:rsid w:val="000E3D05"/>
    <w:rsid w:val="000E4566"/>
    <w:rsid w:val="000E4F4A"/>
    <w:rsid w:val="000E54B1"/>
    <w:rsid w:val="000E58E8"/>
    <w:rsid w:val="000E5E37"/>
    <w:rsid w:val="000E69F5"/>
    <w:rsid w:val="000E6A24"/>
    <w:rsid w:val="000E711E"/>
    <w:rsid w:val="000E7614"/>
    <w:rsid w:val="000E76B4"/>
    <w:rsid w:val="000E7AA0"/>
    <w:rsid w:val="000E7DEF"/>
    <w:rsid w:val="000F0040"/>
    <w:rsid w:val="000F01A1"/>
    <w:rsid w:val="000F0350"/>
    <w:rsid w:val="000F0E00"/>
    <w:rsid w:val="000F1148"/>
    <w:rsid w:val="000F1646"/>
    <w:rsid w:val="000F1725"/>
    <w:rsid w:val="000F1C11"/>
    <w:rsid w:val="000F1E7F"/>
    <w:rsid w:val="000F1EAD"/>
    <w:rsid w:val="000F21AF"/>
    <w:rsid w:val="000F237D"/>
    <w:rsid w:val="000F23B7"/>
    <w:rsid w:val="000F25F3"/>
    <w:rsid w:val="000F2601"/>
    <w:rsid w:val="000F26CB"/>
    <w:rsid w:val="000F2D27"/>
    <w:rsid w:val="000F2E1F"/>
    <w:rsid w:val="000F3051"/>
    <w:rsid w:val="000F3EC7"/>
    <w:rsid w:val="000F3F74"/>
    <w:rsid w:val="000F3F92"/>
    <w:rsid w:val="000F45CD"/>
    <w:rsid w:val="000F461D"/>
    <w:rsid w:val="000F4CED"/>
    <w:rsid w:val="000F4D23"/>
    <w:rsid w:val="000F4E7F"/>
    <w:rsid w:val="000F5291"/>
    <w:rsid w:val="000F58AB"/>
    <w:rsid w:val="000F5CEA"/>
    <w:rsid w:val="000F6465"/>
    <w:rsid w:val="000F6D70"/>
    <w:rsid w:val="000F7033"/>
    <w:rsid w:val="000F745C"/>
    <w:rsid w:val="000F7F8A"/>
    <w:rsid w:val="00100D09"/>
    <w:rsid w:val="00100F49"/>
    <w:rsid w:val="0010156B"/>
    <w:rsid w:val="001022CB"/>
    <w:rsid w:val="001026E5"/>
    <w:rsid w:val="00102813"/>
    <w:rsid w:val="0010322A"/>
    <w:rsid w:val="00103252"/>
    <w:rsid w:val="001032D3"/>
    <w:rsid w:val="001042A5"/>
    <w:rsid w:val="0010476F"/>
    <w:rsid w:val="00105230"/>
    <w:rsid w:val="00106028"/>
    <w:rsid w:val="0010687C"/>
    <w:rsid w:val="00106F1F"/>
    <w:rsid w:val="001072D1"/>
    <w:rsid w:val="001075BD"/>
    <w:rsid w:val="001078C7"/>
    <w:rsid w:val="00107A9C"/>
    <w:rsid w:val="00107FE2"/>
    <w:rsid w:val="00110372"/>
    <w:rsid w:val="001104F8"/>
    <w:rsid w:val="00110856"/>
    <w:rsid w:val="00110F2E"/>
    <w:rsid w:val="00111161"/>
    <w:rsid w:val="0011162A"/>
    <w:rsid w:val="00111725"/>
    <w:rsid w:val="001117C6"/>
    <w:rsid w:val="00112075"/>
    <w:rsid w:val="0011216E"/>
    <w:rsid w:val="00112230"/>
    <w:rsid w:val="001128DF"/>
    <w:rsid w:val="00113537"/>
    <w:rsid w:val="00113603"/>
    <w:rsid w:val="0011380A"/>
    <w:rsid w:val="00113998"/>
    <w:rsid w:val="001142E6"/>
    <w:rsid w:val="00114898"/>
    <w:rsid w:val="00114BDB"/>
    <w:rsid w:val="00114C25"/>
    <w:rsid w:val="001150A7"/>
    <w:rsid w:val="001154B4"/>
    <w:rsid w:val="00115C62"/>
    <w:rsid w:val="0011744D"/>
    <w:rsid w:val="00117C6A"/>
    <w:rsid w:val="00117CE1"/>
    <w:rsid w:val="00117F8C"/>
    <w:rsid w:val="0012058B"/>
    <w:rsid w:val="00120A43"/>
    <w:rsid w:val="00120B49"/>
    <w:rsid w:val="00120BA6"/>
    <w:rsid w:val="00121417"/>
    <w:rsid w:val="00121E09"/>
    <w:rsid w:val="001220E2"/>
    <w:rsid w:val="00122310"/>
    <w:rsid w:val="00122762"/>
    <w:rsid w:val="001229F0"/>
    <w:rsid w:val="00123672"/>
    <w:rsid w:val="00123C98"/>
    <w:rsid w:val="0012419B"/>
    <w:rsid w:val="001241BC"/>
    <w:rsid w:val="00124334"/>
    <w:rsid w:val="0012435C"/>
    <w:rsid w:val="001247CA"/>
    <w:rsid w:val="001249DE"/>
    <w:rsid w:val="001257A2"/>
    <w:rsid w:val="00127378"/>
    <w:rsid w:val="001276B3"/>
    <w:rsid w:val="00127B67"/>
    <w:rsid w:val="00127B78"/>
    <w:rsid w:val="00127C68"/>
    <w:rsid w:val="00127CE4"/>
    <w:rsid w:val="00127CF0"/>
    <w:rsid w:val="00127F0A"/>
    <w:rsid w:val="00127F61"/>
    <w:rsid w:val="001301DF"/>
    <w:rsid w:val="001309C2"/>
    <w:rsid w:val="00131183"/>
    <w:rsid w:val="0013133D"/>
    <w:rsid w:val="0013143A"/>
    <w:rsid w:val="001315AC"/>
    <w:rsid w:val="00131F40"/>
    <w:rsid w:val="00131FB9"/>
    <w:rsid w:val="001324B7"/>
    <w:rsid w:val="00132ED4"/>
    <w:rsid w:val="001332A5"/>
    <w:rsid w:val="00133300"/>
    <w:rsid w:val="0013368D"/>
    <w:rsid w:val="00133CC9"/>
    <w:rsid w:val="001342B6"/>
    <w:rsid w:val="001342F3"/>
    <w:rsid w:val="0013548A"/>
    <w:rsid w:val="00135A94"/>
    <w:rsid w:val="001360D2"/>
    <w:rsid w:val="0013635D"/>
    <w:rsid w:val="00136548"/>
    <w:rsid w:val="00136788"/>
    <w:rsid w:val="00136D47"/>
    <w:rsid w:val="00136F0E"/>
    <w:rsid w:val="00137077"/>
    <w:rsid w:val="00137156"/>
    <w:rsid w:val="0013729B"/>
    <w:rsid w:val="00137774"/>
    <w:rsid w:val="00137AE8"/>
    <w:rsid w:val="001405D5"/>
    <w:rsid w:val="001405DD"/>
    <w:rsid w:val="00141445"/>
    <w:rsid w:val="001416FD"/>
    <w:rsid w:val="00142519"/>
    <w:rsid w:val="001428EE"/>
    <w:rsid w:val="00143588"/>
    <w:rsid w:val="001438FC"/>
    <w:rsid w:val="00143A2D"/>
    <w:rsid w:val="00143F27"/>
    <w:rsid w:val="001440D2"/>
    <w:rsid w:val="00144216"/>
    <w:rsid w:val="0014442E"/>
    <w:rsid w:val="001444BF"/>
    <w:rsid w:val="001448A1"/>
    <w:rsid w:val="001448E3"/>
    <w:rsid w:val="0014513C"/>
    <w:rsid w:val="00145893"/>
    <w:rsid w:val="0014691A"/>
    <w:rsid w:val="00146938"/>
    <w:rsid w:val="00146D9A"/>
    <w:rsid w:val="00146E21"/>
    <w:rsid w:val="00147363"/>
    <w:rsid w:val="0014762D"/>
    <w:rsid w:val="00147838"/>
    <w:rsid w:val="00147A15"/>
    <w:rsid w:val="00147A8B"/>
    <w:rsid w:val="001505A3"/>
    <w:rsid w:val="00151131"/>
    <w:rsid w:val="0015151D"/>
    <w:rsid w:val="00151C0A"/>
    <w:rsid w:val="00151DCF"/>
    <w:rsid w:val="00151E55"/>
    <w:rsid w:val="00151EB9"/>
    <w:rsid w:val="0015238C"/>
    <w:rsid w:val="00152C1B"/>
    <w:rsid w:val="00152D53"/>
    <w:rsid w:val="00153E1F"/>
    <w:rsid w:val="00154ABE"/>
    <w:rsid w:val="00154AE9"/>
    <w:rsid w:val="00154F24"/>
    <w:rsid w:val="001550B8"/>
    <w:rsid w:val="001558E0"/>
    <w:rsid w:val="001564F0"/>
    <w:rsid w:val="00156526"/>
    <w:rsid w:val="00156953"/>
    <w:rsid w:val="0015778F"/>
    <w:rsid w:val="00157A28"/>
    <w:rsid w:val="001602C4"/>
    <w:rsid w:val="0016057C"/>
    <w:rsid w:val="0016109D"/>
    <w:rsid w:val="00161710"/>
    <w:rsid w:val="0016225E"/>
    <w:rsid w:val="001629CA"/>
    <w:rsid w:val="00163254"/>
    <w:rsid w:val="0016353A"/>
    <w:rsid w:val="00163587"/>
    <w:rsid w:val="001638C8"/>
    <w:rsid w:val="00163A7D"/>
    <w:rsid w:val="00163C60"/>
    <w:rsid w:val="00163C66"/>
    <w:rsid w:val="00164552"/>
    <w:rsid w:val="00164926"/>
    <w:rsid w:val="00165363"/>
    <w:rsid w:val="00165D32"/>
    <w:rsid w:val="00166331"/>
    <w:rsid w:val="001663FD"/>
    <w:rsid w:val="00166746"/>
    <w:rsid w:val="00166B0C"/>
    <w:rsid w:val="00166EE0"/>
    <w:rsid w:val="00166F79"/>
    <w:rsid w:val="001672DC"/>
    <w:rsid w:val="00167798"/>
    <w:rsid w:val="00167893"/>
    <w:rsid w:val="001679E5"/>
    <w:rsid w:val="00167EA6"/>
    <w:rsid w:val="00170C70"/>
    <w:rsid w:val="00171D67"/>
    <w:rsid w:val="0017260C"/>
    <w:rsid w:val="00172CFF"/>
    <w:rsid w:val="00173420"/>
    <w:rsid w:val="001735C4"/>
    <w:rsid w:val="001736C1"/>
    <w:rsid w:val="0017397F"/>
    <w:rsid w:val="00173C56"/>
    <w:rsid w:val="00173FA6"/>
    <w:rsid w:val="001742DD"/>
    <w:rsid w:val="00174319"/>
    <w:rsid w:val="00174349"/>
    <w:rsid w:val="00174B56"/>
    <w:rsid w:val="00174CBD"/>
    <w:rsid w:val="001758D2"/>
    <w:rsid w:val="00175A31"/>
    <w:rsid w:val="00175B30"/>
    <w:rsid w:val="00175F0E"/>
    <w:rsid w:val="00175F3A"/>
    <w:rsid w:val="00176044"/>
    <w:rsid w:val="0017661A"/>
    <w:rsid w:val="00176E48"/>
    <w:rsid w:val="00177F93"/>
    <w:rsid w:val="0018051E"/>
    <w:rsid w:val="00180A92"/>
    <w:rsid w:val="00181DB6"/>
    <w:rsid w:val="001822AB"/>
    <w:rsid w:val="00182483"/>
    <w:rsid w:val="001826CA"/>
    <w:rsid w:val="00182A05"/>
    <w:rsid w:val="00182CEE"/>
    <w:rsid w:val="00182FD5"/>
    <w:rsid w:val="00183249"/>
    <w:rsid w:val="001843CF"/>
    <w:rsid w:val="001846A2"/>
    <w:rsid w:val="00184757"/>
    <w:rsid w:val="0018517F"/>
    <w:rsid w:val="00185214"/>
    <w:rsid w:val="0018567F"/>
    <w:rsid w:val="00185B00"/>
    <w:rsid w:val="00185BE6"/>
    <w:rsid w:val="00185D3E"/>
    <w:rsid w:val="00186BF0"/>
    <w:rsid w:val="00186F90"/>
    <w:rsid w:val="00187477"/>
    <w:rsid w:val="001874BF"/>
    <w:rsid w:val="00187CEA"/>
    <w:rsid w:val="00187DD7"/>
    <w:rsid w:val="0019058C"/>
    <w:rsid w:val="00190E24"/>
    <w:rsid w:val="0019131F"/>
    <w:rsid w:val="0019169E"/>
    <w:rsid w:val="00191722"/>
    <w:rsid w:val="001918E3"/>
    <w:rsid w:val="00191EC5"/>
    <w:rsid w:val="0019252C"/>
    <w:rsid w:val="00192545"/>
    <w:rsid w:val="0019345F"/>
    <w:rsid w:val="00193B6F"/>
    <w:rsid w:val="00194C8F"/>
    <w:rsid w:val="00194D8B"/>
    <w:rsid w:val="0019511E"/>
    <w:rsid w:val="00195488"/>
    <w:rsid w:val="00195AF4"/>
    <w:rsid w:val="00195D01"/>
    <w:rsid w:val="00196457"/>
    <w:rsid w:val="00196853"/>
    <w:rsid w:val="001970AA"/>
    <w:rsid w:val="001972EB"/>
    <w:rsid w:val="00197724"/>
    <w:rsid w:val="00197AD1"/>
    <w:rsid w:val="00197C0A"/>
    <w:rsid w:val="001A0188"/>
    <w:rsid w:val="001A04ED"/>
    <w:rsid w:val="001A05CA"/>
    <w:rsid w:val="001A0803"/>
    <w:rsid w:val="001A081D"/>
    <w:rsid w:val="001A0874"/>
    <w:rsid w:val="001A0879"/>
    <w:rsid w:val="001A158C"/>
    <w:rsid w:val="001A1842"/>
    <w:rsid w:val="001A21AA"/>
    <w:rsid w:val="001A2945"/>
    <w:rsid w:val="001A29CD"/>
    <w:rsid w:val="001A2CB7"/>
    <w:rsid w:val="001A3045"/>
    <w:rsid w:val="001A342A"/>
    <w:rsid w:val="001A383F"/>
    <w:rsid w:val="001A394E"/>
    <w:rsid w:val="001A3B67"/>
    <w:rsid w:val="001A419E"/>
    <w:rsid w:val="001A5FD4"/>
    <w:rsid w:val="001A7400"/>
    <w:rsid w:val="001A784E"/>
    <w:rsid w:val="001A7980"/>
    <w:rsid w:val="001A7A13"/>
    <w:rsid w:val="001A7AFF"/>
    <w:rsid w:val="001A7C37"/>
    <w:rsid w:val="001A7DE1"/>
    <w:rsid w:val="001B01C0"/>
    <w:rsid w:val="001B0BAD"/>
    <w:rsid w:val="001B1234"/>
    <w:rsid w:val="001B15F5"/>
    <w:rsid w:val="001B2207"/>
    <w:rsid w:val="001B2CA6"/>
    <w:rsid w:val="001B2F40"/>
    <w:rsid w:val="001B30DE"/>
    <w:rsid w:val="001B3748"/>
    <w:rsid w:val="001B3E60"/>
    <w:rsid w:val="001B4450"/>
    <w:rsid w:val="001B446E"/>
    <w:rsid w:val="001B466C"/>
    <w:rsid w:val="001B479B"/>
    <w:rsid w:val="001B4DD6"/>
    <w:rsid w:val="001B4DFF"/>
    <w:rsid w:val="001B5563"/>
    <w:rsid w:val="001B55C9"/>
    <w:rsid w:val="001B5B39"/>
    <w:rsid w:val="001B5BA1"/>
    <w:rsid w:val="001B62E0"/>
    <w:rsid w:val="001B6474"/>
    <w:rsid w:val="001B66D0"/>
    <w:rsid w:val="001B7244"/>
    <w:rsid w:val="001B7A3E"/>
    <w:rsid w:val="001B7B30"/>
    <w:rsid w:val="001B7FCB"/>
    <w:rsid w:val="001C010B"/>
    <w:rsid w:val="001C01AE"/>
    <w:rsid w:val="001C1296"/>
    <w:rsid w:val="001C177F"/>
    <w:rsid w:val="001C1FE6"/>
    <w:rsid w:val="001C2017"/>
    <w:rsid w:val="001C236E"/>
    <w:rsid w:val="001C288E"/>
    <w:rsid w:val="001C2950"/>
    <w:rsid w:val="001C29BE"/>
    <w:rsid w:val="001C2BDC"/>
    <w:rsid w:val="001C3889"/>
    <w:rsid w:val="001C404B"/>
    <w:rsid w:val="001C4133"/>
    <w:rsid w:val="001C4355"/>
    <w:rsid w:val="001C5088"/>
    <w:rsid w:val="001C51BE"/>
    <w:rsid w:val="001C5870"/>
    <w:rsid w:val="001C59B9"/>
    <w:rsid w:val="001C5A77"/>
    <w:rsid w:val="001C5A82"/>
    <w:rsid w:val="001C603D"/>
    <w:rsid w:val="001C6E54"/>
    <w:rsid w:val="001C795B"/>
    <w:rsid w:val="001C7B0D"/>
    <w:rsid w:val="001D0005"/>
    <w:rsid w:val="001D0A17"/>
    <w:rsid w:val="001D0AB1"/>
    <w:rsid w:val="001D0BA1"/>
    <w:rsid w:val="001D0BC0"/>
    <w:rsid w:val="001D1187"/>
    <w:rsid w:val="001D1CFD"/>
    <w:rsid w:val="001D2120"/>
    <w:rsid w:val="001D338D"/>
    <w:rsid w:val="001D3711"/>
    <w:rsid w:val="001D3A39"/>
    <w:rsid w:val="001D420A"/>
    <w:rsid w:val="001D461A"/>
    <w:rsid w:val="001D4A4D"/>
    <w:rsid w:val="001D4C19"/>
    <w:rsid w:val="001D4D65"/>
    <w:rsid w:val="001D546C"/>
    <w:rsid w:val="001D5ACF"/>
    <w:rsid w:val="001D5DED"/>
    <w:rsid w:val="001D62D1"/>
    <w:rsid w:val="001D6350"/>
    <w:rsid w:val="001D648A"/>
    <w:rsid w:val="001D6F86"/>
    <w:rsid w:val="001D745F"/>
    <w:rsid w:val="001D7534"/>
    <w:rsid w:val="001D77C2"/>
    <w:rsid w:val="001D7DE7"/>
    <w:rsid w:val="001E0604"/>
    <w:rsid w:val="001E07F4"/>
    <w:rsid w:val="001E09FE"/>
    <w:rsid w:val="001E0EBA"/>
    <w:rsid w:val="001E1481"/>
    <w:rsid w:val="001E1A39"/>
    <w:rsid w:val="001E1C92"/>
    <w:rsid w:val="001E1DC2"/>
    <w:rsid w:val="001E25B9"/>
    <w:rsid w:val="001E2A39"/>
    <w:rsid w:val="001E2A4C"/>
    <w:rsid w:val="001E2A65"/>
    <w:rsid w:val="001E2E45"/>
    <w:rsid w:val="001E3043"/>
    <w:rsid w:val="001E3367"/>
    <w:rsid w:val="001E36AA"/>
    <w:rsid w:val="001E389A"/>
    <w:rsid w:val="001E38C4"/>
    <w:rsid w:val="001E3BEE"/>
    <w:rsid w:val="001E3E75"/>
    <w:rsid w:val="001E4926"/>
    <w:rsid w:val="001E4A57"/>
    <w:rsid w:val="001E4E42"/>
    <w:rsid w:val="001E511C"/>
    <w:rsid w:val="001E5751"/>
    <w:rsid w:val="001E5AF0"/>
    <w:rsid w:val="001E5C44"/>
    <w:rsid w:val="001E615A"/>
    <w:rsid w:val="001E69EE"/>
    <w:rsid w:val="001E6CFC"/>
    <w:rsid w:val="001E6D24"/>
    <w:rsid w:val="001E71F7"/>
    <w:rsid w:val="001E747E"/>
    <w:rsid w:val="001E7594"/>
    <w:rsid w:val="001E790C"/>
    <w:rsid w:val="001E7B43"/>
    <w:rsid w:val="001F0278"/>
    <w:rsid w:val="001F02F8"/>
    <w:rsid w:val="001F09CE"/>
    <w:rsid w:val="001F13FD"/>
    <w:rsid w:val="001F19A4"/>
    <w:rsid w:val="001F20E4"/>
    <w:rsid w:val="001F21DF"/>
    <w:rsid w:val="001F2513"/>
    <w:rsid w:val="001F25FF"/>
    <w:rsid w:val="001F38BB"/>
    <w:rsid w:val="001F3CF0"/>
    <w:rsid w:val="001F4855"/>
    <w:rsid w:val="001F4915"/>
    <w:rsid w:val="001F4D6B"/>
    <w:rsid w:val="001F50A9"/>
    <w:rsid w:val="001F588F"/>
    <w:rsid w:val="001F58E5"/>
    <w:rsid w:val="001F5961"/>
    <w:rsid w:val="001F5A92"/>
    <w:rsid w:val="001F5D53"/>
    <w:rsid w:val="001F5E69"/>
    <w:rsid w:val="001F605C"/>
    <w:rsid w:val="001F6129"/>
    <w:rsid w:val="001F6F7C"/>
    <w:rsid w:val="001F72DE"/>
    <w:rsid w:val="001F758D"/>
    <w:rsid w:val="0020000E"/>
    <w:rsid w:val="0020008C"/>
    <w:rsid w:val="0020014A"/>
    <w:rsid w:val="002001DE"/>
    <w:rsid w:val="002006D8"/>
    <w:rsid w:val="002013F2"/>
    <w:rsid w:val="002017D4"/>
    <w:rsid w:val="00201901"/>
    <w:rsid w:val="00201FD8"/>
    <w:rsid w:val="00202F3F"/>
    <w:rsid w:val="00203222"/>
    <w:rsid w:val="00203BE6"/>
    <w:rsid w:val="00203BF8"/>
    <w:rsid w:val="00204DBD"/>
    <w:rsid w:val="00204F43"/>
    <w:rsid w:val="002052CF"/>
    <w:rsid w:val="00205482"/>
    <w:rsid w:val="00205E27"/>
    <w:rsid w:val="00205E2C"/>
    <w:rsid w:val="002066C2"/>
    <w:rsid w:val="002066CB"/>
    <w:rsid w:val="0020682F"/>
    <w:rsid w:val="0020684C"/>
    <w:rsid w:val="00206F99"/>
    <w:rsid w:val="002071FE"/>
    <w:rsid w:val="00207210"/>
    <w:rsid w:val="00207692"/>
    <w:rsid w:val="002076CE"/>
    <w:rsid w:val="002077FB"/>
    <w:rsid w:val="0020794F"/>
    <w:rsid w:val="0020795A"/>
    <w:rsid w:val="00210319"/>
    <w:rsid w:val="00210579"/>
    <w:rsid w:val="00210A45"/>
    <w:rsid w:val="002110CD"/>
    <w:rsid w:val="002115C5"/>
    <w:rsid w:val="002118D6"/>
    <w:rsid w:val="00211EA2"/>
    <w:rsid w:val="00211F30"/>
    <w:rsid w:val="002122FA"/>
    <w:rsid w:val="002123A6"/>
    <w:rsid w:val="00212429"/>
    <w:rsid w:val="0021279E"/>
    <w:rsid w:val="002131C2"/>
    <w:rsid w:val="002136E3"/>
    <w:rsid w:val="00213965"/>
    <w:rsid w:val="00214289"/>
    <w:rsid w:val="0021459F"/>
    <w:rsid w:val="002148B2"/>
    <w:rsid w:val="00215486"/>
    <w:rsid w:val="00215572"/>
    <w:rsid w:val="0021578C"/>
    <w:rsid w:val="0021580B"/>
    <w:rsid w:val="00216BA8"/>
    <w:rsid w:val="00216D1C"/>
    <w:rsid w:val="00216E27"/>
    <w:rsid w:val="00217FC1"/>
    <w:rsid w:val="00220344"/>
    <w:rsid w:val="002203D3"/>
    <w:rsid w:val="0022040F"/>
    <w:rsid w:val="0022081A"/>
    <w:rsid w:val="002209A2"/>
    <w:rsid w:val="00220AD6"/>
    <w:rsid w:val="00220C33"/>
    <w:rsid w:val="00220EC8"/>
    <w:rsid w:val="00221373"/>
    <w:rsid w:val="002213F0"/>
    <w:rsid w:val="00221556"/>
    <w:rsid w:val="002218E6"/>
    <w:rsid w:val="00221953"/>
    <w:rsid w:val="00221B64"/>
    <w:rsid w:val="002221B8"/>
    <w:rsid w:val="002226B0"/>
    <w:rsid w:val="002228D5"/>
    <w:rsid w:val="00222906"/>
    <w:rsid w:val="002233E0"/>
    <w:rsid w:val="0022381D"/>
    <w:rsid w:val="00223BF5"/>
    <w:rsid w:val="00223FA0"/>
    <w:rsid w:val="00224C3E"/>
    <w:rsid w:val="002252C1"/>
    <w:rsid w:val="00226397"/>
    <w:rsid w:val="0022724A"/>
    <w:rsid w:val="00227CF2"/>
    <w:rsid w:val="00230E4D"/>
    <w:rsid w:val="0023174A"/>
    <w:rsid w:val="00231E41"/>
    <w:rsid w:val="00231EDD"/>
    <w:rsid w:val="00232006"/>
    <w:rsid w:val="002325B4"/>
    <w:rsid w:val="00232ACD"/>
    <w:rsid w:val="00233206"/>
    <w:rsid w:val="002336EF"/>
    <w:rsid w:val="00233C65"/>
    <w:rsid w:val="002349B7"/>
    <w:rsid w:val="00234D7C"/>
    <w:rsid w:val="002350D8"/>
    <w:rsid w:val="00236DC8"/>
    <w:rsid w:val="00237367"/>
    <w:rsid w:val="00237487"/>
    <w:rsid w:val="002375CD"/>
    <w:rsid w:val="002377A1"/>
    <w:rsid w:val="002377EA"/>
    <w:rsid w:val="002378AC"/>
    <w:rsid w:val="00237A3D"/>
    <w:rsid w:val="002404A5"/>
    <w:rsid w:val="002404E1"/>
    <w:rsid w:val="00240A77"/>
    <w:rsid w:val="00240D99"/>
    <w:rsid w:val="00241313"/>
    <w:rsid w:val="002419C5"/>
    <w:rsid w:val="00241F1B"/>
    <w:rsid w:val="00242A56"/>
    <w:rsid w:val="00242DDD"/>
    <w:rsid w:val="0024307E"/>
    <w:rsid w:val="0024355C"/>
    <w:rsid w:val="00243805"/>
    <w:rsid w:val="00243BED"/>
    <w:rsid w:val="00243DA4"/>
    <w:rsid w:val="0024423F"/>
    <w:rsid w:val="00244630"/>
    <w:rsid w:val="002448F8"/>
    <w:rsid w:val="0024491D"/>
    <w:rsid w:val="00244A61"/>
    <w:rsid w:val="00244B06"/>
    <w:rsid w:val="00244C0E"/>
    <w:rsid w:val="0024509C"/>
    <w:rsid w:val="002454C9"/>
    <w:rsid w:val="0024629B"/>
    <w:rsid w:val="002468C8"/>
    <w:rsid w:val="00247769"/>
    <w:rsid w:val="00247953"/>
    <w:rsid w:val="00247D3F"/>
    <w:rsid w:val="002500D0"/>
    <w:rsid w:val="002504A0"/>
    <w:rsid w:val="002504C3"/>
    <w:rsid w:val="002508DB"/>
    <w:rsid w:val="00250D6F"/>
    <w:rsid w:val="00251055"/>
    <w:rsid w:val="0025191E"/>
    <w:rsid w:val="0025218C"/>
    <w:rsid w:val="002529FB"/>
    <w:rsid w:val="00252ECC"/>
    <w:rsid w:val="00253231"/>
    <w:rsid w:val="00253278"/>
    <w:rsid w:val="0025347D"/>
    <w:rsid w:val="00253F91"/>
    <w:rsid w:val="00253FF8"/>
    <w:rsid w:val="00254071"/>
    <w:rsid w:val="002543B6"/>
    <w:rsid w:val="002553D2"/>
    <w:rsid w:val="00255F27"/>
    <w:rsid w:val="00256077"/>
    <w:rsid w:val="002564AE"/>
    <w:rsid w:val="002566A3"/>
    <w:rsid w:val="00256911"/>
    <w:rsid w:val="0025713D"/>
    <w:rsid w:val="00257378"/>
    <w:rsid w:val="0025756D"/>
    <w:rsid w:val="00257967"/>
    <w:rsid w:val="002601AF"/>
    <w:rsid w:val="00260E00"/>
    <w:rsid w:val="00260FCE"/>
    <w:rsid w:val="00261CD2"/>
    <w:rsid w:val="00261EAF"/>
    <w:rsid w:val="00262055"/>
    <w:rsid w:val="002621A4"/>
    <w:rsid w:val="002624A1"/>
    <w:rsid w:val="002625AB"/>
    <w:rsid w:val="00262D71"/>
    <w:rsid w:val="00262F47"/>
    <w:rsid w:val="00263A68"/>
    <w:rsid w:val="00263B1D"/>
    <w:rsid w:val="0026408B"/>
    <w:rsid w:val="00264218"/>
    <w:rsid w:val="002644A3"/>
    <w:rsid w:val="00265493"/>
    <w:rsid w:val="00266BCA"/>
    <w:rsid w:val="00267604"/>
    <w:rsid w:val="002679DB"/>
    <w:rsid w:val="00267ABD"/>
    <w:rsid w:val="00267C34"/>
    <w:rsid w:val="00267CAF"/>
    <w:rsid w:val="0027062F"/>
    <w:rsid w:val="00270B85"/>
    <w:rsid w:val="00271368"/>
    <w:rsid w:val="002715A3"/>
    <w:rsid w:val="002716AE"/>
    <w:rsid w:val="00271874"/>
    <w:rsid w:val="002721BC"/>
    <w:rsid w:val="002723FC"/>
    <w:rsid w:val="002725AB"/>
    <w:rsid w:val="0027291B"/>
    <w:rsid w:val="00272D23"/>
    <w:rsid w:val="00272DD5"/>
    <w:rsid w:val="00272F0C"/>
    <w:rsid w:val="0027357C"/>
    <w:rsid w:val="00273B3C"/>
    <w:rsid w:val="00273F64"/>
    <w:rsid w:val="00273FAE"/>
    <w:rsid w:val="0027481A"/>
    <w:rsid w:val="00275900"/>
    <w:rsid w:val="00275C14"/>
    <w:rsid w:val="00275EA0"/>
    <w:rsid w:val="0027616A"/>
    <w:rsid w:val="002764F6"/>
    <w:rsid w:val="002765B7"/>
    <w:rsid w:val="00276832"/>
    <w:rsid w:val="00276A83"/>
    <w:rsid w:val="00276ADC"/>
    <w:rsid w:val="00276EAF"/>
    <w:rsid w:val="00276FDC"/>
    <w:rsid w:val="00277157"/>
    <w:rsid w:val="0027743F"/>
    <w:rsid w:val="00277EF6"/>
    <w:rsid w:val="0028018A"/>
    <w:rsid w:val="00280694"/>
    <w:rsid w:val="00280998"/>
    <w:rsid w:val="00281646"/>
    <w:rsid w:val="00281CBF"/>
    <w:rsid w:val="00281F97"/>
    <w:rsid w:val="0028207F"/>
    <w:rsid w:val="00282553"/>
    <w:rsid w:val="00282F1D"/>
    <w:rsid w:val="00282F1E"/>
    <w:rsid w:val="0028324C"/>
    <w:rsid w:val="00283848"/>
    <w:rsid w:val="00283B81"/>
    <w:rsid w:val="00283C2D"/>
    <w:rsid w:val="00283E2C"/>
    <w:rsid w:val="00285A84"/>
    <w:rsid w:val="0028618F"/>
    <w:rsid w:val="00286985"/>
    <w:rsid w:val="00286B26"/>
    <w:rsid w:val="00287025"/>
    <w:rsid w:val="0028758C"/>
    <w:rsid w:val="002875C8"/>
    <w:rsid w:val="00287CD9"/>
    <w:rsid w:val="00290B40"/>
    <w:rsid w:val="00291BBA"/>
    <w:rsid w:val="00292164"/>
    <w:rsid w:val="002927F1"/>
    <w:rsid w:val="0029286D"/>
    <w:rsid w:val="00292887"/>
    <w:rsid w:val="0029311A"/>
    <w:rsid w:val="00293E9B"/>
    <w:rsid w:val="00294CE9"/>
    <w:rsid w:val="00295DEC"/>
    <w:rsid w:val="002962D6"/>
    <w:rsid w:val="0029659B"/>
    <w:rsid w:val="00296CDC"/>
    <w:rsid w:val="0029712E"/>
    <w:rsid w:val="002A0435"/>
    <w:rsid w:val="002A0557"/>
    <w:rsid w:val="002A1835"/>
    <w:rsid w:val="002A18D0"/>
    <w:rsid w:val="002A1B6D"/>
    <w:rsid w:val="002A2611"/>
    <w:rsid w:val="002A286E"/>
    <w:rsid w:val="002A2B7D"/>
    <w:rsid w:val="002A2D67"/>
    <w:rsid w:val="002A321C"/>
    <w:rsid w:val="002A3279"/>
    <w:rsid w:val="002A3341"/>
    <w:rsid w:val="002A37D2"/>
    <w:rsid w:val="002A3BED"/>
    <w:rsid w:val="002A3E60"/>
    <w:rsid w:val="002A437B"/>
    <w:rsid w:val="002A49C9"/>
    <w:rsid w:val="002A4DEA"/>
    <w:rsid w:val="002A4F6C"/>
    <w:rsid w:val="002A5115"/>
    <w:rsid w:val="002A51AE"/>
    <w:rsid w:val="002A52B3"/>
    <w:rsid w:val="002A5B89"/>
    <w:rsid w:val="002A5F73"/>
    <w:rsid w:val="002A65CF"/>
    <w:rsid w:val="002A6749"/>
    <w:rsid w:val="002A6CA2"/>
    <w:rsid w:val="002A6D49"/>
    <w:rsid w:val="002A6D87"/>
    <w:rsid w:val="002A71BE"/>
    <w:rsid w:val="002A7264"/>
    <w:rsid w:val="002A7490"/>
    <w:rsid w:val="002A77E0"/>
    <w:rsid w:val="002B04EF"/>
    <w:rsid w:val="002B136D"/>
    <w:rsid w:val="002B1618"/>
    <w:rsid w:val="002B1B2A"/>
    <w:rsid w:val="002B2729"/>
    <w:rsid w:val="002B3428"/>
    <w:rsid w:val="002B3459"/>
    <w:rsid w:val="002B3A7C"/>
    <w:rsid w:val="002B3B35"/>
    <w:rsid w:val="002B3E3B"/>
    <w:rsid w:val="002B4568"/>
    <w:rsid w:val="002B47BC"/>
    <w:rsid w:val="002B4A2A"/>
    <w:rsid w:val="002B4CAB"/>
    <w:rsid w:val="002B4EAC"/>
    <w:rsid w:val="002B51E7"/>
    <w:rsid w:val="002B6975"/>
    <w:rsid w:val="002B6EF5"/>
    <w:rsid w:val="002B7336"/>
    <w:rsid w:val="002B7627"/>
    <w:rsid w:val="002B789B"/>
    <w:rsid w:val="002B78F8"/>
    <w:rsid w:val="002B7BAF"/>
    <w:rsid w:val="002B7E13"/>
    <w:rsid w:val="002C0104"/>
    <w:rsid w:val="002C02BC"/>
    <w:rsid w:val="002C0302"/>
    <w:rsid w:val="002C0673"/>
    <w:rsid w:val="002C070F"/>
    <w:rsid w:val="002C0893"/>
    <w:rsid w:val="002C1066"/>
    <w:rsid w:val="002C1419"/>
    <w:rsid w:val="002C15D5"/>
    <w:rsid w:val="002C22F0"/>
    <w:rsid w:val="002C31AC"/>
    <w:rsid w:val="002C3B35"/>
    <w:rsid w:val="002C3C0B"/>
    <w:rsid w:val="002C3CF9"/>
    <w:rsid w:val="002C4084"/>
    <w:rsid w:val="002C42DB"/>
    <w:rsid w:val="002C4596"/>
    <w:rsid w:val="002C4C94"/>
    <w:rsid w:val="002C4DDE"/>
    <w:rsid w:val="002C5232"/>
    <w:rsid w:val="002C65CC"/>
    <w:rsid w:val="002C6761"/>
    <w:rsid w:val="002C69D4"/>
    <w:rsid w:val="002C730B"/>
    <w:rsid w:val="002C7968"/>
    <w:rsid w:val="002C7DD2"/>
    <w:rsid w:val="002C7F6F"/>
    <w:rsid w:val="002D01CB"/>
    <w:rsid w:val="002D09A2"/>
    <w:rsid w:val="002D116F"/>
    <w:rsid w:val="002D120D"/>
    <w:rsid w:val="002D123E"/>
    <w:rsid w:val="002D1734"/>
    <w:rsid w:val="002D18E6"/>
    <w:rsid w:val="002D19B0"/>
    <w:rsid w:val="002D1B0A"/>
    <w:rsid w:val="002D1E59"/>
    <w:rsid w:val="002D2387"/>
    <w:rsid w:val="002D241B"/>
    <w:rsid w:val="002D28DB"/>
    <w:rsid w:val="002D3CEA"/>
    <w:rsid w:val="002D4395"/>
    <w:rsid w:val="002D48ED"/>
    <w:rsid w:val="002D4D9C"/>
    <w:rsid w:val="002D5403"/>
    <w:rsid w:val="002D58A1"/>
    <w:rsid w:val="002D64C4"/>
    <w:rsid w:val="002D6C1C"/>
    <w:rsid w:val="002D7616"/>
    <w:rsid w:val="002D78BA"/>
    <w:rsid w:val="002E0044"/>
    <w:rsid w:val="002E018E"/>
    <w:rsid w:val="002E0351"/>
    <w:rsid w:val="002E03EE"/>
    <w:rsid w:val="002E056A"/>
    <w:rsid w:val="002E0682"/>
    <w:rsid w:val="002E08B4"/>
    <w:rsid w:val="002E1668"/>
    <w:rsid w:val="002E2BB7"/>
    <w:rsid w:val="002E2F58"/>
    <w:rsid w:val="002E3206"/>
    <w:rsid w:val="002E3B51"/>
    <w:rsid w:val="002E3BE8"/>
    <w:rsid w:val="002E4003"/>
    <w:rsid w:val="002E448C"/>
    <w:rsid w:val="002E4797"/>
    <w:rsid w:val="002E4B41"/>
    <w:rsid w:val="002E4F49"/>
    <w:rsid w:val="002E4F62"/>
    <w:rsid w:val="002E5096"/>
    <w:rsid w:val="002E5404"/>
    <w:rsid w:val="002E58AD"/>
    <w:rsid w:val="002E5F57"/>
    <w:rsid w:val="002E6638"/>
    <w:rsid w:val="002E6E64"/>
    <w:rsid w:val="002E6E73"/>
    <w:rsid w:val="002E754A"/>
    <w:rsid w:val="002E78AC"/>
    <w:rsid w:val="002F0C73"/>
    <w:rsid w:val="002F0EFF"/>
    <w:rsid w:val="002F14E3"/>
    <w:rsid w:val="002F17EB"/>
    <w:rsid w:val="002F1989"/>
    <w:rsid w:val="002F1F56"/>
    <w:rsid w:val="002F1F5A"/>
    <w:rsid w:val="002F202D"/>
    <w:rsid w:val="002F29B8"/>
    <w:rsid w:val="002F2D71"/>
    <w:rsid w:val="002F3818"/>
    <w:rsid w:val="002F3E98"/>
    <w:rsid w:val="002F4CD1"/>
    <w:rsid w:val="002F55C2"/>
    <w:rsid w:val="002F6079"/>
    <w:rsid w:val="002F6372"/>
    <w:rsid w:val="002F64C6"/>
    <w:rsid w:val="002F655E"/>
    <w:rsid w:val="002F6736"/>
    <w:rsid w:val="002F674A"/>
    <w:rsid w:val="002F6A11"/>
    <w:rsid w:val="002F6B23"/>
    <w:rsid w:val="002F6E7B"/>
    <w:rsid w:val="002F7157"/>
    <w:rsid w:val="003002F4"/>
    <w:rsid w:val="00300655"/>
    <w:rsid w:val="003008FD"/>
    <w:rsid w:val="00300AC8"/>
    <w:rsid w:val="00300C45"/>
    <w:rsid w:val="00300D6C"/>
    <w:rsid w:val="00301728"/>
    <w:rsid w:val="00301ACB"/>
    <w:rsid w:val="003021DA"/>
    <w:rsid w:val="0030270A"/>
    <w:rsid w:val="00302DA2"/>
    <w:rsid w:val="00302F53"/>
    <w:rsid w:val="0030382D"/>
    <w:rsid w:val="0030399F"/>
    <w:rsid w:val="00303ACA"/>
    <w:rsid w:val="00304421"/>
    <w:rsid w:val="00304726"/>
    <w:rsid w:val="003048A9"/>
    <w:rsid w:val="00304F82"/>
    <w:rsid w:val="003060E9"/>
    <w:rsid w:val="00306248"/>
    <w:rsid w:val="00306755"/>
    <w:rsid w:val="00306B1B"/>
    <w:rsid w:val="00307048"/>
    <w:rsid w:val="00307302"/>
    <w:rsid w:val="00307C3B"/>
    <w:rsid w:val="0031095E"/>
    <w:rsid w:val="00310E05"/>
    <w:rsid w:val="00311BFB"/>
    <w:rsid w:val="0031217F"/>
    <w:rsid w:val="00312802"/>
    <w:rsid w:val="0031283E"/>
    <w:rsid w:val="00312FCD"/>
    <w:rsid w:val="00313808"/>
    <w:rsid w:val="00313918"/>
    <w:rsid w:val="00313922"/>
    <w:rsid w:val="00313A43"/>
    <w:rsid w:val="003143CF"/>
    <w:rsid w:val="003146DE"/>
    <w:rsid w:val="003147B3"/>
    <w:rsid w:val="003147D8"/>
    <w:rsid w:val="00314B11"/>
    <w:rsid w:val="00314E2C"/>
    <w:rsid w:val="00314EB1"/>
    <w:rsid w:val="00315E29"/>
    <w:rsid w:val="0031668F"/>
    <w:rsid w:val="003167EF"/>
    <w:rsid w:val="00317102"/>
    <w:rsid w:val="0031725A"/>
    <w:rsid w:val="00317634"/>
    <w:rsid w:val="0031791B"/>
    <w:rsid w:val="00317C53"/>
    <w:rsid w:val="003202EC"/>
    <w:rsid w:val="00320593"/>
    <w:rsid w:val="00320738"/>
    <w:rsid w:val="00321517"/>
    <w:rsid w:val="00321793"/>
    <w:rsid w:val="00322648"/>
    <w:rsid w:val="00322B36"/>
    <w:rsid w:val="00323241"/>
    <w:rsid w:val="00323520"/>
    <w:rsid w:val="003237CE"/>
    <w:rsid w:val="003239DE"/>
    <w:rsid w:val="00323BCE"/>
    <w:rsid w:val="00324636"/>
    <w:rsid w:val="003251A1"/>
    <w:rsid w:val="00325779"/>
    <w:rsid w:val="00325942"/>
    <w:rsid w:val="00325D10"/>
    <w:rsid w:val="00325D26"/>
    <w:rsid w:val="00326082"/>
    <w:rsid w:val="00326788"/>
    <w:rsid w:val="00326F60"/>
    <w:rsid w:val="00327C92"/>
    <w:rsid w:val="003307B7"/>
    <w:rsid w:val="00330A34"/>
    <w:rsid w:val="00330C91"/>
    <w:rsid w:val="00331361"/>
    <w:rsid w:val="00331F73"/>
    <w:rsid w:val="0033206A"/>
    <w:rsid w:val="00332A18"/>
    <w:rsid w:val="00332D4D"/>
    <w:rsid w:val="00333B37"/>
    <w:rsid w:val="00333FA5"/>
    <w:rsid w:val="0033424C"/>
    <w:rsid w:val="003344D2"/>
    <w:rsid w:val="00334657"/>
    <w:rsid w:val="00334814"/>
    <w:rsid w:val="003354C5"/>
    <w:rsid w:val="0033583D"/>
    <w:rsid w:val="00335A19"/>
    <w:rsid w:val="003361C4"/>
    <w:rsid w:val="00336222"/>
    <w:rsid w:val="00336AB6"/>
    <w:rsid w:val="00340679"/>
    <w:rsid w:val="003407D1"/>
    <w:rsid w:val="003411D1"/>
    <w:rsid w:val="00341600"/>
    <w:rsid w:val="00341875"/>
    <w:rsid w:val="00341AB3"/>
    <w:rsid w:val="00342072"/>
    <w:rsid w:val="00342B59"/>
    <w:rsid w:val="0034357D"/>
    <w:rsid w:val="0034394E"/>
    <w:rsid w:val="003439A1"/>
    <w:rsid w:val="003439C8"/>
    <w:rsid w:val="00344135"/>
    <w:rsid w:val="0034419D"/>
    <w:rsid w:val="003441A2"/>
    <w:rsid w:val="003442C3"/>
    <w:rsid w:val="0034468E"/>
    <w:rsid w:val="0034477D"/>
    <w:rsid w:val="00344E28"/>
    <w:rsid w:val="00344FAC"/>
    <w:rsid w:val="00345047"/>
    <w:rsid w:val="00345CE5"/>
    <w:rsid w:val="0034625D"/>
    <w:rsid w:val="003465B6"/>
    <w:rsid w:val="0034689D"/>
    <w:rsid w:val="003478AD"/>
    <w:rsid w:val="00347C5B"/>
    <w:rsid w:val="00347D36"/>
    <w:rsid w:val="003500E9"/>
    <w:rsid w:val="00350B2F"/>
    <w:rsid w:val="0035113B"/>
    <w:rsid w:val="00351231"/>
    <w:rsid w:val="00351535"/>
    <w:rsid w:val="00351829"/>
    <w:rsid w:val="00352255"/>
    <w:rsid w:val="0035250B"/>
    <w:rsid w:val="00353266"/>
    <w:rsid w:val="003541E3"/>
    <w:rsid w:val="003542CE"/>
    <w:rsid w:val="00354592"/>
    <w:rsid w:val="003548F4"/>
    <w:rsid w:val="003553B5"/>
    <w:rsid w:val="003554E0"/>
    <w:rsid w:val="00355A77"/>
    <w:rsid w:val="00356278"/>
    <w:rsid w:val="00356694"/>
    <w:rsid w:val="00357520"/>
    <w:rsid w:val="00357613"/>
    <w:rsid w:val="003577B2"/>
    <w:rsid w:val="003579AF"/>
    <w:rsid w:val="00357A14"/>
    <w:rsid w:val="0036000F"/>
    <w:rsid w:val="00360181"/>
    <w:rsid w:val="003607B3"/>
    <w:rsid w:val="0036122C"/>
    <w:rsid w:val="003616D3"/>
    <w:rsid w:val="00361B9E"/>
    <w:rsid w:val="00361C03"/>
    <w:rsid w:val="00362313"/>
    <w:rsid w:val="00362A88"/>
    <w:rsid w:val="00362C05"/>
    <w:rsid w:val="00365122"/>
    <w:rsid w:val="003665D3"/>
    <w:rsid w:val="00366974"/>
    <w:rsid w:val="00370032"/>
    <w:rsid w:val="0037074A"/>
    <w:rsid w:val="003717F8"/>
    <w:rsid w:val="00371814"/>
    <w:rsid w:val="00371C8B"/>
    <w:rsid w:val="00371D51"/>
    <w:rsid w:val="00372020"/>
    <w:rsid w:val="0037223C"/>
    <w:rsid w:val="0037291B"/>
    <w:rsid w:val="003729AE"/>
    <w:rsid w:val="00372C8B"/>
    <w:rsid w:val="00372DA4"/>
    <w:rsid w:val="00372DD0"/>
    <w:rsid w:val="003732BF"/>
    <w:rsid w:val="0037352E"/>
    <w:rsid w:val="0037385E"/>
    <w:rsid w:val="00373914"/>
    <w:rsid w:val="00373CF5"/>
    <w:rsid w:val="00376E76"/>
    <w:rsid w:val="003773F2"/>
    <w:rsid w:val="00380515"/>
    <w:rsid w:val="00380C12"/>
    <w:rsid w:val="00381FEB"/>
    <w:rsid w:val="003820BB"/>
    <w:rsid w:val="003828E1"/>
    <w:rsid w:val="003829AF"/>
    <w:rsid w:val="003831A3"/>
    <w:rsid w:val="0038331F"/>
    <w:rsid w:val="0038379F"/>
    <w:rsid w:val="00383DDA"/>
    <w:rsid w:val="003846CE"/>
    <w:rsid w:val="003846E3"/>
    <w:rsid w:val="00384A61"/>
    <w:rsid w:val="00384F2B"/>
    <w:rsid w:val="0038592F"/>
    <w:rsid w:val="003859A9"/>
    <w:rsid w:val="0038642D"/>
    <w:rsid w:val="00386B9C"/>
    <w:rsid w:val="003904CE"/>
    <w:rsid w:val="0039091F"/>
    <w:rsid w:val="00390B0B"/>
    <w:rsid w:val="00391183"/>
    <w:rsid w:val="003913F0"/>
    <w:rsid w:val="00391565"/>
    <w:rsid w:val="0039324C"/>
    <w:rsid w:val="00393563"/>
    <w:rsid w:val="003935DD"/>
    <w:rsid w:val="00393762"/>
    <w:rsid w:val="00393E20"/>
    <w:rsid w:val="003944CC"/>
    <w:rsid w:val="00394C8C"/>
    <w:rsid w:val="00395060"/>
    <w:rsid w:val="00395495"/>
    <w:rsid w:val="003957A2"/>
    <w:rsid w:val="003964C4"/>
    <w:rsid w:val="00396821"/>
    <w:rsid w:val="003968F7"/>
    <w:rsid w:val="00396C4F"/>
    <w:rsid w:val="00396FA6"/>
    <w:rsid w:val="0039717C"/>
    <w:rsid w:val="0039725F"/>
    <w:rsid w:val="0039787F"/>
    <w:rsid w:val="00397F89"/>
    <w:rsid w:val="00397FFC"/>
    <w:rsid w:val="003A0160"/>
    <w:rsid w:val="003A0B82"/>
    <w:rsid w:val="003A0E2B"/>
    <w:rsid w:val="003A113C"/>
    <w:rsid w:val="003A1623"/>
    <w:rsid w:val="003A1915"/>
    <w:rsid w:val="003A1C04"/>
    <w:rsid w:val="003A1C76"/>
    <w:rsid w:val="003A21C4"/>
    <w:rsid w:val="003A24A7"/>
    <w:rsid w:val="003A2652"/>
    <w:rsid w:val="003A2989"/>
    <w:rsid w:val="003A2A27"/>
    <w:rsid w:val="003A2BEF"/>
    <w:rsid w:val="003A37A3"/>
    <w:rsid w:val="003A394F"/>
    <w:rsid w:val="003A3FB3"/>
    <w:rsid w:val="003A4527"/>
    <w:rsid w:val="003A4636"/>
    <w:rsid w:val="003A4C60"/>
    <w:rsid w:val="003A4FDB"/>
    <w:rsid w:val="003A529E"/>
    <w:rsid w:val="003A5349"/>
    <w:rsid w:val="003A53B0"/>
    <w:rsid w:val="003A5D6E"/>
    <w:rsid w:val="003A5D8E"/>
    <w:rsid w:val="003A5E51"/>
    <w:rsid w:val="003A6CBC"/>
    <w:rsid w:val="003A777A"/>
    <w:rsid w:val="003A7F57"/>
    <w:rsid w:val="003B00D6"/>
    <w:rsid w:val="003B05D2"/>
    <w:rsid w:val="003B08CB"/>
    <w:rsid w:val="003B1809"/>
    <w:rsid w:val="003B20FF"/>
    <w:rsid w:val="003B2206"/>
    <w:rsid w:val="003B273D"/>
    <w:rsid w:val="003B27F6"/>
    <w:rsid w:val="003B288A"/>
    <w:rsid w:val="003B299F"/>
    <w:rsid w:val="003B2DBE"/>
    <w:rsid w:val="003B2E6F"/>
    <w:rsid w:val="003B310A"/>
    <w:rsid w:val="003B312F"/>
    <w:rsid w:val="003B393B"/>
    <w:rsid w:val="003B3A86"/>
    <w:rsid w:val="003B3DB4"/>
    <w:rsid w:val="003B3F74"/>
    <w:rsid w:val="003B45AB"/>
    <w:rsid w:val="003B45E2"/>
    <w:rsid w:val="003B4A66"/>
    <w:rsid w:val="003B4BD8"/>
    <w:rsid w:val="003B561D"/>
    <w:rsid w:val="003B5A69"/>
    <w:rsid w:val="003B5D6A"/>
    <w:rsid w:val="003B67C8"/>
    <w:rsid w:val="003B7301"/>
    <w:rsid w:val="003C020E"/>
    <w:rsid w:val="003C039A"/>
    <w:rsid w:val="003C126D"/>
    <w:rsid w:val="003C1289"/>
    <w:rsid w:val="003C12B1"/>
    <w:rsid w:val="003C1720"/>
    <w:rsid w:val="003C178A"/>
    <w:rsid w:val="003C1A4B"/>
    <w:rsid w:val="003C1D96"/>
    <w:rsid w:val="003C265D"/>
    <w:rsid w:val="003C2660"/>
    <w:rsid w:val="003C2BFB"/>
    <w:rsid w:val="003C2D59"/>
    <w:rsid w:val="003C306F"/>
    <w:rsid w:val="003C3396"/>
    <w:rsid w:val="003C35C6"/>
    <w:rsid w:val="003C3BFB"/>
    <w:rsid w:val="003C3C49"/>
    <w:rsid w:val="003C3DE1"/>
    <w:rsid w:val="003C420B"/>
    <w:rsid w:val="003C50AA"/>
    <w:rsid w:val="003C54E2"/>
    <w:rsid w:val="003C611E"/>
    <w:rsid w:val="003C7278"/>
    <w:rsid w:val="003C74DE"/>
    <w:rsid w:val="003C7C43"/>
    <w:rsid w:val="003C7E9C"/>
    <w:rsid w:val="003D062D"/>
    <w:rsid w:val="003D0A90"/>
    <w:rsid w:val="003D11B1"/>
    <w:rsid w:val="003D11F0"/>
    <w:rsid w:val="003D1BF4"/>
    <w:rsid w:val="003D2BD6"/>
    <w:rsid w:val="003D4024"/>
    <w:rsid w:val="003D42EA"/>
    <w:rsid w:val="003D4670"/>
    <w:rsid w:val="003D4CFF"/>
    <w:rsid w:val="003D4F96"/>
    <w:rsid w:val="003D5521"/>
    <w:rsid w:val="003D5C78"/>
    <w:rsid w:val="003D5CF1"/>
    <w:rsid w:val="003D5EEB"/>
    <w:rsid w:val="003D660D"/>
    <w:rsid w:val="003D6992"/>
    <w:rsid w:val="003D6E96"/>
    <w:rsid w:val="003D74C1"/>
    <w:rsid w:val="003D74EC"/>
    <w:rsid w:val="003D7674"/>
    <w:rsid w:val="003D7835"/>
    <w:rsid w:val="003D7F82"/>
    <w:rsid w:val="003E0316"/>
    <w:rsid w:val="003E06F3"/>
    <w:rsid w:val="003E0FAB"/>
    <w:rsid w:val="003E0FD6"/>
    <w:rsid w:val="003E16C6"/>
    <w:rsid w:val="003E1705"/>
    <w:rsid w:val="003E1824"/>
    <w:rsid w:val="003E248C"/>
    <w:rsid w:val="003E2687"/>
    <w:rsid w:val="003E290C"/>
    <w:rsid w:val="003E2A02"/>
    <w:rsid w:val="003E2B6C"/>
    <w:rsid w:val="003E35DF"/>
    <w:rsid w:val="003E3891"/>
    <w:rsid w:val="003E3A89"/>
    <w:rsid w:val="003E3AC9"/>
    <w:rsid w:val="003E4FF5"/>
    <w:rsid w:val="003E5010"/>
    <w:rsid w:val="003E52EB"/>
    <w:rsid w:val="003E5AD8"/>
    <w:rsid w:val="003E5CAD"/>
    <w:rsid w:val="003E6724"/>
    <w:rsid w:val="003E7663"/>
    <w:rsid w:val="003E78B7"/>
    <w:rsid w:val="003E7DEF"/>
    <w:rsid w:val="003F0281"/>
    <w:rsid w:val="003F07A6"/>
    <w:rsid w:val="003F0E7F"/>
    <w:rsid w:val="003F1B00"/>
    <w:rsid w:val="003F1EFD"/>
    <w:rsid w:val="003F207A"/>
    <w:rsid w:val="003F304E"/>
    <w:rsid w:val="003F389B"/>
    <w:rsid w:val="003F3C47"/>
    <w:rsid w:val="003F41CD"/>
    <w:rsid w:val="003F4575"/>
    <w:rsid w:val="003F4A70"/>
    <w:rsid w:val="003F5013"/>
    <w:rsid w:val="003F58D9"/>
    <w:rsid w:val="003F5BAC"/>
    <w:rsid w:val="003F5E46"/>
    <w:rsid w:val="003F66FD"/>
    <w:rsid w:val="003F6748"/>
    <w:rsid w:val="003F6C44"/>
    <w:rsid w:val="003F76BF"/>
    <w:rsid w:val="003F7B5A"/>
    <w:rsid w:val="003F7D95"/>
    <w:rsid w:val="00400051"/>
    <w:rsid w:val="00400055"/>
    <w:rsid w:val="004007E8"/>
    <w:rsid w:val="004007F5"/>
    <w:rsid w:val="004012B1"/>
    <w:rsid w:val="0040279D"/>
    <w:rsid w:val="00402D5B"/>
    <w:rsid w:val="004031F8"/>
    <w:rsid w:val="00403350"/>
    <w:rsid w:val="004038F3"/>
    <w:rsid w:val="00403F64"/>
    <w:rsid w:val="004042B1"/>
    <w:rsid w:val="00405511"/>
    <w:rsid w:val="00405992"/>
    <w:rsid w:val="00405F22"/>
    <w:rsid w:val="00406206"/>
    <w:rsid w:val="004075C5"/>
    <w:rsid w:val="0040785B"/>
    <w:rsid w:val="00407B98"/>
    <w:rsid w:val="00410368"/>
    <w:rsid w:val="004112DE"/>
    <w:rsid w:val="0041134C"/>
    <w:rsid w:val="00411433"/>
    <w:rsid w:val="004115DF"/>
    <w:rsid w:val="00411BCC"/>
    <w:rsid w:val="004120AB"/>
    <w:rsid w:val="004137CE"/>
    <w:rsid w:val="00413B59"/>
    <w:rsid w:val="00414191"/>
    <w:rsid w:val="00414554"/>
    <w:rsid w:val="00414B82"/>
    <w:rsid w:val="004152AA"/>
    <w:rsid w:val="004154E2"/>
    <w:rsid w:val="00415C04"/>
    <w:rsid w:val="0041603B"/>
    <w:rsid w:val="0041647D"/>
    <w:rsid w:val="004165E4"/>
    <w:rsid w:val="0041694B"/>
    <w:rsid w:val="00416D31"/>
    <w:rsid w:val="004170D5"/>
    <w:rsid w:val="0041777F"/>
    <w:rsid w:val="00420BBA"/>
    <w:rsid w:val="004212B1"/>
    <w:rsid w:val="0042134A"/>
    <w:rsid w:val="00421497"/>
    <w:rsid w:val="00421952"/>
    <w:rsid w:val="0042275D"/>
    <w:rsid w:val="00422BBD"/>
    <w:rsid w:val="00422C6E"/>
    <w:rsid w:val="00422D34"/>
    <w:rsid w:val="004240A4"/>
    <w:rsid w:val="0042473D"/>
    <w:rsid w:val="004248DC"/>
    <w:rsid w:val="00424915"/>
    <w:rsid w:val="004250AC"/>
    <w:rsid w:val="004252B1"/>
    <w:rsid w:val="00425921"/>
    <w:rsid w:val="00425E7E"/>
    <w:rsid w:val="0042655A"/>
    <w:rsid w:val="00426B71"/>
    <w:rsid w:val="00426FDC"/>
    <w:rsid w:val="004271AD"/>
    <w:rsid w:val="004272BE"/>
    <w:rsid w:val="004276BF"/>
    <w:rsid w:val="00427752"/>
    <w:rsid w:val="004278EE"/>
    <w:rsid w:val="00427AF1"/>
    <w:rsid w:val="00427B9E"/>
    <w:rsid w:val="00427C4C"/>
    <w:rsid w:val="00427C6C"/>
    <w:rsid w:val="0043073A"/>
    <w:rsid w:val="0043084C"/>
    <w:rsid w:val="00430D60"/>
    <w:rsid w:val="004310AF"/>
    <w:rsid w:val="004312A4"/>
    <w:rsid w:val="00431A09"/>
    <w:rsid w:val="00431C21"/>
    <w:rsid w:val="00432421"/>
    <w:rsid w:val="0043255E"/>
    <w:rsid w:val="00432E8B"/>
    <w:rsid w:val="004330CE"/>
    <w:rsid w:val="00433394"/>
    <w:rsid w:val="004334A5"/>
    <w:rsid w:val="004334BB"/>
    <w:rsid w:val="00433777"/>
    <w:rsid w:val="00433FB1"/>
    <w:rsid w:val="00434399"/>
    <w:rsid w:val="0043469A"/>
    <w:rsid w:val="004346BD"/>
    <w:rsid w:val="00434EDA"/>
    <w:rsid w:val="0043571E"/>
    <w:rsid w:val="00435832"/>
    <w:rsid w:val="00435C74"/>
    <w:rsid w:val="00435ED0"/>
    <w:rsid w:val="004365DF"/>
    <w:rsid w:val="00436A4F"/>
    <w:rsid w:val="00436AA4"/>
    <w:rsid w:val="00436FEB"/>
    <w:rsid w:val="004370C4"/>
    <w:rsid w:val="004370C8"/>
    <w:rsid w:val="004371EA"/>
    <w:rsid w:val="004374B6"/>
    <w:rsid w:val="004375D8"/>
    <w:rsid w:val="0043793C"/>
    <w:rsid w:val="00437BE1"/>
    <w:rsid w:val="00440030"/>
    <w:rsid w:val="0044003D"/>
    <w:rsid w:val="004402D9"/>
    <w:rsid w:val="00440507"/>
    <w:rsid w:val="004409A3"/>
    <w:rsid w:val="00440FDB"/>
    <w:rsid w:val="00441251"/>
    <w:rsid w:val="004414E4"/>
    <w:rsid w:val="00441D0E"/>
    <w:rsid w:val="00442460"/>
    <w:rsid w:val="00442A1A"/>
    <w:rsid w:val="004430B3"/>
    <w:rsid w:val="004433A8"/>
    <w:rsid w:val="004433DE"/>
    <w:rsid w:val="0044343F"/>
    <w:rsid w:val="00443A02"/>
    <w:rsid w:val="00444B49"/>
    <w:rsid w:val="00444E60"/>
    <w:rsid w:val="004451F7"/>
    <w:rsid w:val="004457B6"/>
    <w:rsid w:val="004459EB"/>
    <w:rsid w:val="004459F9"/>
    <w:rsid w:val="00446290"/>
    <w:rsid w:val="0044645D"/>
    <w:rsid w:val="00446936"/>
    <w:rsid w:val="00446A46"/>
    <w:rsid w:val="00446F10"/>
    <w:rsid w:val="0044707B"/>
    <w:rsid w:val="0044710A"/>
    <w:rsid w:val="00447399"/>
    <w:rsid w:val="00447560"/>
    <w:rsid w:val="004504D5"/>
    <w:rsid w:val="004507FF"/>
    <w:rsid w:val="00450960"/>
    <w:rsid w:val="00450EAE"/>
    <w:rsid w:val="00451305"/>
    <w:rsid w:val="004513E6"/>
    <w:rsid w:val="004529C6"/>
    <w:rsid w:val="0045316A"/>
    <w:rsid w:val="00453B51"/>
    <w:rsid w:val="0045403D"/>
    <w:rsid w:val="00454112"/>
    <w:rsid w:val="0045454C"/>
    <w:rsid w:val="00455752"/>
    <w:rsid w:val="004559C5"/>
    <w:rsid w:val="004559C9"/>
    <w:rsid w:val="00455C52"/>
    <w:rsid w:val="00455CBB"/>
    <w:rsid w:val="00456174"/>
    <w:rsid w:val="00456640"/>
    <w:rsid w:val="004569B6"/>
    <w:rsid w:val="00456F55"/>
    <w:rsid w:val="00457461"/>
    <w:rsid w:val="00457540"/>
    <w:rsid w:val="00457626"/>
    <w:rsid w:val="00457955"/>
    <w:rsid w:val="00460190"/>
    <w:rsid w:val="0046081C"/>
    <w:rsid w:val="00460B2F"/>
    <w:rsid w:val="0046116C"/>
    <w:rsid w:val="00461181"/>
    <w:rsid w:val="00461386"/>
    <w:rsid w:val="004614BB"/>
    <w:rsid w:val="00461553"/>
    <w:rsid w:val="00463C4B"/>
    <w:rsid w:val="004640A0"/>
    <w:rsid w:val="004646C6"/>
    <w:rsid w:val="00464A21"/>
    <w:rsid w:val="00465311"/>
    <w:rsid w:val="004656CD"/>
    <w:rsid w:val="00465C32"/>
    <w:rsid w:val="00466550"/>
    <w:rsid w:val="004665BD"/>
    <w:rsid w:val="00466A86"/>
    <w:rsid w:val="0046706B"/>
    <w:rsid w:val="0046754B"/>
    <w:rsid w:val="00470250"/>
    <w:rsid w:val="00470425"/>
    <w:rsid w:val="0047099F"/>
    <w:rsid w:val="00470A47"/>
    <w:rsid w:val="00470BAC"/>
    <w:rsid w:val="00471075"/>
    <w:rsid w:val="00471143"/>
    <w:rsid w:val="004712AB"/>
    <w:rsid w:val="004716A6"/>
    <w:rsid w:val="00471F71"/>
    <w:rsid w:val="004724A2"/>
    <w:rsid w:val="004724E6"/>
    <w:rsid w:val="0047279D"/>
    <w:rsid w:val="004733E0"/>
    <w:rsid w:val="004741A0"/>
    <w:rsid w:val="004741F3"/>
    <w:rsid w:val="0047444A"/>
    <w:rsid w:val="004749C2"/>
    <w:rsid w:val="00474E47"/>
    <w:rsid w:val="004751E7"/>
    <w:rsid w:val="00475ADD"/>
    <w:rsid w:val="00475DA8"/>
    <w:rsid w:val="00476171"/>
    <w:rsid w:val="004762CC"/>
    <w:rsid w:val="00476378"/>
    <w:rsid w:val="0047652E"/>
    <w:rsid w:val="00476FD3"/>
    <w:rsid w:val="00477227"/>
    <w:rsid w:val="004775CD"/>
    <w:rsid w:val="004779B9"/>
    <w:rsid w:val="00477A41"/>
    <w:rsid w:val="00477ECF"/>
    <w:rsid w:val="004800CD"/>
    <w:rsid w:val="0048057B"/>
    <w:rsid w:val="00480AD4"/>
    <w:rsid w:val="00480FEF"/>
    <w:rsid w:val="004811D1"/>
    <w:rsid w:val="004814E8"/>
    <w:rsid w:val="00481CD5"/>
    <w:rsid w:val="004828C7"/>
    <w:rsid w:val="00482968"/>
    <w:rsid w:val="00482B6D"/>
    <w:rsid w:val="00482F3D"/>
    <w:rsid w:val="00483CAB"/>
    <w:rsid w:val="00483D07"/>
    <w:rsid w:val="0048406F"/>
    <w:rsid w:val="00485853"/>
    <w:rsid w:val="00485AA2"/>
    <w:rsid w:val="00485B34"/>
    <w:rsid w:val="00485D2E"/>
    <w:rsid w:val="0048609A"/>
    <w:rsid w:val="0048632F"/>
    <w:rsid w:val="004864B0"/>
    <w:rsid w:val="004866ED"/>
    <w:rsid w:val="00487565"/>
    <w:rsid w:val="00487755"/>
    <w:rsid w:val="004879B1"/>
    <w:rsid w:val="00487D47"/>
    <w:rsid w:val="004900C2"/>
    <w:rsid w:val="0049038C"/>
    <w:rsid w:val="004903E9"/>
    <w:rsid w:val="00490629"/>
    <w:rsid w:val="00490AF5"/>
    <w:rsid w:val="00491472"/>
    <w:rsid w:val="00491A1F"/>
    <w:rsid w:val="00491C1F"/>
    <w:rsid w:val="00492423"/>
    <w:rsid w:val="00492895"/>
    <w:rsid w:val="004929E8"/>
    <w:rsid w:val="00492D0A"/>
    <w:rsid w:val="00492E97"/>
    <w:rsid w:val="004931A6"/>
    <w:rsid w:val="004937DE"/>
    <w:rsid w:val="0049389F"/>
    <w:rsid w:val="004939FB"/>
    <w:rsid w:val="00493A65"/>
    <w:rsid w:val="004946B6"/>
    <w:rsid w:val="00494A72"/>
    <w:rsid w:val="00494DD0"/>
    <w:rsid w:val="00494FEC"/>
    <w:rsid w:val="00495548"/>
    <w:rsid w:val="00495610"/>
    <w:rsid w:val="004959B9"/>
    <w:rsid w:val="00495BDC"/>
    <w:rsid w:val="00495C33"/>
    <w:rsid w:val="00495D2B"/>
    <w:rsid w:val="00495ED9"/>
    <w:rsid w:val="004965DD"/>
    <w:rsid w:val="00496B55"/>
    <w:rsid w:val="00497049"/>
    <w:rsid w:val="0049726D"/>
    <w:rsid w:val="0049750E"/>
    <w:rsid w:val="00497A1F"/>
    <w:rsid w:val="00497D36"/>
    <w:rsid w:val="00497D6C"/>
    <w:rsid w:val="00497E87"/>
    <w:rsid w:val="004A088D"/>
    <w:rsid w:val="004A0987"/>
    <w:rsid w:val="004A10AB"/>
    <w:rsid w:val="004A189C"/>
    <w:rsid w:val="004A1DF1"/>
    <w:rsid w:val="004A1FF6"/>
    <w:rsid w:val="004A3031"/>
    <w:rsid w:val="004A3080"/>
    <w:rsid w:val="004A342D"/>
    <w:rsid w:val="004A354C"/>
    <w:rsid w:val="004A3A7D"/>
    <w:rsid w:val="004A3D5C"/>
    <w:rsid w:val="004A4704"/>
    <w:rsid w:val="004A47E5"/>
    <w:rsid w:val="004A48FF"/>
    <w:rsid w:val="004A49B1"/>
    <w:rsid w:val="004A4FDB"/>
    <w:rsid w:val="004A5A08"/>
    <w:rsid w:val="004A5A6B"/>
    <w:rsid w:val="004A5EC9"/>
    <w:rsid w:val="004A5F43"/>
    <w:rsid w:val="004A5FD2"/>
    <w:rsid w:val="004A60F5"/>
    <w:rsid w:val="004A620B"/>
    <w:rsid w:val="004A631D"/>
    <w:rsid w:val="004A68BF"/>
    <w:rsid w:val="004A68FB"/>
    <w:rsid w:val="004A6B94"/>
    <w:rsid w:val="004A7A6C"/>
    <w:rsid w:val="004A7D3F"/>
    <w:rsid w:val="004A7EC9"/>
    <w:rsid w:val="004B09EB"/>
    <w:rsid w:val="004B18FF"/>
    <w:rsid w:val="004B1C4A"/>
    <w:rsid w:val="004B215F"/>
    <w:rsid w:val="004B303D"/>
    <w:rsid w:val="004B30C8"/>
    <w:rsid w:val="004B3D45"/>
    <w:rsid w:val="004B4052"/>
    <w:rsid w:val="004B41DE"/>
    <w:rsid w:val="004B434F"/>
    <w:rsid w:val="004B4BEA"/>
    <w:rsid w:val="004B55DE"/>
    <w:rsid w:val="004B5AE5"/>
    <w:rsid w:val="004B5F03"/>
    <w:rsid w:val="004B643C"/>
    <w:rsid w:val="004B6642"/>
    <w:rsid w:val="004B67EF"/>
    <w:rsid w:val="004B6E94"/>
    <w:rsid w:val="004C0B35"/>
    <w:rsid w:val="004C0CCE"/>
    <w:rsid w:val="004C174F"/>
    <w:rsid w:val="004C19AE"/>
    <w:rsid w:val="004C1AD3"/>
    <w:rsid w:val="004C1F1C"/>
    <w:rsid w:val="004C2745"/>
    <w:rsid w:val="004C2B67"/>
    <w:rsid w:val="004C2C15"/>
    <w:rsid w:val="004C3368"/>
    <w:rsid w:val="004C38A7"/>
    <w:rsid w:val="004C40D0"/>
    <w:rsid w:val="004C4619"/>
    <w:rsid w:val="004C562D"/>
    <w:rsid w:val="004C5689"/>
    <w:rsid w:val="004C5EE7"/>
    <w:rsid w:val="004C6863"/>
    <w:rsid w:val="004C6D8A"/>
    <w:rsid w:val="004C7117"/>
    <w:rsid w:val="004C72EF"/>
    <w:rsid w:val="004C77FA"/>
    <w:rsid w:val="004C7851"/>
    <w:rsid w:val="004D02D0"/>
    <w:rsid w:val="004D06B9"/>
    <w:rsid w:val="004D0A03"/>
    <w:rsid w:val="004D0C09"/>
    <w:rsid w:val="004D1041"/>
    <w:rsid w:val="004D13A5"/>
    <w:rsid w:val="004D1605"/>
    <w:rsid w:val="004D1BA7"/>
    <w:rsid w:val="004D1CB6"/>
    <w:rsid w:val="004D2243"/>
    <w:rsid w:val="004D25EF"/>
    <w:rsid w:val="004D26B0"/>
    <w:rsid w:val="004D27A8"/>
    <w:rsid w:val="004D2A48"/>
    <w:rsid w:val="004D2B39"/>
    <w:rsid w:val="004D3616"/>
    <w:rsid w:val="004D3741"/>
    <w:rsid w:val="004D3B41"/>
    <w:rsid w:val="004D4037"/>
    <w:rsid w:val="004D46CC"/>
    <w:rsid w:val="004D4E38"/>
    <w:rsid w:val="004D54DD"/>
    <w:rsid w:val="004D5852"/>
    <w:rsid w:val="004D59CD"/>
    <w:rsid w:val="004D5DC9"/>
    <w:rsid w:val="004D5F1C"/>
    <w:rsid w:val="004D60F0"/>
    <w:rsid w:val="004D6F55"/>
    <w:rsid w:val="004D7394"/>
    <w:rsid w:val="004D73E2"/>
    <w:rsid w:val="004D7BE9"/>
    <w:rsid w:val="004D7EFC"/>
    <w:rsid w:val="004D7F49"/>
    <w:rsid w:val="004E00BC"/>
    <w:rsid w:val="004E0397"/>
    <w:rsid w:val="004E08F9"/>
    <w:rsid w:val="004E09FB"/>
    <w:rsid w:val="004E0A92"/>
    <w:rsid w:val="004E0C28"/>
    <w:rsid w:val="004E16B1"/>
    <w:rsid w:val="004E16D5"/>
    <w:rsid w:val="004E188B"/>
    <w:rsid w:val="004E192A"/>
    <w:rsid w:val="004E19B3"/>
    <w:rsid w:val="004E19F2"/>
    <w:rsid w:val="004E1EA9"/>
    <w:rsid w:val="004E20A1"/>
    <w:rsid w:val="004E2144"/>
    <w:rsid w:val="004E21C0"/>
    <w:rsid w:val="004E26C7"/>
    <w:rsid w:val="004E2730"/>
    <w:rsid w:val="004E28B6"/>
    <w:rsid w:val="004E2A16"/>
    <w:rsid w:val="004E2AC3"/>
    <w:rsid w:val="004E2BA3"/>
    <w:rsid w:val="004E3215"/>
    <w:rsid w:val="004E353F"/>
    <w:rsid w:val="004E39F9"/>
    <w:rsid w:val="004E446A"/>
    <w:rsid w:val="004E4D4E"/>
    <w:rsid w:val="004E4DB1"/>
    <w:rsid w:val="004E5611"/>
    <w:rsid w:val="004E5AF5"/>
    <w:rsid w:val="004E5FED"/>
    <w:rsid w:val="004E60C0"/>
    <w:rsid w:val="004E639C"/>
    <w:rsid w:val="004E6699"/>
    <w:rsid w:val="004E7234"/>
    <w:rsid w:val="004E7F19"/>
    <w:rsid w:val="004F04DD"/>
    <w:rsid w:val="004F094C"/>
    <w:rsid w:val="004F0BE7"/>
    <w:rsid w:val="004F1A03"/>
    <w:rsid w:val="004F22A2"/>
    <w:rsid w:val="004F28CA"/>
    <w:rsid w:val="004F2CC6"/>
    <w:rsid w:val="004F3A05"/>
    <w:rsid w:val="004F3B88"/>
    <w:rsid w:val="004F421A"/>
    <w:rsid w:val="004F4370"/>
    <w:rsid w:val="004F4978"/>
    <w:rsid w:val="004F49F4"/>
    <w:rsid w:val="004F4AC6"/>
    <w:rsid w:val="004F4BAA"/>
    <w:rsid w:val="004F4CC8"/>
    <w:rsid w:val="004F4E7D"/>
    <w:rsid w:val="004F4F2F"/>
    <w:rsid w:val="004F55E0"/>
    <w:rsid w:val="004F5610"/>
    <w:rsid w:val="004F68FC"/>
    <w:rsid w:val="004F6F7A"/>
    <w:rsid w:val="004F7C14"/>
    <w:rsid w:val="005002A3"/>
    <w:rsid w:val="0050068A"/>
    <w:rsid w:val="005008B1"/>
    <w:rsid w:val="00501C6E"/>
    <w:rsid w:val="00501D94"/>
    <w:rsid w:val="00501E8E"/>
    <w:rsid w:val="00501E98"/>
    <w:rsid w:val="00501EAF"/>
    <w:rsid w:val="0050308C"/>
    <w:rsid w:val="0050312D"/>
    <w:rsid w:val="005035B7"/>
    <w:rsid w:val="005037A4"/>
    <w:rsid w:val="00503872"/>
    <w:rsid w:val="00503988"/>
    <w:rsid w:val="00503ABB"/>
    <w:rsid w:val="00503D84"/>
    <w:rsid w:val="005048E5"/>
    <w:rsid w:val="0050491F"/>
    <w:rsid w:val="00504D54"/>
    <w:rsid w:val="00504E38"/>
    <w:rsid w:val="00504F61"/>
    <w:rsid w:val="005058D2"/>
    <w:rsid w:val="005061C3"/>
    <w:rsid w:val="005067B9"/>
    <w:rsid w:val="00506D29"/>
    <w:rsid w:val="00507C07"/>
    <w:rsid w:val="00510226"/>
    <w:rsid w:val="005105AE"/>
    <w:rsid w:val="00510FB0"/>
    <w:rsid w:val="005111EF"/>
    <w:rsid w:val="005113D0"/>
    <w:rsid w:val="00511433"/>
    <w:rsid w:val="005114B8"/>
    <w:rsid w:val="00511AE6"/>
    <w:rsid w:val="0051259D"/>
    <w:rsid w:val="00512F22"/>
    <w:rsid w:val="00512FFC"/>
    <w:rsid w:val="00513C7F"/>
    <w:rsid w:val="00513CE3"/>
    <w:rsid w:val="00514834"/>
    <w:rsid w:val="00516C02"/>
    <w:rsid w:val="005171B4"/>
    <w:rsid w:val="005177FB"/>
    <w:rsid w:val="00517E38"/>
    <w:rsid w:val="005200CF"/>
    <w:rsid w:val="005202BF"/>
    <w:rsid w:val="005206B0"/>
    <w:rsid w:val="0052090E"/>
    <w:rsid w:val="00520ECB"/>
    <w:rsid w:val="0052122E"/>
    <w:rsid w:val="00521300"/>
    <w:rsid w:val="00521653"/>
    <w:rsid w:val="00521D80"/>
    <w:rsid w:val="005228EE"/>
    <w:rsid w:val="00522F63"/>
    <w:rsid w:val="005234D8"/>
    <w:rsid w:val="00523C2B"/>
    <w:rsid w:val="00524865"/>
    <w:rsid w:val="005248BC"/>
    <w:rsid w:val="00525551"/>
    <w:rsid w:val="00525B98"/>
    <w:rsid w:val="005264B0"/>
    <w:rsid w:val="00526BE4"/>
    <w:rsid w:val="00526D46"/>
    <w:rsid w:val="00527818"/>
    <w:rsid w:val="005303ED"/>
    <w:rsid w:val="0053082D"/>
    <w:rsid w:val="00531287"/>
    <w:rsid w:val="00531531"/>
    <w:rsid w:val="00531A6F"/>
    <w:rsid w:val="00531FCC"/>
    <w:rsid w:val="00532027"/>
    <w:rsid w:val="005321D8"/>
    <w:rsid w:val="0053223A"/>
    <w:rsid w:val="00532366"/>
    <w:rsid w:val="00532892"/>
    <w:rsid w:val="00532B26"/>
    <w:rsid w:val="00533009"/>
    <w:rsid w:val="0053390A"/>
    <w:rsid w:val="00533F1C"/>
    <w:rsid w:val="005343E4"/>
    <w:rsid w:val="005343F1"/>
    <w:rsid w:val="00535056"/>
    <w:rsid w:val="005356E4"/>
    <w:rsid w:val="005357D1"/>
    <w:rsid w:val="00535E92"/>
    <w:rsid w:val="005369E6"/>
    <w:rsid w:val="005371C3"/>
    <w:rsid w:val="005379B0"/>
    <w:rsid w:val="00537A9B"/>
    <w:rsid w:val="00540147"/>
    <w:rsid w:val="00540C7B"/>
    <w:rsid w:val="00540CC2"/>
    <w:rsid w:val="00540E80"/>
    <w:rsid w:val="00542253"/>
    <w:rsid w:val="00542636"/>
    <w:rsid w:val="00542D28"/>
    <w:rsid w:val="00544517"/>
    <w:rsid w:val="00544A03"/>
    <w:rsid w:val="005451FA"/>
    <w:rsid w:val="005452AB"/>
    <w:rsid w:val="0054545B"/>
    <w:rsid w:val="00545CD5"/>
    <w:rsid w:val="005463E4"/>
    <w:rsid w:val="005467ED"/>
    <w:rsid w:val="0054691D"/>
    <w:rsid w:val="00546D12"/>
    <w:rsid w:val="005471B4"/>
    <w:rsid w:val="00547BEB"/>
    <w:rsid w:val="0055144D"/>
    <w:rsid w:val="005518E7"/>
    <w:rsid w:val="005519AF"/>
    <w:rsid w:val="00551E1E"/>
    <w:rsid w:val="0055236E"/>
    <w:rsid w:val="00552B6A"/>
    <w:rsid w:val="00553408"/>
    <w:rsid w:val="005536B6"/>
    <w:rsid w:val="00553C80"/>
    <w:rsid w:val="005540BF"/>
    <w:rsid w:val="005541AE"/>
    <w:rsid w:val="00554EE8"/>
    <w:rsid w:val="00555621"/>
    <w:rsid w:val="00555B12"/>
    <w:rsid w:val="00555C06"/>
    <w:rsid w:val="00555CEB"/>
    <w:rsid w:val="00555F3A"/>
    <w:rsid w:val="0055629F"/>
    <w:rsid w:val="00556C68"/>
    <w:rsid w:val="00557124"/>
    <w:rsid w:val="005571BE"/>
    <w:rsid w:val="00557485"/>
    <w:rsid w:val="005576EA"/>
    <w:rsid w:val="00557C37"/>
    <w:rsid w:val="00560602"/>
    <w:rsid w:val="00560873"/>
    <w:rsid w:val="005608B6"/>
    <w:rsid w:val="00560D1B"/>
    <w:rsid w:val="0056153E"/>
    <w:rsid w:val="005631B7"/>
    <w:rsid w:val="005638B4"/>
    <w:rsid w:val="00563B7A"/>
    <w:rsid w:val="0056418F"/>
    <w:rsid w:val="00564487"/>
    <w:rsid w:val="0056463E"/>
    <w:rsid w:val="0056469E"/>
    <w:rsid w:val="005647FB"/>
    <w:rsid w:val="00565C9A"/>
    <w:rsid w:val="00565D55"/>
    <w:rsid w:val="00565E70"/>
    <w:rsid w:val="0056634D"/>
    <w:rsid w:val="005665D8"/>
    <w:rsid w:val="00566F2B"/>
    <w:rsid w:val="0056729A"/>
    <w:rsid w:val="005672A2"/>
    <w:rsid w:val="00567817"/>
    <w:rsid w:val="00567B2B"/>
    <w:rsid w:val="005715BC"/>
    <w:rsid w:val="00571600"/>
    <w:rsid w:val="005717C0"/>
    <w:rsid w:val="00571871"/>
    <w:rsid w:val="00573B6D"/>
    <w:rsid w:val="005741E6"/>
    <w:rsid w:val="00574531"/>
    <w:rsid w:val="00574E79"/>
    <w:rsid w:val="00576728"/>
    <w:rsid w:val="005768CC"/>
    <w:rsid w:val="00576902"/>
    <w:rsid w:val="00576F93"/>
    <w:rsid w:val="00577571"/>
    <w:rsid w:val="0057776B"/>
    <w:rsid w:val="00577A2E"/>
    <w:rsid w:val="00577F79"/>
    <w:rsid w:val="005801F9"/>
    <w:rsid w:val="005806A9"/>
    <w:rsid w:val="00580AA6"/>
    <w:rsid w:val="00580B8F"/>
    <w:rsid w:val="00580CF1"/>
    <w:rsid w:val="005813B0"/>
    <w:rsid w:val="00581679"/>
    <w:rsid w:val="00581921"/>
    <w:rsid w:val="005827A7"/>
    <w:rsid w:val="00582917"/>
    <w:rsid w:val="00582B02"/>
    <w:rsid w:val="00582C78"/>
    <w:rsid w:val="0058370F"/>
    <w:rsid w:val="00583A22"/>
    <w:rsid w:val="00583CDC"/>
    <w:rsid w:val="00584D00"/>
    <w:rsid w:val="00584DD7"/>
    <w:rsid w:val="0058578E"/>
    <w:rsid w:val="00585E1F"/>
    <w:rsid w:val="0058621C"/>
    <w:rsid w:val="00586411"/>
    <w:rsid w:val="0058670F"/>
    <w:rsid w:val="00586A4E"/>
    <w:rsid w:val="00587250"/>
    <w:rsid w:val="0058778F"/>
    <w:rsid w:val="00587BC7"/>
    <w:rsid w:val="00587E68"/>
    <w:rsid w:val="00587ED4"/>
    <w:rsid w:val="005901EA"/>
    <w:rsid w:val="005904EF"/>
    <w:rsid w:val="00590E5B"/>
    <w:rsid w:val="00591423"/>
    <w:rsid w:val="00591458"/>
    <w:rsid w:val="00592824"/>
    <w:rsid w:val="00592987"/>
    <w:rsid w:val="005929E8"/>
    <w:rsid w:val="00592BCE"/>
    <w:rsid w:val="00592D9A"/>
    <w:rsid w:val="005932B6"/>
    <w:rsid w:val="00593741"/>
    <w:rsid w:val="00593D40"/>
    <w:rsid w:val="00595430"/>
    <w:rsid w:val="005956CC"/>
    <w:rsid w:val="00595736"/>
    <w:rsid w:val="0059574A"/>
    <w:rsid w:val="00595905"/>
    <w:rsid w:val="00595BB2"/>
    <w:rsid w:val="00596056"/>
    <w:rsid w:val="005963DD"/>
    <w:rsid w:val="0059654E"/>
    <w:rsid w:val="00596640"/>
    <w:rsid w:val="00596E84"/>
    <w:rsid w:val="00597694"/>
    <w:rsid w:val="00597EE7"/>
    <w:rsid w:val="005A025C"/>
    <w:rsid w:val="005A06CA"/>
    <w:rsid w:val="005A0E9E"/>
    <w:rsid w:val="005A0F0C"/>
    <w:rsid w:val="005A12A9"/>
    <w:rsid w:val="005A1CAB"/>
    <w:rsid w:val="005A1E9A"/>
    <w:rsid w:val="005A30C7"/>
    <w:rsid w:val="005A35BF"/>
    <w:rsid w:val="005A3CCA"/>
    <w:rsid w:val="005A42DE"/>
    <w:rsid w:val="005A43B4"/>
    <w:rsid w:val="005A442A"/>
    <w:rsid w:val="005A46BF"/>
    <w:rsid w:val="005A472D"/>
    <w:rsid w:val="005A48BB"/>
    <w:rsid w:val="005A48E7"/>
    <w:rsid w:val="005A56F7"/>
    <w:rsid w:val="005A5746"/>
    <w:rsid w:val="005A5D69"/>
    <w:rsid w:val="005A5FDD"/>
    <w:rsid w:val="005A640E"/>
    <w:rsid w:val="005A6FCC"/>
    <w:rsid w:val="005A776E"/>
    <w:rsid w:val="005A7B4D"/>
    <w:rsid w:val="005A7C3D"/>
    <w:rsid w:val="005A7F61"/>
    <w:rsid w:val="005B009A"/>
    <w:rsid w:val="005B0861"/>
    <w:rsid w:val="005B105D"/>
    <w:rsid w:val="005B116B"/>
    <w:rsid w:val="005B12DB"/>
    <w:rsid w:val="005B142C"/>
    <w:rsid w:val="005B1686"/>
    <w:rsid w:val="005B228B"/>
    <w:rsid w:val="005B2808"/>
    <w:rsid w:val="005B3015"/>
    <w:rsid w:val="005B3075"/>
    <w:rsid w:val="005B30AB"/>
    <w:rsid w:val="005B3221"/>
    <w:rsid w:val="005B3529"/>
    <w:rsid w:val="005B386E"/>
    <w:rsid w:val="005B45E3"/>
    <w:rsid w:val="005B4CDA"/>
    <w:rsid w:val="005B53F9"/>
    <w:rsid w:val="005B55B9"/>
    <w:rsid w:val="005B5938"/>
    <w:rsid w:val="005B665B"/>
    <w:rsid w:val="005B69BA"/>
    <w:rsid w:val="005B6E90"/>
    <w:rsid w:val="005B6EA4"/>
    <w:rsid w:val="005B76EF"/>
    <w:rsid w:val="005B7752"/>
    <w:rsid w:val="005B7959"/>
    <w:rsid w:val="005C0304"/>
    <w:rsid w:val="005C089B"/>
    <w:rsid w:val="005C090F"/>
    <w:rsid w:val="005C1155"/>
    <w:rsid w:val="005C1359"/>
    <w:rsid w:val="005C174F"/>
    <w:rsid w:val="005C24A4"/>
    <w:rsid w:val="005C2567"/>
    <w:rsid w:val="005C2692"/>
    <w:rsid w:val="005C26BF"/>
    <w:rsid w:val="005C3132"/>
    <w:rsid w:val="005C396B"/>
    <w:rsid w:val="005C3AAF"/>
    <w:rsid w:val="005C47E6"/>
    <w:rsid w:val="005C4A08"/>
    <w:rsid w:val="005C4C24"/>
    <w:rsid w:val="005C4ECF"/>
    <w:rsid w:val="005C5C7E"/>
    <w:rsid w:val="005C5CC3"/>
    <w:rsid w:val="005C616A"/>
    <w:rsid w:val="005C6A72"/>
    <w:rsid w:val="005C6F5D"/>
    <w:rsid w:val="005C7ADA"/>
    <w:rsid w:val="005D0782"/>
    <w:rsid w:val="005D0820"/>
    <w:rsid w:val="005D0DE0"/>
    <w:rsid w:val="005D0F3E"/>
    <w:rsid w:val="005D105D"/>
    <w:rsid w:val="005D1893"/>
    <w:rsid w:val="005D1C99"/>
    <w:rsid w:val="005D205E"/>
    <w:rsid w:val="005D23EE"/>
    <w:rsid w:val="005D2C07"/>
    <w:rsid w:val="005D2C20"/>
    <w:rsid w:val="005D2FDF"/>
    <w:rsid w:val="005D367A"/>
    <w:rsid w:val="005D3956"/>
    <w:rsid w:val="005D3ABC"/>
    <w:rsid w:val="005D3BF5"/>
    <w:rsid w:val="005D3EBB"/>
    <w:rsid w:val="005D5202"/>
    <w:rsid w:val="005D526E"/>
    <w:rsid w:val="005D53DF"/>
    <w:rsid w:val="005D57FA"/>
    <w:rsid w:val="005D6477"/>
    <w:rsid w:val="005D6643"/>
    <w:rsid w:val="005D674C"/>
    <w:rsid w:val="005D696C"/>
    <w:rsid w:val="005D6C1B"/>
    <w:rsid w:val="005D6C26"/>
    <w:rsid w:val="005D6FCB"/>
    <w:rsid w:val="005D6FE7"/>
    <w:rsid w:val="005E0224"/>
    <w:rsid w:val="005E0358"/>
    <w:rsid w:val="005E037F"/>
    <w:rsid w:val="005E129A"/>
    <w:rsid w:val="005E1E5F"/>
    <w:rsid w:val="005E1FA8"/>
    <w:rsid w:val="005E20CF"/>
    <w:rsid w:val="005E23C9"/>
    <w:rsid w:val="005E2551"/>
    <w:rsid w:val="005E375E"/>
    <w:rsid w:val="005E3820"/>
    <w:rsid w:val="005E3A59"/>
    <w:rsid w:val="005E3FD5"/>
    <w:rsid w:val="005E4409"/>
    <w:rsid w:val="005E453C"/>
    <w:rsid w:val="005E457D"/>
    <w:rsid w:val="005E4A2E"/>
    <w:rsid w:val="005E4F4C"/>
    <w:rsid w:val="005E5B94"/>
    <w:rsid w:val="005E5C07"/>
    <w:rsid w:val="005E623B"/>
    <w:rsid w:val="005E6244"/>
    <w:rsid w:val="005E6491"/>
    <w:rsid w:val="005E6768"/>
    <w:rsid w:val="005E67D8"/>
    <w:rsid w:val="005E6E41"/>
    <w:rsid w:val="005E7178"/>
    <w:rsid w:val="005E7724"/>
    <w:rsid w:val="005E7D25"/>
    <w:rsid w:val="005F0099"/>
    <w:rsid w:val="005F0A7F"/>
    <w:rsid w:val="005F1343"/>
    <w:rsid w:val="005F19A2"/>
    <w:rsid w:val="005F1B9E"/>
    <w:rsid w:val="005F216F"/>
    <w:rsid w:val="005F24E5"/>
    <w:rsid w:val="005F294E"/>
    <w:rsid w:val="005F2E3E"/>
    <w:rsid w:val="005F376E"/>
    <w:rsid w:val="005F3E90"/>
    <w:rsid w:val="005F5779"/>
    <w:rsid w:val="005F5A28"/>
    <w:rsid w:val="005F5C73"/>
    <w:rsid w:val="005F5CD6"/>
    <w:rsid w:val="005F63F1"/>
    <w:rsid w:val="005F659A"/>
    <w:rsid w:val="005F697D"/>
    <w:rsid w:val="005F6B5A"/>
    <w:rsid w:val="005F7171"/>
    <w:rsid w:val="005F7239"/>
    <w:rsid w:val="005F73DE"/>
    <w:rsid w:val="005F76DF"/>
    <w:rsid w:val="00600AB9"/>
    <w:rsid w:val="00600D51"/>
    <w:rsid w:val="0060112D"/>
    <w:rsid w:val="00601ABD"/>
    <w:rsid w:val="00601B39"/>
    <w:rsid w:val="00601BB2"/>
    <w:rsid w:val="00601CCE"/>
    <w:rsid w:val="00601F07"/>
    <w:rsid w:val="00601F79"/>
    <w:rsid w:val="00602226"/>
    <w:rsid w:val="006031A6"/>
    <w:rsid w:val="006032B9"/>
    <w:rsid w:val="0060369F"/>
    <w:rsid w:val="006045B5"/>
    <w:rsid w:val="0060460E"/>
    <w:rsid w:val="006046E6"/>
    <w:rsid w:val="00604A64"/>
    <w:rsid w:val="00604DBB"/>
    <w:rsid w:val="00605EFF"/>
    <w:rsid w:val="006060D2"/>
    <w:rsid w:val="006063FA"/>
    <w:rsid w:val="00606434"/>
    <w:rsid w:val="00606A82"/>
    <w:rsid w:val="00606B53"/>
    <w:rsid w:val="0060728D"/>
    <w:rsid w:val="006079FC"/>
    <w:rsid w:val="00607D1D"/>
    <w:rsid w:val="006104DE"/>
    <w:rsid w:val="00610D61"/>
    <w:rsid w:val="00612451"/>
    <w:rsid w:val="006124B9"/>
    <w:rsid w:val="00612A7A"/>
    <w:rsid w:val="00612AD5"/>
    <w:rsid w:val="00612B2E"/>
    <w:rsid w:val="00612FD2"/>
    <w:rsid w:val="00613078"/>
    <w:rsid w:val="006139F4"/>
    <w:rsid w:val="006140C5"/>
    <w:rsid w:val="00614E1F"/>
    <w:rsid w:val="006150AA"/>
    <w:rsid w:val="006155BE"/>
    <w:rsid w:val="0061562F"/>
    <w:rsid w:val="00615973"/>
    <w:rsid w:val="006161AA"/>
    <w:rsid w:val="00616359"/>
    <w:rsid w:val="0061666C"/>
    <w:rsid w:val="00616C1B"/>
    <w:rsid w:val="00616DB8"/>
    <w:rsid w:val="006170B4"/>
    <w:rsid w:val="00617D1B"/>
    <w:rsid w:val="00620032"/>
    <w:rsid w:val="00620821"/>
    <w:rsid w:val="00620B50"/>
    <w:rsid w:val="00620B8B"/>
    <w:rsid w:val="00621115"/>
    <w:rsid w:val="00621310"/>
    <w:rsid w:val="00621368"/>
    <w:rsid w:val="006215DC"/>
    <w:rsid w:val="00621A3B"/>
    <w:rsid w:val="00621BB8"/>
    <w:rsid w:val="00621CA5"/>
    <w:rsid w:val="00621CFE"/>
    <w:rsid w:val="00621DBE"/>
    <w:rsid w:val="006224F2"/>
    <w:rsid w:val="00622A65"/>
    <w:rsid w:val="00622FD3"/>
    <w:rsid w:val="006232AA"/>
    <w:rsid w:val="00623810"/>
    <w:rsid w:val="00624749"/>
    <w:rsid w:val="00624A56"/>
    <w:rsid w:val="00624E24"/>
    <w:rsid w:val="00624FAA"/>
    <w:rsid w:val="00625F9E"/>
    <w:rsid w:val="006260E7"/>
    <w:rsid w:val="00626238"/>
    <w:rsid w:val="00626320"/>
    <w:rsid w:val="00626CDC"/>
    <w:rsid w:val="0062724C"/>
    <w:rsid w:val="006279C8"/>
    <w:rsid w:val="0063024F"/>
    <w:rsid w:val="006303FF"/>
    <w:rsid w:val="006304A2"/>
    <w:rsid w:val="00630B8D"/>
    <w:rsid w:val="0063162F"/>
    <w:rsid w:val="0063182D"/>
    <w:rsid w:val="006326C7"/>
    <w:rsid w:val="00633AF9"/>
    <w:rsid w:val="00633F3D"/>
    <w:rsid w:val="00633FEF"/>
    <w:rsid w:val="006340DD"/>
    <w:rsid w:val="0063419B"/>
    <w:rsid w:val="00634328"/>
    <w:rsid w:val="0063448F"/>
    <w:rsid w:val="00634562"/>
    <w:rsid w:val="006347C0"/>
    <w:rsid w:val="00635AAD"/>
    <w:rsid w:val="0063661D"/>
    <w:rsid w:val="0063693E"/>
    <w:rsid w:val="00637231"/>
    <w:rsid w:val="006376F6"/>
    <w:rsid w:val="00637A0F"/>
    <w:rsid w:val="00637FB7"/>
    <w:rsid w:val="00641035"/>
    <w:rsid w:val="00641316"/>
    <w:rsid w:val="00641443"/>
    <w:rsid w:val="00641519"/>
    <w:rsid w:val="006416A2"/>
    <w:rsid w:val="00641A72"/>
    <w:rsid w:val="00641D51"/>
    <w:rsid w:val="00641D81"/>
    <w:rsid w:val="00641F67"/>
    <w:rsid w:val="00642437"/>
    <w:rsid w:val="00642E09"/>
    <w:rsid w:val="00643D59"/>
    <w:rsid w:val="006443C5"/>
    <w:rsid w:val="0064508A"/>
    <w:rsid w:val="006465B5"/>
    <w:rsid w:val="00646B95"/>
    <w:rsid w:val="00646CE1"/>
    <w:rsid w:val="00646E11"/>
    <w:rsid w:val="00647ED4"/>
    <w:rsid w:val="006501F5"/>
    <w:rsid w:val="006507EA"/>
    <w:rsid w:val="00650D94"/>
    <w:rsid w:val="00650ED4"/>
    <w:rsid w:val="00650F6C"/>
    <w:rsid w:val="00651862"/>
    <w:rsid w:val="006525EF"/>
    <w:rsid w:val="00652695"/>
    <w:rsid w:val="0065282D"/>
    <w:rsid w:val="006528D1"/>
    <w:rsid w:val="0065323C"/>
    <w:rsid w:val="006540E9"/>
    <w:rsid w:val="00654427"/>
    <w:rsid w:val="00654430"/>
    <w:rsid w:val="0065461A"/>
    <w:rsid w:val="006546E0"/>
    <w:rsid w:val="00654AAD"/>
    <w:rsid w:val="0065522E"/>
    <w:rsid w:val="006554EF"/>
    <w:rsid w:val="00655ACE"/>
    <w:rsid w:val="00655CDF"/>
    <w:rsid w:val="00656031"/>
    <w:rsid w:val="0065617C"/>
    <w:rsid w:val="006563FA"/>
    <w:rsid w:val="006567C4"/>
    <w:rsid w:val="0065690A"/>
    <w:rsid w:val="0065696B"/>
    <w:rsid w:val="00656AF0"/>
    <w:rsid w:val="00656B05"/>
    <w:rsid w:val="006570F1"/>
    <w:rsid w:val="0066028F"/>
    <w:rsid w:val="00660447"/>
    <w:rsid w:val="00660DD9"/>
    <w:rsid w:val="00661168"/>
    <w:rsid w:val="006616A9"/>
    <w:rsid w:val="0066190D"/>
    <w:rsid w:val="00661A1A"/>
    <w:rsid w:val="00661C0F"/>
    <w:rsid w:val="00662218"/>
    <w:rsid w:val="0066276A"/>
    <w:rsid w:val="00662A44"/>
    <w:rsid w:val="00662BCF"/>
    <w:rsid w:val="00663541"/>
    <w:rsid w:val="006636FF"/>
    <w:rsid w:val="006638BC"/>
    <w:rsid w:val="00663916"/>
    <w:rsid w:val="0066396C"/>
    <w:rsid w:val="00663A47"/>
    <w:rsid w:val="00663D61"/>
    <w:rsid w:val="00663E03"/>
    <w:rsid w:val="00663FBC"/>
    <w:rsid w:val="00664389"/>
    <w:rsid w:val="00664EC5"/>
    <w:rsid w:val="00665184"/>
    <w:rsid w:val="00665334"/>
    <w:rsid w:val="00665345"/>
    <w:rsid w:val="00665395"/>
    <w:rsid w:val="0066589D"/>
    <w:rsid w:val="006659D1"/>
    <w:rsid w:val="00665F5A"/>
    <w:rsid w:val="0066689F"/>
    <w:rsid w:val="00666ED3"/>
    <w:rsid w:val="00666FC9"/>
    <w:rsid w:val="0066705F"/>
    <w:rsid w:val="006670ED"/>
    <w:rsid w:val="006671E8"/>
    <w:rsid w:val="00667C25"/>
    <w:rsid w:val="00667DDB"/>
    <w:rsid w:val="00667DE7"/>
    <w:rsid w:val="006701D0"/>
    <w:rsid w:val="00670572"/>
    <w:rsid w:val="006719E7"/>
    <w:rsid w:val="006728C7"/>
    <w:rsid w:val="00672D11"/>
    <w:rsid w:val="006730E1"/>
    <w:rsid w:val="006737F9"/>
    <w:rsid w:val="00673912"/>
    <w:rsid w:val="00673A1C"/>
    <w:rsid w:val="00673FC2"/>
    <w:rsid w:val="006743D5"/>
    <w:rsid w:val="006745BF"/>
    <w:rsid w:val="00676337"/>
    <w:rsid w:val="00676AE0"/>
    <w:rsid w:val="00676C67"/>
    <w:rsid w:val="00676CDF"/>
    <w:rsid w:val="00677545"/>
    <w:rsid w:val="006777C3"/>
    <w:rsid w:val="00680168"/>
    <w:rsid w:val="00680570"/>
    <w:rsid w:val="00680682"/>
    <w:rsid w:val="00680BA1"/>
    <w:rsid w:val="00680CDB"/>
    <w:rsid w:val="00680EF5"/>
    <w:rsid w:val="006814F2"/>
    <w:rsid w:val="006818D8"/>
    <w:rsid w:val="00681936"/>
    <w:rsid w:val="00681A2D"/>
    <w:rsid w:val="006822C1"/>
    <w:rsid w:val="006835A7"/>
    <w:rsid w:val="00683D18"/>
    <w:rsid w:val="00684216"/>
    <w:rsid w:val="00684388"/>
    <w:rsid w:val="00684BFE"/>
    <w:rsid w:val="00684E6B"/>
    <w:rsid w:val="0068507C"/>
    <w:rsid w:val="00685292"/>
    <w:rsid w:val="00685533"/>
    <w:rsid w:val="0068572C"/>
    <w:rsid w:val="00685B93"/>
    <w:rsid w:val="00685D8C"/>
    <w:rsid w:val="00685DAE"/>
    <w:rsid w:val="00686060"/>
    <w:rsid w:val="006860FB"/>
    <w:rsid w:val="00686544"/>
    <w:rsid w:val="006866BD"/>
    <w:rsid w:val="00686AFF"/>
    <w:rsid w:val="006870B4"/>
    <w:rsid w:val="00687655"/>
    <w:rsid w:val="0068785D"/>
    <w:rsid w:val="00687C65"/>
    <w:rsid w:val="00690198"/>
    <w:rsid w:val="00690297"/>
    <w:rsid w:val="006905BC"/>
    <w:rsid w:val="00691351"/>
    <w:rsid w:val="0069177F"/>
    <w:rsid w:val="00691854"/>
    <w:rsid w:val="00691F0F"/>
    <w:rsid w:val="00692786"/>
    <w:rsid w:val="006929D7"/>
    <w:rsid w:val="00692C9A"/>
    <w:rsid w:val="00692FF8"/>
    <w:rsid w:val="006932E5"/>
    <w:rsid w:val="006933E7"/>
    <w:rsid w:val="006937CF"/>
    <w:rsid w:val="006951A3"/>
    <w:rsid w:val="00695469"/>
    <w:rsid w:val="00695C99"/>
    <w:rsid w:val="00695FD3"/>
    <w:rsid w:val="00696696"/>
    <w:rsid w:val="006A0734"/>
    <w:rsid w:val="006A080E"/>
    <w:rsid w:val="006A0B84"/>
    <w:rsid w:val="006A0BBE"/>
    <w:rsid w:val="006A0D4A"/>
    <w:rsid w:val="006A1AA9"/>
    <w:rsid w:val="006A1DD7"/>
    <w:rsid w:val="006A21FD"/>
    <w:rsid w:val="006A2822"/>
    <w:rsid w:val="006A2A38"/>
    <w:rsid w:val="006A2E1B"/>
    <w:rsid w:val="006A30DC"/>
    <w:rsid w:val="006A393C"/>
    <w:rsid w:val="006A4811"/>
    <w:rsid w:val="006A501C"/>
    <w:rsid w:val="006A52B2"/>
    <w:rsid w:val="006A532B"/>
    <w:rsid w:val="006A53F9"/>
    <w:rsid w:val="006A54ED"/>
    <w:rsid w:val="006A5E66"/>
    <w:rsid w:val="006A672A"/>
    <w:rsid w:val="006A6963"/>
    <w:rsid w:val="006A6E09"/>
    <w:rsid w:val="006A7004"/>
    <w:rsid w:val="006A763B"/>
    <w:rsid w:val="006A7C45"/>
    <w:rsid w:val="006A7FC1"/>
    <w:rsid w:val="006B007D"/>
    <w:rsid w:val="006B0390"/>
    <w:rsid w:val="006B0832"/>
    <w:rsid w:val="006B10C5"/>
    <w:rsid w:val="006B15C9"/>
    <w:rsid w:val="006B1686"/>
    <w:rsid w:val="006B1B81"/>
    <w:rsid w:val="006B1C7E"/>
    <w:rsid w:val="006B1DF2"/>
    <w:rsid w:val="006B29BD"/>
    <w:rsid w:val="006B2A58"/>
    <w:rsid w:val="006B2A95"/>
    <w:rsid w:val="006B2B9D"/>
    <w:rsid w:val="006B37B7"/>
    <w:rsid w:val="006B3EA0"/>
    <w:rsid w:val="006B45C9"/>
    <w:rsid w:val="006B4750"/>
    <w:rsid w:val="006B4A09"/>
    <w:rsid w:val="006B4AA1"/>
    <w:rsid w:val="006B4FFC"/>
    <w:rsid w:val="006B5E65"/>
    <w:rsid w:val="006B60E7"/>
    <w:rsid w:val="006B6147"/>
    <w:rsid w:val="006B7119"/>
    <w:rsid w:val="006B789E"/>
    <w:rsid w:val="006B79F3"/>
    <w:rsid w:val="006B7BB1"/>
    <w:rsid w:val="006C24B6"/>
    <w:rsid w:val="006C27B9"/>
    <w:rsid w:val="006C29AC"/>
    <w:rsid w:val="006C2B42"/>
    <w:rsid w:val="006C2B53"/>
    <w:rsid w:val="006C3055"/>
    <w:rsid w:val="006C30F8"/>
    <w:rsid w:val="006C32C6"/>
    <w:rsid w:val="006C38D3"/>
    <w:rsid w:val="006C417C"/>
    <w:rsid w:val="006C41A2"/>
    <w:rsid w:val="006C4CD1"/>
    <w:rsid w:val="006C5D6E"/>
    <w:rsid w:val="006C6161"/>
    <w:rsid w:val="006C61B4"/>
    <w:rsid w:val="006C6C9A"/>
    <w:rsid w:val="006C7414"/>
    <w:rsid w:val="006C7820"/>
    <w:rsid w:val="006C782C"/>
    <w:rsid w:val="006D00CA"/>
    <w:rsid w:val="006D0551"/>
    <w:rsid w:val="006D0E82"/>
    <w:rsid w:val="006D21A8"/>
    <w:rsid w:val="006D21C3"/>
    <w:rsid w:val="006D237E"/>
    <w:rsid w:val="006D3BE4"/>
    <w:rsid w:val="006D4231"/>
    <w:rsid w:val="006D4F22"/>
    <w:rsid w:val="006D4FD3"/>
    <w:rsid w:val="006D59FC"/>
    <w:rsid w:val="006D608C"/>
    <w:rsid w:val="006D621A"/>
    <w:rsid w:val="006D72C5"/>
    <w:rsid w:val="006D73C2"/>
    <w:rsid w:val="006D7488"/>
    <w:rsid w:val="006D77E2"/>
    <w:rsid w:val="006D797F"/>
    <w:rsid w:val="006D7BA0"/>
    <w:rsid w:val="006E04C3"/>
    <w:rsid w:val="006E0784"/>
    <w:rsid w:val="006E0F14"/>
    <w:rsid w:val="006E1A69"/>
    <w:rsid w:val="006E1D59"/>
    <w:rsid w:val="006E2247"/>
    <w:rsid w:val="006E25ED"/>
    <w:rsid w:val="006E28E0"/>
    <w:rsid w:val="006E339F"/>
    <w:rsid w:val="006E3821"/>
    <w:rsid w:val="006E3D76"/>
    <w:rsid w:val="006E4225"/>
    <w:rsid w:val="006E4709"/>
    <w:rsid w:val="006E49A5"/>
    <w:rsid w:val="006E4CC9"/>
    <w:rsid w:val="006E55BC"/>
    <w:rsid w:val="006E60EA"/>
    <w:rsid w:val="006E652A"/>
    <w:rsid w:val="006E66FE"/>
    <w:rsid w:val="006E7048"/>
    <w:rsid w:val="006E7137"/>
    <w:rsid w:val="006E77D5"/>
    <w:rsid w:val="006E78AD"/>
    <w:rsid w:val="006E7E28"/>
    <w:rsid w:val="006F08DB"/>
    <w:rsid w:val="006F0AFC"/>
    <w:rsid w:val="006F0BCC"/>
    <w:rsid w:val="006F10CF"/>
    <w:rsid w:val="006F1296"/>
    <w:rsid w:val="006F1646"/>
    <w:rsid w:val="006F17EB"/>
    <w:rsid w:val="006F17F2"/>
    <w:rsid w:val="006F206A"/>
    <w:rsid w:val="006F2666"/>
    <w:rsid w:val="006F2715"/>
    <w:rsid w:val="006F287A"/>
    <w:rsid w:val="006F2956"/>
    <w:rsid w:val="006F2EC4"/>
    <w:rsid w:val="006F391B"/>
    <w:rsid w:val="006F3CDA"/>
    <w:rsid w:val="006F3D20"/>
    <w:rsid w:val="006F4CDA"/>
    <w:rsid w:val="006F5878"/>
    <w:rsid w:val="006F608F"/>
    <w:rsid w:val="006F62FC"/>
    <w:rsid w:val="006F67F0"/>
    <w:rsid w:val="006F6B45"/>
    <w:rsid w:val="006F7A76"/>
    <w:rsid w:val="006F7C53"/>
    <w:rsid w:val="006F7D26"/>
    <w:rsid w:val="00700E1D"/>
    <w:rsid w:val="00700F9C"/>
    <w:rsid w:val="007010A4"/>
    <w:rsid w:val="007011DD"/>
    <w:rsid w:val="00702B98"/>
    <w:rsid w:val="00702D6B"/>
    <w:rsid w:val="00702F38"/>
    <w:rsid w:val="007030FA"/>
    <w:rsid w:val="007034A3"/>
    <w:rsid w:val="007034FF"/>
    <w:rsid w:val="0070389E"/>
    <w:rsid w:val="007038F6"/>
    <w:rsid w:val="007039F9"/>
    <w:rsid w:val="00703AAA"/>
    <w:rsid w:val="00703E3C"/>
    <w:rsid w:val="00704869"/>
    <w:rsid w:val="0070489E"/>
    <w:rsid w:val="00704A12"/>
    <w:rsid w:val="00704A3D"/>
    <w:rsid w:val="00704D9C"/>
    <w:rsid w:val="00705564"/>
    <w:rsid w:val="0070589C"/>
    <w:rsid w:val="00705F5A"/>
    <w:rsid w:val="0070768D"/>
    <w:rsid w:val="007076D5"/>
    <w:rsid w:val="0070782C"/>
    <w:rsid w:val="00707920"/>
    <w:rsid w:val="00707D08"/>
    <w:rsid w:val="00707E5F"/>
    <w:rsid w:val="00710767"/>
    <w:rsid w:val="00710FC3"/>
    <w:rsid w:val="00711288"/>
    <w:rsid w:val="0071183B"/>
    <w:rsid w:val="00711A7B"/>
    <w:rsid w:val="00711C5B"/>
    <w:rsid w:val="007122B3"/>
    <w:rsid w:val="0071266D"/>
    <w:rsid w:val="007130D0"/>
    <w:rsid w:val="007133A4"/>
    <w:rsid w:val="007136EC"/>
    <w:rsid w:val="007141A0"/>
    <w:rsid w:val="007148D3"/>
    <w:rsid w:val="00714B9F"/>
    <w:rsid w:val="00714DA1"/>
    <w:rsid w:val="00716143"/>
    <w:rsid w:val="00716517"/>
    <w:rsid w:val="00716A7D"/>
    <w:rsid w:val="00716C63"/>
    <w:rsid w:val="00716FD6"/>
    <w:rsid w:val="00717137"/>
    <w:rsid w:val="0072015E"/>
    <w:rsid w:val="007201F3"/>
    <w:rsid w:val="00720330"/>
    <w:rsid w:val="007204C4"/>
    <w:rsid w:val="007204D8"/>
    <w:rsid w:val="00720898"/>
    <w:rsid w:val="007208AB"/>
    <w:rsid w:val="00721391"/>
    <w:rsid w:val="00721627"/>
    <w:rsid w:val="00721B28"/>
    <w:rsid w:val="00721CF7"/>
    <w:rsid w:val="00721F22"/>
    <w:rsid w:val="0072206D"/>
    <w:rsid w:val="00722249"/>
    <w:rsid w:val="00722415"/>
    <w:rsid w:val="007225E5"/>
    <w:rsid w:val="007228F8"/>
    <w:rsid w:val="00722E9B"/>
    <w:rsid w:val="007235E4"/>
    <w:rsid w:val="00723865"/>
    <w:rsid w:val="00724092"/>
    <w:rsid w:val="00724148"/>
    <w:rsid w:val="00724866"/>
    <w:rsid w:val="00724D22"/>
    <w:rsid w:val="00724F47"/>
    <w:rsid w:val="007254BD"/>
    <w:rsid w:val="00725811"/>
    <w:rsid w:val="00725DE6"/>
    <w:rsid w:val="0072619F"/>
    <w:rsid w:val="0072661D"/>
    <w:rsid w:val="0072695F"/>
    <w:rsid w:val="00726DD1"/>
    <w:rsid w:val="00726FFC"/>
    <w:rsid w:val="00727383"/>
    <w:rsid w:val="007276E1"/>
    <w:rsid w:val="007278F6"/>
    <w:rsid w:val="00730720"/>
    <w:rsid w:val="00731A17"/>
    <w:rsid w:val="00731B44"/>
    <w:rsid w:val="00732501"/>
    <w:rsid w:val="00732731"/>
    <w:rsid w:val="007327BA"/>
    <w:rsid w:val="00732991"/>
    <w:rsid w:val="00733226"/>
    <w:rsid w:val="007334F7"/>
    <w:rsid w:val="0073361A"/>
    <w:rsid w:val="00733B7D"/>
    <w:rsid w:val="00733BBA"/>
    <w:rsid w:val="00733DB3"/>
    <w:rsid w:val="00734116"/>
    <w:rsid w:val="00734715"/>
    <w:rsid w:val="00734C66"/>
    <w:rsid w:val="00734CB3"/>
    <w:rsid w:val="0073507F"/>
    <w:rsid w:val="00735FA9"/>
    <w:rsid w:val="0073678F"/>
    <w:rsid w:val="00736D1B"/>
    <w:rsid w:val="00736D1D"/>
    <w:rsid w:val="007375A8"/>
    <w:rsid w:val="007379F4"/>
    <w:rsid w:val="00737E50"/>
    <w:rsid w:val="00737F5F"/>
    <w:rsid w:val="00740437"/>
    <w:rsid w:val="00740844"/>
    <w:rsid w:val="00740AC2"/>
    <w:rsid w:val="00740FC5"/>
    <w:rsid w:val="00741742"/>
    <w:rsid w:val="00741830"/>
    <w:rsid w:val="00741D41"/>
    <w:rsid w:val="00741E6A"/>
    <w:rsid w:val="00742046"/>
    <w:rsid w:val="007423F4"/>
    <w:rsid w:val="00742B4A"/>
    <w:rsid w:val="00742EA9"/>
    <w:rsid w:val="00742FB0"/>
    <w:rsid w:val="007432FB"/>
    <w:rsid w:val="007433D3"/>
    <w:rsid w:val="00743A37"/>
    <w:rsid w:val="00744C5C"/>
    <w:rsid w:val="00744E72"/>
    <w:rsid w:val="00745273"/>
    <w:rsid w:val="0074538E"/>
    <w:rsid w:val="00745DF7"/>
    <w:rsid w:val="00746193"/>
    <w:rsid w:val="00746441"/>
    <w:rsid w:val="007464D8"/>
    <w:rsid w:val="0074674B"/>
    <w:rsid w:val="00746917"/>
    <w:rsid w:val="00746932"/>
    <w:rsid w:val="00746CB5"/>
    <w:rsid w:val="00746DA6"/>
    <w:rsid w:val="00746F13"/>
    <w:rsid w:val="00746FB0"/>
    <w:rsid w:val="0074719D"/>
    <w:rsid w:val="00747715"/>
    <w:rsid w:val="00747D7A"/>
    <w:rsid w:val="00747F3C"/>
    <w:rsid w:val="0075026B"/>
    <w:rsid w:val="007517C8"/>
    <w:rsid w:val="00752567"/>
    <w:rsid w:val="0075275C"/>
    <w:rsid w:val="00752F10"/>
    <w:rsid w:val="00753381"/>
    <w:rsid w:val="00753943"/>
    <w:rsid w:val="007539E3"/>
    <w:rsid w:val="00754161"/>
    <w:rsid w:val="00754286"/>
    <w:rsid w:val="007542D6"/>
    <w:rsid w:val="00754686"/>
    <w:rsid w:val="00754800"/>
    <w:rsid w:val="00754889"/>
    <w:rsid w:val="00754EE6"/>
    <w:rsid w:val="00755163"/>
    <w:rsid w:val="00755183"/>
    <w:rsid w:val="0075520F"/>
    <w:rsid w:val="007564DE"/>
    <w:rsid w:val="0075682C"/>
    <w:rsid w:val="00756D07"/>
    <w:rsid w:val="00756EFC"/>
    <w:rsid w:val="00756FEC"/>
    <w:rsid w:val="00757054"/>
    <w:rsid w:val="00757402"/>
    <w:rsid w:val="00757B72"/>
    <w:rsid w:val="00760391"/>
    <w:rsid w:val="00760892"/>
    <w:rsid w:val="00761120"/>
    <w:rsid w:val="007615DC"/>
    <w:rsid w:val="007617B4"/>
    <w:rsid w:val="00761801"/>
    <w:rsid w:val="00761BC3"/>
    <w:rsid w:val="00761D56"/>
    <w:rsid w:val="00761DB5"/>
    <w:rsid w:val="00761F32"/>
    <w:rsid w:val="00762042"/>
    <w:rsid w:val="007621FA"/>
    <w:rsid w:val="00762215"/>
    <w:rsid w:val="007628A3"/>
    <w:rsid w:val="00762D99"/>
    <w:rsid w:val="00763618"/>
    <w:rsid w:val="00763FD3"/>
    <w:rsid w:val="00764A50"/>
    <w:rsid w:val="007650A5"/>
    <w:rsid w:val="007651B9"/>
    <w:rsid w:val="0076543D"/>
    <w:rsid w:val="00765CDA"/>
    <w:rsid w:val="00766508"/>
    <w:rsid w:val="00766C80"/>
    <w:rsid w:val="00766E42"/>
    <w:rsid w:val="00766F25"/>
    <w:rsid w:val="0076709D"/>
    <w:rsid w:val="007672CA"/>
    <w:rsid w:val="00770440"/>
    <w:rsid w:val="00770C01"/>
    <w:rsid w:val="00770CF5"/>
    <w:rsid w:val="007720D7"/>
    <w:rsid w:val="00772E00"/>
    <w:rsid w:val="0077368F"/>
    <w:rsid w:val="00773790"/>
    <w:rsid w:val="007737D1"/>
    <w:rsid w:val="00773A43"/>
    <w:rsid w:val="00773DD4"/>
    <w:rsid w:val="00774936"/>
    <w:rsid w:val="00774A11"/>
    <w:rsid w:val="007758C1"/>
    <w:rsid w:val="00776A57"/>
    <w:rsid w:val="00776DA8"/>
    <w:rsid w:val="0077796A"/>
    <w:rsid w:val="00780314"/>
    <w:rsid w:val="007807E9"/>
    <w:rsid w:val="00780CCB"/>
    <w:rsid w:val="00780F8B"/>
    <w:rsid w:val="0078118E"/>
    <w:rsid w:val="00781276"/>
    <w:rsid w:val="00781C7F"/>
    <w:rsid w:val="00781E10"/>
    <w:rsid w:val="00781EE6"/>
    <w:rsid w:val="00781FF0"/>
    <w:rsid w:val="00782553"/>
    <w:rsid w:val="00782DCD"/>
    <w:rsid w:val="00782E5D"/>
    <w:rsid w:val="007832A4"/>
    <w:rsid w:val="007842D8"/>
    <w:rsid w:val="007842E8"/>
    <w:rsid w:val="00784F45"/>
    <w:rsid w:val="00784FE0"/>
    <w:rsid w:val="00785623"/>
    <w:rsid w:val="0078693F"/>
    <w:rsid w:val="00786E83"/>
    <w:rsid w:val="007877EE"/>
    <w:rsid w:val="00787A65"/>
    <w:rsid w:val="00787CCA"/>
    <w:rsid w:val="00787CEE"/>
    <w:rsid w:val="00787E99"/>
    <w:rsid w:val="0079085D"/>
    <w:rsid w:val="0079129A"/>
    <w:rsid w:val="00791902"/>
    <w:rsid w:val="007919DC"/>
    <w:rsid w:val="00791FF7"/>
    <w:rsid w:val="00792066"/>
    <w:rsid w:val="00792186"/>
    <w:rsid w:val="00792987"/>
    <w:rsid w:val="00792E4D"/>
    <w:rsid w:val="00792EED"/>
    <w:rsid w:val="00793092"/>
    <w:rsid w:val="0079323A"/>
    <w:rsid w:val="007932E3"/>
    <w:rsid w:val="0079355B"/>
    <w:rsid w:val="0079399D"/>
    <w:rsid w:val="00793FED"/>
    <w:rsid w:val="007943EC"/>
    <w:rsid w:val="0079486C"/>
    <w:rsid w:val="0079486F"/>
    <w:rsid w:val="007949E0"/>
    <w:rsid w:val="00794A3D"/>
    <w:rsid w:val="00794F85"/>
    <w:rsid w:val="00794FF2"/>
    <w:rsid w:val="007955CB"/>
    <w:rsid w:val="0079589D"/>
    <w:rsid w:val="00795A32"/>
    <w:rsid w:val="007960C0"/>
    <w:rsid w:val="00796613"/>
    <w:rsid w:val="007967D3"/>
    <w:rsid w:val="007969C5"/>
    <w:rsid w:val="00796AAA"/>
    <w:rsid w:val="00796B03"/>
    <w:rsid w:val="00796B3D"/>
    <w:rsid w:val="00796D7E"/>
    <w:rsid w:val="00796E3C"/>
    <w:rsid w:val="00797850"/>
    <w:rsid w:val="00797DEF"/>
    <w:rsid w:val="007A019F"/>
    <w:rsid w:val="007A1766"/>
    <w:rsid w:val="007A1874"/>
    <w:rsid w:val="007A1B25"/>
    <w:rsid w:val="007A1E72"/>
    <w:rsid w:val="007A2196"/>
    <w:rsid w:val="007A26C9"/>
    <w:rsid w:val="007A3512"/>
    <w:rsid w:val="007A3BFC"/>
    <w:rsid w:val="007A4A53"/>
    <w:rsid w:val="007A5010"/>
    <w:rsid w:val="007A5A10"/>
    <w:rsid w:val="007A5F0E"/>
    <w:rsid w:val="007A605C"/>
    <w:rsid w:val="007A6137"/>
    <w:rsid w:val="007A64E0"/>
    <w:rsid w:val="007A676D"/>
    <w:rsid w:val="007A704E"/>
    <w:rsid w:val="007A7A4C"/>
    <w:rsid w:val="007A7D1E"/>
    <w:rsid w:val="007B00F4"/>
    <w:rsid w:val="007B04CC"/>
    <w:rsid w:val="007B057D"/>
    <w:rsid w:val="007B0D45"/>
    <w:rsid w:val="007B0F18"/>
    <w:rsid w:val="007B1470"/>
    <w:rsid w:val="007B1A2D"/>
    <w:rsid w:val="007B1AF8"/>
    <w:rsid w:val="007B20AA"/>
    <w:rsid w:val="007B2806"/>
    <w:rsid w:val="007B2A99"/>
    <w:rsid w:val="007B2BC7"/>
    <w:rsid w:val="007B2F76"/>
    <w:rsid w:val="007B3106"/>
    <w:rsid w:val="007B3322"/>
    <w:rsid w:val="007B33BC"/>
    <w:rsid w:val="007B375A"/>
    <w:rsid w:val="007B3824"/>
    <w:rsid w:val="007B446C"/>
    <w:rsid w:val="007B4898"/>
    <w:rsid w:val="007B49C9"/>
    <w:rsid w:val="007B5267"/>
    <w:rsid w:val="007B5553"/>
    <w:rsid w:val="007B635E"/>
    <w:rsid w:val="007B7B77"/>
    <w:rsid w:val="007B7EF9"/>
    <w:rsid w:val="007C066E"/>
    <w:rsid w:val="007C094F"/>
    <w:rsid w:val="007C156D"/>
    <w:rsid w:val="007C1BB8"/>
    <w:rsid w:val="007C2DD9"/>
    <w:rsid w:val="007C31EA"/>
    <w:rsid w:val="007C3399"/>
    <w:rsid w:val="007C33B8"/>
    <w:rsid w:val="007C389D"/>
    <w:rsid w:val="007C3D44"/>
    <w:rsid w:val="007C439E"/>
    <w:rsid w:val="007C4982"/>
    <w:rsid w:val="007C4B37"/>
    <w:rsid w:val="007C4CAD"/>
    <w:rsid w:val="007C5AB1"/>
    <w:rsid w:val="007C6534"/>
    <w:rsid w:val="007C7427"/>
    <w:rsid w:val="007D0D40"/>
    <w:rsid w:val="007D1991"/>
    <w:rsid w:val="007D19F8"/>
    <w:rsid w:val="007D1ACA"/>
    <w:rsid w:val="007D1AE5"/>
    <w:rsid w:val="007D2827"/>
    <w:rsid w:val="007D2B32"/>
    <w:rsid w:val="007D2B5D"/>
    <w:rsid w:val="007D2C6B"/>
    <w:rsid w:val="007D30CB"/>
    <w:rsid w:val="007D3593"/>
    <w:rsid w:val="007D3958"/>
    <w:rsid w:val="007D3E7F"/>
    <w:rsid w:val="007D3FEF"/>
    <w:rsid w:val="007D4368"/>
    <w:rsid w:val="007D43B3"/>
    <w:rsid w:val="007D4CF0"/>
    <w:rsid w:val="007D4E46"/>
    <w:rsid w:val="007D5657"/>
    <w:rsid w:val="007D5D48"/>
    <w:rsid w:val="007D5F36"/>
    <w:rsid w:val="007D68F3"/>
    <w:rsid w:val="007D6CC6"/>
    <w:rsid w:val="007D709C"/>
    <w:rsid w:val="007E0033"/>
    <w:rsid w:val="007E00CC"/>
    <w:rsid w:val="007E00DA"/>
    <w:rsid w:val="007E03DB"/>
    <w:rsid w:val="007E0C79"/>
    <w:rsid w:val="007E106F"/>
    <w:rsid w:val="007E1572"/>
    <w:rsid w:val="007E1BE6"/>
    <w:rsid w:val="007E225E"/>
    <w:rsid w:val="007E23FB"/>
    <w:rsid w:val="007E2F33"/>
    <w:rsid w:val="007E41BC"/>
    <w:rsid w:val="007E4C52"/>
    <w:rsid w:val="007E4FA2"/>
    <w:rsid w:val="007E52A9"/>
    <w:rsid w:val="007E5AD1"/>
    <w:rsid w:val="007E604C"/>
    <w:rsid w:val="007E6878"/>
    <w:rsid w:val="007E6A1A"/>
    <w:rsid w:val="007E7064"/>
    <w:rsid w:val="007E70FD"/>
    <w:rsid w:val="007E71A5"/>
    <w:rsid w:val="007E7822"/>
    <w:rsid w:val="007F027F"/>
    <w:rsid w:val="007F02D2"/>
    <w:rsid w:val="007F0596"/>
    <w:rsid w:val="007F0C41"/>
    <w:rsid w:val="007F0F70"/>
    <w:rsid w:val="007F1BC7"/>
    <w:rsid w:val="007F1D38"/>
    <w:rsid w:val="007F1F5B"/>
    <w:rsid w:val="007F20C5"/>
    <w:rsid w:val="007F24A5"/>
    <w:rsid w:val="007F260C"/>
    <w:rsid w:val="007F26DA"/>
    <w:rsid w:val="007F2B69"/>
    <w:rsid w:val="007F2C9D"/>
    <w:rsid w:val="007F2DAC"/>
    <w:rsid w:val="007F2EC9"/>
    <w:rsid w:val="007F3556"/>
    <w:rsid w:val="007F470E"/>
    <w:rsid w:val="007F4904"/>
    <w:rsid w:val="007F49E8"/>
    <w:rsid w:val="007F5E23"/>
    <w:rsid w:val="007F622B"/>
    <w:rsid w:val="007F77DC"/>
    <w:rsid w:val="007F793E"/>
    <w:rsid w:val="007F7B72"/>
    <w:rsid w:val="0080064A"/>
    <w:rsid w:val="00800658"/>
    <w:rsid w:val="00800A93"/>
    <w:rsid w:val="00800C98"/>
    <w:rsid w:val="0080136B"/>
    <w:rsid w:val="00801BE7"/>
    <w:rsid w:val="00801CEC"/>
    <w:rsid w:val="008020E0"/>
    <w:rsid w:val="008030FA"/>
    <w:rsid w:val="00803228"/>
    <w:rsid w:val="00803970"/>
    <w:rsid w:val="008042AF"/>
    <w:rsid w:val="00804724"/>
    <w:rsid w:val="00804E23"/>
    <w:rsid w:val="008058BF"/>
    <w:rsid w:val="0080597E"/>
    <w:rsid w:val="00805C6D"/>
    <w:rsid w:val="0080609A"/>
    <w:rsid w:val="00806AA5"/>
    <w:rsid w:val="00806BC0"/>
    <w:rsid w:val="00806DB5"/>
    <w:rsid w:val="00806FE2"/>
    <w:rsid w:val="0080709B"/>
    <w:rsid w:val="008073B8"/>
    <w:rsid w:val="008073BE"/>
    <w:rsid w:val="00807E76"/>
    <w:rsid w:val="008104D7"/>
    <w:rsid w:val="008105FE"/>
    <w:rsid w:val="00810B22"/>
    <w:rsid w:val="00810CFB"/>
    <w:rsid w:val="00810DD7"/>
    <w:rsid w:val="008111F9"/>
    <w:rsid w:val="00811925"/>
    <w:rsid w:val="0081193F"/>
    <w:rsid w:val="0081238E"/>
    <w:rsid w:val="008129AC"/>
    <w:rsid w:val="00812A60"/>
    <w:rsid w:val="00812BBF"/>
    <w:rsid w:val="008136AE"/>
    <w:rsid w:val="0081380B"/>
    <w:rsid w:val="00813A44"/>
    <w:rsid w:val="00813C8D"/>
    <w:rsid w:val="00813CAA"/>
    <w:rsid w:val="00813F21"/>
    <w:rsid w:val="00814673"/>
    <w:rsid w:val="00814DD2"/>
    <w:rsid w:val="00814E25"/>
    <w:rsid w:val="00814F1C"/>
    <w:rsid w:val="00815EB1"/>
    <w:rsid w:val="0081619A"/>
    <w:rsid w:val="008164D7"/>
    <w:rsid w:val="00816919"/>
    <w:rsid w:val="00816AAC"/>
    <w:rsid w:val="008173FF"/>
    <w:rsid w:val="0081777E"/>
    <w:rsid w:val="00817E71"/>
    <w:rsid w:val="008201C3"/>
    <w:rsid w:val="00820798"/>
    <w:rsid w:val="0082093D"/>
    <w:rsid w:val="0082193C"/>
    <w:rsid w:val="00821B4D"/>
    <w:rsid w:val="008226C5"/>
    <w:rsid w:val="00822738"/>
    <w:rsid w:val="00822A16"/>
    <w:rsid w:val="00822E02"/>
    <w:rsid w:val="00822E52"/>
    <w:rsid w:val="00823085"/>
    <w:rsid w:val="008234D6"/>
    <w:rsid w:val="00823542"/>
    <w:rsid w:val="008235E2"/>
    <w:rsid w:val="008235EF"/>
    <w:rsid w:val="008236FD"/>
    <w:rsid w:val="008238A3"/>
    <w:rsid w:val="00823FF8"/>
    <w:rsid w:val="00824304"/>
    <w:rsid w:val="00824698"/>
    <w:rsid w:val="0082480D"/>
    <w:rsid w:val="00825CF2"/>
    <w:rsid w:val="00825F97"/>
    <w:rsid w:val="008269A6"/>
    <w:rsid w:val="00826FC2"/>
    <w:rsid w:val="0082743E"/>
    <w:rsid w:val="00827570"/>
    <w:rsid w:val="0082764A"/>
    <w:rsid w:val="0082788D"/>
    <w:rsid w:val="00830304"/>
    <w:rsid w:val="0083034E"/>
    <w:rsid w:val="00830385"/>
    <w:rsid w:val="0083063A"/>
    <w:rsid w:val="00830E4E"/>
    <w:rsid w:val="0083120D"/>
    <w:rsid w:val="00831D1B"/>
    <w:rsid w:val="00831ED6"/>
    <w:rsid w:val="008321CB"/>
    <w:rsid w:val="008325C1"/>
    <w:rsid w:val="00832B8D"/>
    <w:rsid w:val="00832C58"/>
    <w:rsid w:val="00833093"/>
    <w:rsid w:val="00833313"/>
    <w:rsid w:val="00833A7A"/>
    <w:rsid w:val="00833DD9"/>
    <w:rsid w:val="0083424F"/>
    <w:rsid w:val="00835374"/>
    <w:rsid w:val="008354C0"/>
    <w:rsid w:val="00835994"/>
    <w:rsid w:val="00835BAB"/>
    <w:rsid w:val="00835C7E"/>
    <w:rsid w:val="0083665A"/>
    <w:rsid w:val="00836FE9"/>
    <w:rsid w:val="008370E0"/>
    <w:rsid w:val="0083714B"/>
    <w:rsid w:val="008376A3"/>
    <w:rsid w:val="0083773F"/>
    <w:rsid w:val="008378F1"/>
    <w:rsid w:val="00837AB7"/>
    <w:rsid w:val="00837CF3"/>
    <w:rsid w:val="00840633"/>
    <w:rsid w:val="00840B69"/>
    <w:rsid w:val="0084127D"/>
    <w:rsid w:val="008412BC"/>
    <w:rsid w:val="00841B8C"/>
    <w:rsid w:val="008423DB"/>
    <w:rsid w:val="008431D6"/>
    <w:rsid w:val="00844734"/>
    <w:rsid w:val="00844DA0"/>
    <w:rsid w:val="00844EDD"/>
    <w:rsid w:val="0084508D"/>
    <w:rsid w:val="00845584"/>
    <w:rsid w:val="0084590D"/>
    <w:rsid w:val="00845B43"/>
    <w:rsid w:val="00845EDB"/>
    <w:rsid w:val="0084643A"/>
    <w:rsid w:val="00846B41"/>
    <w:rsid w:val="00846B9D"/>
    <w:rsid w:val="00846F38"/>
    <w:rsid w:val="0084760F"/>
    <w:rsid w:val="00847A1E"/>
    <w:rsid w:val="0085053D"/>
    <w:rsid w:val="008506ED"/>
    <w:rsid w:val="00850D4D"/>
    <w:rsid w:val="00850FDA"/>
    <w:rsid w:val="00851678"/>
    <w:rsid w:val="00851998"/>
    <w:rsid w:val="008519A1"/>
    <w:rsid w:val="00851BC3"/>
    <w:rsid w:val="0085216A"/>
    <w:rsid w:val="008521B1"/>
    <w:rsid w:val="00852732"/>
    <w:rsid w:val="00852906"/>
    <w:rsid w:val="00852D41"/>
    <w:rsid w:val="008530CF"/>
    <w:rsid w:val="008537CF"/>
    <w:rsid w:val="00853F92"/>
    <w:rsid w:val="00854270"/>
    <w:rsid w:val="00854635"/>
    <w:rsid w:val="00854C88"/>
    <w:rsid w:val="00854CC8"/>
    <w:rsid w:val="00854E87"/>
    <w:rsid w:val="008556E9"/>
    <w:rsid w:val="00855E93"/>
    <w:rsid w:val="00856266"/>
    <w:rsid w:val="00856610"/>
    <w:rsid w:val="008569F4"/>
    <w:rsid w:val="00856FF8"/>
    <w:rsid w:val="0085770D"/>
    <w:rsid w:val="00857A31"/>
    <w:rsid w:val="00857E2B"/>
    <w:rsid w:val="00860F9E"/>
    <w:rsid w:val="00861018"/>
    <w:rsid w:val="008618F1"/>
    <w:rsid w:val="00861BDA"/>
    <w:rsid w:val="00861F42"/>
    <w:rsid w:val="0086203E"/>
    <w:rsid w:val="0086239B"/>
    <w:rsid w:val="008625B8"/>
    <w:rsid w:val="0086263A"/>
    <w:rsid w:val="008626A9"/>
    <w:rsid w:val="00862E14"/>
    <w:rsid w:val="00863074"/>
    <w:rsid w:val="008637B8"/>
    <w:rsid w:val="00863AF1"/>
    <w:rsid w:val="00863C3B"/>
    <w:rsid w:val="00863F57"/>
    <w:rsid w:val="0086414E"/>
    <w:rsid w:val="0086453C"/>
    <w:rsid w:val="0086482D"/>
    <w:rsid w:val="00864B9B"/>
    <w:rsid w:val="008652BC"/>
    <w:rsid w:val="00865F88"/>
    <w:rsid w:val="0086646F"/>
    <w:rsid w:val="0086674D"/>
    <w:rsid w:val="00866F30"/>
    <w:rsid w:val="0086757D"/>
    <w:rsid w:val="008675CC"/>
    <w:rsid w:val="0087087F"/>
    <w:rsid w:val="00871530"/>
    <w:rsid w:val="00871A7B"/>
    <w:rsid w:val="00871BD9"/>
    <w:rsid w:val="00871DB0"/>
    <w:rsid w:val="00872068"/>
    <w:rsid w:val="00873897"/>
    <w:rsid w:val="00874292"/>
    <w:rsid w:val="008747FD"/>
    <w:rsid w:val="00874B21"/>
    <w:rsid w:val="008761F7"/>
    <w:rsid w:val="00876630"/>
    <w:rsid w:val="0087693F"/>
    <w:rsid w:val="00876BF3"/>
    <w:rsid w:val="00876C5F"/>
    <w:rsid w:val="0087704C"/>
    <w:rsid w:val="008774A2"/>
    <w:rsid w:val="00877893"/>
    <w:rsid w:val="008800DC"/>
    <w:rsid w:val="0088037F"/>
    <w:rsid w:val="00880732"/>
    <w:rsid w:val="00880BFA"/>
    <w:rsid w:val="00880DC9"/>
    <w:rsid w:val="00881606"/>
    <w:rsid w:val="00881E95"/>
    <w:rsid w:val="00881EBD"/>
    <w:rsid w:val="008821E5"/>
    <w:rsid w:val="008823EA"/>
    <w:rsid w:val="00882451"/>
    <w:rsid w:val="008824BF"/>
    <w:rsid w:val="00882C34"/>
    <w:rsid w:val="008832C1"/>
    <w:rsid w:val="00883DCC"/>
    <w:rsid w:val="00884079"/>
    <w:rsid w:val="008841C7"/>
    <w:rsid w:val="0088439A"/>
    <w:rsid w:val="00884EF4"/>
    <w:rsid w:val="008850F9"/>
    <w:rsid w:val="0088510D"/>
    <w:rsid w:val="00885921"/>
    <w:rsid w:val="0088610E"/>
    <w:rsid w:val="00886381"/>
    <w:rsid w:val="008864AB"/>
    <w:rsid w:val="00886AD7"/>
    <w:rsid w:val="00886B1F"/>
    <w:rsid w:val="00886CAB"/>
    <w:rsid w:val="008877A2"/>
    <w:rsid w:val="00887C5E"/>
    <w:rsid w:val="00890087"/>
    <w:rsid w:val="0089030E"/>
    <w:rsid w:val="0089078A"/>
    <w:rsid w:val="00890BA9"/>
    <w:rsid w:val="00890D93"/>
    <w:rsid w:val="00890FA4"/>
    <w:rsid w:val="0089150E"/>
    <w:rsid w:val="008917B2"/>
    <w:rsid w:val="00891F8D"/>
    <w:rsid w:val="00892AE9"/>
    <w:rsid w:val="00892DB4"/>
    <w:rsid w:val="0089316F"/>
    <w:rsid w:val="008943B6"/>
    <w:rsid w:val="008943B7"/>
    <w:rsid w:val="0089514F"/>
    <w:rsid w:val="008952BC"/>
    <w:rsid w:val="008953DC"/>
    <w:rsid w:val="00896743"/>
    <w:rsid w:val="008971E3"/>
    <w:rsid w:val="008974C7"/>
    <w:rsid w:val="008978AE"/>
    <w:rsid w:val="008A07EB"/>
    <w:rsid w:val="008A07FA"/>
    <w:rsid w:val="008A0D88"/>
    <w:rsid w:val="008A0FE7"/>
    <w:rsid w:val="008A1549"/>
    <w:rsid w:val="008A1ABB"/>
    <w:rsid w:val="008A1F7F"/>
    <w:rsid w:val="008A22F6"/>
    <w:rsid w:val="008A246E"/>
    <w:rsid w:val="008A283D"/>
    <w:rsid w:val="008A340B"/>
    <w:rsid w:val="008A3E05"/>
    <w:rsid w:val="008A459C"/>
    <w:rsid w:val="008A4998"/>
    <w:rsid w:val="008A4B3F"/>
    <w:rsid w:val="008A5129"/>
    <w:rsid w:val="008A59BA"/>
    <w:rsid w:val="008A5D95"/>
    <w:rsid w:val="008A5DEF"/>
    <w:rsid w:val="008A68CB"/>
    <w:rsid w:val="008A6992"/>
    <w:rsid w:val="008A7E01"/>
    <w:rsid w:val="008B1109"/>
    <w:rsid w:val="008B1215"/>
    <w:rsid w:val="008B1D27"/>
    <w:rsid w:val="008B1D93"/>
    <w:rsid w:val="008B31CA"/>
    <w:rsid w:val="008B3C58"/>
    <w:rsid w:val="008B3D37"/>
    <w:rsid w:val="008B4D01"/>
    <w:rsid w:val="008B518D"/>
    <w:rsid w:val="008B55C0"/>
    <w:rsid w:val="008B5CB0"/>
    <w:rsid w:val="008B678E"/>
    <w:rsid w:val="008B6D39"/>
    <w:rsid w:val="008B7333"/>
    <w:rsid w:val="008B7B7E"/>
    <w:rsid w:val="008B7D91"/>
    <w:rsid w:val="008C0347"/>
    <w:rsid w:val="008C0627"/>
    <w:rsid w:val="008C0C9E"/>
    <w:rsid w:val="008C16B9"/>
    <w:rsid w:val="008C1846"/>
    <w:rsid w:val="008C1F3A"/>
    <w:rsid w:val="008C23B7"/>
    <w:rsid w:val="008C2FF5"/>
    <w:rsid w:val="008C32F1"/>
    <w:rsid w:val="008C35C2"/>
    <w:rsid w:val="008C38BC"/>
    <w:rsid w:val="008C3F7B"/>
    <w:rsid w:val="008C4652"/>
    <w:rsid w:val="008C4C5E"/>
    <w:rsid w:val="008C542C"/>
    <w:rsid w:val="008C555C"/>
    <w:rsid w:val="008C689A"/>
    <w:rsid w:val="008C7245"/>
    <w:rsid w:val="008C78C7"/>
    <w:rsid w:val="008C7B22"/>
    <w:rsid w:val="008D0FC2"/>
    <w:rsid w:val="008D1DAC"/>
    <w:rsid w:val="008D1E68"/>
    <w:rsid w:val="008D2DF5"/>
    <w:rsid w:val="008D2F4A"/>
    <w:rsid w:val="008D3AB4"/>
    <w:rsid w:val="008D3BAE"/>
    <w:rsid w:val="008D482A"/>
    <w:rsid w:val="008D485C"/>
    <w:rsid w:val="008D4E5E"/>
    <w:rsid w:val="008D50FF"/>
    <w:rsid w:val="008D52CD"/>
    <w:rsid w:val="008D5FB3"/>
    <w:rsid w:val="008D629A"/>
    <w:rsid w:val="008D6553"/>
    <w:rsid w:val="008D69A1"/>
    <w:rsid w:val="008D6DE2"/>
    <w:rsid w:val="008D7280"/>
    <w:rsid w:val="008D7701"/>
    <w:rsid w:val="008E0066"/>
    <w:rsid w:val="008E00D4"/>
    <w:rsid w:val="008E0413"/>
    <w:rsid w:val="008E06FF"/>
    <w:rsid w:val="008E15B3"/>
    <w:rsid w:val="008E18A5"/>
    <w:rsid w:val="008E1AEF"/>
    <w:rsid w:val="008E22D6"/>
    <w:rsid w:val="008E28CD"/>
    <w:rsid w:val="008E2945"/>
    <w:rsid w:val="008E2CFC"/>
    <w:rsid w:val="008E2FB5"/>
    <w:rsid w:val="008E3C1F"/>
    <w:rsid w:val="008E3CF9"/>
    <w:rsid w:val="008E3EF0"/>
    <w:rsid w:val="008E43D0"/>
    <w:rsid w:val="008E4BA2"/>
    <w:rsid w:val="008E57AC"/>
    <w:rsid w:val="008E585D"/>
    <w:rsid w:val="008E5940"/>
    <w:rsid w:val="008E5F28"/>
    <w:rsid w:val="008E672E"/>
    <w:rsid w:val="008E6885"/>
    <w:rsid w:val="008E6890"/>
    <w:rsid w:val="008E689F"/>
    <w:rsid w:val="008E69D9"/>
    <w:rsid w:val="008E6F04"/>
    <w:rsid w:val="008E7188"/>
    <w:rsid w:val="008E71C1"/>
    <w:rsid w:val="008E7391"/>
    <w:rsid w:val="008E73B1"/>
    <w:rsid w:val="008F03DD"/>
    <w:rsid w:val="008F0599"/>
    <w:rsid w:val="008F0D2A"/>
    <w:rsid w:val="008F0DED"/>
    <w:rsid w:val="008F11E6"/>
    <w:rsid w:val="008F1444"/>
    <w:rsid w:val="008F15B9"/>
    <w:rsid w:val="008F1B7C"/>
    <w:rsid w:val="008F26F9"/>
    <w:rsid w:val="008F2E37"/>
    <w:rsid w:val="008F2F31"/>
    <w:rsid w:val="008F2F47"/>
    <w:rsid w:val="008F311C"/>
    <w:rsid w:val="008F339C"/>
    <w:rsid w:val="008F33A5"/>
    <w:rsid w:val="008F4969"/>
    <w:rsid w:val="008F4A3F"/>
    <w:rsid w:val="008F4F3A"/>
    <w:rsid w:val="008F5146"/>
    <w:rsid w:val="008F52C0"/>
    <w:rsid w:val="008F602C"/>
    <w:rsid w:val="008F67BD"/>
    <w:rsid w:val="008F7072"/>
    <w:rsid w:val="009008E0"/>
    <w:rsid w:val="00900EC1"/>
    <w:rsid w:val="00900FF8"/>
    <w:rsid w:val="00902082"/>
    <w:rsid w:val="00902A3E"/>
    <w:rsid w:val="00902ADC"/>
    <w:rsid w:val="00902F9B"/>
    <w:rsid w:val="00903340"/>
    <w:rsid w:val="0090343E"/>
    <w:rsid w:val="00903501"/>
    <w:rsid w:val="0090368F"/>
    <w:rsid w:val="0090420F"/>
    <w:rsid w:val="00904558"/>
    <w:rsid w:val="009047A0"/>
    <w:rsid w:val="0090480B"/>
    <w:rsid w:val="00904A6F"/>
    <w:rsid w:val="00905552"/>
    <w:rsid w:val="00905983"/>
    <w:rsid w:val="00905F99"/>
    <w:rsid w:val="00905FB7"/>
    <w:rsid w:val="00905FDB"/>
    <w:rsid w:val="00905FE8"/>
    <w:rsid w:val="009062AC"/>
    <w:rsid w:val="009062B6"/>
    <w:rsid w:val="00906C21"/>
    <w:rsid w:val="00907EDD"/>
    <w:rsid w:val="00910B42"/>
    <w:rsid w:val="00910C8E"/>
    <w:rsid w:val="00911637"/>
    <w:rsid w:val="00911B3A"/>
    <w:rsid w:val="00912488"/>
    <w:rsid w:val="00912746"/>
    <w:rsid w:val="00912A1E"/>
    <w:rsid w:val="00913022"/>
    <w:rsid w:val="00913169"/>
    <w:rsid w:val="009139DE"/>
    <w:rsid w:val="00913DD9"/>
    <w:rsid w:val="0091477B"/>
    <w:rsid w:val="009148F0"/>
    <w:rsid w:val="009150F9"/>
    <w:rsid w:val="00915447"/>
    <w:rsid w:val="009154FA"/>
    <w:rsid w:val="00915D03"/>
    <w:rsid w:val="00915EE7"/>
    <w:rsid w:val="00916502"/>
    <w:rsid w:val="00916724"/>
    <w:rsid w:val="00916BD2"/>
    <w:rsid w:val="00916DBF"/>
    <w:rsid w:val="009177B7"/>
    <w:rsid w:val="00917CCE"/>
    <w:rsid w:val="009207A7"/>
    <w:rsid w:val="00920B54"/>
    <w:rsid w:val="009220A3"/>
    <w:rsid w:val="009234AA"/>
    <w:rsid w:val="00923927"/>
    <w:rsid w:val="00923ABD"/>
    <w:rsid w:val="00924223"/>
    <w:rsid w:val="00924918"/>
    <w:rsid w:val="00925085"/>
    <w:rsid w:val="00925614"/>
    <w:rsid w:val="0092604E"/>
    <w:rsid w:val="00926564"/>
    <w:rsid w:val="00926712"/>
    <w:rsid w:val="0092671F"/>
    <w:rsid w:val="00926DAD"/>
    <w:rsid w:val="00926F2B"/>
    <w:rsid w:val="009270A6"/>
    <w:rsid w:val="00927227"/>
    <w:rsid w:val="0092728C"/>
    <w:rsid w:val="009274E3"/>
    <w:rsid w:val="00927992"/>
    <w:rsid w:val="00927A37"/>
    <w:rsid w:val="00930A0A"/>
    <w:rsid w:val="009312F7"/>
    <w:rsid w:val="00931840"/>
    <w:rsid w:val="0093191A"/>
    <w:rsid w:val="0093196F"/>
    <w:rsid w:val="00931F5F"/>
    <w:rsid w:val="009320AF"/>
    <w:rsid w:val="00932549"/>
    <w:rsid w:val="00932B7A"/>
    <w:rsid w:val="00933311"/>
    <w:rsid w:val="00933338"/>
    <w:rsid w:val="00933945"/>
    <w:rsid w:val="00933FD3"/>
    <w:rsid w:val="00934A82"/>
    <w:rsid w:val="00934D11"/>
    <w:rsid w:val="00934FA6"/>
    <w:rsid w:val="009356D9"/>
    <w:rsid w:val="00935734"/>
    <w:rsid w:val="009359A8"/>
    <w:rsid w:val="009364C4"/>
    <w:rsid w:val="00936B4E"/>
    <w:rsid w:val="0093715A"/>
    <w:rsid w:val="00940060"/>
    <w:rsid w:val="0094076D"/>
    <w:rsid w:val="00940E64"/>
    <w:rsid w:val="00941231"/>
    <w:rsid w:val="009416C6"/>
    <w:rsid w:val="00941CFB"/>
    <w:rsid w:val="009420DE"/>
    <w:rsid w:val="00942122"/>
    <w:rsid w:val="009427CD"/>
    <w:rsid w:val="00942814"/>
    <w:rsid w:val="00942CE5"/>
    <w:rsid w:val="00942FD1"/>
    <w:rsid w:val="0094343A"/>
    <w:rsid w:val="009435CC"/>
    <w:rsid w:val="00943A54"/>
    <w:rsid w:val="00944659"/>
    <w:rsid w:val="00944F57"/>
    <w:rsid w:val="0094534B"/>
    <w:rsid w:val="00945C86"/>
    <w:rsid w:val="00945E8E"/>
    <w:rsid w:val="00946439"/>
    <w:rsid w:val="00946503"/>
    <w:rsid w:val="00946856"/>
    <w:rsid w:val="00946946"/>
    <w:rsid w:val="00946A20"/>
    <w:rsid w:val="00946B2F"/>
    <w:rsid w:val="00946E27"/>
    <w:rsid w:val="00946F49"/>
    <w:rsid w:val="009474C8"/>
    <w:rsid w:val="00947ECB"/>
    <w:rsid w:val="0095006F"/>
    <w:rsid w:val="0095017A"/>
    <w:rsid w:val="00950225"/>
    <w:rsid w:val="0095043F"/>
    <w:rsid w:val="009508AB"/>
    <w:rsid w:val="00950D03"/>
    <w:rsid w:val="00950EAE"/>
    <w:rsid w:val="00951648"/>
    <w:rsid w:val="0095183A"/>
    <w:rsid w:val="00951A81"/>
    <w:rsid w:val="00951B54"/>
    <w:rsid w:val="00951C36"/>
    <w:rsid w:val="00951F35"/>
    <w:rsid w:val="00952681"/>
    <w:rsid w:val="00952D90"/>
    <w:rsid w:val="00952E0E"/>
    <w:rsid w:val="00953DD4"/>
    <w:rsid w:val="00953DE5"/>
    <w:rsid w:val="00953E3D"/>
    <w:rsid w:val="009547A7"/>
    <w:rsid w:val="0095489F"/>
    <w:rsid w:val="00954A87"/>
    <w:rsid w:val="00954E18"/>
    <w:rsid w:val="00955239"/>
    <w:rsid w:val="00955382"/>
    <w:rsid w:val="00955931"/>
    <w:rsid w:val="00955EDC"/>
    <w:rsid w:val="00956015"/>
    <w:rsid w:val="00956387"/>
    <w:rsid w:val="0095698E"/>
    <w:rsid w:val="00956D3E"/>
    <w:rsid w:val="00956E14"/>
    <w:rsid w:val="009577C5"/>
    <w:rsid w:val="009608D9"/>
    <w:rsid w:val="00960B2D"/>
    <w:rsid w:val="00961E7D"/>
    <w:rsid w:val="00961F33"/>
    <w:rsid w:val="00961F97"/>
    <w:rsid w:val="009626F0"/>
    <w:rsid w:val="00962A97"/>
    <w:rsid w:val="0096312A"/>
    <w:rsid w:val="0096379D"/>
    <w:rsid w:val="00963BED"/>
    <w:rsid w:val="009643AC"/>
    <w:rsid w:val="0096444C"/>
    <w:rsid w:val="00964B21"/>
    <w:rsid w:val="00965254"/>
    <w:rsid w:val="00965F1D"/>
    <w:rsid w:val="009664A9"/>
    <w:rsid w:val="0096663E"/>
    <w:rsid w:val="00966B8A"/>
    <w:rsid w:val="00966E63"/>
    <w:rsid w:val="00967324"/>
    <w:rsid w:val="0096738A"/>
    <w:rsid w:val="00967461"/>
    <w:rsid w:val="009679AD"/>
    <w:rsid w:val="009679E8"/>
    <w:rsid w:val="00970411"/>
    <w:rsid w:val="00970AA0"/>
    <w:rsid w:val="00970E61"/>
    <w:rsid w:val="009715CC"/>
    <w:rsid w:val="0097180A"/>
    <w:rsid w:val="0097188E"/>
    <w:rsid w:val="009718C1"/>
    <w:rsid w:val="009719CE"/>
    <w:rsid w:val="00971B38"/>
    <w:rsid w:val="00971B53"/>
    <w:rsid w:val="00971FCD"/>
    <w:rsid w:val="00972829"/>
    <w:rsid w:val="00972893"/>
    <w:rsid w:val="00972E4F"/>
    <w:rsid w:val="009732AD"/>
    <w:rsid w:val="00973849"/>
    <w:rsid w:val="00973BA2"/>
    <w:rsid w:val="00973C69"/>
    <w:rsid w:val="0097407C"/>
    <w:rsid w:val="00974799"/>
    <w:rsid w:val="0097489B"/>
    <w:rsid w:val="00974FD3"/>
    <w:rsid w:val="009751DB"/>
    <w:rsid w:val="00975496"/>
    <w:rsid w:val="00975736"/>
    <w:rsid w:val="0097587C"/>
    <w:rsid w:val="00975CDF"/>
    <w:rsid w:val="009762F8"/>
    <w:rsid w:val="009763B5"/>
    <w:rsid w:val="00976480"/>
    <w:rsid w:val="00976607"/>
    <w:rsid w:val="00976C8D"/>
    <w:rsid w:val="009773A4"/>
    <w:rsid w:val="00977D4A"/>
    <w:rsid w:val="00980038"/>
    <w:rsid w:val="00980144"/>
    <w:rsid w:val="00980504"/>
    <w:rsid w:val="009809BA"/>
    <w:rsid w:val="00981393"/>
    <w:rsid w:val="009815BB"/>
    <w:rsid w:val="009826FE"/>
    <w:rsid w:val="00982A90"/>
    <w:rsid w:val="00983E06"/>
    <w:rsid w:val="0098464A"/>
    <w:rsid w:val="00984A1F"/>
    <w:rsid w:val="00984D95"/>
    <w:rsid w:val="00984E35"/>
    <w:rsid w:val="00985851"/>
    <w:rsid w:val="00986AC4"/>
    <w:rsid w:val="00986D1C"/>
    <w:rsid w:val="009870B9"/>
    <w:rsid w:val="00987A4B"/>
    <w:rsid w:val="00990663"/>
    <w:rsid w:val="00990732"/>
    <w:rsid w:val="00991330"/>
    <w:rsid w:val="009917F2"/>
    <w:rsid w:val="00991AAE"/>
    <w:rsid w:val="009925D7"/>
    <w:rsid w:val="00992689"/>
    <w:rsid w:val="00992728"/>
    <w:rsid w:val="00992962"/>
    <w:rsid w:val="00992EF9"/>
    <w:rsid w:val="0099305B"/>
    <w:rsid w:val="009937BB"/>
    <w:rsid w:val="00993B5C"/>
    <w:rsid w:val="00993C6F"/>
    <w:rsid w:val="009942F1"/>
    <w:rsid w:val="009944A1"/>
    <w:rsid w:val="009947AA"/>
    <w:rsid w:val="00994ACE"/>
    <w:rsid w:val="00994F5A"/>
    <w:rsid w:val="00994FA4"/>
    <w:rsid w:val="00995032"/>
    <w:rsid w:val="00995B1C"/>
    <w:rsid w:val="009960F0"/>
    <w:rsid w:val="00996629"/>
    <w:rsid w:val="00996930"/>
    <w:rsid w:val="009969DA"/>
    <w:rsid w:val="00996A93"/>
    <w:rsid w:val="00997229"/>
    <w:rsid w:val="00997662"/>
    <w:rsid w:val="00997779"/>
    <w:rsid w:val="0099778C"/>
    <w:rsid w:val="00997E29"/>
    <w:rsid w:val="009A0526"/>
    <w:rsid w:val="009A0D98"/>
    <w:rsid w:val="009A0DA7"/>
    <w:rsid w:val="009A1AB8"/>
    <w:rsid w:val="009A1F41"/>
    <w:rsid w:val="009A2459"/>
    <w:rsid w:val="009A2931"/>
    <w:rsid w:val="009A2AE6"/>
    <w:rsid w:val="009A2B73"/>
    <w:rsid w:val="009A2CB8"/>
    <w:rsid w:val="009A2DDC"/>
    <w:rsid w:val="009A34B7"/>
    <w:rsid w:val="009A3784"/>
    <w:rsid w:val="009A3F1C"/>
    <w:rsid w:val="009A4C00"/>
    <w:rsid w:val="009A5097"/>
    <w:rsid w:val="009A532A"/>
    <w:rsid w:val="009A56A6"/>
    <w:rsid w:val="009A586B"/>
    <w:rsid w:val="009A5AE3"/>
    <w:rsid w:val="009A6021"/>
    <w:rsid w:val="009A64D3"/>
    <w:rsid w:val="009A67CD"/>
    <w:rsid w:val="009A71D8"/>
    <w:rsid w:val="009A7292"/>
    <w:rsid w:val="009A758F"/>
    <w:rsid w:val="009B0A65"/>
    <w:rsid w:val="009B0FB4"/>
    <w:rsid w:val="009B14ED"/>
    <w:rsid w:val="009B1BC2"/>
    <w:rsid w:val="009B26AA"/>
    <w:rsid w:val="009B286C"/>
    <w:rsid w:val="009B2A48"/>
    <w:rsid w:val="009B2AA6"/>
    <w:rsid w:val="009B2AE3"/>
    <w:rsid w:val="009B3E8D"/>
    <w:rsid w:val="009B4BDC"/>
    <w:rsid w:val="009B4CD9"/>
    <w:rsid w:val="009B514B"/>
    <w:rsid w:val="009B5AB6"/>
    <w:rsid w:val="009B5FBA"/>
    <w:rsid w:val="009B6CB2"/>
    <w:rsid w:val="009B776E"/>
    <w:rsid w:val="009B7B25"/>
    <w:rsid w:val="009C0096"/>
    <w:rsid w:val="009C1C77"/>
    <w:rsid w:val="009C24C9"/>
    <w:rsid w:val="009C2AC9"/>
    <w:rsid w:val="009C3D99"/>
    <w:rsid w:val="009C4BC0"/>
    <w:rsid w:val="009C4E6B"/>
    <w:rsid w:val="009C51CD"/>
    <w:rsid w:val="009C52F9"/>
    <w:rsid w:val="009C530F"/>
    <w:rsid w:val="009C6D38"/>
    <w:rsid w:val="009C6DB7"/>
    <w:rsid w:val="009C7038"/>
    <w:rsid w:val="009C70AE"/>
    <w:rsid w:val="009C7303"/>
    <w:rsid w:val="009C762E"/>
    <w:rsid w:val="009C7CF9"/>
    <w:rsid w:val="009D0512"/>
    <w:rsid w:val="009D0A06"/>
    <w:rsid w:val="009D0B55"/>
    <w:rsid w:val="009D0E01"/>
    <w:rsid w:val="009D118D"/>
    <w:rsid w:val="009D12B5"/>
    <w:rsid w:val="009D1436"/>
    <w:rsid w:val="009D18B2"/>
    <w:rsid w:val="009D1BA0"/>
    <w:rsid w:val="009D1BF6"/>
    <w:rsid w:val="009D2029"/>
    <w:rsid w:val="009D24FA"/>
    <w:rsid w:val="009D2C41"/>
    <w:rsid w:val="009D398A"/>
    <w:rsid w:val="009D3C78"/>
    <w:rsid w:val="009D3F3B"/>
    <w:rsid w:val="009D4701"/>
    <w:rsid w:val="009D4CC0"/>
    <w:rsid w:val="009D54B6"/>
    <w:rsid w:val="009D5E3C"/>
    <w:rsid w:val="009D6285"/>
    <w:rsid w:val="009D6532"/>
    <w:rsid w:val="009D66B9"/>
    <w:rsid w:val="009D6805"/>
    <w:rsid w:val="009D6926"/>
    <w:rsid w:val="009D728F"/>
    <w:rsid w:val="009D7958"/>
    <w:rsid w:val="009D799F"/>
    <w:rsid w:val="009D7CB3"/>
    <w:rsid w:val="009D7E45"/>
    <w:rsid w:val="009E01CE"/>
    <w:rsid w:val="009E2250"/>
    <w:rsid w:val="009E25B3"/>
    <w:rsid w:val="009E29E1"/>
    <w:rsid w:val="009E2BED"/>
    <w:rsid w:val="009E3BE2"/>
    <w:rsid w:val="009E4322"/>
    <w:rsid w:val="009E4ABD"/>
    <w:rsid w:val="009E4D84"/>
    <w:rsid w:val="009E4F5E"/>
    <w:rsid w:val="009E4FCD"/>
    <w:rsid w:val="009E54DC"/>
    <w:rsid w:val="009E5C24"/>
    <w:rsid w:val="009E5DFE"/>
    <w:rsid w:val="009E6469"/>
    <w:rsid w:val="009E6665"/>
    <w:rsid w:val="009E66DB"/>
    <w:rsid w:val="009E6C09"/>
    <w:rsid w:val="009E6E3D"/>
    <w:rsid w:val="009E7452"/>
    <w:rsid w:val="009E7D30"/>
    <w:rsid w:val="009F0B07"/>
    <w:rsid w:val="009F0F5B"/>
    <w:rsid w:val="009F1419"/>
    <w:rsid w:val="009F18AA"/>
    <w:rsid w:val="009F2062"/>
    <w:rsid w:val="009F207F"/>
    <w:rsid w:val="009F23E3"/>
    <w:rsid w:val="009F2913"/>
    <w:rsid w:val="009F2AF3"/>
    <w:rsid w:val="009F33A8"/>
    <w:rsid w:val="009F407F"/>
    <w:rsid w:val="009F46DD"/>
    <w:rsid w:val="009F4BFD"/>
    <w:rsid w:val="009F4C36"/>
    <w:rsid w:val="009F4E8A"/>
    <w:rsid w:val="009F51FD"/>
    <w:rsid w:val="009F55B9"/>
    <w:rsid w:val="009F6016"/>
    <w:rsid w:val="009F661C"/>
    <w:rsid w:val="009F69A9"/>
    <w:rsid w:val="009F69DA"/>
    <w:rsid w:val="009F74BF"/>
    <w:rsid w:val="009F7750"/>
    <w:rsid w:val="009F77F0"/>
    <w:rsid w:val="009F77FD"/>
    <w:rsid w:val="009F7B52"/>
    <w:rsid w:val="00A00037"/>
    <w:rsid w:val="00A00273"/>
    <w:rsid w:val="00A005C6"/>
    <w:rsid w:val="00A0064E"/>
    <w:rsid w:val="00A00BC1"/>
    <w:rsid w:val="00A00EFF"/>
    <w:rsid w:val="00A014CD"/>
    <w:rsid w:val="00A01925"/>
    <w:rsid w:val="00A0216D"/>
    <w:rsid w:val="00A02A64"/>
    <w:rsid w:val="00A02C44"/>
    <w:rsid w:val="00A02FCF"/>
    <w:rsid w:val="00A031AF"/>
    <w:rsid w:val="00A0397D"/>
    <w:rsid w:val="00A03C56"/>
    <w:rsid w:val="00A03D5E"/>
    <w:rsid w:val="00A05157"/>
    <w:rsid w:val="00A05317"/>
    <w:rsid w:val="00A05B7C"/>
    <w:rsid w:val="00A06466"/>
    <w:rsid w:val="00A069EB"/>
    <w:rsid w:val="00A070EB"/>
    <w:rsid w:val="00A07205"/>
    <w:rsid w:val="00A07329"/>
    <w:rsid w:val="00A07508"/>
    <w:rsid w:val="00A075BB"/>
    <w:rsid w:val="00A1002C"/>
    <w:rsid w:val="00A101BE"/>
    <w:rsid w:val="00A1056F"/>
    <w:rsid w:val="00A1058F"/>
    <w:rsid w:val="00A10617"/>
    <w:rsid w:val="00A1081C"/>
    <w:rsid w:val="00A11BFE"/>
    <w:rsid w:val="00A11ED2"/>
    <w:rsid w:val="00A12137"/>
    <w:rsid w:val="00A1273A"/>
    <w:rsid w:val="00A13F37"/>
    <w:rsid w:val="00A149F7"/>
    <w:rsid w:val="00A14B37"/>
    <w:rsid w:val="00A1576D"/>
    <w:rsid w:val="00A15E06"/>
    <w:rsid w:val="00A16777"/>
    <w:rsid w:val="00A16BD8"/>
    <w:rsid w:val="00A16E2E"/>
    <w:rsid w:val="00A16FBA"/>
    <w:rsid w:val="00A17F54"/>
    <w:rsid w:val="00A20915"/>
    <w:rsid w:val="00A20B2B"/>
    <w:rsid w:val="00A20F9E"/>
    <w:rsid w:val="00A2122F"/>
    <w:rsid w:val="00A21446"/>
    <w:rsid w:val="00A21B51"/>
    <w:rsid w:val="00A22245"/>
    <w:rsid w:val="00A22A00"/>
    <w:rsid w:val="00A22F86"/>
    <w:rsid w:val="00A233CB"/>
    <w:rsid w:val="00A234FB"/>
    <w:rsid w:val="00A237D4"/>
    <w:rsid w:val="00A2396D"/>
    <w:rsid w:val="00A24407"/>
    <w:rsid w:val="00A249F5"/>
    <w:rsid w:val="00A256C8"/>
    <w:rsid w:val="00A25944"/>
    <w:rsid w:val="00A25CE5"/>
    <w:rsid w:val="00A262D4"/>
    <w:rsid w:val="00A26F30"/>
    <w:rsid w:val="00A276E1"/>
    <w:rsid w:val="00A27A8D"/>
    <w:rsid w:val="00A27C0B"/>
    <w:rsid w:val="00A3149F"/>
    <w:rsid w:val="00A328EC"/>
    <w:rsid w:val="00A32995"/>
    <w:rsid w:val="00A32A17"/>
    <w:rsid w:val="00A32F81"/>
    <w:rsid w:val="00A3302E"/>
    <w:rsid w:val="00A335F5"/>
    <w:rsid w:val="00A34416"/>
    <w:rsid w:val="00A3443C"/>
    <w:rsid w:val="00A3453D"/>
    <w:rsid w:val="00A347EF"/>
    <w:rsid w:val="00A34FD5"/>
    <w:rsid w:val="00A356A8"/>
    <w:rsid w:val="00A3630C"/>
    <w:rsid w:val="00A3662B"/>
    <w:rsid w:val="00A3761E"/>
    <w:rsid w:val="00A37FC2"/>
    <w:rsid w:val="00A401C8"/>
    <w:rsid w:val="00A402A5"/>
    <w:rsid w:val="00A41605"/>
    <w:rsid w:val="00A41C77"/>
    <w:rsid w:val="00A41E06"/>
    <w:rsid w:val="00A41F89"/>
    <w:rsid w:val="00A422CD"/>
    <w:rsid w:val="00A42C64"/>
    <w:rsid w:val="00A43C7B"/>
    <w:rsid w:val="00A4457E"/>
    <w:rsid w:val="00A44600"/>
    <w:rsid w:val="00A449FC"/>
    <w:rsid w:val="00A44C2F"/>
    <w:rsid w:val="00A44E49"/>
    <w:rsid w:val="00A45347"/>
    <w:rsid w:val="00A45BAC"/>
    <w:rsid w:val="00A45E61"/>
    <w:rsid w:val="00A462DB"/>
    <w:rsid w:val="00A464E3"/>
    <w:rsid w:val="00A466BE"/>
    <w:rsid w:val="00A46EFB"/>
    <w:rsid w:val="00A476DE"/>
    <w:rsid w:val="00A478B1"/>
    <w:rsid w:val="00A47D3F"/>
    <w:rsid w:val="00A5020D"/>
    <w:rsid w:val="00A5021B"/>
    <w:rsid w:val="00A502BA"/>
    <w:rsid w:val="00A506D3"/>
    <w:rsid w:val="00A51126"/>
    <w:rsid w:val="00A51305"/>
    <w:rsid w:val="00A520CA"/>
    <w:rsid w:val="00A52278"/>
    <w:rsid w:val="00A52A0E"/>
    <w:rsid w:val="00A5380F"/>
    <w:rsid w:val="00A5383A"/>
    <w:rsid w:val="00A53C16"/>
    <w:rsid w:val="00A5496B"/>
    <w:rsid w:val="00A5496E"/>
    <w:rsid w:val="00A54B8A"/>
    <w:rsid w:val="00A558F8"/>
    <w:rsid w:val="00A562D4"/>
    <w:rsid w:val="00A565D3"/>
    <w:rsid w:val="00A56779"/>
    <w:rsid w:val="00A56FDC"/>
    <w:rsid w:val="00A57829"/>
    <w:rsid w:val="00A6020A"/>
    <w:rsid w:val="00A60643"/>
    <w:rsid w:val="00A6146D"/>
    <w:rsid w:val="00A6190C"/>
    <w:rsid w:val="00A61913"/>
    <w:rsid w:val="00A622D0"/>
    <w:rsid w:val="00A6278D"/>
    <w:rsid w:val="00A62944"/>
    <w:rsid w:val="00A62A2A"/>
    <w:rsid w:val="00A62D80"/>
    <w:rsid w:val="00A62E1A"/>
    <w:rsid w:val="00A63676"/>
    <w:rsid w:val="00A6437F"/>
    <w:rsid w:val="00A643A7"/>
    <w:rsid w:val="00A64401"/>
    <w:rsid w:val="00A6446C"/>
    <w:rsid w:val="00A649CF"/>
    <w:rsid w:val="00A64DCC"/>
    <w:rsid w:val="00A651C6"/>
    <w:rsid w:val="00A65BF1"/>
    <w:rsid w:val="00A6660B"/>
    <w:rsid w:val="00A66C02"/>
    <w:rsid w:val="00A673E6"/>
    <w:rsid w:val="00A67483"/>
    <w:rsid w:val="00A70798"/>
    <w:rsid w:val="00A709D9"/>
    <w:rsid w:val="00A71A83"/>
    <w:rsid w:val="00A71B2B"/>
    <w:rsid w:val="00A71B9A"/>
    <w:rsid w:val="00A71F6F"/>
    <w:rsid w:val="00A720AE"/>
    <w:rsid w:val="00A72C24"/>
    <w:rsid w:val="00A7328F"/>
    <w:rsid w:val="00A73560"/>
    <w:rsid w:val="00A745FD"/>
    <w:rsid w:val="00A7485E"/>
    <w:rsid w:val="00A74B9C"/>
    <w:rsid w:val="00A74C96"/>
    <w:rsid w:val="00A75577"/>
    <w:rsid w:val="00A7594A"/>
    <w:rsid w:val="00A764FE"/>
    <w:rsid w:val="00A7684E"/>
    <w:rsid w:val="00A77116"/>
    <w:rsid w:val="00A772AD"/>
    <w:rsid w:val="00A774E4"/>
    <w:rsid w:val="00A77851"/>
    <w:rsid w:val="00A77909"/>
    <w:rsid w:val="00A7794F"/>
    <w:rsid w:val="00A77A34"/>
    <w:rsid w:val="00A800E1"/>
    <w:rsid w:val="00A8047D"/>
    <w:rsid w:val="00A805AF"/>
    <w:rsid w:val="00A806CF"/>
    <w:rsid w:val="00A80948"/>
    <w:rsid w:val="00A816FF"/>
    <w:rsid w:val="00A82485"/>
    <w:rsid w:val="00A82BA0"/>
    <w:rsid w:val="00A82F03"/>
    <w:rsid w:val="00A831EC"/>
    <w:rsid w:val="00A8338D"/>
    <w:rsid w:val="00A83839"/>
    <w:rsid w:val="00A843C5"/>
    <w:rsid w:val="00A845ED"/>
    <w:rsid w:val="00A846B3"/>
    <w:rsid w:val="00A847B2"/>
    <w:rsid w:val="00A84A80"/>
    <w:rsid w:val="00A84C57"/>
    <w:rsid w:val="00A851EF"/>
    <w:rsid w:val="00A855D5"/>
    <w:rsid w:val="00A85AB2"/>
    <w:rsid w:val="00A85AEC"/>
    <w:rsid w:val="00A85AF6"/>
    <w:rsid w:val="00A86132"/>
    <w:rsid w:val="00A864A6"/>
    <w:rsid w:val="00A865A1"/>
    <w:rsid w:val="00A866A1"/>
    <w:rsid w:val="00A866AD"/>
    <w:rsid w:val="00A868BD"/>
    <w:rsid w:val="00A876E0"/>
    <w:rsid w:val="00A87D08"/>
    <w:rsid w:val="00A87F0D"/>
    <w:rsid w:val="00A909AF"/>
    <w:rsid w:val="00A91301"/>
    <w:rsid w:val="00A914EC"/>
    <w:rsid w:val="00A919F8"/>
    <w:rsid w:val="00A91B19"/>
    <w:rsid w:val="00A923E4"/>
    <w:rsid w:val="00A92596"/>
    <w:rsid w:val="00A93125"/>
    <w:rsid w:val="00A937DD"/>
    <w:rsid w:val="00A945F2"/>
    <w:rsid w:val="00A949D5"/>
    <w:rsid w:val="00A94F3B"/>
    <w:rsid w:val="00A94F75"/>
    <w:rsid w:val="00A953E5"/>
    <w:rsid w:val="00A95A92"/>
    <w:rsid w:val="00A96144"/>
    <w:rsid w:val="00A9632C"/>
    <w:rsid w:val="00A96639"/>
    <w:rsid w:val="00A96F54"/>
    <w:rsid w:val="00A97C00"/>
    <w:rsid w:val="00AA16CA"/>
    <w:rsid w:val="00AA17A6"/>
    <w:rsid w:val="00AA18D3"/>
    <w:rsid w:val="00AA1B38"/>
    <w:rsid w:val="00AA21B4"/>
    <w:rsid w:val="00AA23A2"/>
    <w:rsid w:val="00AA24D1"/>
    <w:rsid w:val="00AA2A7E"/>
    <w:rsid w:val="00AA2B73"/>
    <w:rsid w:val="00AA3323"/>
    <w:rsid w:val="00AA4183"/>
    <w:rsid w:val="00AA481B"/>
    <w:rsid w:val="00AA48CD"/>
    <w:rsid w:val="00AA49EF"/>
    <w:rsid w:val="00AA4AAB"/>
    <w:rsid w:val="00AA4AC1"/>
    <w:rsid w:val="00AA4C2F"/>
    <w:rsid w:val="00AA5F01"/>
    <w:rsid w:val="00AA6056"/>
    <w:rsid w:val="00AA60F9"/>
    <w:rsid w:val="00AA63FD"/>
    <w:rsid w:val="00AA6412"/>
    <w:rsid w:val="00AA672A"/>
    <w:rsid w:val="00AA676C"/>
    <w:rsid w:val="00AA6F69"/>
    <w:rsid w:val="00AA735C"/>
    <w:rsid w:val="00AA76C9"/>
    <w:rsid w:val="00AA7804"/>
    <w:rsid w:val="00AA791E"/>
    <w:rsid w:val="00AA7DD5"/>
    <w:rsid w:val="00AA7E16"/>
    <w:rsid w:val="00AB06E2"/>
    <w:rsid w:val="00AB090A"/>
    <w:rsid w:val="00AB0B13"/>
    <w:rsid w:val="00AB19E3"/>
    <w:rsid w:val="00AB1B99"/>
    <w:rsid w:val="00AB1E29"/>
    <w:rsid w:val="00AB1E89"/>
    <w:rsid w:val="00AB2058"/>
    <w:rsid w:val="00AB2415"/>
    <w:rsid w:val="00AB2C9E"/>
    <w:rsid w:val="00AB3551"/>
    <w:rsid w:val="00AB4723"/>
    <w:rsid w:val="00AB49AD"/>
    <w:rsid w:val="00AB4BAF"/>
    <w:rsid w:val="00AB4CA0"/>
    <w:rsid w:val="00AB58BA"/>
    <w:rsid w:val="00AB63ED"/>
    <w:rsid w:val="00AB6777"/>
    <w:rsid w:val="00AB6838"/>
    <w:rsid w:val="00AB6999"/>
    <w:rsid w:val="00AB6BB7"/>
    <w:rsid w:val="00AB6D8A"/>
    <w:rsid w:val="00AB76CE"/>
    <w:rsid w:val="00AB79FD"/>
    <w:rsid w:val="00AB7A4D"/>
    <w:rsid w:val="00AB7D64"/>
    <w:rsid w:val="00AC013B"/>
    <w:rsid w:val="00AC01E2"/>
    <w:rsid w:val="00AC043E"/>
    <w:rsid w:val="00AC0B52"/>
    <w:rsid w:val="00AC10FE"/>
    <w:rsid w:val="00AC16BE"/>
    <w:rsid w:val="00AC1963"/>
    <w:rsid w:val="00AC1BB4"/>
    <w:rsid w:val="00AC2210"/>
    <w:rsid w:val="00AC30D9"/>
    <w:rsid w:val="00AC35E3"/>
    <w:rsid w:val="00AC36EB"/>
    <w:rsid w:val="00AC373A"/>
    <w:rsid w:val="00AC3A23"/>
    <w:rsid w:val="00AC3B5B"/>
    <w:rsid w:val="00AC3D1B"/>
    <w:rsid w:val="00AC3DE9"/>
    <w:rsid w:val="00AC4217"/>
    <w:rsid w:val="00AC42BE"/>
    <w:rsid w:val="00AC4CFB"/>
    <w:rsid w:val="00AC4F30"/>
    <w:rsid w:val="00AC5134"/>
    <w:rsid w:val="00AC5158"/>
    <w:rsid w:val="00AC5193"/>
    <w:rsid w:val="00AC55F3"/>
    <w:rsid w:val="00AC57B4"/>
    <w:rsid w:val="00AC709F"/>
    <w:rsid w:val="00AC771E"/>
    <w:rsid w:val="00AC78CE"/>
    <w:rsid w:val="00AC7B45"/>
    <w:rsid w:val="00AD0090"/>
    <w:rsid w:val="00AD035B"/>
    <w:rsid w:val="00AD0883"/>
    <w:rsid w:val="00AD0AB0"/>
    <w:rsid w:val="00AD0C3D"/>
    <w:rsid w:val="00AD0DB5"/>
    <w:rsid w:val="00AD0F13"/>
    <w:rsid w:val="00AD1056"/>
    <w:rsid w:val="00AD1A83"/>
    <w:rsid w:val="00AD24CB"/>
    <w:rsid w:val="00AD29B5"/>
    <w:rsid w:val="00AD2F89"/>
    <w:rsid w:val="00AD358B"/>
    <w:rsid w:val="00AD3A0C"/>
    <w:rsid w:val="00AD4375"/>
    <w:rsid w:val="00AD4397"/>
    <w:rsid w:val="00AD4ACE"/>
    <w:rsid w:val="00AD4BB0"/>
    <w:rsid w:val="00AD52F5"/>
    <w:rsid w:val="00AD534A"/>
    <w:rsid w:val="00AD53A9"/>
    <w:rsid w:val="00AD5480"/>
    <w:rsid w:val="00AD5CCC"/>
    <w:rsid w:val="00AD6544"/>
    <w:rsid w:val="00AD7724"/>
    <w:rsid w:val="00AD7C93"/>
    <w:rsid w:val="00AD7DFD"/>
    <w:rsid w:val="00AD7EBE"/>
    <w:rsid w:val="00AE0250"/>
    <w:rsid w:val="00AE0506"/>
    <w:rsid w:val="00AE1150"/>
    <w:rsid w:val="00AE158D"/>
    <w:rsid w:val="00AE22EA"/>
    <w:rsid w:val="00AE2E2C"/>
    <w:rsid w:val="00AE328E"/>
    <w:rsid w:val="00AE3291"/>
    <w:rsid w:val="00AE35CA"/>
    <w:rsid w:val="00AE3B9C"/>
    <w:rsid w:val="00AE3CA5"/>
    <w:rsid w:val="00AE417C"/>
    <w:rsid w:val="00AE5434"/>
    <w:rsid w:val="00AE5E5C"/>
    <w:rsid w:val="00AE606E"/>
    <w:rsid w:val="00AE6819"/>
    <w:rsid w:val="00AE6F07"/>
    <w:rsid w:val="00AE7275"/>
    <w:rsid w:val="00AE7575"/>
    <w:rsid w:val="00AF0801"/>
    <w:rsid w:val="00AF1099"/>
    <w:rsid w:val="00AF170D"/>
    <w:rsid w:val="00AF1832"/>
    <w:rsid w:val="00AF19F7"/>
    <w:rsid w:val="00AF1E60"/>
    <w:rsid w:val="00AF1FE9"/>
    <w:rsid w:val="00AF2902"/>
    <w:rsid w:val="00AF3338"/>
    <w:rsid w:val="00AF3537"/>
    <w:rsid w:val="00AF36D9"/>
    <w:rsid w:val="00AF36F8"/>
    <w:rsid w:val="00AF3FCA"/>
    <w:rsid w:val="00AF446F"/>
    <w:rsid w:val="00AF4679"/>
    <w:rsid w:val="00AF4691"/>
    <w:rsid w:val="00AF48C0"/>
    <w:rsid w:val="00AF4A3A"/>
    <w:rsid w:val="00AF594C"/>
    <w:rsid w:val="00AF6D5F"/>
    <w:rsid w:val="00AF735C"/>
    <w:rsid w:val="00AF780A"/>
    <w:rsid w:val="00B00149"/>
    <w:rsid w:val="00B001E5"/>
    <w:rsid w:val="00B00226"/>
    <w:rsid w:val="00B0086D"/>
    <w:rsid w:val="00B00937"/>
    <w:rsid w:val="00B00FCE"/>
    <w:rsid w:val="00B011B1"/>
    <w:rsid w:val="00B0172D"/>
    <w:rsid w:val="00B01EA8"/>
    <w:rsid w:val="00B01EFD"/>
    <w:rsid w:val="00B0232E"/>
    <w:rsid w:val="00B03068"/>
    <w:rsid w:val="00B0323F"/>
    <w:rsid w:val="00B032B5"/>
    <w:rsid w:val="00B035BD"/>
    <w:rsid w:val="00B04015"/>
    <w:rsid w:val="00B04276"/>
    <w:rsid w:val="00B0448D"/>
    <w:rsid w:val="00B046C8"/>
    <w:rsid w:val="00B047C7"/>
    <w:rsid w:val="00B04CCE"/>
    <w:rsid w:val="00B05653"/>
    <w:rsid w:val="00B0605D"/>
    <w:rsid w:val="00B06074"/>
    <w:rsid w:val="00B06229"/>
    <w:rsid w:val="00B0692F"/>
    <w:rsid w:val="00B06CB2"/>
    <w:rsid w:val="00B07217"/>
    <w:rsid w:val="00B076DC"/>
    <w:rsid w:val="00B10597"/>
    <w:rsid w:val="00B10619"/>
    <w:rsid w:val="00B10984"/>
    <w:rsid w:val="00B1157A"/>
    <w:rsid w:val="00B11DD7"/>
    <w:rsid w:val="00B12BC2"/>
    <w:rsid w:val="00B135AA"/>
    <w:rsid w:val="00B13924"/>
    <w:rsid w:val="00B13ABC"/>
    <w:rsid w:val="00B13CE8"/>
    <w:rsid w:val="00B13F4F"/>
    <w:rsid w:val="00B14BDA"/>
    <w:rsid w:val="00B1507F"/>
    <w:rsid w:val="00B15354"/>
    <w:rsid w:val="00B153DC"/>
    <w:rsid w:val="00B154BB"/>
    <w:rsid w:val="00B16496"/>
    <w:rsid w:val="00B1755C"/>
    <w:rsid w:val="00B175BF"/>
    <w:rsid w:val="00B177ED"/>
    <w:rsid w:val="00B17BDD"/>
    <w:rsid w:val="00B17F9C"/>
    <w:rsid w:val="00B20295"/>
    <w:rsid w:val="00B205FE"/>
    <w:rsid w:val="00B21552"/>
    <w:rsid w:val="00B21BF7"/>
    <w:rsid w:val="00B21FBF"/>
    <w:rsid w:val="00B2204F"/>
    <w:rsid w:val="00B2442C"/>
    <w:rsid w:val="00B24B50"/>
    <w:rsid w:val="00B257CB"/>
    <w:rsid w:val="00B25BED"/>
    <w:rsid w:val="00B25DDB"/>
    <w:rsid w:val="00B26C17"/>
    <w:rsid w:val="00B2724D"/>
    <w:rsid w:val="00B27650"/>
    <w:rsid w:val="00B278D4"/>
    <w:rsid w:val="00B279B4"/>
    <w:rsid w:val="00B27A4A"/>
    <w:rsid w:val="00B3021A"/>
    <w:rsid w:val="00B30973"/>
    <w:rsid w:val="00B31743"/>
    <w:rsid w:val="00B3195C"/>
    <w:rsid w:val="00B31A7F"/>
    <w:rsid w:val="00B31AE2"/>
    <w:rsid w:val="00B31B4D"/>
    <w:rsid w:val="00B31C3F"/>
    <w:rsid w:val="00B31C8D"/>
    <w:rsid w:val="00B32562"/>
    <w:rsid w:val="00B3287C"/>
    <w:rsid w:val="00B3362D"/>
    <w:rsid w:val="00B33CF4"/>
    <w:rsid w:val="00B34385"/>
    <w:rsid w:val="00B34D44"/>
    <w:rsid w:val="00B34DC1"/>
    <w:rsid w:val="00B36E4B"/>
    <w:rsid w:val="00B3723C"/>
    <w:rsid w:val="00B3776A"/>
    <w:rsid w:val="00B3789B"/>
    <w:rsid w:val="00B40EB8"/>
    <w:rsid w:val="00B41087"/>
    <w:rsid w:val="00B4124B"/>
    <w:rsid w:val="00B4176E"/>
    <w:rsid w:val="00B41CCA"/>
    <w:rsid w:val="00B41DB5"/>
    <w:rsid w:val="00B41FD0"/>
    <w:rsid w:val="00B4215B"/>
    <w:rsid w:val="00B42258"/>
    <w:rsid w:val="00B43532"/>
    <w:rsid w:val="00B4357C"/>
    <w:rsid w:val="00B4359F"/>
    <w:rsid w:val="00B43800"/>
    <w:rsid w:val="00B445E2"/>
    <w:rsid w:val="00B447E9"/>
    <w:rsid w:val="00B4483B"/>
    <w:rsid w:val="00B44A5F"/>
    <w:rsid w:val="00B458DF"/>
    <w:rsid w:val="00B45AE2"/>
    <w:rsid w:val="00B45F81"/>
    <w:rsid w:val="00B46702"/>
    <w:rsid w:val="00B4714F"/>
    <w:rsid w:val="00B473B0"/>
    <w:rsid w:val="00B474E2"/>
    <w:rsid w:val="00B475FD"/>
    <w:rsid w:val="00B50090"/>
    <w:rsid w:val="00B50866"/>
    <w:rsid w:val="00B50C50"/>
    <w:rsid w:val="00B51036"/>
    <w:rsid w:val="00B5118E"/>
    <w:rsid w:val="00B5136A"/>
    <w:rsid w:val="00B514A8"/>
    <w:rsid w:val="00B5190B"/>
    <w:rsid w:val="00B5206D"/>
    <w:rsid w:val="00B52749"/>
    <w:rsid w:val="00B527F9"/>
    <w:rsid w:val="00B52892"/>
    <w:rsid w:val="00B53074"/>
    <w:rsid w:val="00B53085"/>
    <w:rsid w:val="00B530C7"/>
    <w:rsid w:val="00B54098"/>
    <w:rsid w:val="00B54588"/>
    <w:rsid w:val="00B55129"/>
    <w:rsid w:val="00B55246"/>
    <w:rsid w:val="00B55E32"/>
    <w:rsid w:val="00B55FAF"/>
    <w:rsid w:val="00B56193"/>
    <w:rsid w:val="00B5719D"/>
    <w:rsid w:val="00B574C5"/>
    <w:rsid w:val="00B57526"/>
    <w:rsid w:val="00B575C0"/>
    <w:rsid w:val="00B57BCE"/>
    <w:rsid w:val="00B60135"/>
    <w:rsid w:val="00B6047D"/>
    <w:rsid w:val="00B60D7C"/>
    <w:rsid w:val="00B61596"/>
    <w:rsid w:val="00B61FDC"/>
    <w:rsid w:val="00B62480"/>
    <w:rsid w:val="00B62C4F"/>
    <w:rsid w:val="00B6328C"/>
    <w:rsid w:val="00B639FB"/>
    <w:rsid w:val="00B640C0"/>
    <w:rsid w:val="00B64C3E"/>
    <w:rsid w:val="00B651CB"/>
    <w:rsid w:val="00B6546D"/>
    <w:rsid w:val="00B65490"/>
    <w:rsid w:val="00B65767"/>
    <w:rsid w:val="00B65AD0"/>
    <w:rsid w:val="00B667A8"/>
    <w:rsid w:val="00B66981"/>
    <w:rsid w:val="00B66A1C"/>
    <w:rsid w:val="00B67858"/>
    <w:rsid w:val="00B6798B"/>
    <w:rsid w:val="00B70847"/>
    <w:rsid w:val="00B71320"/>
    <w:rsid w:val="00B71727"/>
    <w:rsid w:val="00B71B69"/>
    <w:rsid w:val="00B72056"/>
    <w:rsid w:val="00B72433"/>
    <w:rsid w:val="00B72F33"/>
    <w:rsid w:val="00B73023"/>
    <w:rsid w:val="00B7313A"/>
    <w:rsid w:val="00B7342E"/>
    <w:rsid w:val="00B73571"/>
    <w:rsid w:val="00B7380C"/>
    <w:rsid w:val="00B74506"/>
    <w:rsid w:val="00B7536D"/>
    <w:rsid w:val="00B75BC5"/>
    <w:rsid w:val="00B76070"/>
    <w:rsid w:val="00B761FC"/>
    <w:rsid w:val="00B76510"/>
    <w:rsid w:val="00B76894"/>
    <w:rsid w:val="00B768B0"/>
    <w:rsid w:val="00B76ABE"/>
    <w:rsid w:val="00B76B2B"/>
    <w:rsid w:val="00B76F2B"/>
    <w:rsid w:val="00B77859"/>
    <w:rsid w:val="00B80303"/>
    <w:rsid w:val="00B80509"/>
    <w:rsid w:val="00B806E2"/>
    <w:rsid w:val="00B8094F"/>
    <w:rsid w:val="00B80A0B"/>
    <w:rsid w:val="00B80BB4"/>
    <w:rsid w:val="00B80F52"/>
    <w:rsid w:val="00B81229"/>
    <w:rsid w:val="00B81E88"/>
    <w:rsid w:val="00B823F3"/>
    <w:rsid w:val="00B82543"/>
    <w:rsid w:val="00B83212"/>
    <w:rsid w:val="00B835F7"/>
    <w:rsid w:val="00B841D0"/>
    <w:rsid w:val="00B844A7"/>
    <w:rsid w:val="00B8469D"/>
    <w:rsid w:val="00B84C75"/>
    <w:rsid w:val="00B84E94"/>
    <w:rsid w:val="00B85442"/>
    <w:rsid w:val="00B85838"/>
    <w:rsid w:val="00B8608D"/>
    <w:rsid w:val="00B860DD"/>
    <w:rsid w:val="00B863EE"/>
    <w:rsid w:val="00B866D2"/>
    <w:rsid w:val="00B87246"/>
    <w:rsid w:val="00B87B8F"/>
    <w:rsid w:val="00B87F22"/>
    <w:rsid w:val="00B907C9"/>
    <w:rsid w:val="00B90D69"/>
    <w:rsid w:val="00B90EA6"/>
    <w:rsid w:val="00B90EA8"/>
    <w:rsid w:val="00B91B08"/>
    <w:rsid w:val="00B91D8B"/>
    <w:rsid w:val="00B920BE"/>
    <w:rsid w:val="00B92155"/>
    <w:rsid w:val="00B922CA"/>
    <w:rsid w:val="00B92B91"/>
    <w:rsid w:val="00B92EA5"/>
    <w:rsid w:val="00B9333E"/>
    <w:rsid w:val="00B933E5"/>
    <w:rsid w:val="00B9345B"/>
    <w:rsid w:val="00B94039"/>
    <w:rsid w:val="00B946FD"/>
    <w:rsid w:val="00B94741"/>
    <w:rsid w:val="00B95469"/>
    <w:rsid w:val="00B966B0"/>
    <w:rsid w:val="00B966E4"/>
    <w:rsid w:val="00B96A21"/>
    <w:rsid w:val="00B96C19"/>
    <w:rsid w:val="00B96CB5"/>
    <w:rsid w:val="00B96E15"/>
    <w:rsid w:val="00B976C3"/>
    <w:rsid w:val="00B97BA5"/>
    <w:rsid w:val="00BA0126"/>
    <w:rsid w:val="00BA03E1"/>
    <w:rsid w:val="00BA072D"/>
    <w:rsid w:val="00BA0A65"/>
    <w:rsid w:val="00BA0DF9"/>
    <w:rsid w:val="00BA0FB1"/>
    <w:rsid w:val="00BA16C8"/>
    <w:rsid w:val="00BA218F"/>
    <w:rsid w:val="00BA2539"/>
    <w:rsid w:val="00BA2617"/>
    <w:rsid w:val="00BA2AAF"/>
    <w:rsid w:val="00BA2ACA"/>
    <w:rsid w:val="00BA2D68"/>
    <w:rsid w:val="00BA3198"/>
    <w:rsid w:val="00BA340B"/>
    <w:rsid w:val="00BA3594"/>
    <w:rsid w:val="00BA3819"/>
    <w:rsid w:val="00BA52EE"/>
    <w:rsid w:val="00BA57D5"/>
    <w:rsid w:val="00BA57F5"/>
    <w:rsid w:val="00BA5A70"/>
    <w:rsid w:val="00BA5DF2"/>
    <w:rsid w:val="00BA5E42"/>
    <w:rsid w:val="00BA7030"/>
    <w:rsid w:val="00BA742A"/>
    <w:rsid w:val="00BA783C"/>
    <w:rsid w:val="00BA7BC4"/>
    <w:rsid w:val="00BB072E"/>
    <w:rsid w:val="00BB136F"/>
    <w:rsid w:val="00BB1559"/>
    <w:rsid w:val="00BB193C"/>
    <w:rsid w:val="00BB1B15"/>
    <w:rsid w:val="00BB1FF7"/>
    <w:rsid w:val="00BB2290"/>
    <w:rsid w:val="00BB2A3D"/>
    <w:rsid w:val="00BB2F1B"/>
    <w:rsid w:val="00BB3236"/>
    <w:rsid w:val="00BB3368"/>
    <w:rsid w:val="00BB3811"/>
    <w:rsid w:val="00BB3886"/>
    <w:rsid w:val="00BB3E99"/>
    <w:rsid w:val="00BB40F1"/>
    <w:rsid w:val="00BB43A2"/>
    <w:rsid w:val="00BB47F4"/>
    <w:rsid w:val="00BB4821"/>
    <w:rsid w:val="00BB5368"/>
    <w:rsid w:val="00BB6E6E"/>
    <w:rsid w:val="00BB714F"/>
    <w:rsid w:val="00BB747C"/>
    <w:rsid w:val="00BB76B9"/>
    <w:rsid w:val="00BB774F"/>
    <w:rsid w:val="00BB77FB"/>
    <w:rsid w:val="00BB7983"/>
    <w:rsid w:val="00BB7BD9"/>
    <w:rsid w:val="00BB7D00"/>
    <w:rsid w:val="00BC034A"/>
    <w:rsid w:val="00BC04E2"/>
    <w:rsid w:val="00BC0A14"/>
    <w:rsid w:val="00BC0BE2"/>
    <w:rsid w:val="00BC21F9"/>
    <w:rsid w:val="00BC2450"/>
    <w:rsid w:val="00BC24FC"/>
    <w:rsid w:val="00BC2CDB"/>
    <w:rsid w:val="00BC2E7A"/>
    <w:rsid w:val="00BC34A5"/>
    <w:rsid w:val="00BC3873"/>
    <w:rsid w:val="00BC3936"/>
    <w:rsid w:val="00BC3E1B"/>
    <w:rsid w:val="00BC449C"/>
    <w:rsid w:val="00BC4877"/>
    <w:rsid w:val="00BC48C0"/>
    <w:rsid w:val="00BC4FFD"/>
    <w:rsid w:val="00BC6050"/>
    <w:rsid w:val="00BC6300"/>
    <w:rsid w:val="00BC69D5"/>
    <w:rsid w:val="00BC6A0F"/>
    <w:rsid w:val="00BC6B3F"/>
    <w:rsid w:val="00BC6FED"/>
    <w:rsid w:val="00BC7078"/>
    <w:rsid w:val="00BC727E"/>
    <w:rsid w:val="00BC775B"/>
    <w:rsid w:val="00BC7A96"/>
    <w:rsid w:val="00BC7B02"/>
    <w:rsid w:val="00BC7EAF"/>
    <w:rsid w:val="00BD0666"/>
    <w:rsid w:val="00BD0AC7"/>
    <w:rsid w:val="00BD0C65"/>
    <w:rsid w:val="00BD0D75"/>
    <w:rsid w:val="00BD0D93"/>
    <w:rsid w:val="00BD0DE9"/>
    <w:rsid w:val="00BD0FCF"/>
    <w:rsid w:val="00BD14F2"/>
    <w:rsid w:val="00BD1885"/>
    <w:rsid w:val="00BD2387"/>
    <w:rsid w:val="00BD26E5"/>
    <w:rsid w:val="00BD3C5F"/>
    <w:rsid w:val="00BD3E73"/>
    <w:rsid w:val="00BD436C"/>
    <w:rsid w:val="00BD4436"/>
    <w:rsid w:val="00BD453A"/>
    <w:rsid w:val="00BD4818"/>
    <w:rsid w:val="00BD4A67"/>
    <w:rsid w:val="00BD4A80"/>
    <w:rsid w:val="00BD5065"/>
    <w:rsid w:val="00BD5F26"/>
    <w:rsid w:val="00BD70A9"/>
    <w:rsid w:val="00BD714D"/>
    <w:rsid w:val="00BD7571"/>
    <w:rsid w:val="00BD7A9C"/>
    <w:rsid w:val="00BD7AE4"/>
    <w:rsid w:val="00BE12F3"/>
    <w:rsid w:val="00BE13E9"/>
    <w:rsid w:val="00BE171E"/>
    <w:rsid w:val="00BE1E13"/>
    <w:rsid w:val="00BE1E55"/>
    <w:rsid w:val="00BE2199"/>
    <w:rsid w:val="00BE2528"/>
    <w:rsid w:val="00BE2C8A"/>
    <w:rsid w:val="00BE2F25"/>
    <w:rsid w:val="00BE2FCA"/>
    <w:rsid w:val="00BE3369"/>
    <w:rsid w:val="00BE35C6"/>
    <w:rsid w:val="00BE3972"/>
    <w:rsid w:val="00BE3A45"/>
    <w:rsid w:val="00BE3BB7"/>
    <w:rsid w:val="00BE3C08"/>
    <w:rsid w:val="00BE3E32"/>
    <w:rsid w:val="00BE47E3"/>
    <w:rsid w:val="00BE4808"/>
    <w:rsid w:val="00BE4839"/>
    <w:rsid w:val="00BE4B41"/>
    <w:rsid w:val="00BE4BA4"/>
    <w:rsid w:val="00BE4E53"/>
    <w:rsid w:val="00BE5081"/>
    <w:rsid w:val="00BE56B7"/>
    <w:rsid w:val="00BE5E72"/>
    <w:rsid w:val="00BE678F"/>
    <w:rsid w:val="00BE6D33"/>
    <w:rsid w:val="00BE6E74"/>
    <w:rsid w:val="00BE7885"/>
    <w:rsid w:val="00BF0830"/>
    <w:rsid w:val="00BF0C8F"/>
    <w:rsid w:val="00BF0F7B"/>
    <w:rsid w:val="00BF0F97"/>
    <w:rsid w:val="00BF10E1"/>
    <w:rsid w:val="00BF11DD"/>
    <w:rsid w:val="00BF1688"/>
    <w:rsid w:val="00BF17E2"/>
    <w:rsid w:val="00BF1843"/>
    <w:rsid w:val="00BF1A25"/>
    <w:rsid w:val="00BF24C8"/>
    <w:rsid w:val="00BF2910"/>
    <w:rsid w:val="00BF31CF"/>
    <w:rsid w:val="00BF34DE"/>
    <w:rsid w:val="00BF426B"/>
    <w:rsid w:val="00BF42F7"/>
    <w:rsid w:val="00BF45AB"/>
    <w:rsid w:val="00BF4B05"/>
    <w:rsid w:val="00BF4DF6"/>
    <w:rsid w:val="00BF4F20"/>
    <w:rsid w:val="00BF5324"/>
    <w:rsid w:val="00BF5487"/>
    <w:rsid w:val="00BF5644"/>
    <w:rsid w:val="00BF5A65"/>
    <w:rsid w:val="00BF5D73"/>
    <w:rsid w:val="00BF5DDE"/>
    <w:rsid w:val="00BF5EEF"/>
    <w:rsid w:val="00BF606B"/>
    <w:rsid w:val="00BF65D8"/>
    <w:rsid w:val="00BF6B0B"/>
    <w:rsid w:val="00BF6CCC"/>
    <w:rsid w:val="00C00122"/>
    <w:rsid w:val="00C001FA"/>
    <w:rsid w:val="00C00334"/>
    <w:rsid w:val="00C0192A"/>
    <w:rsid w:val="00C0199E"/>
    <w:rsid w:val="00C01A5F"/>
    <w:rsid w:val="00C01E09"/>
    <w:rsid w:val="00C02142"/>
    <w:rsid w:val="00C02162"/>
    <w:rsid w:val="00C029C2"/>
    <w:rsid w:val="00C02A14"/>
    <w:rsid w:val="00C02BD2"/>
    <w:rsid w:val="00C031D2"/>
    <w:rsid w:val="00C0357D"/>
    <w:rsid w:val="00C040B4"/>
    <w:rsid w:val="00C04542"/>
    <w:rsid w:val="00C0476C"/>
    <w:rsid w:val="00C04A0D"/>
    <w:rsid w:val="00C04ACA"/>
    <w:rsid w:val="00C05388"/>
    <w:rsid w:val="00C0583D"/>
    <w:rsid w:val="00C05EA8"/>
    <w:rsid w:val="00C06598"/>
    <w:rsid w:val="00C06E85"/>
    <w:rsid w:val="00C075D0"/>
    <w:rsid w:val="00C07C1E"/>
    <w:rsid w:val="00C07C20"/>
    <w:rsid w:val="00C10360"/>
    <w:rsid w:val="00C10A3F"/>
    <w:rsid w:val="00C11609"/>
    <w:rsid w:val="00C11669"/>
    <w:rsid w:val="00C11B8D"/>
    <w:rsid w:val="00C12C18"/>
    <w:rsid w:val="00C1355D"/>
    <w:rsid w:val="00C13700"/>
    <w:rsid w:val="00C13B2F"/>
    <w:rsid w:val="00C147EE"/>
    <w:rsid w:val="00C14DC3"/>
    <w:rsid w:val="00C14DDC"/>
    <w:rsid w:val="00C151F5"/>
    <w:rsid w:val="00C15581"/>
    <w:rsid w:val="00C155D7"/>
    <w:rsid w:val="00C1639E"/>
    <w:rsid w:val="00C16686"/>
    <w:rsid w:val="00C1694B"/>
    <w:rsid w:val="00C169C0"/>
    <w:rsid w:val="00C170D8"/>
    <w:rsid w:val="00C171D1"/>
    <w:rsid w:val="00C172BC"/>
    <w:rsid w:val="00C17A22"/>
    <w:rsid w:val="00C20107"/>
    <w:rsid w:val="00C2159E"/>
    <w:rsid w:val="00C21922"/>
    <w:rsid w:val="00C2250E"/>
    <w:rsid w:val="00C22BC3"/>
    <w:rsid w:val="00C23147"/>
    <w:rsid w:val="00C23335"/>
    <w:rsid w:val="00C23494"/>
    <w:rsid w:val="00C235EB"/>
    <w:rsid w:val="00C237C6"/>
    <w:rsid w:val="00C2380D"/>
    <w:rsid w:val="00C23997"/>
    <w:rsid w:val="00C23B4D"/>
    <w:rsid w:val="00C23C5E"/>
    <w:rsid w:val="00C245C2"/>
    <w:rsid w:val="00C248ED"/>
    <w:rsid w:val="00C24B19"/>
    <w:rsid w:val="00C25521"/>
    <w:rsid w:val="00C25DE5"/>
    <w:rsid w:val="00C266B9"/>
    <w:rsid w:val="00C2690D"/>
    <w:rsid w:val="00C27BA3"/>
    <w:rsid w:val="00C27CA0"/>
    <w:rsid w:val="00C300A0"/>
    <w:rsid w:val="00C3043E"/>
    <w:rsid w:val="00C30849"/>
    <w:rsid w:val="00C30AB2"/>
    <w:rsid w:val="00C311A3"/>
    <w:rsid w:val="00C314BF"/>
    <w:rsid w:val="00C31D3B"/>
    <w:rsid w:val="00C32138"/>
    <w:rsid w:val="00C32DAC"/>
    <w:rsid w:val="00C32EDF"/>
    <w:rsid w:val="00C331B3"/>
    <w:rsid w:val="00C33451"/>
    <w:rsid w:val="00C33A55"/>
    <w:rsid w:val="00C33DAA"/>
    <w:rsid w:val="00C34564"/>
    <w:rsid w:val="00C348AB"/>
    <w:rsid w:val="00C348F3"/>
    <w:rsid w:val="00C349F0"/>
    <w:rsid w:val="00C34D5A"/>
    <w:rsid w:val="00C35CA7"/>
    <w:rsid w:val="00C36160"/>
    <w:rsid w:val="00C36693"/>
    <w:rsid w:val="00C36743"/>
    <w:rsid w:val="00C36D83"/>
    <w:rsid w:val="00C36D85"/>
    <w:rsid w:val="00C36EC8"/>
    <w:rsid w:val="00C37A1C"/>
    <w:rsid w:val="00C37DC9"/>
    <w:rsid w:val="00C401E7"/>
    <w:rsid w:val="00C404E0"/>
    <w:rsid w:val="00C4075A"/>
    <w:rsid w:val="00C4098A"/>
    <w:rsid w:val="00C41349"/>
    <w:rsid w:val="00C417E0"/>
    <w:rsid w:val="00C419FC"/>
    <w:rsid w:val="00C42B20"/>
    <w:rsid w:val="00C42D79"/>
    <w:rsid w:val="00C43486"/>
    <w:rsid w:val="00C4362C"/>
    <w:rsid w:val="00C43D4C"/>
    <w:rsid w:val="00C44426"/>
    <w:rsid w:val="00C44620"/>
    <w:rsid w:val="00C44772"/>
    <w:rsid w:val="00C44978"/>
    <w:rsid w:val="00C459C5"/>
    <w:rsid w:val="00C45AF7"/>
    <w:rsid w:val="00C4614F"/>
    <w:rsid w:val="00C463A9"/>
    <w:rsid w:val="00C46414"/>
    <w:rsid w:val="00C46E68"/>
    <w:rsid w:val="00C4718F"/>
    <w:rsid w:val="00C4752F"/>
    <w:rsid w:val="00C47931"/>
    <w:rsid w:val="00C47BD9"/>
    <w:rsid w:val="00C47DC3"/>
    <w:rsid w:val="00C50AA9"/>
    <w:rsid w:val="00C50F1D"/>
    <w:rsid w:val="00C5148C"/>
    <w:rsid w:val="00C51F99"/>
    <w:rsid w:val="00C52796"/>
    <w:rsid w:val="00C528A8"/>
    <w:rsid w:val="00C52DA9"/>
    <w:rsid w:val="00C53151"/>
    <w:rsid w:val="00C534D4"/>
    <w:rsid w:val="00C5360B"/>
    <w:rsid w:val="00C53922"/>
    <w:rsid w:val="00C54059"/>
    <w:rsid w:val="00C54628"/>
    <w:rsid w:val="00C55095"/>
    <w:rsid w:val="00C55944"/>
    <w:rsid w:val="00C55F8C"/>
    <w:rsid w:val="00C560AC"/>
    <w:rsid w:val="00C5612F"/>
    <w:rsid w:val="00C563CF"/>
    <w:rsid w:val="00C567F9"/>
    <w:rsid w:val="00C570C6"/>
    <w:rsid w:val="00C57E77"/>
    <w:rsid w:val="00C57E94"/>
    <w:rsid w:val="00C6093D"/>
    <w:rsid w:val="00C609A2"/>
    <w:rsid w:val="00C61094"/>
    <w:rsid w:val="00C61C6F"/>
    <w:rsid w:val="00C621DE"/>
    <w:rsid w:val="00C62500"/>
    <w:rsid w:val="00C6267E"/>
    <w:rsid w:val="00C62C1B"/>
    <w:rsid w:val="00C63111"/>
    <w:rsid w:val="00C63252"/>
    <w:rsid w:val="00C633A6"/>
    <w:rsid w:val="00C635EC"/>
    <w:rsid w:val="00C63688"/>
    <w:rsid w:val="00C63B41"/>
    <w:rsid w:val="00C63E49"/>
    <w:rsid w:val="00C64308"/>
    <w:rsid w:val="00C6478B"/>
    <w:rsid w:val="00C6494F"/>
    <w:rsid w:val="00C64F8E"/>
    <w:rsid w:val="00C65319"/>
    <w:rsid w:val="00C65491"/>
    <w:rsid w:val="00C656DF"/>
    <w:rsid w:val="00C65CF6"/>
    <w:rsid w:val="00C65E91"/>
    <w:rsid w:val="00C65E93"/>
    <w:rsid w:val="00C66041"/>
    <w:rsid w:val="00C66498"/>
    <w:rsid w:val="00C6661B"/>
    <w:rsid w:val="00C66A04"/>
    <w:rsid w:val="00C66AB9"/>
    <w:rsid w:val="00C67D32"/>
    <w:rsid w:val="00C70633"/>
    <w:rsid w:val="00C70728"/>
    <w:rsid w:val="00C7074B"/>
    <w:rsid w:val="00C7112D"/>
    <w:rsid w:val="00C72E08"/>
    <w:rsid w:val="00C744EC"/>
    <w:rsid w:val="00C7471F"/>
    <w:rsid w:val="00C74965"/>
    <w:rsid w:val="00C74AB4"/>
    <w:rsid w:val="00C74C8F"/>
    <w:rsid w:val="00C74CEC"/>
    <w:rsid w:val="00C7586E"/>
    <w:rsid w:val="00C75F4D"/>
    <w:rsid w:val="00C762C4"/>
    <w:rsid w:val="00C7663C"/>
    <w:rsid w:val="00C76966"/>
    <w:rsid w:val="00C7772E"/>
    <w:rsid w:val="00C7792A"/>
    <w:rsid w:val="00C77A49"/>
    <w:rsid w:val="00C77BA7"/>
    <w:rsid w:val="00C8021F"/>
    <w:rsid w:val="00C8056E"/>
    <w:rsid w:val="00C808EC"/>
    <w:rsid w:val="00C80DC5"/>
    <w:rsid w:val="00C80E0B"/>
    <w:rsid w:val="00C80F0D"/>
    <w:rsid w:val="00C810EA"/>
    <w:rsid w:val="00C812F2"/>
    <w:rsid w:val="00C81752"/>
    <w:rsid w:val="00C818E2"/>
    <w:rsid w:val="00C81AFC"/>
    <w:rsid w:val="00C8341F"/>
    <w:rsid w:val="00C83D54"/>
    <w:rsid w:val="00C83E06"/>
    <w:rsid w:val="00C83E1F"/>
    <w:rsid w:val="00C83FE1"/>
    <w:rsid w:val="00C84511"/>
    <w:rsid w:val="00C8517B"/>
    <w:rsid w:val="00C85380"/>
    <w:rsid w:val="00C86376"/>
    <w:rsid w:val="00C867B7"/>
    <w:rsid w:val="00C86E52"/>
    <w:rsid w:val="00C86F9B"/>
    <w:rsid w:val="00C86FB6"/>
    <w:rsid w:val="00C8751B"/>
    <w:rsid w:val="00C87DB1"/>
    <w:rsid w:val="00C87E82"/>
    <w:rsid w:val="00C91D9A"/>
    <w:rsid w:val="00C92234"/>
    <w:rsid w:val="00C92D99"/>
    <w:rsid w:val="00C9300A"/>
    <w:rsid w:val="00C931DD"/>
    <w:rsid w:val="00C931FD"/>
    <w:rsid w:val="00C9397C"/>
    <w:rsid w:val="00C93E06"/>
    <w:rsid w:val="00C942EB"/>
    <w:rsid w:val="00C947C8"/>
    <w:rsid w:val="00C95117"/>
    <w:rsid w:val="00C953F7"/>
    <w:rsid w:val="00C957C5"/>
    <w:rsid w:val="00C95AB1"/>
    <w:rsid w:val="00C960B7"/>
    <w:rsid w:val="00C96136"/>
    <w:rsid w:val="00C96684"/>
    <w:rsid w:val="00C96715"/>
    <w:rsid w:val="00C96C21"/>
    <w:rsid w:val="00C97478"/>
    <w:rsid w:val="00C978D5"/>
    <w:rsid w:val="00C97C5F"/>
    <w:rsid w:val="00C97E7E"/>
    <w:rsid w:val="00CA0778"/>
    <w:rsid w:val="00CA0FE3"/>
    <w:rsid w:val="00CA0FF5"/>
    <w:rsid w:val="00CA2514"/>
    <w:rsid w:val="00CA2AFE"/>
    <w:rsid w:val="00CA34FD"/>
    <w:rsid w:val="00CA39E9"/>
    <w:rsid w:val="00CA3A80"/>
    <w:rsid w:val="00CA412B"/>
    <w:rsid w:val="00CA510C"/>
    <w:rsid w:val="00CA65A5"/>
    <w:rsid w:val="00CA6763"/>
    <w:rsid w:val="00CA679C"/>
    <w:rsid w:val="00CA6E04"/>
    <w:rsid w:val="00CA7073"/>
    <w:rsid w:val="00CA738B"/>
    <w:rsid w:val="00CA76C0"/>
    <w:rsid w:val="00CA793A"/>
    <w:rsid w:val="00CB00E7"/>
    <w:rsid w:val="00CB026C"/>
    <w:rsid w:val="00CB035D"/>
    <w:rsid w:val="00CB0F01"/>
    <w:rsid w:val="00CB1153"/>
    <w:rsid w:val="00CB12BA"/>
    <w:rsid w:val="00CB1366"/>
    <w:rsid w:val="00CB14B7"/>
    <w:rsid w:val="00CB18CD"/>
    <w:rsid w:val="00CB19A3"/>
    <w:rsid w:val="00CB1A62"/>
    <w:rsid w:val="00CB1CE2"/>
    <w:rsid w:val="00CB1FF4"/>
    <w:rsid w:val="00CB21AD"/>
    <w:rsid w:val="00CB2220"/>
    <w:rsid w:val="00CB26A9"/>
    <w:rsid w:val="00CB3076"/>
    <w:rsid w:val="00CB3221"/>
    <w:rsid w:val="00CB32EF"/>
    <w:rsid w:val="00CB3416"/>
    <w:rsid w:val="00CB38D2"/>
    <w:rsid w:val="00CB3F2B"/>
    <w:rsid w:val="00CB4085"/>
    <w:rsid w:val="00CB42C3"/>
    <w:rsid w:val="00CB4784"/>
    <w:rsid w:val="00CB4EB7"/>
    <w:rsid w:val="00CB5988"/>
    <w:rsid w:val="00CB7BDD"/>
    <w:rsid w:val="00CC0381"/>
    <w:rsid w:val="00CC0C22"/>
    <w:rsid w:val="00CC1F54"/>
    <w:rsid w:val="00CC2DD4"/>
    <w:rsid w:val="00CC3603"/>
    <w:rsid w:val="00CC3D55"/>
    <w:rsid w:val="00CC4162"/>
    <w:rsid w:val="00CC4382"/>
    <w:rsid w:val="00CC4509"/>
    <w:rsid w:val="00CC4D35"/>
    <w:rsid w:val="00CC6544"/>
    <w:rsid w:val="00CC6B59"/>
    <w:rsid w:val="00CC6CB6"/>
    <w:rsid w:val="00CC6E41"/>
    <w:rsid w:val="00CC77EB"/>
    <w:rsid w:val="00CC7B3B"/>
    <w:rsid w:val="00CC7CCE"/>
    <w:rsid w:val="00CD045E"/>
    <w:rsid w:val="00CD052E"/>
    <w:rsid w:val="00CD0F30"/>
    <w:rsid w:val="00CD1559"/>
    <w:rsid w:val="00CD18A2"/>
    <w:rsid w:val="00CD18DE"/>
    <w:rsid w:val="00CD2A06"/>
    <w:rsid w:val="00CD3E56"/>
    <w:rsid w:val="00CD43D7"/>
    <w:rsid w:val="00CD48A0"/>
    <w:rsid w:val="00CD49CB"/>
    <w:rsid w:val="00CD541B"/>
    <w:rsid w:val="00CD5772"/>
    <w:rsid w:val="00CD63B7"/>
    <w:rsid w:val="00CD6E27"/>
    <w:rsid w:val="00CD7099"/>
    <w:rsid w:val="00CD7242"/>
    <w:rsid w:val="00CD75EC"/>
    <w:rsid w:val="00CD7740"/>
    <w:rsid w:val="00CE009B"/>
    <w:rsid w:val="00CE00B6"/>
    <w:rsid w:val="00CE0859"/>
    <w:rsid w:val="00CE0A99"/>
    <w:rsid w:val="00CE1945"/>
    <w:rsid w:val="00CE1D9E"/>
    <w:rsid w:val="00CE1FE3"/>
    <w:rsid w:val="00CE3ABA"/>
    <w:rsid w:val="00CE5B2B"/>
    <w:rsid w:val="00CE5F9C"/>
    <w:rsid w:val="00CE6F36"/>
    <w:rsid w:val="00CE743C"/>
    <w:rsid w:val="00CE7629"/>
    <w:rsid w:val="00CF059B"/>
    <w:rsid w:val="00CF079C"/>
    <w:rsid w:val="00CF0878"/>
    <w:rsid w:val="00CF0A21"/>
    <w:rsid w:val="00CF0BE1"/>
    <w:rsid w:val="00CF2B06"/>
    <w:rsid w:val="00CF2CAB"/>
    <w:rsid w:val="00CF2E29"/>
    <w:rsid w:val="00CF2EC1"/>
    <w:rsid w:val="00CF3082"/>
    <w:rsid w:val="00CF3674"/>
    <w:rsid w:val="00CF392A"/>
    <w:rsid w:val="00CF535D"/>
    <w:rsid w:val="00CF5715"/>
    <w:rsid w:val="00CF5AAB"/>
    <w:rsid w:val="00CF634A"/>
    <w:rsid w:val="00CF69EE"/>
    <w:rsid w:val="00CF6A7D"/>
    <w:rsid w:val="00CF72A2"/>
    <w:rsid w:val="00CF7657"/>
    <w:rsid w:val="00CF7B8F"/>
    <w:rsid w:val="00D00357"/>
    <w:rsid w:val="00D0050D"/>
    <w:rsid w:val="00D007D8"/>
    <w:rsid w:val="00D00C63"/>
    <w:rsid w:val="00D01128"/>
    <w:rsid w:val="00D018BB"/>
    <w:rsid w:val="00D01E75"/>
    <w:rsid w:val="00D01EDF"/>
    <w:rsid w:val="00D023AE"/>
    <w:rsid w:val="00D024EF"/>
    <w:rsid w:val="00D035B6"/>
    <w:rsid w:val="00D037C8"/>
    <w:rsid w:val="00D039C4"/>
    <w:rsid w:val="00D03D88"/>
    <w:rsid w:val="00D04618"/>
    <w:rsid w:val="00D04939"/>
    <w:rsid w:val="00D04A50"/>
    <w:rsid w:val="00D04ADE"/>
    <w:rsid w:val="00D04EBC"/>
    <w:rsid w:val="00D05011"/>
    <w:rsid w:val="00D05069"/>
    <w:rsid w:val="00D05222"/>
    <w:rsid w:val="00D05278"/>
    <w:rsid w:val="00D055CA"/>
    <w:rsid w:val="00D05607"/>
    <w:rsid w:val="00D056A8"/>
    <w:rsid w:val="00D05A14"/>
    <w:rsid w:val="00D063E9"/>
    <w:rsid w:val="00D06559"/>
    <w:rsid w:val="00D06CE5"/>
    <w:rsid w:val="00D076D3"/>
    <w:rsid w:val="00D0775A"/>
    <w:rsid w:val="00D07CB6"/>
    <w:rsid w:val="00D07CDD"/>
    <w:rsid w:val="00D07F9A"/>
    <w:rsid w:val="00D102C7"/>
    <w:rsid w:val="00D106A2"/>
    <w:rsid w:val="00D106B5"/>
    <w:rsid w:val="00D10D7E"/>
    <w:rsid w:val="00D1136D"/>
    <w:rsid w:val="00D121D3"/>
    <w:rsid w:val="00D124CB"/>
    <w:rsid w:val="00D1274A"/>
    <w:rsid w:val="00D129B5"/>
    <w:rsid w:val="00D129C2"/>
    <w:rsid w:val="00D12F08"/>
    <w:rsid w:val="00D13376"/>
    <w:rsid w:val="00D13A8A"/>
    <w:rsid w:val="00D14441"/>
    <w:rsid w:val="00D16213"/>
    <w:rsid w:val="00D162EB"/>
    <w:rsid w:val="00D1642D"/>
    <w:rsid w:val="00D164F5"/>
    <w:rsid w:val="00D16568"/>
    <w:rsid w:val="00D17F7E"/>
    <w:rsid w:val="00D20426"/>
    <w:rsid w:val="00D20838"/>
    <w:rsid w:val="00D20AFB"/>
    <w:rsid w:val="00D20D4C"/>
    <w:rsid w:val="00D21030"/>
    <w:rsid w:val="00D21095"/>
    <w:rsid w:val="00D2159A"/>
    <w:rsid w:val="00D2163D"/>
    <w:rsid w:val="00D216C5"/>
    <w:rsid w:val="00D21B2D"/>
    <w:rsid w:val="00D226CC"/>
    <w:rsid w:val="00D22976"/>
    <w:rsid w:val="00D23279"/>
    <w:rsid w:val="00D2345C"/>
    <w:rsid w:val="00D23870"/>
    <w:rsid w:val="00D242C3"/>
    <w:rsid w:val="00D2455A"/>
    <w:rsid w:val="00D24696"/>
    <w:rsid w:val="00D24D3F"/>
    <w:rsid w:val="00D24FE7"/>
    <w:rsid w:val="00D254F7"/>
    <w:rsid w:val="00D265FF"/>
    <w:rsid w:val="00D26786"/>
    <w:rsid w:val="00D2756A"/>
    <w:rsid w:val="00D27A82"/>
    <w:rsid w:val="00D27B8E"/>
    <w:rsid w:val="00D27CF1"/>
    <w:rsid w:val="00D3034A"/>
    <w:rsid w:val="00D304D5"/>
    <w:rsid w:val="00D30F9B"/>
    <w:rsid w:val="00D313B4"/>
    <w:rsid w:val="00D31679"/>
    <w:rsid w:val="00D31764"/>
    <w:rsid w:val="00D3183B"/>
    <w:rsid w:val="00D31988"/>
    <w:rsid w:val="00D31BC5"/>
    <w:rsid w:val="00D32EBF"/>
    <w:rsid w:val="00D32F8F"/>
    <w:rsid w:val="00D33299"/>
    <w:rsid w:val="00D33A77"/>
    <w:rsid w:val="00D33E74"/>
    <w:rsid w:val="00D3442A"/>
    <w:rsid w:val="00D34761"/>
    <w:rsid w:val="00D34804"/>
    <w:rsid w:val="00D34D7F"/>
    <w:rsid w:val="00D3534B"/>
    <w:rsid w:val="00D358A2"/>
    <w:rsid w:val="00D3622F"/>
    <w:rsid w:val="00D36363"/>
    <w:rsid w:val="00D36867"/>
    <w:rsid w:val="00D368D5"/>
    <w:rsid w:val="00D3694A"/>
    <w:rsid w:val="00D3696B"/>
    <w:rsid w:val="00D379EF"/>
    <w:rsid w:val="00D407AB"/>
    <w:rsid w:val="00D40AB9"/>
    <w:rsid w:val="00D40AFB"/>
    <w:rsid w:val="00D41668"/>
    <w:rsid w:val="00D41878"/>
    <w:rsid w:val="00D41A0A"/>
    <w:rsid w:val="00D42BCE"/>
    <w:rsid w:val="00D43406"/>
    <w:rsid w:val="00D435EC"/>
    <w:rsid w:val="00D435F2"/>
    <w:rsid w:val="00D438DB"/>
    <w:rsid w:val="00D43C96"/>
    <w:rsid w:val="00D43E17"/>
    <w:rsid w:val="00D43E2F"/>
    <w:rsid w:val="00D44151"/>
    <w:rsid w:val="00D44FB4"/>
    <w:rsid w:val="00D45496"/>
    <w:rsid w:val="00D454CA"/>
    <w:rsid w:val="00D4583C"/>
    <w:rsid w:val="00D459C2"/>
    <w:rsid w:val="00D460F1"/>
    <w:rsid w:val="00D461E4"/>
    <w:rsid w:val="00D464A2"/>
    <w:rsid w:val="00D46933"/>
    <w:rsid w:val="00D469E7"/>
    <w:rsid w:val="00D46ED0"/>
    <w:rsid w:val="00D46FB0"/>
    <w:rsid w:val="00D504C7"/>
    <w:rsid w:val="00D50DE0"/>
    <w:rsid w:val="00D50F05"/>
    <w:rsid w:val="00D513E9"/>
    <w:rsid w:val="00D515D0"/>
    <w:rsid w:val="00D519DC"/>
    <w:rsid w:val="00D51C49"/>
    <w:rsid w:val="00D51F32"/>
    <w:rsid w:val="00D5231B"/>
    <w:rsid w:val="00D52602"/>
    <w:rsid w:val="00D5280B"/>
    <w:rsid w:val="00D52C50"/>
    <w:rsid w:val="00D531B8"/>
    <w:rsid w:val="00D535E8"/>
    <w:rsid w:val="00D53789"/>
    <w:rsid w:val="00D53895"/>
    <w:rsid w:val="00D54887"/>
    <w:rsid w:val="00D549DD"/>
    <w:rsid w:val="00D55021"/>
    <w:rsid w:val="00D551F5"/>
    <w:rsid w:val="00D55295"/>
    <w:rsid w:val="00D55590"/>
    <w:rsid w:val="00D5593C"/>
    <w:rsid w:val="00D568C7"/>
    <w:rsid w:val="00D56A94"/>
    <w:rsid w:val="00D56E69"/>
    <w:rsid w:val="00D57446"/>
    <w:rsid w:val="00D578C4"/>
    <w:rsid w:val="00D57A64"/>
    <w:rsid w:val="00D57C23"/>
    <w:rsid w:val="00D60F79"/>
    <w:rsid w:val="00D6110F"/>
    <w:rsid w:val="00D6121E"/>
    <w:rsid w:val="00D6131A"/>
    <w:rsid w:val="00D614DE"/>
    <w:rsid w:val="00D61AC1"/>
    <w:rsid w:val="00D61B45"/>
    <w:rsid w:val="00D623FD"/>
    <w:rsid w:val="00D624B5"/>
    <w:rsid w:val="00D62D13"/>
    <w:rsid w:val="00D633AB"/>
    <w:rsid w:val="00D6351F"/>
    <w:rsid w:val="00D63898"/>
    <w:rsid w:val="00D63B3C"/>
    <w:rsid w:val="00D63ECB"/>
    <w:rsid w:val="00D63F54"/>
    <w:rsid w:val="00D6416C"/>
    <w:rsid w:val="00D6451F"/>
    <w:rsid w:val="00D6488C"/>
    <w:rsid w:val="00D64A0A"/>
    <w:rsid w:val="00D64E8E"/>
    <w:rsid w:val="00D660EA"/>
    <w:rsid w:val="00D66533"/>
    <w:rsid w:val="00D67286"/>
    <w:rsid w:val="00D67630"/>
    <w:rsid w:val="00D67665"/>
    <w:rsid w:val="00D7004F"/>
    <w:rsid w:val="00D7177B"/>
    <w:rsid w:val="00D72E66"/>
    <w:rsid w:val="00D732A7"/>
    <w:rsid w:val="00D73956"/>
    <w:rsid w:val="00D73A0C"/>
    <w:rsid w:val="00D73D12"/>
    <w:rsid w:val="00D744EF"/>
    <w:rsid w:val="00D74C3B"/>
    <w:rsid w:val="00D75783"/>
    <w:rsid w:val="00D75AF8"/>
    <w:rsid w:val="00D7765C"/>
    <w:rsid w:val="00D77AB4"/>
    <w:rsid w:val="00D802BF"/>
    <w:rsid w:val="00D80338"/>
    <w:rsid w:val="00D805C0"/>
    <w:rsid w:val="00D8060D"/>
    <w:rsid w:val="00D80AB5"/>
    <w:rsid w:val="00D80E54"/>
    <w:rsid w:val="00D80F4F"/>
    <w:rsid w:val="00D811D0"/>
    <w:rsid w:val="00D81214"/>
    <w:rsid w:val="00D81460"/>
    <w:rsid w:val="00D816CC"/>
    <w:rsid w:val="00D81BE4"/>
    <w:rsid w:val="00D81E04"/>
    <w:rsid w:val="00D82155"/>
    <w:rsid w:val="00D8281F"/>
    <w:rsid w:val="00D8435D"/>
    <w:rsid w:val="00D84773"/>
    <w:rsid w:val="00D84A68"/>
    <w:rsid w:val="00D854D9"/>
    <w:rsid w:val="00D864D1"/>
    <w:rsid w:val="00D86DA6"/>
    <w:rsid w:val="00D873A2"/>
    <w:rsid w:val="00D87DFC"/>
    <w:rsid w:val="00D908F8"/>
    <w:rsid w:val="00D90DA0"/>
    <w:rsid w:val="00D92AB7"/>
    <w:rsid w:val="00D92E56"/>
    <w:rsid w:val="00D93635"/>
    <w:rsid w:val="00D93861"/>
    <w:rsid w:val="00D93C97"/>
    <w:rsid w:val="00D93CAF"/>
    <w:rsid w:val="00D93E2A"/>
    <w:rsid w:val="00D93E90"/>
    <w:rsid w:val="00D94879"/>
    <w:rsid w:val="00D94CAF"/>
    <w:rsid w:val="00D95561"/>
    <w:rsid w:val="00D95912"/>
    <w:rsid w:val="00D95A82"/>
    <w:rsid w:val="00D95B5F"/>
    <w:rsid w:val="00D96BEF"/>
    <w:rsid w:val="00D96D42"/>
    <w:rsid w:val="00D96DB6"/>
    <w:rsid w:val="00D97E35"/>
    <w:rsid w:val="00D97E54"/>
    <w:rsid w:val="00DA0198"/>
    <w:rsid w:val="00DA0C53"/>
    <w:rsid w:val="00DA0C5C"/>
    <w:rsid w:val="00DA1F0D"/>
    <w:rsid w:val="00DA25D8"/>
    <w:rsid w:val="00DA291B"/>
    <w:rsid w:val="00DA2D42"/>
    <w:rsid w:val="00DA2F31"/>
    <w:rsid w:val="00DA3297"/>
    <w:rsid w:val="00DA3440"/>
    <w:rsid w:val="00DA34E1"/>
    <w:rsid w:val="00DA3E7E"/>
    <w:rsid w:val="00DA44C9"/>
    <w:rsid w:val="00DA4607"/>
    <w:rsid w:val="00DA4644"/>
    <w:rsid w:val="00DA4A11"/>
    <w:rsid w:val="00DA5409"/>
    <w:rsid w:val="00DA552A"/>
    <w:rsid w:val="00DA5FFE"/>
    <w:rsid w:val="00DA643B"/>
    <w:rsid w:val="00DA6597"/>
    <w:rsid w:val="00DA6C3B"/>
    <w:rsid w:val="00DA72F2"/>
    <w:rsid w:val="00DA737E"/>
    <w:rsid w:val="00DA7A13"/>
    <w:rsid w:val="00DB01B6"/>
    <w:rsid w:val="00DB09FA"/>
    <w:rsid w:val="00DB0A3F"/>
    <w:rsid w:val="00DB1002"/>
    <w:rsid w:val="00DB10CC"/>
    <w:rsid w:val="00DB13F0"/>
    <w:rsid w:val="00DB151C"/>
    <w:rsid w:val="00DB173F"/>
    <w:rsid w:val="00DB1862"/>
    <w:rsid w:val="00DB2101"/>
    <w:rsid w:val="00DB25E7"/>
    <w:rsid w:val="00DB278C"/>
    <w:rsid w:val="00DB2F25"/>
    <w:rsid w:val="00DB2FC7"/>
    <w:rsid w:val="00DB3474"/>
    <w:rsid w:val="00DB40FB"/>
    <w:rsid w:val="00DB4E80"/>
    <w:rsid w:val="00DB51A5"/>
    <w:rsid w:val="00DB541F"/>
    <w:rsid w:val="00DB555A"/>
    <w:rsid w:val="00DB5CCD"/>
    <w:rsid w:val="00DB5F5A"/>
    <w:rsid w:val="00DB65CB"/>
    <w:rsid w:val="00DB6C84"/>
    <w:rsid w:val="00DB720D"/>
    <w:rsid w:val="00DB721D"/>
    <w:rsid w:val="00DB7741"/>
    <w:rsid w:val="00DB7879"/>
    <w:rsid w:val="00DC034D"/>
    <w:rsid w:val="00DC100D"/>
    <w:rsid w:val="00DC101B"/>
    <w:rsid w:val="00DC133E"/>
    <w:rsid w:val="00DC1809"/>
    <w:rsid w:val="00DC1E4E"/>
    <w:rsid w:val="00DC24BF"/>
    <w:rsid w:val="00DC2610"/>
    <w:rsid w:val="00DC2C7F"/>
    <w:rsid w:val="00DC3988"/>
    <w:rsid w:val="00DC3AC9"/>
    <w:rsid w:val="00DC431F"/>
    <w:rsid w:val="00DC4348"/>
    <w:rsid w:val="00DC43CB"/>
    <w:rsid w:val="00DC4567"/>
    <w:rsid w:val="00DC481A"/>
    <w:rsid w:val="00DC4968"/>
    <w:rsid w:val="00DC4B7D"/>
    <w:rsid w:val="00DC56D9"/>
    <w:rsid w:val="00DC57F6"/>
    <w:rsid w:val="00DC5D4F"/>
    <w:rsid w:val="00DC5FE2"/>
    <w:rsid w:val="00DC612E"/>
    <w:rsid w:val="00DC741A"/>
    <w:rsid w:val="00DC75A5"/>
    <w:rsid w:val="00DC7645"/>
    <w:rsid w:val="00DC7C8C"/>
    <w:rsid w:val="00DD0034"/>
    <w:rsid w:val="00DD017B"/>
    <w:rsid w:val="00DD08D3"/>
    <w:rsid w:val="00DD0B84"/>
    <w:rsid w:val="00DD12DF"/>
    <w:rsid w:val="00DD1E0F"/>
    <w:rsid w:val="00DD1F45"/>
    <w:rsid w:val="00DD25D5"/>
    <w:rsid w:val="00DD2F3B"/>
    <w:rsid w:val="00DD36DC"/>
    <w:rsid w:val="00DD3820"/>
    <w:rsid w:val="00DD3822"/>
    <w:rsid w:val="00DD3A59"/>
    <w:rsid w:val="00DD3B17"/>
    <w:rsid w:val="00DD3FCB"/>
    <w:rsid w:val="00DD48A9"/>
    <w:rsid w:val="00DD4C4C"/>
    <w:rsid w:val="00DD5057"/>
    <w:rsid w:val="00DD54B0"/>
    <w:rsid w:val="00DD5681"/>
    <w:rsid w:val="00DD5CBD"/>
    <w:rsid w:val="00DD6116"/>
    <w:rsid w:val="00DD6CEC"/>
    <w:rsid w:val="00DD6E8A"/>
    <w:rsid w:val="00DD733B"/>
    <w:rsid w:val="00DD734F"/>
    <w:rsid w:val="00DD7955"/>
    <w:rsid w:val="00DE0303"/>
    <w:rsid w:val="00DE06E8"/>
    <w:rsid w:val="00DE0F91"/>
    <w:rsid w:val="00DE10F7"/>
    <w:rsid w:val="00DE23F8"/>
    <w:rsid w:val="00DE2410"/>
    <w:rsid w:val="00DE2541"/>
    <w:rsid w:val="00DE28AF"/>
    <w:rsid w:val="00DE2BD7"/>
    <w:rsid w:val="00DE3159"/>
    <w:rsid w:val="00DE3384"/>
    <w:rsid w:val="00DE33DB"/>
    <w:rsid w:val="00DE3BF9"/>
    <w:rsid w:val="00DE4126"/>
    <w:rsid w:val="00DE4620"/>
    <w:rsid w:val="00DE48AA"/>
    <w:rsid w:val="00DE48DB"/>
    <w:rsid w:val="00DE556C"/>
    <w:rsid w:val="00DE5ABB"/>
    <w:rsid w:val="00DE5BD1"/>
    <w:rsid w:val="00DE5D86"/>
    <w:rsid w:val="00DE6835"/>
    <w:rsid w:val="00DE68A8"/>
    <w:rsid w:val="00DE730E"/>
    <w:rsid w:val="00DF01BA"/>
    <w:rsid w:val="00DF05BA"/>
    <w:rsid w:val="00DF07BF"/>
    <w:rsid w:val="00DF090F"/>
    <w:rsid w:val="00DF0C27"/>
    <w:rsid w:val="00DF1063"/>
    <w:rsid w:val="00DF2499"/>
    <w:rsid w:val="00DF269E"/>
    <w:rsid w:val="00DF2A23"/>
    <w:rsid w:val="00DF3533"/>
    <w:rsid w:val="00DF362A"/>
    <w:rsid w:val="00DF36A1"/>
    <w:rsid w:val="00DF3850"/>
    <w:rsid w:val="00DF40F6"/>
    <w:rsid w:val="00DF5331"/>
    <w:rsid w:val="00DF55CE"/>
    <w:rsid w:val="00DF5AD2"/>
    <w:rsid w:val="00DF5D7A"/>
    <w:rsid w:val="00DF5E24"/>
    <w:rsid w:val="00DF67A3"/>
    <w:rsid w:val="00DF682F"/>
    <w:rsid w:val="00DF6DCE"/>
    <w:rsid w:val="00DF71D3"/>
    <w:rsid w:val="00DF7252"/>
    <w:rsid w:val="00E012E0"/>
    <w:rsid w:val="00E016B2"/>
    <w:rsid w:val="00E0192E"/>
    <w:rsid w:val="00E01B51"/>
    <w:rsid w:val="00E01C67"/>
    <w:rsid w:val="00E02ECC"/>
    <w:rsid w:val="00E03065"/>
    <w:rsid w:val="00E0312B"/>
    <w:rsid w:val="00E031F9"/>
    <w:rsid w:val="00E04099"/>
    <w:rsid w:val="00E041D5"/>
    <w:rsid w:val="00E043D5"/>
    <w:rsid w:val="00E05B41"/>
    <w:rsid w:val="00E05CB4"/>
    <w:rsid w:val="00E064B2"/>
    <w:rsid w:val="00E06B61"/>
    <w:rsid w:val="00E06E33"/>
    <w:rsid w:val="00E07521"/>
    <w:rsid w:val="00E0759B"/>
    <w:rsid w:val="00E07918"/>
    <w:rsid w:val="00E0796B"/>
    <w:rsid w:val="00E079F1"/>
    <w:rsid w:val="00E1003A"/>
    <w:rsid w:val="00E100C9"/>
    <w:rsid w:val="00E1049E"/>
    <w:rsid w:val="00E104C3"/>
    <w:rsid w:val="00E1092F"/>
    <w:rsid w:val="00E10AF4"/>
    <w:rsid w:val="00E11F00"/>
    <w:rsid w:val="00E12331"/>
    <w:rsid w:val="00E12675"/>
    <w:rsid w:val="00E128C2"/>
    <w:rsid w:val="00E12B4B"/>
    <w:rsid w:val="00E12D37"/>
    <w:rsid w:val="00E13831"/>
    <w:rsid w:val="00E13865"/>
    <w:rsid w:val="00E1429F"/>
    <w:rsid w:val="00E142E6"/>
    <w:rsid w:val="00E14822"/>
    <w:rsid w:val="00E14D38"/>
    <w:rsid w:val="00E1500C"/>
    <w:rsid w:val="00E15952"/>
    <w:rsid w:val="00E16BA5"/>
    <w:rsid w:val="00E16E8E"/>
    <w:rsid w:val="00E16EF3"/>
    <w:rsid w:val="00E170F2"/>
    <w:rsid w:val="00E17336"/>
    <w:rsid w:val="00E17B34"/>
    <w:rsid w:val="00E17CAE"/>
    <w:rsid w:val="00E203B1"/>
    <w:rsid w:val="00E205FB"/>
    <w:rsid w:val="00E20D97"/>
    <w:rsid w:val="00E214D5"/>
    <w:rsid w:val="00E21C24"/>
    <w:rsid w:val="00E228FE"/>
    <w:rsid w:val="00E22A92"/>
    <w:rsid w:val="00E23E7E"/>
    <w:rsid w:val="00E244CA"/>
    <w:rsid w:val="00E255AD"/>
    <w:rsid w:val="00E25A86"/>
    <w:rsid w:val="00E25D10"/>
    <w:rsid w:val="00E25D28"/>
    <w:rsid w:val="00E25D9C"/>
    <w:rsid w:val="00E2692B"/>
    <w:rsid w:val="00E26AFF"/>
    <w:rsid w:val="00E26C6A"/>
    <w:rsid w:val="00E271CD"/>
    <w:rsid w:val="00E27661"/>
    <w:rsid w:val="00E279A8"/>
    <w:rsid w:val="00E27A33"/>
    <w:rsid w:val="00E27BFA"/>
    <w:rsid w:val="00E27C39"/>
    <w:rsid w:val="00E30B79"/>
    <w:rsid w:val="00E3191C"/>
    <w:rsid w:val="00E31B35"/>
    <w:rsid w:val="00E31C52"/>
    <w:rsid w:val="00E31E13"/>
    <w:rsid w:val="00E32381"/>
    <w:rsid w:val="00E32455"/>
    <w:rsid w:val="00E32EA7"/>
    <w:rsid w:val="00E33168"/>
    <w:rsid w:val="00E33193"/>
    <w:rsid w:val="00E331FD"/>
    <w:rsid w:val="00E3323F"/>
    <w:rsid w:val="00E332BF"/>
    <w:rsid w:val="00E33BCD"/>
    <w:rsid w:val="00E33DE0"/>
    <w:rsid w:val="00E34473"/>
    <w:rsid w:val="00E34D32"/>
    <w:rsid w:val="00E35F5A"/>
    <w:rsid w:val="00E35FB2"/>
    <w:rsid w:val="00E35FEC"/>
    <w:rsid w:val="00E364C5"/>
    <w:rsid w:val="00E36988"/>
    <w:rsid w:val="00E36FB3"/>
    <w:rsid w:val="00E37970"/>
    <w:rsid w:val="00E37B66"/>
    <w:rsid w:val="00E37BAE"/>
    <w:rsid w:val="00E37C28"/>
    <w:rsid w:val="00E400B9"/>
    <w:rsid w:val="00E40309"/>
    <w:rsid w:val="00E40825"/>
    <w:rsid w:val="00E40C43"/>
    <w:rsid w:val="00E40DE0"/>
    <w:rsid w:val="00E40E4A"/>
    <w:rsid w:val="00E413C9"/>
    <w:rsid w:val="00E41607"/>
    <w:rsid w:val="00E418A1"/>
    <w:rsid w:val="00E41BE6"/>
    <w:rsid w:val="00E41C4F"/>
    <w:rsid w:val="00E42136"/>
    <w:rsid w:val="00E421CB"/>
    <w:rsid w:val="00E421D9"/>
    <w:rsid w:val="00E422BC"/>
    <w:rsid w:val="00E42789"/>
    <w:rsid w:val="00E428A8"/>
    <w:rsid w:val="00E428C1"/>
    <w:rsid w:val="00E43522"/>
    <w:rsid w:val="00E43C86"/>
    <w:rsid w:val="00E43E37"/>
    <w:rsid w:val="00E442A0"/>
    <w:rsid w:val="00E4452D"/>
    <w:rsid w:val="00E445BB"/>
    <w:rsid w:val="00E446A0"/>
    <w:rsid w:val="00E447E4"/>
    <w:rsid w:val="00E44858"/>
    <w:rsid w:val="00E44D6F"/>
    <w:rsid w:val="00E452D0"/>
    <w:rsid w:val="00E45C3D"/>
    <w:rsid w:val="00E46B3F"/>
    <w:rsid w:val="00E46E8C"/>
    <w:rsid w:val="00E46EC9"/>
    <w:rsid w:val="00E50BC7"/>
    <w:rsid w:val="00E50DAD"/>
    <w:rsid w:val="00E5106F"/>
    <w:rsid w:val="00E519F9"/>
    <w:rsid w:val="00E51CC0"/>
    <w:rsid w:val="00E51F6C"/>
    <w:rsid w:val="00E51F91"/>
    <w:rsid w:val="00E52752"/>
    <w:rsid w:val="00E52F42"/>
    <w:rsid w:val="00E52FA3"/>
    <w:rsid w:val="00E53127"/>
    <w:rsid w:val="00E5316D"/>
    <w:rsid w:val="00E533CC"/>
    <w:rsid w:val="00E53480"/>
    <w:rsid w:val="00E5351D"/>
    <w:rsid w:val="00E5371E"/>
    <w:rsid w:val="00E53E9D"/>
    <w:rsid w:val="00E53F19"/>
    <w:rsid w:val="00E54148"/>
    <w:rsid w:val="00E544F3"/>
    <w:rsid w:val="00E55D29"/>
    <w:rsid w:val="00E55FF3"/>
    <w:rsid w:val="00E565C1"/>
    <w:rsid w:val="00E567BD"/>
    <w:rsid w:val="00E568FC"/>
    <w:rsid w:val="00E56D31"/>
    <w:rsid w:val="00E577D3"/>
    <w:rsid w:val="00E578C4"/>
    <w:rsid w:val="00E57B84"/>
    <w:rsid w:val="00E60049"/>
    <w:rsid w:val="00E604C1"/>
    <w:rsid w:val="00E60B4E"/>
    <w:rsid w:val="00E60CE3"/>
    <w:rsid w:val="00E60D1D"/>
    <w:rsid w:val="00E61266"/>
    <w:rsid w:val="00E612CC"/>
    <w:rsid w:val="00E6150D"/>
    <w:rsid w:val="00E61A51"/>
    <w:rsid w:val="00E61B26"/>
    <w:rsid w:val="00E61BAD"/>
    <w:rsid w:val="00E61E18"/>
    <w:rsid w:val="00E61EE8"/>
    <w:rsid w:val="00E621B1"/>
    <w:rsid w:val="00E624EE"/>
    <w:rsid w:val="00E627BA"/>
    <w:rsid w:val="00E627FA"/>
    <w:rsid w:val="00E62A24"/>
    <w:rsid w:val="00E62B45"/>
    <w:rsid w:val="00E62CCF"/>
    <w:rsid w:val="00E62DCC"/>
    <w:rsid w:val="00E631AA"/>
    <w:rsid w:val="00E63B4C"/>
    <w:rsid w:val="00E641A4"/>
    <w:rsid w:val="00E644F7"/>
    <w:rsid w:val="00E6480B"/>
    <w:rsid w:val="00E65B2A"/>
    <w:rsid w:val="00E65B60"/>
    <w:rsid w:val="00E663B5"/>
    <w:rsid w:val="00E66458"/>
    <w:rsid w:val="00E66A3D"/>
    <w:rsid w:val="00E66BD4"/>
    <w:rsid w:val="00E6703E"/>
    <w:rsid w:val="00E670DA"/>
    <w:rsid w:val="00E676CC"/>
    <w:rsid w:val="00E678DF"/>
    <w:rsid w:val="00E67FCA"/>
    <w:rsid w:val="00E70BB8"/>
    <w:rsid w:val="00E70C22"/>
    <w:rsid w:val="00E70EB5"/>
    <w:rsid w:val="00E70F62"/>
    <w:rsid w:val="00E70F89"/>
    <w:rsid w:val="00E714C7"/>
    <w:rsid w:val="00E7156C"/>
    <w:rsid w:val="00E7158C"/>
    <w:rsid w:val="00E71F86"/>
    <w:rsid w:val="00E72193"/>
    <w:rsid w:val="00E7234F"/>
    <w:rsid w:val="00E72D6D"/>
    <w:rsid w:val="00E72ED1"/>
    <w:rsid w:val="00E739DE"/>
    <w:rsid w:val="00E747C4"/>
    <w:rsid w:val="00E749B7"/>
    <w:rsid w:val="00E7518B"/>
    <w:rsid w:val="00E753D4"/>
    <w:rsid w:val="00E755D9"/>
    <w:rsid w:val="00E756E0"/>
    <w:rsid w:val="00E758D3"/>
    <w:rsid w:val="00E76321"/>
    <w:rsid w:val="00E76971"/>
    <w:rsid w:val="00E778F6"/>
    <w:rsid w:val="00E80BA8"/>
    <w:rsid w:val="00E80BE9"/>
    <w:rsid w:val="00E81468"/>
    <w:rsid w:val="00E815CE"/>
    <w:rsid w:val="00E81C9B"/>
    <w:rsid w:val="00E81DDA"/>
    <w:rsid w:val="00E829C8"/>
    <w:rsid w:val="00E82E66"/>
    <w:rsid w:val="00E8313E"/>
    <w:rsid w:val="00E83418"/>
    <w:rsid w:val="00E83B00"/>
    <w:rsid w:val="00E83FF7"/>
    <w:rsid w:val="00E84CA7"/>
    <w:rsid w:val="00E85623"/>
    <w:rsid w:val="00E86CDB"/>
    <w:rsid w:val="00E86ECA"/>
    <w:rsid w:val="00E871A1"/>
    <w:rsid w:val="00E87351"/>
    <w:rsid w:val="00E87A5C"/>
    <w:rsid w:val="00E87F97"/>
    <w:rsid w:val="00E9008C"/>
    <w:rsid w:val="00E90B61"/>
    <w:rsid w:val="00E910CE"/>
    <w:rsid w:val="00E92272"/>
    <w:rsid w:val="00E92362"/>
    <w:rsid w:val="00E92A41"/>
    <w:rsid w:val="00E92ACD"/>
    <w:rsid w:val="00E92D72"/>
    <w:rsid w:val="00E933D2"/>
    <w:rsid w:val="00E939CE"/>
    <w:rsid w:val="00E93B27"/>
    <w:rsid w:val="00E9453E"/>
    <w:rsid w:val="00E946C4"/>
    <w:rsid w:val="00E94A2D"/>
    <w:rsid w:val="00E95003"/>
    <w:rsid w:val="00E9518B"/>
    <w:rsid w:val="00E95310"/>
    <w:rsid w:val="00E953C4"/>
    <w:rsid w:val="00E958DE"/>
    <w:rsid w:val="00E95F55"/>
    <w:rsid w:val="00E965FC"/>
    <w:rsid w:val="00E966B2"/>
    <w:rsid w:val="00E96D1F"/>
    <w:rsid w:val="00E96DE0"/>
    <w:rsid w:val="00E9719E"/>
    <w:rsid w:val="00E97962"/>
    <w:rsid w:val="00EA04BF"/>
    <w:rsid w:val="00EA05AA"/>
    <w:rsid w:val="00EA0702"/>
    <w:rsid w:val="00EA0993"/>
    <w:rsid w:val="00EA0CE0"/>
    <w:rsid w:val="00EA1730"/>
    <w:rsid w:val="00EA2250"/>
    <w:rsid w:val="00EA2627"/>
    <w:rsid w:val="00EA2A03"/>
    <w:rsid w:val="00EA2A14"/>
    <w:rsid w:val="00EA2A88"/>
    <w:rsid w:val="00EA2ABC"/>
    <w:rsid w:val="00EA327C"/>
    <w:rsid w:val="00EA34B3"/>
    <w:rsid w:val="00EA39B0"/>
    <w:rsid w:val="00EA3E89"/>
    <w:rsid w:val="00EA51C6"/>
    <w:rsid w:val="00EA6157"/>
    <w:rsid w:val="00EA6446"/>
    <w:rsid w:val="00EA6868"/>
    <w:rsid w:val="00EA6FA5"/>
    <w:rsid w:val="00EA7EAE"/>
    <w:rsid w:val="00EB01B8"/>
    <w:rsid w:val="00EB04F9"/>
    <w:rsid w:val="00EB09B1"/>
    <w:rsid w:val="00EB14A1"/>
    <w:rsid w:val="00EB1855"/>
    <w:rsid w:val="00EB2515"/>
    <w:rsid w:val="00EB25F0"/>
    <w:rsid w:val="00EB272F"/>
    <w:rsid w:val="00EB290F"/>
    <w:rsid w:val="00EB2BD6"/>
    <w:rsid w:val="00EB2C70"/>
    <w:rsid w:val="00EB31D2"/>
    <w:rsid w:val="00EB3420"/>
    <w:rsid w:val="00EB36A3"/>
    <w:rsid w:val="00EB38A9"/>
    <w:rsid w:val="00EB3917"/>
    <w:rsid w:val="00EB3D1F"/>
    <w:rsid w:val="00EB5380"/>
    <w:rsid w:val="00EB5637"/>
    <w:rsid w:val="00EB6682"/>
    <w:rsid w:val="00EB6FAA"/>
    <w:rsid w:val="00EC00AC"/>
    <w:rsid w:val="00EC079C"/>
    <w:rsid w:val="00EC10BE"/>
    <w:rsid w:val="00EC2EA4"/>
    <w:rsid w:val="00EC3102"/>
    <w:rsid w:val="00EC3511"/>
    <w:rsid w:val="00EC402D"/>
    <w:rsid w:val="00EC4591"/>
    <w:rsid w:val="00EC4AD3"/>
    <w:rsid w:val="00EC5379"/>
    <w:rsid w:val="00EC547B"/>
    <w:rsid w:val="00EC5E6B"/>
    <w:rsid w:val="00EC60B8"/>
    <w:rsid w:val="00EC60E4"/>
    <w:rsid w:val="00EC6363"/>
    <w:rsid w:val="00EC677E"/>
    <w:rsid w:val="00EC688C"/>
    <w:rsid w:val="00EC689E"/>
    <w:rsid w:val="00EC701D"/>
    <w:rsid w:val="00EC77A4"/>
    <w:rsid w:val="00EC786B"/>
    <w:rsid w:val="00ED035A"/>
    <w:rsid w:val="00ED0542"/>
    <w:rsid w:val="00ED09AA"/>
    <w:rsid w:val="00ED0BAD"/>
    <w:rsid w:val="00ED11C5"/>
    <w:rsid w:val="00ED1B56"/>
    <w:rsid w:val="00ED1F00"/>
    <w:rsid w:val="00ED24CD"/>
    <w:rsid w:val="00ED27F0"/>
    <w:rsid w:val="00ED2D3E"/>
    <w:rsid w:val="00ED3363"/>
    <w:rsid w:val="00ED3F05"/>
    <w:rsid w:val="00ED3F3D"/>
    <w:rsid w:val="00ED41B8"/>
    <w:rsid w:val="00ED4BE7"/>
    <w:rsid w:val="00ED4E65"/>
    <w:rsid w:val="00ED604D"/>
    <w:rsid w:val="00ED61BD"/>
    <w:rsid w:val="00ED6267"/>
    <w:rsid w:val="00ED635B"/>
    <w:rsid w:val="00ED69C6"/>
    <w:rsid w:val="00ED749D"/>
    <w:rsid w:val="00ED7B6A"/>
    <w:rsid w:val="00ED7EE0"/>
    <w:rsid w:val="00EE05A3"/>
    <w:rsid w:val="00EE06BE"/>
    <w:rsid w:val="00EE1047"/>
    <w:rsid w:val="00EE173E"/>
    <w:rsid w:val="00EE1A3E"/>
    <w:rsid w:val="00EE1E6A"/>
    <w:rsid w:val="00EE2E1E"/>
    <w:rsid w:val="00EE3363"/>
    <w:rsid w:val="00EE33E1"/>
    <w:rsid w:val="00EE4693"/>
    <w:rsid w:val="00EE48AE"/>
    <w:rsid w:val="00EE4ADF"/>
    <w:rsid w:val="00EE52F6"/>
    <w:rsid w:val="00EE53CA"/>
    <w:rsid w:val="00EE54D0"/>
    <w:rsid w:val="00EE5B6D"/>
    <w:rsid w:val="00EE5F60"/>
    <w:rsid w:val="00EE60AC"/>
    <w:rsid w:val="00EE6744"/>
    <w:rsid w:val="00EE67C5"/>
    <w:rsid w:val="00EE6E2B"/>
    <w:rsid w:val="00EE70C2"/>
    <w:rsid w:val="00EE74A0"/>
    <w:rsid w:val="00EE79D8"/>
    <w:rsid w:val="00EF0332"/>
    <w:rsid w:val="00EF0736"/>
    <w:rsid w:val="00EF0DBC"/>
    <w:rsid w:val="00EF1682"/>
    <w:rsid w:val="00EF1772"/>
    <w:rsid w:val="00EF19F6"/>
    <w:rsid w:val="00EF1A27"/>
    <w:rsid w:val="00EF24AA"/>
    <w:rsid w:val="00EF2507"/>
    <w:rsid w:val="00EF255C"/>
    <w:rsid w:val="00EF2A0F"/>
    <w:rsid w:val="00EF2AF9"/>
    <w:rsid w:val="00EF2C1D"/>
    <w:rsid w:val="00EF3CCF"/>
    <w:rsid w:val="00EF3DE5"/>
    <w:rsid w:val="00EF3F91"/>
    <w:rsid w:val="00EF40BF"/>
    <w:rsid w:val="00EF597F"/>
    <w:rsid w:val="00EF6096"/>
    <w:rsid w:val="00EF6732"/>
    <w:rsid w:val="00EF6F39"/>
    <w:rsid w:val="00EF724C"/>
    <w:rsid w:val="00EF7D97"/>
    <w:rsid w:val="00EF7E0E"/>
    <w:rsid w:val="00F00817"/>
    <w:rsid w:val="00F00B4C"/>
    <w:rsid w:val="00F00B76"/>
    <w:rsid w:val="00F01184"/>
    <w:rsid w:val="00F01284"/>
    <w:rsid w:val="00F01CFB"/>
    <w:rsid w:val="00F0234A"/>
    <w:rsid w:val="00F02758"/>
    <w:rsid w:val="00F03317"/>
    <w:rsid w:val="00F03809"/>
    <w:rsid w:val="00F03CC4"/>
    <w:rsid w:val="00F03DE9"/>
    <w:rsid w:val="00F03FC4"/>
    <w:rsid w:val="00F04044"/>
    <w:rsid w:val="00F04238"/>
    <w:rsid w:val="00F046A4"/>
    <w:rsid w:val="00F04776"/>
    <w:rsid w:val="00F05559"/>
    <w:rsid w:val="00F05831"/>
    <w:rsid w:val="00F05B6D"/>
    <w:rsid w:val="00F05CE3"/>
    <w:rsid w:val="00F0627C"/>
    <w:rsid w:val="00F062AE"/>
    <w:rsid w:val="00F06CEC"/>
    <w:rsid w:val="00F06D4A"/>
    <w:rsid w:val="00F0725F"/>
    <w:rsid w:val="00F078A6"/>
    <w:rsid w:val="00F07A86"/>
    <w:rsid w:val="00F10361"/>
    <w:rsid w:val="00F107A3"/>
    <w:rsid w:val="00F10F63"/>
    <w:rsid w:val="00F115E8"/>
    <w:rsid w:val="00F116A9"/>
    <w:rsid w:val="00F1188E"/>
    <w:rsid w:val="00F11E56"/>
    <w:rsid w:val="00F1201F"/>
    <w:rsid w:val="00F12461"/>
    <w:rsid w:val="00F12C9D"/>
    <w:rsid w:val="00F13022"/>
    <w:rsid w:val="00F13431"/>
    <w:rsid w:val="00F13F52"/>
    <w:rsid w:val="00F14593"/>
    <w:rsid w:val="00F1459F"/>
    <w:rsid w:val="00F158AD"/>
    <w:rsid w:val="00F1593B"/>
    <w:rsid w:val="00F15E13"/>
    <w:rsid w:val="00F15EBC"/>
    <w:rsid w:val="00F15ED4"/>
    <w:rsid w:val="00F15F52"/>
    <w:rsid w:val="00F16371"/>
    <w:rsid w:val="00F1643F"/>
    <w:rsid w:val="00F16890"/>
    <w:rsid w:val="00F16B76"/>
    <w:rsid w:val="00F16D98"/>
    <w:rsid w:val="00F17067"/>
    <w:rsid w:val="00F17070"/>
    <w:rsid w:val="00F17431"/>
    <w:rsid w:val="00F17467"/>
    <w:rsid w:val="00F179D5"/>
    <w:rsid w:val="00F205D0"/>
    <w:rsid w:val="00F21183"/>
    <w:rsid w:val="00F218FF"/>
    <w:rsid w:val="00F21BB3"/>
    <w:rsid w:val="00F22737"/>
    <w:rsid w:val="00F2286D"/>
    <w:rsid w:val="00F22A61"/>
    <w:rsid w:val="00F22BEE"/>
    <w:rsid w:val="00F22C3A"/>
    <w:rsid w:val="00F22F28"/>
    <w:rsid w:val="00F22F63"/>
    <w:rsid w:val="00F2335B"/>
    <w:rsid w:val="00F2349A"/>
    <w:rsid w:val="00F23530"/>
    <w:rsid w:val="00F2395F"/>
    <w:rsid w:val="00F2397D"/>
    <w:rsid w:val="00F23F76"/>
    <w:rsid w:val="00F240E9"/>
    <w:rsid w:val="00F245AD"/>
    <w:rsid w:val="00F2462F"/>
    <w:rsid w:val="00F24C21"/>
    <w:rsid w:val="00F252BE"/>
    <w:rsid w:val="00F25B77"/>
    <w:rsid w:val="00F25E61"/>
    <w:rsid w:val="00F2699A"/>
    <w:rsid w:val="00F26CFC"/>
    <w:rsid w:val="00F26FD2"/>
    <w:rsid w:val="00F2727E"/>
    <w:rsid w:val="00F27AF7"/>
    <w:rsid w:val="00F301A4"/>
    <w:rsid w:val="00F30B01"/>
    <w:rsid w:val="00F315E7"/>
    <w:rsid w:val="00F317DA"/>
    <w:rsid w:val="00F32AF6"/>
    <w:rsid w:val="00F32CD1"/>
    <w:rsid w:val="00F3343C"/>
    <w:rsid w:val="00F33936"/>
    <w:rsid w:val="00F340E2"/>
    <w:rsid w:val="00F34425"/>
    <w:rsid w:val="00F34CF0"/>
    <w:rsid w:val="00F35037"/>
    <w:rsid w:val="00F3552F"/>
    <w:rsid w:val="00F355EA"/>
    <w:rsid w:val="00F35943"/>
    <w:rsid w:val="00F36377"/>
    <w:rsid w:val="00F36609"/>
    <w:rsid w:val="00F36844"/>
    <w:rsid w:val="00F36BF5"/>
    <w:rsid w:val="00F371F0"/>
    <w:rsid w:val="00F372AC"/>
    <w:rsid w:val="00F37890"/>
    <w:rsid w:val="00F378CC"/>
    <w:rsid w:val="00F3798C"/>
    <w:rsid w:val="00F37CA1"/>
    <w:rsid w:val="00F37D09"/>
    <w:rsid w:val="00F403DA"/>
    <w:rsid w:val="00F4045A"/>
    <w:rsid w:val="00F40622"/>
    <w:rsid w:val="00F428FB"/>
    <w:rsid w:val="00F42E2B"/>
    <w:rsid w:val="00F42E8E"/>
    <w:rsid w:val="00F4379F"/>
    <w:rsid w:val="00F4388B"/>
    <w:rsid w:val="00F45345"/>
    <w:rsid w:val="00F46B42"/>
    <w:rsid w:val="00F4725E"/>
    <w:rsid w:val="00F47568"/>
    <w:rsid w:val="00F475F3"/>
    <w:rsid w:val="00F47C21"/>
    <w:rsid w:val="00F47D34"/>
    <w:rsid w:val="00F50CD5"/>
    <w:rsid w:val="00F50EAD"/>
    <w:rsid w:val="00F50F4F"/>
    <w:rsid w:val="00F510FF"/>
    <w:rsid w:val="00F51913"/>
    <w:rsid w:val="00F52332"/>
    <w:rsid w:val="00F52544"/>
    <w:rsid w:val="00F52E4A"/>
    <w:rsid w:val="00F53322"/>
    <w:rsid w:val="00F5396F"/>
    <w:rsid w:val="00F539B8"/>
    <w:rsid w:val="00F54374"/>
    <w:rsid w:val="00F54A38"/>
    <w:rsid w:val="00F553B7"/>
    <w:rsid w:val="00F5542D"/>
    <w:rsid w:val="00F5585A"/>
    <w:rsid w:val="00F55DD1"/>
    <w:rsid w:val="00F55F99"/>
    <w:rsid w:val="00F561BB"/>
    <w:rsid w:val="00F564EF"/>
    <w:rsid w:val="00F56747"/>
    <w:rsid w:val="00F5701D"/>
    <w:rsid w:val="00F57452"/>
    <w:rsid w:val="00F57549"/>
    <w:rsid w:val="00F5779C"/>
    <w:rsid w:val="00F57B93"/>
    <w:rsid w:val="00F6000F"/>
    <w:rsid w:val="00F60690"/>
    <w:rsid w:val="00F61705"/>
    <w:rsid w:val="00F61EBD"/>
    <w:rsid w:val="00F62102"/>
    <w:rsid w:val="00F628FA"/>
    <w:rsid w:val="00F63057"/>
    <w:rsid w:val="00F631EB"/>
    <w:rsid w:val="00F633A7"/>
    <w:rsid w:val="00F6347D"/>
    <w:rsid w:val="00F63746"/>
    <w:rsid w:val="00F637C6"/>
    <w:rsid w:val="00F63922"/>
    <w:rsid w:val="00F63C99"/>
    <w:rsid w:val="00F642CC"/>
    <w:rsid w:val="00F6465E"/>
    <w:rsid w:val="00F64D3A"/>
    <w:rsid w:val="00F6556A"/>
    <w:rsid w:val="00F658BC"/>
    <w:rsid w:val="00F65C84"/>
    <w:rsid w:val="00F66231"/>
    <w:rsid w:val="00F66A3B"/>
    <w:rsid w:val="00F66D49"/>
    <w:rsid w:val="00F6712F"/>
    <w:rsid w:val="00F676F3"/>
    <w:rsid w:val="00F67AFC"/>
    <w:rsid w:val="00F67B25"/>
    <w:rsid w:val="00F67CEF"/>
    <w:rsid w:val="00F67FD2"/>
    <w:rsid w:val="00F70540"/>
    <w:rsid w:val="00F709DF"/>
    <w:rsid w:val="00F70AC1"/>
    <w:rsid w:val="00F70CF7"/>
    <w:rsid w:val="00F70FB9"/>
    <w:rsid w:val="00F710A3"/>
    <w:rsid w:val="00F71CA1"/>
    <w:rsid w:val="00F71CBE"/>
    <w:rsid w:val="00F72291"/>
    <w:rsid w:val="00F72317"/>
    <w:rsid w:val="00F7242D"/>
    <w:rsid w:val="00F72748"/>
    <w:rsid w:val="00F72968"/>
    <w:rsid w:val="00F72A2E"/>
    <w:rsid w:val="00F73175"/>
    <w:rsid w:val="00F73BAA"/>
    <w:rsid w:val="00F74C84"/>
    <w:rsid w:val="00F74D97"/>
    <w:rsid w:val="00F74DF7"/>
    <w:rsid w:val="00F7588E"/>
    <w:rsid w:val="00F76118"/>
    <w:rsid w:val="00F76A5E"/>
    <w:rsid w:val="00F76ABD"/>
    <w:rsid w:val="00F773C6"/>
    <w:rsid w:val="00F77892"/>
    <w:rsid w:val="00F77A7D"/>
    <w:rsid w:val="00F77DC7"/>
    <w:rsid w:val="00F80123"/>
    <w:rsid w:val="00F8038B"/>
    <w:rsid w:val="00F803EA"/>
    <w:rsid w:val="00F80AFF"/>
    <w:rsid w:val="00F80EF0"/>
    <w:rsid w:val="00F810D6"/>
    <w:rsid w:val="00F8117D"/>
    <w:rsid w:val="00F817FE"/>
    <w:rsid w:val="00F81D48"/>
    <w:rsid w:val="00F821CA"/>
    <w:rsid w:val="00F8222B"/>
    <w:rsid w:val="00F8253E"/>
    <w:rsid w:val="00F8267E"/>
    <w:rsid w:val="00F82948"/>
    <w:rsid w:val="00F82BCC"/>
    <w:rsid w:val="00F835C1"/>
    <w:rsid w:val="00F84209"/>
    <w:rsid w:val="00F847FA"/>
    <w:rsid w:val="00F84A67"/>
    <w:rsid w:val="00F84C72"/>
    <w:rsid w:val="00F84D8D"/>
    <w:rsid w:val="00F853F2"/>
    <w:rsid w:val="00F85A83"/>
    <w:rsid w:val="00F85A8D"/>
    <w:rsid w:val="00F862A8"/>
    <w:rsid w:val="00F8649B"/>
    <w:rsid w:val="00F86D4D"/>
    <w:rsid w:val="00F87D08"/>
    <w:rsid w:val="00F90186"/>
    <w:rsid w:val="00F90F70"/>
    <w:rsid w:val="00F9102B"/>
    <w:rsid w:val="00F91272"/>
    <w:rsid w:val="00F9164B"/>
    <w:rsid w:val="00F91913"/>
    <w:rsid w:val="00F91B95"/>
    <w:rsid w:val="00F91F1A"/>
    <w:rsid w:val="00F923E6"/>
    <w:rsid w:val="00F93853"/>
    <w:rsid w:val="00F94045"/>
    <w:rsid w:val="00F949B1"/>
    <w:rsid w:val="00F95189"/>
    <w:rsid w:val="00F9589C"/>
    <w:rsid w:val="00F95C48"/>
    <w:rsid w:val="00F97443"/>
    <w:rsid w:val="00F97494"/>
    <w:rsid w:val="00F97709"/>
    <w:rsid w:val="00F978B3"/>
    <w:rsid w:val="00F97DEC"/>
    <w:rsid w:val="00FA0188"/>
    <w:rsid w:val="00FA0A17"/>
    <w:rsid w:val="00FA0A7D"/>
    <w:rsid w:val="00FA1F5F"/>
    <w:rsid w:val="00FA239B"/>
    <w:rsid w:val="00FA246F"/>
    <w:rsid w:val="00FA260E"/>
    <w:rsid w:val="00FA28D2"/>
    <w:rsid w:val="00FA2C73"/>
    <w:rsid w:val="00FA2CF2"/>
    <w:rsid w:val="00FA36F8"/>
    <w:rsid w:val="00FA3842"/>
    <w:rsid w:val="00FA417C"/>
    <w:rsid w:val="00FA434E"/>
    <w:rsid w:val="00FA4D75"/>
    <w:rsid w:val="00FA51E7"/>
    <w:rsid w:val="00FA5507"/>
    <w:rsid w:val="00FA68DD"/>
    <w:rsid w:val="00FA771E"/>
    <w:rsid w:val="00FA78D6"/>
    <w:rsid w:val="00FA7D42"/>
    <w:rsid w:val="00FA7DE3"/>
    <w:rsid w:val="00FB063E"/>
    <w:rsid w:val="00FB0D73"/>
    <w:rsid w:val="00FB20E1"/>
    <w:rsid w:val="00FB2839"/>
    <w:rsid w:val="00FB2D38"/>
    <w:rsid w:val="00FB3A67"/>
    <w:rsid w:val="00FB45EC"/>
    <w:rsid w:val="00FB5CBC"/>
    <w:rsid w:val="00FB60D1"/>
    <w:rsid w:val="00FB6719"/>
    <w:rsid w:val="00FB6B3C"/>
    <w:rsid w:val="00FB6CC0"/>
    <w:rsid w:val="00FB6F14"/>
    <w:rsid w:val="00FB786B"/>
    <w:rsid w:val="00FB78F5"/>
    <w:rsid w:val="00FB7D4D"/>
    <w:rsid w:val="00FC05A1"/>
    <w:rsid w:val="00FC060B"/>
    <w:rsid w:val="00FC0845"/>
    <w:rsid w:val="00FC0DEB"/>
    <w:rsid w:val="00FC0F00"/>
    <w:rsid w:val="00FC0F6C"/>
    <w:rsid w:val="00FC1399"/>
    <w:rsid w:val="00FC2B01"/>
    <w:rsid w:val="00FC2C71"/>
    <w:rsid w:val="00FC2D1F"/>
    <w:rsid w:val="00FC2FE4"/>
    <w:rsid w:val="00FC39BB"/>
    <w:rsid w:val="00FC3C18"/>
    <w:rsid w:val="00FC3D7F"/>
    <w:rsid w:val="00FC43BD"/>
    <w:rsid w:val="00FC448A"/>
    <w:rsid w:val="00FC461F"/>
    <w:rsid w:val="00FC4AF8"/>
    <w:rsid w:val="00FC4FAD"/>
    <w:rsid w:val="00FC54E9"/>
    <w:rsid w:val="00FC5626"/>
    <w:rsid w:val="00FC565A"/>
    <w:rsid w:val="00FC5C9B"/>
    <w:rsid w:val="00FC640D"/>
    <w:rsid w:val="00FC772D"/>
    <w:rsid w:val="00FC79A6"/>
    <w:rsid w:val="00FD06B6"/>
    <w:rsid w:val="00FD09FB"/>
    <w:rsid w:val="00FD0A21"/>
    <w:rsid w:val="00FD11E2"/>
    <w:rsid w:val="00FD18CE"/>
    <w:rsid w:val="00FD1A60"/>
    <w:rsid w:val="00FD299F"/>
    <w:rsid w:val="00FD35F9"/>
    <w:rsid w:val="00FD392B"/>
    <w:rsid w:val="00FD3957"/>
    <w:rsid w:val="00FD3B32"/>
    <w:rsid w:val="00FD4C30"/>
    <w:rsid w:val="00FD4CFF"/>
    <w:rsid w:val="00FD4D96"/>
    <w:rsid w:val="00FD5016"/>
    <w:rsid w:val="00FD62F0"/>
    <w:rsid w:val="00FD69BA"/>
    <w:rsid w:val="00FD6D19"/>
    <w:rsid w:val="00FD7073"/>
    <w:rsid w:val="00FD71C0"/>
    <w:rsid w:val="00FD78A3"/>
    <w:rsid w:val="00FE02E2"/>
    <w:rsid w:val="00FE0F72"/>
    <w:rsid w:val="00FE1165"/>
    <w:rsid w:val="00FE1388"/>
    <w:rsid w:val="00FE15F2"/>
    <w:rsid w:val="00FE1FC5"/>
    <w:rsid w:val="00FE27CE"/>
    <w:rsid w:val="00FE2872"/>
    <w:rsid w:val="00FE2B77"/>
    <w:rsid w:val="00FE31C3"/>
    <w:rsid w:val="00FE34F3"/>
    <w:rsid w:val="00FE3FB3"/>
    <w:rsid w:val="00FE4B02"/>
    <w:rsid w:val="00FE4DAE"/>
    <w:rsid w:val="00FE62F0"/>
    <w:rsid w:val="00FE6489"/>
    <w:rsid w:val="00FE64CE"/>
    <w:rsid w:val="00FE653F"/>
    <w:rsid w:val="00FE65A0"/>
    <w:rsid w:val="00FE65A1"/>
    <w:rsid w:val="00FE6754"/>
    <w:rsid w:val="00FE6835"/>
    <w:rsid w:val="00FE69AB"/>
    <w:rsid w:val="00FE6F7C"/>
    <w:rsid w:val="00FE6FF2"/>
    <w:rsid w:val="00FE7934"/>
    <w:rsid w:val="00FE7B73"/>
    <w:rsid w:val="00FF0613"/>
    <w:rsid w:val="00FF0CD4"/>
    <w:rsid w:val="00FF0F31"/>
    <w:rsid w:val="00FF36D9"/>
    <w:rsid w:val="00FF3B71"/>
    <w:rsid w:val="00FF3D27"/>
    <w:rsid w:val="00FF3E6F"/>
    <w:rsid w:val="00FF4248"/>
    <w:rsid w:val="00FF4498"/>
    <w:rsid w:val="00FF45FF"/>
    <w:rsid w:val="00FF48C8"/>
    <w:rsid w:val="00FF4B79"/>
    <w:rsid w:val="00FF518F"/>
    <w:rsid w:val="00FF5E35"/>
    <w:rsid w:val="00FF66F3"/>
    <w:rsid w:val="00FF6747"/>
    <w:rsid w:val="00FF67ED"/>
    <w:rsid w:val="00FF6DBF"/>
    <w:rsid w:val="00FF7006"/>
    <w:rsid w:val="00FF71A0"/>
    <w:rsid w:val="00FF71C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1F3997"/>
  <w15:chartTrackingRefBased/>
  <w15:docId w15:val="{0936F26B-94A1-4EA3-8BBD-EE7830A4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iPriority="0" w:unhideWhenUsed="1"/>
    <w:lsdException w:name="Default Paragraph Font" w:uiPriority="0"/>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iPriority="0"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20B"/>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2Char"/>
    <w:link w:val="Heading1"/>
    <w:uiPriority w:val="99"/>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uiPriority w:val="99"/>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semiHidden/>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39"/>
    <w:rsid w:val="00C2349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ind w:hanging="360"/>
    </w:pPr>
  </w:style>
  <w:style w:type="paragraph" w:styleId="ListBullet3">
    <w:name w:val="List Bullet 3"/>
    <w:basedOn w:val="ListBullet"/>
    <w:autoRedefine/>
    <w:rsid w:val="000E4566"/>
    <w:pPr>
      <w:numPr>
        <w:numId w:val="0"/>
      </w:numPr>
      <w:tabs>
        <w:tab w:val="left" w:pos="360"/>
        <w:tab w:val="num" w:pos="720"/>
      </w:tabs>
      <w:spacing w:after="0"/>
      <w:ind w:left="227" w:firstLine="43"/>
      <w:jc w:val="both"/>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semiHidden/>
    <w:locked/>
    <w:rsid w:val="000D612F"/>
    <w:rPr>
      <w:rFonts w:ascii="Courier New" w:hAnsi="Courier New" w:cs="Times New Roman"/>
      <w:lang w:val="en-AU" w:eastAsia="en-US" w:bidi="ar-SA"/>
    </w:rPr>
  </w:style>
  <w:style w:type="paragraph" w:styleId="TOC1">
    <w:name w:val="toc 1"/>
    <w:basedOn w:val="Normal"/>
    <w:autoRedefine/>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ind w:left="907"/>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3A24A7"/>
    <w:pPr>
      <w:spacing w:line="200" w:lineRule="exact"/>
      <w:ind w:left="547"/>
    </w:pPr>
    <w:rPr>
      <w:rFonts w:cs="Times New Roman"/>
      <w:i/>
      <w:iCs/>
      <w:sz w:val="22"/>
      <w:szCs w:val="22"/>
    </w:rPr>
  </w:style>
  <w:style w:type="character" w:customStyle="1" w:styleId="AccPolicysubheadChar">
    <w:name w:val="Acc Policy sub head Char"/>
    <w:link w:val="AccPolicysubhead"/>
    <w:locked/>
    <w:rsid w:val="003A24A7"/>
    <w:rPr>
      <w:rFonts w:cs="Times New Roman"/>
      <w:i/>
      <w:iCs/>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0D3A44"/>
    <w:pPr>
      <w:spacing w:line="240" w:lineRule="exact"/>
    </w:pPr>
    <w:rPr>
      <w:i w:val="0"/>
      <w:iCs w:val="0"/>
      <w:color w:val="auto"/>
      <w:lang w:val="en-GB" w:bidi="ar-SA"/>
    </w:rPr>
  </w:style>
  <w:style w:type="character" w:customStyle="1" w:styleId="AccPolicyalternativeChar">
    <w:name w:val="Acc Policy alternative Char"/>
    <w:link w:val="AccPolicyalternative"/>
    <w:locked/>
    <w:rsid w:val="000D3A44"/>
    <w:rPr>
      <w:rFonts w:cs="Times New Roman"/>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D612F"/>
    <w:rPr>
      <w:rFonts w:cs="Times New Roman"/>
      <w:sz w:val="22"/>
      <w:lang w:val="en-GB" w:bidi="ar-SA"/>
    </w:rPr>
  </w:style>
  <w:style w:type="character" w:styleId="Emphasis">
    <w:name w:val="Emphasis"/>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paragraph" w:customStyle="1" w:styleId="Pa17">
    <w:name w:val="Pa17"/>
    <w:basedOn w:val="Default"/>
    <w:next w:val="Default"/>
    <w:uiPriority w:val="99"/>
    <w:rsid w:val="004507FF"/>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507FF"/>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507FF"/>
    <w:pPr>
      <w:spacing w:line="191" w:lineRule="atLeast"/>
    </w:pPr>
    <w:rPr>
      <w:rFonts w:eastAsia="Times New Roman" w:cs="Angsana New"/>
      <w:color w:val="auto"/>
      <w:lang w:val="en-GB" w:eastAsia="en-US"/>
    </w:rPr>
  </w:style>
  <w:style w:type="paragraph" w:styleId="NormalWeb">
    <w:name w:val="Normal (Web)"/>
    <w:basedOn w:val="Normal"/>
    <w:uiPriority w:val="99"/>
    <w:unhideWhenUsed/>
    <w:locked/>
    <w:rsid w:val="00441D0E"/>
    <w:pPr>
      <w:spacing w:before="100" w:beforeAutospacing="1" w:after="100" w:afterAutospacing="1"/>
    </w:pPr>
    <w:rPr>
      <w:sz w:val="24"/>
      <w:szCs w:val="24"/>
    </w:rPr>
  </w:style>
  <w:style w:type="paragraph" w:styleId="NoSpacing">
    <w:name w:val="No Spacing"/>
    <w:uiPriority w:val="1"/>
    <w:qFormat/>
    <w:rsid w:val="00900FF8"/>
    <w:rPr>
      <w:rFonts w:ascii="Calibri" w:eastAsia="Calibri" w:hAnsi="Calibri" w:cs="Cordia New"/>
      <w:sz w:val="22"/>
      <w:szCs w:val="28"/>
    </w:rPr>
  </w:style>
  <w:style w:type="character" w:customStyle="1" w:styleId="blockChar">
    <w:name w:val="block Char"/>
    <w:aliases w:val="b Char"/>
    <w:link w:val="block"/>
    <w:rsid w:val="00B154BB"/>
    <w:rPr>
      <w:sz w:val="22"/>
      <w:lang w:val="en-GB" w:bidi="ar-SA"/>
    </w:rPr>
  </w:style>
  <w:style w:type="character" w:customStyle="1" w:styleId="ListParagraphChar">
    <w:name w:val="List Paragraph Char"/>
    <w:link w:val="ListParagraph"/>
    <w:uiPriority w:val="34"/>
    <w:locked/>
    <w:rsid w:val="00446936"/>
    <w:rPr>
      <w:rFonts w:hAnsi="Tms Rmn"/>
      <w:sz w:val="24"/>
      <w:szCs w:val="30"/>
    </w:rPr>
  </w:style>
  <w:style w:type="character" w:customStyle="1" w:styleId="ui-provider">
    <w:name w:val="ui-provider"/>
    <w:basedOn w:val="DefaultParagraphFont"/>
    <w:rsid w:val="00654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3482">
      <w:bodyDiv w:val="1"/>
      <w:marLeft w:val="0"/>
      <w:marRight w:val="0"/>
      <w:marTop w:val="0"/>
      <w:marBottom w:val="0"/>
      <w:divBdr>
        <w:top w:val="none" w:sz="0" w:space="0" w:color="auto"/>
        <w:left w:val="none" w:sz="0" w:space="0" w:color="auto"/>
        <w:bottom w:val="none" w:sz="0" w:space="0" w:color="auto"/>
        <w:right w:val="none" w:sz="0" w:space="0" w:color="auto"/>
      </w:divBdr>
    </w:div>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330974">
      <w:bodyDiv w:val="1"/>
      <w:marLeft w:val="0"/>
      <w:marRight w:val="0"/>
      <w:marTop w:val="0"/>
      <w:marBottom w:val="0"/>
      <w:divBdr>
        <w:top w:val="none" w:sz="0" w:space="0" w:color="auto"/>
        <w:left w:val="none" w:sz="0" w:space="0" w:color="auto"/>
        <w:bottom w:val="none" w:sz="0" w:space="0" w:color="auto"/>
        <w:right w:val="none" w:sz="0" w:space="0" w:color="auto"/>
      </w:divBdr>
    </w:div>
    <w:div w:id="95683731">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03359">
      <w:bodyDiv w:val="1"/>
      <w:marLeft w:val="0"/>
      <w:marRight w:val="0"/>
      <w:marTop w:val="0"/>
      <w:marBottom w:val="0"/>
      <w:divBdr>
        <w:top w:val="none" w:sz="0" w:space="0" w:color="auto"/>
        <w:left w:val="none" w:sz="0" w:space="0" w:color="auto"/>
        <w:bottom w:val="none" w:sz="0" w:space="0" w:color="auto"/>
        <w:right w:val="none" w:sz="0" w:space="0" w:color="auto"/>
      </w:divBdr>
    </w:div>
    <w:div w:id="179860320">
      <w:bodyDiv w:val="1"/>
      <w:marLeft w:val="0"/>
      <w:marRight w:val="0"/>
      <w:marTop w:val="0"/>
      <w:marBottom w:val="0"/>
      <w:divBdr>
        <w:top w:val="none" w:sz="0" w:space="0" w:color="auto"/>
        <w:left w:val="none" w:sz="0" w:space="0" w:color="auto"/>
        <w:bottom w:val="none" w:sz="0" w:space="0" w:color="auto"/>
        <w:right w:val="none" w:sz="0" w:space="0" w:color="auto"/>
      </w:divBdr>
    </w:div>
    <w:div w:id="203566140">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299460514">
      <w:bodyDiv w:val="1"/>
      <w:marLeft w:val="28"/>
      <w:marRight w:val="28"/>
      <w:marTop w:val="0"/>
      <w:marBottom w:val="0"/>
      <w:divBdr>
        <w:top w:val="none" w:sz="0" w:space="0" w:color="auto"/>
        <w:left w:val="none" w:sz="0" w:space="0" w:color="auto"/>
        <w:bottom w:val="none" w:sz="0" w:space="0" w:color="auto"/>
        <w:right w:val="none" w:sz="0" w:space="0" w:color="auto"/>
      </w:divBdr>
      <w:divsChild>
        <w:div w:id="621426482">
          <w:marLeft w:val="0"/>
          <w:marRight w:val="0"/>
          <w:marTop w:val="0"/>
          <w:marBottom w:val="0"/>
          <w:divBdr>
            <w:top w:val="none" w:sz="0" w:space="0" w:color="auto"/>
            <w:left w:val="none" w:sz="0" w:space="0" w:color="auto"/>
            <w:bottom w:val="none" w:sz="0" w:space="0" w:color="auto"/>
            <w:right w:val="none" w:sz="0" w:space="0" w:color="auto"/>
          </w:divBdr>
          <w:divsChild>
            <w:div w:id="97452854">
              <w:marLeft w:val="0"/>
              <w:marRight w:val="0"/>
              <w:marTop w:val="0"/>
              <w:marBottom w:val="0"/>
              <w:divBdr>
                <w:top w:val="none" w:sz="0" w:space="0" w:color="auto"/>
                <w:left w:val="none" w:sz="0" w:space="0" w:color="auto"/>
                <w:bottom w:val="none" w:sz="0" w:space="0" w:color="auto"/>
                <w:right w:val="none" w:sz="0" w:space="0" w:color="auto"/>
              </w:divBdr>
              <w:divsChild>
                <w:div w:id="1555003474">
                  <w:marLeft w:val="169"/>
                  <w:marRight w:val="0"/>
                  <w:marTop w:val="0"/>
                  <w:marBottom w:val="0"/>
                  <w:divBdr>
                    <w:top w:val="none" w:sz="0" w:space="0" w:color="auto"/>
                    <w:left w:val="none" w:sz="0" w:space="0" w:color="auto"/>
                    <w:bottom w:val="none" w:sz="0" w:space="0" w:color="auto"/>
                    <w:right w:val="none" w:sz="0" w:space="0" w:color="auto"/>
                  </w:divBdr>
                  <w:divsChild>
                    <w:div w:id="170717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454233">
      <w:bodyDiv w:val="1"/>
      <w:marLeft w:val="0"/>
      <w:marRight w:val="0"/>
      <w:marTop w:val="0"/>
      <w:marBottom w:val="0"/>
      <w:divBdr>
        <w:top w:val="none" w:sz="0" w:space="0" w:color="auto"/>
        <w:left w:val="none" w:sz="0" w:space="0" w:color="auto"/>
        <w:bottom w:val="none" w:sz="0" w:space="0" w:color="auto"/>
        <w:right w:val="none" w:sz="0" w:space="0" w:color="auto"/>
      </w:divBdr>
    </w:div>
    <w:div w:id="342783317">
      <w:bodyDiv w:val="1"/>
      <w:marLeft w:val="0"/>
      <w:marRight w:val="0"/>
      <w:marTop w:val="0"/>
      <w:marBottom w:val="0"/>
      <w:divBdr>
        <w:top w:val="none" w:sz="0" w:space="0" w:color="auto"/>
        <w:left w:val="none" w:sz="0" w:space="0" w:color="auto"/>
        <w:bottom w:val="none" w:sz="0" w:space="0" w:color="auto"/>
        <w:right w:val="none" w:sz="0" w:space="0" w:color="auto"/>
      </w:divBdr>
    </w:div>
    <w:div w:id="381058232">
      <w:bodyDiv w:val="1"/>
      <w:marLeft w:val="0"/>
      <w:marRight w:val="0"/>
      <w:marTop w:val="0"/>
      <w:marBottom w:val="0"/>
      <w:divBdr>
        <w:top w:val="none" w:sz="0" w:space="0" w:color="auto"/>
        <w:left w:val="none" w:sz="0" w:space="0" w:color="auto"/>
        <w:bottom w:val="none" w:sz="0" w:space="0" w:color="auto"/>
        <w:right w:val="none" w:sz="0" w:space="0" w:color="auto"/>
      </w:divBdr>
    </w:div>
    <w:div w:id="440036118">
      <w:bodyDiv w:val="1"/>
      <w:marLeft w:val="0"/>
      <w:marRight w:val="0"/>
      <w:marTop w:val="0"/>
      <w:marBottom w:val="0"/>
      <w:divBdr>
        <w:top w:val="none" w:sz="0" w:space="0" w:color="auto"/>
        <w:left w:val="none" w:sz="0" w:space="0" w:color="auto"/>
        <w:bottom w:val="none" w:sz="0" w:space="0" w:color="auto"/>
        <w:right w:val="none" w:sz="0" w:space="0" w:color="auto"/>
      </w:divBdr>
    </w:div>
    <w:div w:id="469136741">
      <w:bodyDiv w:val="1"/>
      <w:marLeft w:val="0"/>
      <w:marRight w:val="0"/>
      <w:marTop w:val="0"/>
      <w:marBottom w:val="0"/>
      <w:divBdr>
        <w:top w:val="none" w:sz="0" w:space="0" w:color="auto"/>
        <w:left w:val="none" w:sz="0" w:space="0" w:color="auto"/>
        <w:bottom w:val="none" w:sz="0" w:space="0" w:color="auto"/>
        <w:right w:val="none" w:sz="0" w:space="0" w:color="auto"/>
      </w:divBdr>
    </w:div>
    <w:div w:id="499002596">
      <w:bodyDiv w:val="1"/>
      <w:marLeft w:val="28"/>
      <w:marRight w:val="28"/>
      <w:marTop w:val="0"/>
      <w:marBottom w:val="0"/>
      <w:divBdr>
        <w:top w:val="none" w:sz="0" w:space="0" w:color="auto"/>
        <w:left w:val="none" w:sz="0" w:space="0" w:color="auto"/>
        <w:bottom w:val="none" w:sz="0" w:space="0" w:color="auto"/>
        <w:right w:val="none" w:sz="0" w:space="0" w:color="auto"/>
      </w:divBdr>
      <w:divsChild>
        <w:div w:id="61300607">
          <w:marLeft w:val="0"/>
          <w:marRight w:val="0"/>
          <w:marTop w:val="0"/>
          <w:marBottom w:val="0"/>
          <w:divBdr>
            <w:top w:val="none" w:sz="0" w:space="0" w:color="auto"/>
            <w:left w:val="none" w:sz="0" w:space="0" w:color="auto"/>
            <w:bottom w:val="none" w:sz="0" w:space="0" w:color="auto"/>
            <w:right w:val="none" w:sz="0" w:space="0" w:color="auto"/>
          </w:divBdr>
          <w:divsChild>
            <w:div w:id="1776635679">
              <w:marLeft w:val="0"/>
              <w:marRight w:val="0"/>
              <w:marTop w:val="0"/>
              <w:marBottom w:val="0"/>
              <w:divBdr>
                <w:top w:val="none" w:sz="0" w:space="0" w:color="auto"/>
                <w:left w:val="none" w:sz="0" w:space="0" w:color="auto"/>
                <w:bottom w:val="none" w:sz="0" w:space="0" w:color="auto"/>
                <w:right w:val="none" w:sz="0" w:space="0" w:color="auto"/>
              </w:divBdr>
              <w:divsChild>
                <w:div w:id="778649283">
                  <w:marLeft w:val="169"/>
                  <w:marRight w:val="0"/>
                  <w:marTop w:val="0"/>
                  <w:marBottom w:val="0"/>
                  <w:divBdr>
                    <w:top w:val="none" w:sz="0" w:space="0" w:color="auto"/>
                    <w:left w:val="none" w:sz="0" w:space="0" w:color="auto"/>
                    <w:bottom w:val="none" w:sz="0" w:space="0" w:color="auto"/>
                    <w:right w:val="none" w:sz="0" w:space="0" w:color="auto"/>
                  </w:divBdr>
                  <w:divsChild>
                    <w:div w:id="6948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73739">
      <w:bodyDiv w:val="1"/>
      <w:marLeft w:val="28"/>
      <w:marRight w:val="28"/>
      <w:marTop w:val="0"/>
      <w:marBottom w:val="0"/>
      <w:divBdr>
        <w:top w:val="none" w:sz="0" w:space="0" w:color="auto"/>
        <w:left w:val="none" w:sz="0" w:space="0" w:color="auto"/>
        <w:bottom w:val="none" w:sz="0" w:space="0" w:color="auto"/>
        <w:right w:val="none" w:sz="0" w:space="0" w:color="auto"/>
      </w:divBdr>
      <w:divsChild>
        <w:div w:id="1627615854">
          <w:marLeft w:val="0"/>
          <w:marRight w:val="0"/>
          <w:marTop w:val="0"/>
          <w:marBottom w:val="0"/>
          <w:divBdr>
            <w:top w:val="none" w:sz="0" w:space="0" w:color="auto"/>
            <w:left w:val="none" w:sz="0" w:space="0" w:color="auto"/>
            <w:bottom w:val="none" w:sz="0" w:space="0" w:color="auto"/>
            <w:right w:val="none" w:sz="0" w:space="0" w:color="auto"/>
          </w:divBdr>
          <w:divsChild>
            <w:div w:id="2012950394">
              <w:marLeft w:val="0"/>
              <w:marRight w:val="0"/>
              <w:marTop w:val="0"/>
              <w:marBottom w:val="0"/>
              <w:divBdr>
                <w:top w:val="none" w:sz="0" w:space="0" w:color="auto"/>
                <w:left w:val="none" w:sz="0" w:space="0" w:color="auto"/>
                <w:bottom w:val="none" w:sz="0" w:space="0" w:color="auto"/>
                <w:right w:val="none" w:sz="0" w:space="0" w:color="auto"/>
              </w:divBdr>
              <w:divsChild>
                <w:div w:id="1371301705">
                  <w:marLeft w:val="169"/>
                  <w:marRight w:val="0"/>
                  <w:marTop w:val="0"/>
                  <w:marBottom w:val="0"/>
                  <w:divBdr>
                    <w:top w:val="none" w:sz="0" w:space="0" w:color="auto"/>
                    <w:left w:val="none" w:sz="0" w:space="0" w:color="auto"/>
                    <w:bottom w:val="none" w:sz="0" w:space="0" w:color="auto"/>
                    <w:right w:val="none" w:sz="0" w:space="0" w:color="auto"/>
                  </w:divBdr>
                  <w:divsChild>
                    <w:div w:id="10443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12444">
      <w:bodyDiv w:val="1"/>
      <w:marLeft w:val="0"/>
      <w:marRight w:val="0"/>
      <w:marTop w:val="0"/>
      <w:marBottom w:val="0"/>
      <w:divBdr>
        <w:top w:val="none" w:sz="0" w:space="0" w:color="auto"/>
        <w:left w:val="none" w:sz="0" w:space="0" w:color="auto"/>
        <w:bottom w:val="none" w:sz="0" w:space="0" w:color="auto"/>
        <w:right w:val="none" w:sz="0" w:space="0" w:color="auto"/>
      </w:divBdr>
    </w:div>
    <w:div w:id="597298340">
      <w:bodyDiv w:val="1"/>
      <w:marLeft w:val="0"/>
      <w:marRight w:val="0"/>
      <w:marTop w:val="0"/>
      <w:marBottom w:val="0"/>
      <w:divBdr>
        <w:top w:val="none" w:sz="0" w:space="0" w:color="auto"/>
        <w:left w:val="none" w:sz="0" w:space="0" w:color="auto"/>
        <w:bottom w:val="none" w:sz="0" w:space="0" w:color="auto"/>
        <w:right w:val="none" w:sz="0" w:space="0" w:color="auto"/>
      </w:divBdr>
    </w:div>
    <w:div w:id="649481198">
      <w:bodyDiv w:val="1"/>
      <w:marLeft w:val="0"/>
      <w:marRight w:val="0"/>
      <w:marTop w:val="0"/>
      <w:marBottom w:val="0"/>
      <w:divBdr>
        <w:top w:val="none" w:sz="0" w:space="0" w:color="auto"/>
        <w:left w:val="none" w:sz="0" w:space="0" w:color="auto"/>
        <w:bottom w:val="none" w:sz="0" w:space="0" w:color="auto"/>
        <w:right w:val="none" w:sz="0" w:space="0" w:color="auto"/>
      </w:divBdr>
    </w:div>
    <w:div w:id="679814036">
      <w:bodyDiv w:val="1"/>
      <w:marLeft w:val="0"/>
      <w:marRight w:val="0"/>
      <w:marTop w:val="0"/>
      <w:marBottom w:val="0"/>
      <w:divBdr>
        <w:top w:val="none" w:sz="0" w:space="0" w:color="auto"/>
        <w:left w:val="none" w:sz="0" w:space="0" w:color="auto"/>
        <w:bottom w:val="none" w:sz="0" w:space="0" w:color="auto"/>
        <w:right w:val="none" w:sz="0" w:space="0" w:color="auto"/>
      </w:divBdr>
    </w:div>
    <w:div w:id="689726065">
      <w:bodyDiv w:val="1"/>
      <w:marLeft w:val="0"/>
      <w:marRight w:val="0"/>
      <w:marTop w:val="0"/>
      <w:marBottom w:val="0"/>
      <w:divBdr>
        <w:top w:val="none" w:sz="0" w:space="0" w:color="auto"/>
        <w:left w:val="none" w:sz="0" w:space="0" w:color="auto"/>
        <w:bottom w:val="none" w:sz="0" w:space="0" w:color="auto"/>
        <w:right w:val="none" w:sz="0" w:space="0" w:color="auto"/>
      </w:divBdr>
    </w:div>
    <w:div w:id="691345568">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27142741">
      <w:bodyDiv w:val="1"/>
      <w:marLeft w:val="28"/>
      <w:marRight w:val="28"/>
      <w:marTop w:val="0"/>
      <w:marBottom w:val="0"/>
      <w:divBdr>
        <w:top w:val="none" w:sz="0" w:space="0" w:color="auto"/>
        <w:left w:val="none" w:sz="0" w:space="0" w:color="auto"/>
        <w:bottom w:val="none" w:sz="0" w:space="0" w:color="auto"/>
        <w:right w:val="none" w:sz="0" w:space="0" w:color="auto"/>
      </w:divBdr>
      <w:divsChild>
        <w:div w:id="1647202451">
          <w:marLeft w:val="0"/>
          <w:marRight w:val="0"/>
          <w:marTop w:val="0"/>
          <w:marBottom w:val="0"/>
          <w:divBdr>
            <w:top w:val="none" w:sz="0" w:space="0" w:color="auto"/>
            <w:left w:val="none" w:sz="0" w:space="0" w:color="auto"/>
            <w:bottom w:val="none" w:sz="0" w:space="0" w:color="auto"/>
            <w:right w:val="none" w:sz="0" w:space="0" w:color="auto"/>
          </w:divBdr>
          <w:divsChild>
            <w:div w:id="233636269">
              <w:marLeft w:val="0"/>
              <w:marRight w:val="0"/>
              <w:marTop w:val="0"/>
              <w:marBottom w:val="0"/>
              <w:divBdr>
                <w:top w:val="none" w:sz="0" w:space="0" w:color="auto"/>
                <w:left w:val="none" w:sz="0" w:space="0" w:color="auto"/>
                <w:bottom w:val="none" w:sz="0" w:space="0" w:color="auto"/>
                <w:right w:val="none" w:sz="0" w:space="0" w:color="auto"/>
              </w:divBdr>
              <w:divsChild>
                <w:div w:id="1288389914">
                  <w:marLeft w:val="169"/>
                  <w:marRight w:val="0"/>
                  <w:marTop w:val="0"/>
                  <w:marBottom w:val="0"/>
                  <w:divBdr>
                    <w:top w:val="none" w:sz="0" w:space="0" w:color="auto"/>
                    <w:left w:val="none" w:sz="0" w:space="0" w:color="auto"/>
                    <w:bottom w:val="none" w:sz="0" w:space="0" w:color="auto"/>
                    <w:right w:val="none" w:sz="0" w:space="0" w:color="auto"/>
                  </w:divBdr>
                  <w:divsChild>
                    <w:div w:id="13760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709522">
      <w:bodyDiv w:val="1"/>
      <w:marLeft w:val="0"/>
      <w:marRight w:val="0"/>
      <w:marTop w:val="0"/>
      <w:marBottom w:val="0"/>
      <w:divBdr>
        <w:top w:val="none" w:sz="0" w:space="0" w:color="auto"/>
        <w:left w:val="none" w:sz="0" w:space="0" w:color="auto"/>
        <w:bottom w:val="none" w:sz="0" w:space="0" w:color="auto"/>
        <w:right w:val="none" w:sz="0" w:space="0" w:color="auto"/>
      </w:divBdr>
    </w:div>
    <w:div w:id="831723389">
      <w:bodyDiv w:val="1"/>
      <w:marLeft w:val="0"/>
      <w:marRight w:val="0"/>
      <w:marTop w:val="0"/>
      <w:marBottom w:val="0"/>
      <w:divBdr>
        <w:top w:val="none" w:sz="0" w:space="0" w:color="auto"/>
        <w:left w:val="none" w:sz="0" w:space="0" w:color="auto"/>
        <w:bottom w:val="none" w:sz="0" w:space="0" w:color="auto"/>
        <w:right w:val="none" w:sz="0" w:space="0" w:color="auto"/>
      </w:divBdr>
    </w:div>
    <w:div w:id="873467381">
      <w:bodyDiv w:val="1"/>
      <w:marLeft w:val="0"/>
      <w:marRight w:val="0"/>
      <w:marTop w:val="0"/>
      <w:marBottom w:val="0"/>
      <w:divBdr>
        <w:top w:val="none" w:sz="0" w:space="0" w:color="auto"/>
        <w:left w:val="none" w:sz="0" w:space="0" w:color="auto"/>
        <w:bottom w:val="none" w:sz="0" w:space="0" w:color="auto"/>
        <w:right w:val="none" w:sz="0" w:space="0" w:color="auto"/>
      </w:divBdr>
    </w:div>
    <w:div w:id="919557285">
      <w:bodyDiv w:val="1"/>
      <w:marLeft w:val="0"/>
      <w:marRight w:val="0"/>
      <w:marTop w:val="0"/>
      <w:marBottom w:val="0"/>
      <w:divBdr>
        <w:top w:val="none" w:sz="0" w:space="0" w:color="auto"/>
        <w:left w:val="none" w:sz="0" w:space="0" w:color="auto"/>
        <w:bottom w:val="none" w:sz="0" w:space="0" w:color="auto"/>
        <w:right w:val="none" w:sz="0" w:space="0" w:color="auto"/>
      </w:divBdr>
    </w:div>
    <w:div w:id="927233147">
      <w:bodyDiv w:val="1"/>
      <w:marLeft w:val="28"/>
      <w:marRight w:val="28"/>
      <w:marTop w:val="0"/>
      <w:marBottom w:val="0"/>
      <w:divBdr>
        <w:top w:val="none" w:sz="0" w:space="0" w:color="auto"/>
        <w:left w:val="none" w:sz="0" w:space="0" w:color="auto"/>
        <w:bottom w:val="none" w:sz="0" w:space="0" w:color="auto"/>
        <w:right w:val="none" w:sz="0" w:space="0" w:color="auto"/>
      </w:divBdr>
      <w:divsChild>
        <w:div w:id="2017875835">
          <w:marLeft w:val="0"/>
          <w:marRight w:val="0"/>
          <w:marTop w:val="0"/>
          <w:marBottom w:val="0"/>
          <w:divBdr>
            <w:top w:val="none" w:sz="0" w:space="0" w:color="auto"/>
            <w:left w:val="none" w:sz="0" w:space="0" w:color="auto"/>
            <w:bottom w:val="none" w:sz="0" w:space="0" w:color="auto"/>
            <w:right w:val="none" w:sz="0" w:space="0" w:color="auto"/>
          </w:divBdr>
          <w:divsChild>
            <w:div w:id="1339117753">
              <w:marLeft w:val="0"/>
              <w:marRight w:val="0"/>
              <w:marTop w:val="0"/>
              <w:marBottom w:val="0"/>
              <w:divBdr>
                <w:top w:val="none" w:sz="0" w:space="0" w:color="auto"/>
                <w:left w:val="none" w:sz="0" w:space="0" w:color="auto"/>
                <w:bottom w:val="none" w:sz="0" w:space="0" w:color="auto"/>
                <w:right w:val="none" w:sz="0" w:space="0" w:color="auto"/>
              </w:divBdr>
              <w:divsChild>
                <w:div w:id="543449337">
                  <w:marLeft w:val="169"/>
                  <w:marRight w:val="0"/>
                  <w:marTop w:val="0"/>
                  <w:marBottom w:val="0"/>
                  <w:divBdr>
                    <w:top w:val="none" w:sz="0" w:space="0" w:color="auto"/>
                    <w:left w:val="none" w:sz="0" w:space="0" w:color="auto"/>
                    <w:bottom w:val="none" w:sz="0" w:space="0" w:color="auto"/>
                    <w:right w:val="none" w:sz="0" w:space="0" w:color="auto"/>
                  </w:divBdr>
                  <w:divsChild>
                    <w:div w:id="12288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465938">
      <w:bodyDiv w:val="1"/>
      <w:marLeft w:val="0"/>
      <w:marRight w:val="0"/>
      <w:marTop w:val="0"/>
      <w:marBottom w:val="0"/>
      <w:divBdr>
        <w:top w:val="none" w:sz="0" w:space="0" w:color="auto"/>
        <w:left w:val="none" w:sz="0" w:space="0" w:color="auto"/>
        <w:bottom w:val="none" w:sz="0" w:space="0" w:color="auto"/>
        <w:right w:val="none" w:sz="0" w:space="0" w:color="auto"/>
      </w:divBdr>
    </w:div>
    <w:div w:id="950357714">
      <w:bodyDiv w:val="1"/>
      <w:marLeft w:val="0"/>
      <w:marRight w:val="0"/>
      <w:marTop w:val="0"/>
      <w:marBottom w:val="0"/>
      <w:divBdr>
        <w:top w:val="none" w:sz="0" w:space="0" w:color="auto"/>
        <w:left w:val="none" w:sz="0" w:space="0" w:color="auto"/>
        <w:bottom w:val="none" w:sz="0" w:space="0" w:color="auto"/>
        <w:right w:val="none" w:sz="0" w:space="0" w:color="auto"/>
      </w:divBdr>
    </w:div>
    <w:div w:id="990324896">
      <w:bodyDiv w:val="1"/>
      <w:marLeft w:val="0"/>
      <w:marRight w:val="0"/>
      <w:marTop w:val="0"/>
      <w:marBottom w:val="0"/>
      <w:divBdr>
        <w:top w:val="none" w:sz="0" w:space="0" w:color="auto"/>
        <w:left w:val="none" w:sz="0" w:space="0" w:color="auto"/>
        <w:bottom w:val="none" w:sz="0" w:space="0" w:color="auto"/>
        <w:right w:val="none" w:sz="0" w:space="0" w:color="auto"/>
      </w:divBdr>
    </w:div>
    <w:div w:id="1004935957">
      <w:bodyDiv w:val="1"/>
      <w:marLeft w:val="28"/>
      <w:marRight w:val="28"/>
      <w:marTop w:val="0"/>
      <w:marBottom w:val="0"/>
      <w:divBdr>
        <w:top w:val="none" w:sz="0" w:space="0" w:color="auto"/>
        <w:left w:val="none" w:sz="0" w:space="0" w:color="auto"/>
        <w:bottom w:val="none" w:sz="0" w:space="0" w:color="auto"/>
        <w:right w:val="none" w:sz="0" w:space="0" w:color="auto"/>
      </w:divBdr>
      <w:divsChild>
        <w:div w:id="1606419808">
          <w:marLeft w:val="0"/>
          <w:marRight w:val="0"/>
          <w:marTop w:val="0"/>
          <w:marBottom w:val="0"/>
          <w:divBdr>
            <w:top w:val="none" w:sz="0" w:space="0" w:color="auto"/>
            <w:left w:val="none" w:sz="0" w:space="0" w:color="auto"/>
            <w:bottom w:val="none" w:sz="0" w:space="0" w:color="auto"/>
            <w:right w:val="none" w:sz="0" w:space="0" w:color="auto"/>
          </w:divBdr>
          <w:divsChild>
            <w:div w:id="756363253">
              <w:marLeft w:val="0"/>
              <w:marRight w:val="0"/>
              <w:marTop w:val="0"/>
              <w:marBottom w:val="0"/>
              <w:divBdr>
                <w:top w:val="none" w:sz="0" w:space="0" w:color="auto"/>
                <w:left w:val="none" w:sz="0" w:space="0" w:color="auto"/>
                <w:bottom w:val="none" w:sz="0" w:space="0" w:color="auto"/>
                <w:right w:val="none" w:sz="0" w:space="0" w:color="auto"/>
              </w:divBdr>
              <w:divsChild>
                <w:div w:id="400251031">
                  <w:marLeft w:val="169"/>
                  <w:marRight w:val="0"/>
                  <w:marTop w:val="0"/>
                  <w:marBottom w:val="0"/>
                  <w:divBdr>
                    <w:top w:val="none" w:sz="0" w:space="0" w:color="auto"/>
                    <w:left w:val="none" w:sz="0" w:space="0" w:color="auto"/>
                    <w:bottom w:val="none" w:sz="0" w:space="0" w:color="auto"/>
                    <w:right w:val="none" w:sz="0" w:space="0" w:color="auto"/>
                  </w:divBdr>
                  <w:divsChild>
                    <w:div w:id="4602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634846">
      <w:bodyDiv w:val="1"/>
      <w:marLeft w:val="0"/>
      <w:marRight w:val="0"/>
      <w:marTop w:val="0"/>
      <w:marBottom w:val="0"/>
      <w:divBdr>
        <w:top w:val="none" w:sz="0" w:space="0" w:color="auto"/>
        <w:left w:val="none" w:sz="0" w:space="0" w:color="auto"/>
        <w:bottom w:val="none" w:sz="0" w:space="0" w:color="auto"/>
        <w:right w:val="none" w:sz="0" w:space="0" w:color="auto"/>
      </w:divBdr>
    </w:div>
    <w:div w:id="1027028611">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5642410">
      <w:bodyDiv w:val="1"/>
      <w:marLeft w:val="0"/>
      <w:marRight w:val="0"/>
      <w:marTop w:val="0"/>
      <w:marBottom w:val="0"/>
      <w:divBdr>
        <w:top w:val="none" w:sz="0" w:space="0" w:color="auto"/>
        <w:left w:val="none" w:sz="0" w:space="0" w:color="auto"/>
        <w:bottom w:val="none" w:sz="0" w:space="0" w:color="auto"/>
        <w:right w:val="none" w:sz="0" w:space="0" w:color="auto"/>
      </w:divBdr>
    </w:div>
    <w:div w:id="1075200840">
      <w:bodyDiv w:val="1"/>
      <w:marLeft w:val="0"/>
      <w:marRight w:val="0"/>
      <w:marTop w:val="0"/>
      <w:marBottom w:val="0"/>
      <w:divBdr>
        <w:top w:val="none" w:sz="0" w:space="0" w:color="auto"/>
        <w:left w:val="none" w:sz="0" w:space="0" w:color="auto"/>
        <w:bottom w:val="none" w:sz="0" w:space="0" w:color="auto"/>
        <w:right w:val="none" w:sz="0" w:space="0" w:color="auto"/>
      </w:divBdr>
    </w:div>
    <w:div w:id="1092581751">
      <w:bodyDiv w:val="1"/>
      <w:marLeft w:val="0"/>
      <w:marRight w:val="0"/>
      <w:marTop w:val="0"/>
      <w:marBottom w:val="0"/>
      <w:divBdr>
        <w:top w:val="none" w:sz="0" w:space="0" w:color="auto"/>
        <w:left w:val="none" w:sz="0" w:space="0" w:color="auto"/>
        <w:bottom w:val="none" w:sz="0" w:space="0" w:color="auto"/>
        <w:right w:val="none" w:sz="0" w:space="0" w:color="auto"/>
      </w:divBdr>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65111932">
      <w:bodyDiv w:val="1"/>
      <w:marLeft w:val="28"/>
      <w:marRight w:val="28"/>
      <w:marTop w:val="0"/>
      <w:marBottom w:val="0"/>
      <w:divBdr>
        <w:top w:val="none" w:sz="0" w:space="0" w:color="auto"/>
        <w:left w:val="none" w:sz="0" w:space="0" w:color="auto"/>
        <w:bottom w:val="none" w:sz="0" w:space="0" w:color="auto"/>
        <w:right w:val="none" w:sz="0" w:space="0" w:color="auto"/>
      </w:divBdr>
      <w:divsChild>
        <w:div w:id="139613729">
          <w:marLeft w:val="0"/>
          <w:marRight w:val="0"/>
          <w:marTop w:val="0"/>
          <w:marBottom w:val="0"/>
          <w:divBdr>
            <w:top w:val="none" w:sz="0" w:space="0" w:color="auto"/>
            <w:left w:val="none" w:sz="0" w:space="0" w:color="auto"/>
            <w:bottom w:val="none" w:sz="0" w:space="0" w:color="auto"/>
            <w:right w:val="none" w:sz="0" w:space="0" w:color="auto"/>
          </w:divBdr>
          <w:divsChild>
            <w:div w:id="290094456">
              <w:marLeft w:val="0"/>
              <w:marRight w:val="0"/>
              <w:marTop w:val="0"/>
              <w:marBottom w:val="0"/>
              <w:divBdr>
                <w:top w:val="none" w:sz="0" w:space="0" w:color="auto"/>
                <w:left w:val="none" w:sz="0" w:space="0" w:color="auto"/>
                <w:bottom w:val="none" w:sz="0" w:space="0" w:color="auto"/>
                <w:right w:val="none" w:sz="0" w:space="0" w:color="auto"/>
              </w:divBdr>
              <w:divsChild>
                <w:div w:id="2009747789">
                  <w:marLeft w:val="169"/>
                  <w:marRight w:val="0"/>
                  <w:marTop w:val="0"/>
                  <w:marBottom w:val="0"/>
                  <w:divBdr>
                    <w:top w:val="none" w:sz="0" w:space="0" w:color="auto"/>
                    <w:left w:val="none" w:sz="0" w:space="0" w:color="auto"/>
                    <w:bottom w:val="none" w:sz="0" w:space="0" w:color="auto"/>
                    <w:right w:val="none" w:sz="0" w:space="0" w:color="auto"/>
                  </w:divBdr>
                  <w:divsChild>
                    <w:div w:id="20808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623003">
      <w:bodyDiv w:val="1"/>
      <w:marLeft w:val="0"/>
      <w:marRight w:val="0"/>
      <w:marTop w:val="0"/>
      <w:marBottom w:val="0"/>
      <w:divBdr>
        <w:top w:val="none" w:sz="0" w:space="0" w:color="auto"/>
        <w:left w:val="none" w:sz="0" w:space="0" w:color="auto"/>
        <w:bottom w:val="none" w:sz="0" w:space="0" w:color="auto"/>
        <w:right w:val="none" w:sz="0" w:space="0" w:color="auto"/>
      </w:divBdr>
    </w:div>
    <w:div w:id="1274089145">
      <w:bodyDiv w:val="1"/>
      <w:marLeft w:val="0"/>
      <w:marRight w:val="0"/>
      <w:marTop w:val="0"/>
      <w:marBottom w:val="0"/>
      <w:divBdr>
        <w:top w:val="none" w:sz="0" w:space="0" w:color="auto"/>
        <w:left w:val="none" w:sz="0" w:space="0" w:color="auto"/>
        <w:bottom w:val="none" w:sz="0" w:space="0" w:color="auto"/>
        <w:right w:val="none" w:sz="0" w:space="0" w:color="auto"/>
      </w:divBdr>
    </w:div>
    <w:div w:id="1288044645">
      <w:bodyDiv w:val="1"/>
      <w:marLeft w:val="0"/>
      <w:marRight w:val="0"/>
      <w:marTop w:val="0"/>
      <w:marBottom w:val="0"/>
      <w:divBdr>
        <w:top w:val="none" w:sz="0" w:space="0" w:color="auto"/>
        <w:left w:val="none" w:sz="0" w:space="0" w:color="auto"/>
        <w:bottom w:val="none" w:sz="0" w:space="0" w:color="auto"/>
        <w:right w:val="none" w:sz="0" w:space="0" w:color="auto"/>
      </w:divBdr>
    </w:div>
    <w:div w:id="1348218729">
      <w:bodyDiv w:val="1"/>
      <w:marLeft w:val="0"/>
      <w:marRight w:val="0"/>
      <w:marTop w:val="0"/>
      <w:marBottom w:val="0"/>
      <w:divBdr>
        <w:top w:val="none" w:sz="0" w:space="0" w:color="auto"/>
        <w:left w:val="none" w:sz="0" w:space="0" w:color="auto"/>
        <w:bottom w:val="none" w:sz="0" w:space="0" w:color="auto"/>
        <w:right w:val="none" w:sz="0" w:space="0" w:color="auto"/>
      </w:divBdr>
    </w:div>
    <w:div w:id="1379818139">
      <w:bodyDiv w:val="1"/>
      <w:marLeft w:val="0"/>
      <w:marRight w:val="0"/>
      <w:marTop w:val="0"/>
      <w:marBottom w:val="0"/>
      <w:divBdr>
        <w:top w:val="none" w:sz="0" w:space="0" w:color="auto"/>
        <w:left w:val="none" w:sz="0" w:space="0" w:color="auto"/>
        <w:bottom w:val="none" w:sz="0" w:space="0" w:color="auto"/>
        <w:right w:val="none" w:sz="0" w:space="0" w:color="auto"/>
      </w:divBdr>
    </w:div>
    <w:div w:id="1445271542">
      <w:bodyDiv w:val="1"/>
      <w:marLeft w:val="0"/>
      <w:marRight w:val="0"/>
      <w:marTop w:val="0"/>
      <w:marBottom w:val="0"/>
      <w:divBdr>
        <w:top w:val="none" w:sz="0" w:space="0" w:color="auto"/>
        <w:left w:val="none" w:sz="0" w:space="0" w:color="auto"/>
        <w:bottom w:val="none" w:sz="0" w:space="0" w:color="auto"/>
        <w:right w:val="none" w:sz="0" w:space="0" w:color="auto"/>
      </w:divBdr>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586954874">
      <w:bodyDiv w:val="1"/>
      <w:marLeft w:val="28"/>
      <w:marRight w:val="28"/>
      <w:marTop w:val="0"/>
      <w:marBottom w:val="0"/>
      <w:divBdr>
        <w:top w:val="none" w:sz="0" w:space="0" w:color="auto"/>
        <w:left w:val="none" w:sz="0" w:space="0" w:color="auto"/>
        <w:bottom w:val="none" w:sz="0" w:space="0" w:color="auto"/>
        <w:right w:val="none" w:sz="0" w:space="0" w:color="auto"/>
      </w:divBdr>
      <w:divsChild>
        <w:div w:id="1721437981">
          <w:marLeft w:val="0"/>
          <w:marRight w:val="0"/>
          <w:marTop w:val="0"/>
          <w:marBottom w:val="0"/>
          <w:divBdr>
            <w:top w:val="none" w:sz="0" w:space="0" w:color="auto"/>
            <w:left w:val="none" w:sz="0" w:space="0" w:color="auto"/>
            <w:bottom w:val="none" w:sz="0" w:space="0" w:color="auto"/>
            <w:right w:val="none" w:sz="0" w:space="0" w:color="auto"/>
          </w:divBdr>
          <w:divsChild>
            <w:div w:id="872427109">
              <w:marLeft w:val="0"/>
              <w:marRight w:val="0"/>
              <w:marTop w:val="0"/>
              <w:marBottom w:val="0"/>
              <w:divBdr>
                <w:top w:val="none" w:sz="0" w:space="0" w:color="auto"/>
                <w:left w:val="none" w:sz="0" w:space="0" w:color="auto"/>
                <w:bottom w:val="none" w:sz="0" w:space="0" w:color="auto"/>
                <w:right w:val="none" w:sz="0" w:space="0" w:color="auto"/>
              </w:divBdr>
              <w:divsChild>
                <w:div w:id="2123988899">
                  <w:marLeft w:val="169"/>
                  <w:marRight w:val="0"/>
                  <w:marTop w:val="0"/>
                  <w:marBottom w:val="0"/>
                  <w:divBdr>
                    <w:top w:val="none" w:sz="0" w:space="0" w:color="auto"/>
                    <w:left w:val="none" w:sz="0" w:space="0" w:color="auto"/>
                    <w:bottom w:val="none" w:sz="0" w:space="0" w:color="auto"/>
                    <w:right w:val="none" w:sz="0" w:space="0" w:color="auto"/>
                  </w:divBdr>
                  <w:divsChild>
                    <w:div w:id="6773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2386482">
      <w:bodyDiv w:val="1"/>
      <w:marLeft w:val="0"/>
      <w:marRight w:val="0"/>
      <w:marTop w:val="0"/>
      <w:marBottom w:val="0"/>
      <w:divBdr>
        <w:top w:val="none" w:sz="0" w:space="0" w:color="auto"/>
        <w:left w:val="none" w:sz="0" w:space="0" w:color="auto"/>
        <w:bottom w:val="none" w:sz="0" w:space="0" w:color="auto"/>
        <w:right w:val="none" w:sz="0" w:space="0" w:color="auto"/>
      </w:divBdr>
    </w:div>
    <w:div w:id="1774129223">
      <w:bodyDiv w:val="1"/>
      <w:marLeft w:val="0"/>
      <w:marRight w:val="0"/>
      <w:marTop w:val="0"/>
      <w:marBottom w:val="0"/>
      <w:divBdr>
        <w:top w:val="none" w:sz="0" w:space="0" w:color="auto"/>
        <w:left w:val="none" w:sz="0" w:space="0" w:color="auto"/>
        <w:bottom w:val="none" w:sz="0" w:space="0" w:color="auto"/>
        <w:right w:val="none" w:sz="0" w:space="0" w:color="auto"/>
      </w:divBdr>
    </w:div>
    <w:div w:id="1780487609">
      <w:bodyDiv w:val="1"/>
      <w:marLeft w:val="0"/>
      <w:marRight w:val="0"/>
      <w:marTop w:val="0"/>
      <w:marBottom w:val="0"/>
      <w:divBdr>
        <w:top w:val="none" w:sz="0" w:space="0" w:color="auto"/>
        <w:left w:val="none" w:sz="0" w:space="0" w:color="auto"/>
        <w:bottom w:val="none" w:sz="0" w:space="0" w:color="auto"/>
        <w:right w:val="none" w:sz="0" w:space="0" w:color="auto"/>
      </w:divBdr>
    </w:div>
    <w:div w:id="1798789260">
      <w:bodyDiv w:val="1"/>
      <w:marLeft w:val="0"/>
      <w:marRight w:val="0"/>
      <w:marTop w:val="0"/>
      <w:marBottom w:val="0"/>
      <w:divBdr>
        <w:top w:val="none" w:sz="0" w:space="0" w:color="auto"/>
        <w:left w:val="none" w:sz="0" w:space="0" w:color="auto"/>
        <w:bottom w:val="none" w:sz="0" w:space="0" w:color="auto"/>
        <w:right w:val="none" w:sz="0" w:space="0" w:color="auto"/>
      </w:divBdr>
    </w:div>
    <w:div w:id="1811702108">
      <w:bodyDiv w:val="1"/>
      <w:marLeft w:val="0"/>
      <w:marRight w:val="0"/>
      <w:marTop w:val="0"/>
      <w:marBottom w:val="0"/>
      <w:divBdr>
        <w:top w:val="none" w:sz="0" w:space="0" w:color="auto"/>
        <w:left w:val="none" w:sz="0" w:space="0" w:color="auto"/>
        <w:bottom w:val="none" w:sz="0" w:space="0" w:color="auto"/>
        <w:right w:val="none" w:sz="0" w:space="0" w:color="auto"/>
      </w:divBdr>
    </w:div>
    <w:div w:id="1860966880">
      <w:bodyDiv w:val="1"/>
      <w:marLeft w:val="0"/>
      <w:marRight w:val="0"/>
      <w:marTop w:val="0"/>
      <w:marBottom w:val="0"/>
      <w:divBdr>
        <w:top w:val="none" w:sz="0" w:space="0" w:color="auto"/>
        <w:left w:val="none" w:sz="0" w:space="0" w:color="auto"/>
        <w:bottom w:val="none" w:sz="0" w:space="0" w:color="auto"/>
        <w:right w:val="none" w:sz="0" w:space="0" w:color="auto"/>
      </w:divBdr>
    </w:div>
    <w:div w:id="1910336373">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0091024">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95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6ED4D-071C-4B7B-9115-9FD7FF0EA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E20B5F-67B5-4261-A9F8-2A58DB2AEE4B}">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3.xml><?xml version="1.0" encoding="utf-8"?>
<ds:datastoreItem xmlns:ds="http://schemas.openxmlformats.org/officeDocument/2006/customXml" ds:itemID="{25836413-BF2E-4938-B1F8-596A171107A6}">
  <ds:schemaRefs>
    <ds:schemaRef ds:uri="http://schemas.microsoft.com/sharepoint/v3/contenttype/forms"/>
  </ds:schemaRefs>
</ds:datastoreItem>
</file>

<file path=customXml/itemProps4.xml><?xml version="1.0" encoding="utf-8"?>
<ds:datastoreItem xmlns:ds="http://schemas.openxmlformats.org/officeDocument/2006/customXml" ds:itemID="{1BC12B5C-676C-40F6-8FE9-A61981284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Template>
  <TotalTime>0</TotalTime>
  <Pages>1</Pages>
  <Words>3525</Words>
  <Characters>20097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23575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pboonjai</dc:creator>
  <cp:keywords/>
  <dc:description/>
  <cp:lastModifiedBy>KCE_FINANCE_Rattanaporn</cp:lastModifiedBy>
  <cp:revision>3</cp:revision>
  <cp:lastPrinted>2025-10-31T10:05:00Z</cp:lastPrinted>
  <dcterms:created xsi:type="dcterms:W3CDTF">2025-11-11T08:03:00Z</dcterms:created>
  <dcterms:modified xsi:type="dcterms:W3CDTF">2025-11-11T08:03:00Z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